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63831" w14:textId="77777777" w:rsidR="00B61FF0" w:rsidRPr="00237179" w:rsidRDefault="00BC4BCF" w:rsidP="002D54BF">
      <w:pPr>
        <w:spacing w:line="480" w:lineRule="auto"/>
        <w:jc w:val="both"/>
        <w:rPr>
          <w:b/>
        </w:rPr>
      </w:pPr>
      <w:r w:rsidRPr="00237179">
        <w:rPr>
          <w:b/>
        </w:rPr>
        <w:t>Review of the British Thoracic Society Winter Meeting 2014, 3-5 December, London, UK</w:t>
      </w:r>
    </w:p>
    <w:p w14:paraId="7536989F" w14:textId="77777777" w:rsidR="00BC4BCF" w:rsidRPr="00237179" w:rsidRDefault="00BC4BCF" w:rsidP="002D54BF">
      <w:pPr>
        <w:spacing w:line="480" w:lineRule="auto"/>
        <w:jc w:val="both"/>
      </w:pPr>
    </w:p>
    <w:p w14:paraId="4A8A1062" w14:textId="5FBE6501" w:rsidR="00BC4BCF" w:rsidRPr="00237179" w:rsidRDefault="00BC4BCF" w:rsidP="002D54BF">
      <w:pPr>
        <w:spacing w:line="480" w:lineRule="auto"/>
        <w:jc w:val="both"/>
        <w:rPr>
          <w:lang w:val="en-GB"/>
        </w:rPr>
      </w:pPr>
      <w:r w:rsidRPr="00237179">
        <w:t>Neil J Greening</w:t>
      </w:r>
      <w:r w:rsidR="008C5FD0" w:rsidRPr="00237179">
        <w:rPr>
          <w:vertAlign w:val="superscript"/>
        </w:rPr>
        <w:t>1,2</w:t>
      </w:r>
      <w:r w:rsidRPr="00237179">
        <w:t>, Ricardo J Jos</w:t>
      </w:r>
      <w:r w:rsidRPr="00237179">
        <w:rPr>
          <w:lang w:val="en-GB"/>
        </w:rPr>
        <w:t>é</w:t>
      </w:r>
      <w:r w:rsidR="007C6C64" w:rsidRPr="00237179">
        <w:rPr>
          <w:vertAlign w:val="superscript"/>
          <w:lang w:val="en-GB"/>
        </w:rPr>
        <w:t>3</w:t>
      </w:r>
      <w:r w:rsidRPr="00237179">
        <w:rPr>
          <w:lang w:val="en-GB"/>
        </w:rPr>
        <w:t>, James D Chalmers</w:t>
      </w:r>
      <w:r w:rsidR="007C6C64" w:rsidRPr="00237179">
        <w:rPr>
          <w:vertAlign w:val="superscript"/>
          <w:lang w:val="en-GB"/>
        </w:rPr>
        <w:t>4</w:t>
      </w:r>
      <w:r w:rsidRPr="00237179">
        <w:rPr>
          <w:lang w:val="en-GB"/>
        </w:rPr>
        <w:t>, Samuel M Janes</w:t>
      </w:r>
      <w:r w:rsidR="007C6C64" w:rsidRPr="00237179">
        <w:rPr>
          <w:vertAlign w:val="superscript"/>
          <w:lang w:val="en-GB"/>
        </w:rPr>
        <w:t>5</w:t>
      </w:r>
      <w:r w:rsidR="00EB1EDD" w:rsidRPr="00237179">
        <w:rPr>
          <w:lang w:val="en-GB"/>
        </w:rPr>
        <w:t>, on behalf of the BTS Science and Research C</w:t>
      </w:r>
      <w:r w:rsidRPr="00237179">
        <w:rPr>
          <w:lang w:val="en-GB"/>
        </w:rPr>
        <w:t>ommittee</w:t>
      </w:r>
    </w:p>
    <w:p w14:paraId="2DA36CEC" w14:textId="77777777" w:rsidR="00BC4BCF" w:rsidRPr="00237179" w:rsidRDefault="00BC4BCF" w:rsidP="002D54BF">
      <w:pPr>
        <w:spacing w:line="480" w:lineRule="auto"/>
        <w:jc w:val="both"/>
        <w:rPr>
          <w:lang w:val="en-GB"/>
        </w:rPr>
      </w:pPr>
    </w:p>
    <w:p w14:paraId="52626B08" w14:textId="2B02F2A1" w:rsidR="009F2668" w:rsidRPr="00237179" w:rsidRDefault="009F2668" w:rsidP="002D54BF">
      <w:pPr>
        <w:spacing w:line="480" w:lineRule="auto"/>
        <w:jc w:val="both"/>
        <w:rPr>
          <w:lang w:val="en-GB"/>
        </w:rPr>
      </w:pPr>
      <w:r w:rsidRPr="00237179">
        <w:rPr>
          <w:vertAlign w:val="superscript"/>
          <w:lang w:val="en-GB"/>
        </w:rPr>
        <w:t>1</w:t>
      </w:r>
      <w:r w:rsidRPr="00237179">
        <w:rPr>
          <w:lang w:val="en-GB"/>
        </w:rPr>
        <w:t>Institute of Lung Health, Leicester Respiratory Biomedical Research Unit, Glenfield Hospital, Leicester, UK</w:t>
      </w:r>
    </w:p>
    <w:p w14:paraId="14228EF3" w14:textId="2B22E3E1" w:rsidR="009F2668" w:rsidRPr="00237179" w:rsidRDefault="009F2668" w:rsidP="002D54BF">
      <w:pPr>
        <w:spacing w:line="480" w:lineRule="auto"/>
        <w:jc w:val="both"/>
        <w:rPr>
          <w:lang w:val="en-GB"/>
        </w:rPr>
      </w:pPr>
      <w:r w:rsidRPr="00237179">
        <w:rPr>
          <w:vertAlign w:val="superscript"/>
          <w:lang w:val="en-GB"/>
        </w:rPr>
        <w:t>2</w:t>
      </w:r>
      <w:r w:rsidRPr="00237179">
        <w:rPr>
          <w:lang w:val="en-GB"/>
        </w:rPr>
        <w:t>Department of Infection, Immunity and Inflammation, University of Leicester, UK</w:t>
      </w:r>
    </w:p>
    <w:p w14:paraId="7FECE905" w14:textId="1C005A97" w:rsidR="007C6C64" w:rsidRPr="00237179" w:rsidRDefault="007C6C64" w:rsidP="002D54BF">
      <w:pPr>
        <w:spacing w:line="480" w:lineRule="auto"/>
        <w:jc w:val="both"/>
        <w:rPr>
          <w:lang w:val="en-GB"/>
        </w:rPr>
      </w:pPr>
      <w:r w:rsidRPr="00237179">
        <w:rPr>
          <w:vertAlign w:val="superscript"/>
          <w:lang w:val="en-GB"/>
        </w:rPr>
        <w:t>3</w:t>
      </w:r>
      <w:r w:rsidRPr="00237179">
        <w:rPr>
          <w:lang w:val="en-GB"/>
        </w:rPr>
        <w:t>Centre for Inflammation and Tissue Repair, University College London, London, UK</w:t>
      </w:r>
    </w:p>
    <w:p w14:paraId="54A0031C" w14:textId="73C100B7" w:rsidR="007C6C64" w:rsidRPr="00237179" w:rsidRDefault="007C6C64" w:rsidP="002D54BF">
      <w:pPr>
        <w:spacing w:line="480" w:lineRule="auto"/>
        <w:jc w:val="both"/>
        <w:rPr>
          <w:lang w:val="en-GB"/>
        </w:rPr>
      </w:pPr>
      <w:r w:rsidRPr="00237179">
        <w:rPr>
          <w:vertAlign w:val="superscript"/>
          <w:lang w:val="en-GB"/>
        </w:rPr>
        <w:t>4</w:t>
      </w:r>
      <w:r w:rsidRPr="00237179">
        <w:rPr>
          <w:lang w:val="en-GB"/>
        </w:rPr>
        <w:t>Tayside Respiratory Research Group, University of Dundee, Dundee, UK</w:t>
      </w:r>
    </w:p>
    <w:p w14:paraId="69A18039" w14:textId="1B7BF348" w:rsidR="007C6C64" w:rsidRPr="00237179" w:rsidRDefault="007C6C64" w:rsidP="002D54BF">
      <w:pPr>
        <w:spacing w:line="480" w:lineRule="auto"/>
        <w:jc w:val="both"/>
        <w:rPr>
          <w:lang w:val="en-GB"/>
        </w:rPr>
      </w:pPr>
      <w:r w:rsidRPr="00237179">
        <w:rPr>
          <w:vertAlign w:val="superscript"/>
          <w:lang w:val="en-GB"/>
        </w:rPr>
        <w:t>5</w:t>
      </w:r>
      <w:r w:rsidRPr="00237179">
        <w:rPr>
          <w:lang w:val="en-GB"/>
        </w:rPr>
        <w:t>Lungs for Living Research Centre, University College London, London, UK</w:t>
      </w:r>
    </w:p>
    <w:p w14:paraId="24B10513" w14:textId="77777777" w:rsidR="009F2668" w:rsidRPr="00237179" w:rsidRDefault="009F2668" w:rsidP="002D54BF">
      <w:pPr>
        <w:spacing w:line="480" w:lineRule="auto"/>
        <w:jc w:val="both"/>
        <w:rPr>
          <w:lang w:val="en-GB"/>
        </w:rPr>
      </w:pPr>
    </w:p>
    <w:p w14:paraId="403C3A22" w14:textId="28B4F95E" w:rsidR="00F003A6" w:rsidRPr="00237179" w:rsidRDefault="002D54BF" w:rsidP="002D54BF">
      <w:pPr>
        <w:spacing w:line="480" w:lineRule="auto"/>
        <w:jc w:val="both"/>
        <w:rPr>
          <w:b/>
          <w:lang w:val="en-GB"/>
        </w:rPr>
      </w:pPr>
      <w:r>
        <w:rPr>
          <w:b/>
          <w:lang w:val="en-GB"/>
        </w:rPr>
        <w:t>Word Count= 3,326</w:t>
      </w:r>
      <w:r w:rsidR="00F003A6" w:rsidRPr="00237179">
        <w:rPr>
          <w:b/>
          <w:lang w:val="en-GB"/>
        </w:rPr>
        <w:br w:type="page"/>
      </w:r>
    </w:p>
    <w:p w14:paraId="71967418" w14:textId="18103133" w:rsidR="00BC4BCF" w:rsidRPr="00237179" w:rsidRDefault="00BC4BCF" w:rsidP="002D54BF">
      <w:pPr>
        <w:spacing w:line="480" w:lineRule="auto"/>
        <w:jc w:val="both"/>
        <w:rPr>
          <w:b/>
          <w:lang w:val="en-GB"/>
        </w:rPr>
      </w:pPr>
      <w:r w:rsidRPr="00237179">
        <w:rPr>
          <w:b/>
          <w:lang w:val="en-GB"/>
        </w:rPr>
        <w:lastRenderedPageBreak/>
        <w:t>Abstract</w:t>
      </w:r>
    </w:p>
    <w:p w14:paraId="33F0BF2C" w14:textId="58F23F8C" w:rsidR="00BC4BCF" w:rsidRPr="00237179" w:rsidRDefault="00DA3F48" w:rsidP="002D54BF">
      <w:pPr>
        <w:spacing w:line="480" w:lineRule="auto"/>
        <w:jc w:val="both"/>
        <w:rPr>
          <w:lang w:val="en-GB"/>
        </w:rPr>
      </w:pPr>
      <w:r w:rsidRPr="00237179">
        <w:rPr>
          <w:lang w:val="en-GB"/>
        </w:rPr>
        <w:t>The British Thoracic Society Winter Meeting 2014 is reviewed in this article. The annual scientific meeting had its largest number of delegates ever and over three days</w:t>
      </w:r>
      <w:r w:rsidR="0049042E" w:rsidRPr="00237179">
        <w:rPr>
          <w:lang w:val="en-GB"/>
        </w:rPr>
        <w:t xml:space="preserve"> in December</w:t>
      </w:r>
      <w:r w:rsidRPr="00237179">
        <w:rPr>
          <w:lang w:val="en-GB"/>
        </w:rPr>
        <w:t xml:space="preserve"> presented some of the </w:t>
      </w:r>
      <w:proofErr w:type="gramStart"/>
      <w:r w:rsidRPr="00237179">
        <w:rPr>
          <w:lang w:val="en-GB"/>
        </w:rPr>
        <w:t>world’s</w:t>
      </w:r>
      <w:proofErr w:type="gramEnd"/>
      <w:r w:rsidRPr="00237179">
        <w:rPr>
          <w:lang w:val="en-GB"/>
        </w:rPr>
        <w:t xml:space="preserve"> most up to date Respiratory research, as well as delivering reviews of current thinking in Respiratory Science and Clinica</w:t>
      </w:r>
      <w:bookmarkStart w:id="0" w:name="_GoBack"/>
      <w:bookmarkEnd w:id="0"/>
      <w:r w:rsidRPr="00237179">
        <w:rPr>
          <w:lang w:val="en-GB"/>
        </w:rPr>
        <w:t xml:space="preserve">l Academia. </w:t>
      </w:r>
      <w:r w:rsidR="0049042E" w:rsidRPr="00237179">
        <w:rPr>
          <w:lang w:val="en-GB"/>
        </w:rPr>
        <w:t>This article reviews</w:t>
      </w:r>
      <w:r w:rsidRPr="00237179">
        <w:rPr>
          <w:lang w:val="en-GB"/>
        </w:rPr>
        <w:t xml:space="preserve"> a number of symposia</w:t>
      </w:r>
      <w:r w:rsidR="0049042E" w:rsidRPr="00237179">
        <w:rPr>
          <w:lang w:val="en-GB"/>
        </w:rPr>
        <w:t xml:space="preserve"> and selected abstract presentations from the meeting</w:t>
      </w:r>
      <w:r w:rsidRPr="00237179">
        <w:rPr>
          <w:lang w:val="en-GB"/>
        </w:rPr>
        <w:t>.</w:t>
      </w:r>
    </w:p>
    <w:p w14:paraId="3887F22D" w14:textId="77777777" w:rsidR="009F2668" w:rsidRPr="00237179" w:rsidRDefault="009F2668" w:rsidP="002D54BF">
      <w:pPr>
        <w:spacing w:line="480" w:lineRule="auto"/>
        <w:jc w:val="both"/>
        <w:rPr>
          <w:lang w:val="en-GB"/>
        </w:rPr>
      </w:pPr>
    </w:p>
    <w:p w14:paraId="55AA66C3" w14:textId="7F64CE2F" w:rsidR="00BC4BCF" w:rsidRPr="00237179" w:rsidRDefault="00BC4BCF" w:rsidP="002D54BF">
      <w:pPr>
        <w:spacing w:line="480" w:lineRule="auto"/>
        <w:jc w:val="both"/>
        <w:rPr>
          <w:b/>
          <w:lang w:val="en-GB"/>
        </w:rPr>
      </w:pPr>
      <w:r w:rsidRPr="00237179">
        <w:rPr>
          <w:b/>
          <w:lang w:val="en-GB"/>
        </w:rPr>
        <w:t>Introduction</w:t>
      </w:r>
    </w:p>
    <w:p w14:paraId="05351C30" w14:textId="2E8701AC" w:rsidR="00495227" w:rsidRPr="00237179" w:rsidRDefault="00BC4BCF" w:rsidP="002D54BF">
      <w:pPr>
        <w:widowControl w:val="0"/>
        <w:autoSpaceDE w:val="0"/>
        <w:autoSpaceDN w:val="0"/>
        <w:adjustRightInd w:val="0"/>
        <w:spacing w:line="480" w:lineRule="auto"/>
        <w:jc w:val="both"/>
        <w:rPr>
          <w:rFonts w:cs="Times"/>
        </w:rPr>
      </w:pPr>
      <w:r w:rsidRPr="00237179">
        <w:rPr>
          <w:rFonts w:cs="Times"/>
        </w:rPr>
        <w:t xml:space="preserve">“When shall we three meet again? </w:t>
      </w:r>
      <w:proofErr w:type="gramStart"/>
      <w:r w:rsidRPr="00237179">
        <w:rPr>
          <w:rFonts w:cs="Times"/>
        </w:rPr>
        <w:t>In thunder, lightning, or in rain?”</w:t>
      </w:r>
      <w:proofErr w:type="gramEnd"/>
      <w:r w:rsidR="00633B24" w:rsidRPr="00237179">
        <w:rPr>
          <w:rFonts w:cs="Times"/>
        </w:rPr>
        <w:t xml:space="preserve"> </w:t>
      </w:r>
      <w:r w:rsidRPr="00237179">
        <w:rPr>
          <w:rFonts w:cs="Times"/>
        </w:rPr>
        <w:t>And so plans</w:t>
      </w:r>
      <w:r w:rsidR="00654F86" w:rsidRPr="00237179">
        <w:rPr>
          <w:rFonts w:cs="Times"/>
        </w:rPr>
        <w:t xml:space="preserve"> </w:t>
      </w:r>
      <w:r w:rsidRPr="00237179">
        <w:rPr>
          <w:rFonts w:cs="Times"/>
        </w:rPr>
        <w:t xml:space="preserve">to attend the British Thoracic Society Winter Meeting 2014 were made. A record number of delegates attended this </w:t>
      </w:r>
      <w:r w:rsidR="00633B24" w:rsidRPr="00237179">
        <w:rPr>
          <w:rFonts w:cs="Times"/>
        </w:rPr>
        <w:t>year’s</w:t>
      </w:r>
      <w:r w:rsidRPr="00237179">
        <w:rPr>
          <w:rFonts w:cs="Times"/>
        </w:rPr>
        <w:t xml:space="preserve"> meeting </w:t>
      </w:r>
      <w:r w:rsidR="00654F86" w:rsidRPr="00237179">
        <w:rPr>
          <w:rFonts w:cs="Times"/>
        </w:rPr>
        <w:t xml:space="preserve">with </w:t>
      </w:r>
      <w:r w:rsidR="00654F86" w:rsidRPr="00237179">
        <w:rPr>
          <w:rFonts w:cs="Calibri"/>
        </w:rPr>
        <w:t>24 major symposia</w:t>
      </w:r>
      <w:r w:rsidR="00DA77BE" w:rsidRPr="00237179">
        <w:rPr>
          <w:rFonts w:cs="Calibri"/>
        </w:rPr>
        <w:t xml:space="preserve"> (including 18 international speakers)</w:t>
      </w:r>
      <w:r w:rsidR="00654F86" w:rsidRPr="00237179">
        <w:rPr>
          <w:rFonts w:cs="Calibri"/>
        </w:rPr>
        <w:t>, 3 Guest Lectures, 26 Spoken Sessions, with a total of 144 spoken and 304 poster abstracts. Here</w:t>
      </w:r>
      <w:r w:rsidR="00156D0A" w:rsidRPr="00237179">
        <w:rPr>
          <w:rFonts w:cs="Calibri"/>
        </w:rPr>
        <w:t>,</w:t>
      </w:r>
      <w:r w:rsidR="00654F86" w:rsidRPr="00237179">
        <w:rPr>
          <w:rFonts w:cs="Calibri"/>
        </w:rPr>
        <w:t xml:space="preserve"> </w:t>
      </w:r>
      <w:proofErr w:type="gramStart"/>
      <w:r w:rsidR="00654F86" w:rsidRPr="00237179">
        <w:rPr>
          <w:rFonts w:cs="Calibri"/>
        </w:rPr>
        <w:t>a selection of the authors’ highlights are</w:t>
      </w:r>
      <w:proofErr w:type="gramEnd"/>
      <w:r w:rsidR="00654F86" w:rsidRPr="00237179">
        <w:rPr>
          <w:rFonts w:cs="Calibri"/>
        </w:rPr>
        <w:t xml:space="preserve"> presented.</w:t>
      </w:r>
    </w:p>
    <w:p w14:paraId="61870CA4" w14:textId="77777777" w:rsidR="00495227" w:rsidRPr="00237179" w:rsidRDefault="00495227" w:rsidP="002D54BF">
      <w:pPr>
        <w:widowControl w:val="0"/>
        <w:autoSpaceDE w:val="0"/>
        <w:autoSpaceDN w:val="0"/>
        <w:adjustRightInd w:val="0"/>
        <w:spacing w:line="480" w:lineRule="auto"/>
        <w:jc w:val="both"/>
        <w:rPr>
          <w:rFonts w:cs="Times"/>
        </w:rPr>
      </w:pPr>
    </w:p>
    <w:p w14:paraId="14FCDA0E" w14:textId="77777777" w:rsidR="00495227" w:rsidRPr="00237179" w:rsidRDefault="00654F86" w:rsidP="002D54BF">
      <w:pPr>
        <w:widowControl w:val="0"/>
        <w:autoSpaceDE w:val="0"/>
        <w:autoSpaceDN w:val="0"/>
        <w:adjustRightInd w:val="0"/>
        <w:spacing w:line="480" w:lineRule="auto"/>
        <w:jc w:val="both"/>
        <w:rPr>
          <w:rFonts w:cs="Times"/>
          <w:b/>
        </w:rPr>
      </w:pPr>
      <w:r w:rsidRPr="00237179">
        <w:rPr>
          <w:rFonts w:cs="Times"/>
          <w:b/>
        </w:rPr>
        <w:t>Plenary Scientific Symposium</w:t>
      </w:r>
    </w:p>
    <w:p w14:paraId="11CDEAF8" w14:textId="316F1232" w:rsidR="00977B76" w:rsidRPr="00237179" w:rsidRDefault="002616A0" w:rsidP="002D54BF">
      <w:pPr>
        <w:spacing w:line="480" w:lineRule="auto"/>
        <w:jc w:val="both"/>
      </w:pPr>
      <w:r w:rsidRPr="00237179">
        <w:t xml:space="preserve">This year we heard from four of the UK’s leading clinical academics that showcased their foremost research in respiratory medicine. Professor Stephen Gordon (Liverpool) spoke about his research into mucosal </w:t>
      </w:r>
      <w:proofErr w:type="spellStart"/>
      <w:r w:rsidRPr="00237179">
        <w:t>defence</w:t>
      </w:r>
      <w:proofErr w:type="spellEnd"/>
      <w:r w:rsidRPr="00237179">
        <w:t xml:space="preserve"> against </w:t>
      </w:r>
      <w:r w:rsidRPr="00237179">
        <w:rPr>
          <w:i/>
        </w:rPr>
        <w:t xml:space="preserve">S. </w:t>
      </w:r>
      <w:proofErr w:type="spellStart"/>
      <w:r w:rsidRPr="00237179">
        <w:rPr>
          <w:i/>
        </w:rPr>
        <w:t>pneumoniae</w:t>
      </w:r>
      <w:proofErr w:type="spellEnd"/>
      <w:r w:rsidRPr="00237179">
        <w:t xml:space="preserve">, the most common cause of community-acquired pneumonia. </w:t>
      </w:r>
      <w:r w:rsidR="00393D2B" w:rsidRPr="00237179">
        <w:t xml:space="preserve">Mucosal immunity is an important host derived mechanism </w:t>
      </w:r>
      <w:r w:rsidR="00F73C7D" w:rsidRPr="00237179">
        <w:t xml:space="preserve">for the </w:t>
      </w:r>
      <w:r w:rsidR="00551B26" w:rsidRPr="00237179">
        <w:t>naturally</w:t>
      </w:r>
      <w:r w:rsidR="00F73C7D" w:rsidRPr="00237179">
        <w:t xml:space="preserve"> acquired protective immunity against lung infection with this pathogen</w:t>
      </w:r>
      <w:r w:rsidR="00A42455" w:rsidRPr="00237179">
        <w:fldChar w:fldCharType="begin"/>
      </w:r>
      <w:r w:rsidR="00633B24" w:rsidRPr="00237179">
        <w:instrText xml:space="preserve"> ADDIN EN.CITE &lt;EndNote&gt;&lt;Cite&gt;&lt;Author&gt;Wilson&lt;/Author&gt;&lt;Year&gt;2014&lt;/Year&gt;&lt;RecNum&gt;210&lt;/RecNum&gt;&lt;DisplayText&gt;(1)&lt;/DisplayText&gt;&lt;record&gt;&lt;rec-number&gt;210&lt;/rec-number&gt;&lt;foreign-keys&gt;&lt;key app="EN" db-id="p9fsxt2sjsdpaze505jpzrzo2t0959fsw25d" timestamp="1420559108"&gt;210&lt;/key&gt;&lt;/foreign-keys&gt;&lt;ref-type name="Journal Article"&gt;17&lt;/ref-type&gt;&lt;contributors&gt;&lt;authors&gt;&lt;author&gt;Wilson, R.&lt;/author&gt;&lt;author&gt;Cohen, J. M.&lt;/author&gt;&lt;author&gt;Jose, R. J.&lt;/author&gt;&lt;author&gt;de Vogel, C.&lt;/author&gt;&lt;author&gt;Baxendale, H.&lt;/author&gt;&lt;author&gt;Brown, J. S.&lt;/author&gt;&lt;/authors&gt;&lt;/contributors&gt;&lt;auth-address&gt;Centre for Inflammation and Tissue Repair, Division of Medicine, University College Medical School, Rayne Institute, London, UK.&amp;#xD;Infectious Diseases and Microbiology Unit, UCL Institute of Child Health, London, UK.&amp;#xD;Medical Microbiology and Infectious Diseases, Erasmus MC, Rotterdam, The Netherlands.&amp;#xD;Clinical Immunology Department, Papworth Hospital NHS Foundation Trust, Cambridge, UK.&lt;/auth-address&gt;&lt;titles&gt;&lt;title&gt;Protection against Streptococcus pneumoniae lung infection after nasopharyngeal colonization requires both humoral and cellular immune responses&lt;/title&gt;&lt;secondary-title&gt;Mucosal Immunol&lt;/secondary-title&gt;&lt;alt-title&gt;Mucosal immunology&lt;/alt-title&gt;&lt;/titles&gt;&lt;periodical&gt;&lt;full-title&gt;Mucosal Immunol&lt;/full-title&gt;&lt;abbr-1&gt;Mucosal immunology&lt;/abbr-1&gt;&lt;/periodical&gt;&lt;alt-periodical&gt;&lt;full-title&gt;Mucosal Immunol&lt;/full-title&gt;&lt;abbr-1&gt;Mucosal immunology&lt;/abbr-1&gt;&lt;/alt-periodical&gt;&lt;edition&gt;2014/10/30&lt;/edition&gt;&lt;dates&gt;&lt;year&gt;2014&lt;/year&gt;&lt;pub-dates&gt;&lt;date&gt;Oct 29&lt;/date&gt;&lt;/pub-dates&gt;&lt;/dates&gt;&lt;isbn&gt;1933-0219&lt;/isbn&gt;&lt;accession-num&gt;25354319&lt;/accession-num&gt;&lt;urls&gt;&lt;/urls&gt;&lt;electronic-resource-num&gt;10.1038/mi.2014.95&lt;/electronic-resource-num&gt;&lt;remote-database-provider&gt;Nlm&lt;/remote-database-provider&gt;&lt;language&gt;Eng&lt;/language&gt;&lt;/record&gt;&lt;/Cite&gt;&lt;/EndNote&gt;</w:instrText>
      </w:r>
      <w:r w:rsidR="00A42455" w:rsidRPr="00237179">
        <w:fldChar w:fldCharType="separate"/>
      </w:r>
      <w:r w:rsidR="00633B24" w:rsidRPr="00237179">
        <w:rPr>
          <w:noProof/>
        </w:rPr>
        <w:t>(1)</w:t>
      </w:r>
      <w:r w:rsidR="00A42455" w:rsidRPr="00237179">
        <w:fldChar w:fldCharType="end"/>
      </w:r>
      <w:r w:rsidR="00F73C7D" w:rsidRPr="00237179">
        <w:t xml:space="preserve">. </w:t>
      </w:r>
      <w:r w:rsidRPr="00237179">
        <w:t xml:space="preserve">Additionally, he discussed the experimental human pneumococcal carriage </w:t>
      </w:r>
      <w:r w:rsidRPr="00237179">
        <w:lastRenderedPageBreak/>
        <w:t xml:space="preserve">model </w:t>
      </w:r>
      <w:r w:rsidR="00F73C7D" w:rsidRPr="00237179">
        <w:t xml:space="preserve">used by his group </w:t>
      </w:r>
      <w:r w:rsidRPr="00237179">
        <w:t xml:space="preserve">to investigate clearance of </w:t>
      </w:r>
      <w:r w:rsidRPr="00237179">
        <w:rPr>
          <w:i/>
        </w:rPr>
        <w:t xml:space="preserve">S. </w:t>
      </w:r>
      <w:proofErr w:type="spellStart"/>
      <w:r w:rsidRPr="00237179">
        <w:rPr>
          <w:i/>
        </w:rPr>
        <w:t>pneumoniae</w:t>
      </w:r>
      <w:proofErr w:type="spellEnd"/>
      <w:r w:rsidRPr="00237179">
        <w:t xml:space="preserve"> and protection against </w:t>
      </w:r>
      <w:proofErr w:type="gramStart"/>
      <w:r w:rsidRPr="00237179">
        <w:t>infection</w:t>
      </w:r>
      <w:proofErr w:type="gramEnd"/>
      <w:r w:rsidR="00A42455" w:rsidRPr="00237179">
        <w:fldChar w:fldCharType="begin">
          <w:fldData xml:space="preserve">PEVuZE5vdGU+PENpdGU+PEF1dGhvcj5XcmlnaHQ8L0F1dGhvcj48WWVhcj4yMDEyPC9ZZWFyPjxS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=
</w:fldData>
        </w:fldChar>
      </w:r>
      <w:r w:rsidR="00633B24" w:rsidRPr="00237179">
        <w:instrText xml:space="preserve"> ADDIN EN.CITE </w:instrText>
      </w:r>
      <w:r w:rsidR="00633B24" w:rsidRPr="00237179">
        <w:fldChar w:fldCharType="begin">
          <w:fldData xml:space="preserve">PEVuZE5vdGU+PENpdGU+PEF1dGhvcj5XcmlnaHQ8L0F1dGhvcj48WWVhcj4yMDEyPC9ZZWFyPjxS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=
</w:fldData>
        </w:fldChar>
      </w:r>
      <w:r w:rsidR="00633B24" w:rsidRPr="00237179">
        <w:instrText xml:space="preserve"> ADDIN EN.CITE.DATA </w:instrText>
      </w:r>
      <w:r w:rsidR="00633B24" w:rsidRPr="00237179">
        <w:fldChar w:fldCharType="end"/>
      </w:r>
      <w:r w:rsidR="00A42455" w:rsidRPr="00237179">
        <w:fldChar w:fldCharType="separate"/>
      </w:r>
      <w:r w:rsidR="00633B24" w:rsidRPr="00237179">
        <w:rPr>
          <w:noProof/>
        </w:rPr>
        <w:t>(2)</w:t>
      </w:r>
      <w:r w:rsidR="00A42455" w:rsidRPr="00237179">
        <w:fldChar w:fldCharType="end"/>
      </w:r>
      <w:r w:rsidRPr="00237179">
        <w:t xml:space="preserve">. </w:t>
      </w:r>
    </w:p>
    <w:p w14:paraId="6CDF580F" w14:textId="0A699593" w:rsidR="002616A0" w:rsidRPr="00237179" w:rsidRDefault="00393D2B" w:rsidP="002D54BF">
      <w:pPr>
        <w:spacing w:line="480" w:lineRule="auto"/>
        <w:jc w:val="both"/>
      </w:pPr>
      <w:r w:rsidRPr="00237179">
        <w:t xml:space="preserve">Dr </w:t>
      </w:r>
      <w:r w:rsidR="00A42455" w:rsidRPr="00237179">
        <w:t>A</w:t>
      </w:r>
      <w:r w:rsidRPr="00237179">
        <w:t>l</w:t>
      </w:r>
      <w:r w:rsidR="002616A0" w:rsidRPr="00237179">
        <w:t>i</w:t>
      </w:r>
      <w:r w:rsidRPr="00237179">
        <w:t>s</w:t>
      </w:r>
      <w:r w:rsidR="002616A0" w:rsidRPr="00237179">
        <w:t xml:space="preserve">on </w:t>
      </w:r>
      <w:proofErr w:type="spellStart"/>
      <w:r w:rsidR="002616A0" w:rsidRPr="00237179">
        <w:t>Condliffe</w:t>
      </w:r>
      <w:proofErr w:type="spellEnd"/>
      <w:r w:rsidR="002616A0" w:rsidRPr="00237179">
        <w:t xml:space="preserve"> (Cambridge) described her research that led to discove</w:t>
      </w:r>
      <w:r w:rsidR="00977B76" w:rsidRPr="00237179">
        <w:t xml:space="preserve">ry of a novel genetic mutation </w:t>
      </w:r>
      <w:r w:rsidR="00EA3402" w:rsidRPr="00237179">
        <w:t>in which</w:t>
      </w:r>
      <w:r w:rsidR="00977B76" w:rsidRPr="00237179">
        <w:t xml:space="preserve"> </w:t>
      </w:r>
      <w:r w:rsidR="00EA3402" w:rsidRPr="00237179">
        <w:t xml:space="preserve">there is </w:t>
      </w:r>
      <w:r w:rsidR="00EA3402" w:rsidRPr="00237179">
        <w:rPr>
          <w:rFonts w:cs="Arial"/>
        </w:rPr>
        <w:t>glutamic acid to lysine substitution</w:t>
      </w:r>
      <w:r w:rsidR="002616A0" w:rsidRPr="00237179">
        <w:rPr>
          <w:rFonts w:cs="Arial"/>
        </w:rPr>
        <w:t xml:space="preserve"> </w:t>
      </w:r>
      <w:r w:rsidR="00EA3402" w:rsidRPr="00237179">
        <w:rPr>
          <w:rFonts w:cs="Arial"/>
        </w:rPr>
        <w:t>at residue 1021 (E1021K)</w:t>
      </w:r>
      <w:r w:rsidR="00EA3402" w:rsidRPr="00237179">
        <w:t xml:space="preserve">, causing a </w:t>
      </w:r>
      <w:r w:rsidR="002616A0" w:rsidRPr="00237179">
        <w:t xml:space="preserve">primary </w:t>
      </w:r>
      <w:r w:rsidR="00977B76" w:rsidRPr="00237179">
        <w:t>immunodeficiency</w:t>
      </w:r>
      <w:r w:rsidR="002616A0" w:rsidRPr="00237179">
        <w:t xml:space="preserve"> known as </w:t>
      </w:r>
      <w:r w:rsidR="002616A0" w:rsidRPr="00237179">
        <w:rPr>
          <w:rFonts w:cs="Arial"/>
        </w:rPr>
        <w:t>activated PI3K-δ syndrome</w:t>
      </w:r>
      <w:r w:rsidR="00EA3402" w:rsidRPr="00237179">
        <w:rPr>
          <w:rFonts w:cs="Arial"/>
        </w:rPr>
        <w:fldChar w:fldCharType="begin">
          <w:fldData xml:space="preserve">PEVuZE5vdGU+PENpdGU+PEF1dGhvcj5Bbmd1bG88L0F1dGhvcj48WWVhcj4yMDEzPC9ZZWFyPjxS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</w:fldData>
        </w:fldChar>
      </w:r>
      <w:r w:rsidR="00633B24" w:rsidRPr="00237179">
        <w:rPr>
          <w:rFonts w:cs="Arial"/>
        </w:rPr>
        <w:instrText xml:space="preserve"> ADDIN EN.CITE </w:instrText>
      </w:r>
      <w:r w:rsidR="00633B24" w:rsidRPr="00237179">
        <w:rPr>
          <w:rFonts w:cs="Arial"/>
        </w:rPr>
        <w:fldChar w:fldCharType="begin">
          <w:fldData xml:space="preserve">PEVuZE5vdGU+PENpdGU+PEF1dGhvcj5Bbmd1bG88L0F1dGhvcj48WWVhcj4yMDEzPC9ZZWFyPjxS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</w:fldData>
        </w:fldChar>
      </w:r>
      <w:r w:rsidR="00633B24" w:rsidRPr="00237179">
        <w:rPr>
          <w:rFonts w:cs="Arial"/>
        </w:rPr>
        <w:instrText xml:space="preserve"> ADDIN EN.CITE.DATA </w:instrText>
      </w:r>
      <w:r w:rsidR="00633B24" w:rsidRPr="00237179">
        <w:rPr>
          <w:rFonts w:cs="Arial"/>
        </w:rPr>
      </w:r>
      <w:r w:rsidR="00633B24" w:rsidRPr="00237179">
        <w:rPr>
          <w:rFonts w:cs="Arial"/>
        </w:rPr>
        <w:fldChar w:fldCharType="end"/>
      </w:r>
      <w:r w:rsidR="00EA3402" w:rsidRPr="00237179">
        <w:rPr>
          <w:rFonts w:cs="Arial"/>
        </w:rPr>
        <w:fldChar w:fldCharType="separate"/>
      </w:r>
      <w:r w:rsidR="00633B24" w:rsidRPr="00237179">
        <w:rPr>
          <w:rFonts w:cs="Arial"/>
          <w:noProof/>
        </w:rPr>
        <w:t>(3)</w:t>
      </w:r>
      <w:r w:rsidR="00EA3402" w:rsidRPr="00237179">
        <w:rPr>
          <w:rFonts w:cs="Arial"/>
        </w:rPr>
        <w:fldChar w:fldCharType="end"/>
      </w:r>
      <w:r w:rsidR="002616A0" w:rsidRPr="00237179">
        <w:rPr>
          <w:rFonts w:cs="Arial"/>
        </w:rPr>
        <w:t xml:space="preserve">. </w:t>
      </w:r>
      <w:r w:rsidR="00EA3402" w:rsidRPr="00237179">
        <w:rPr>
          <w:rFonts w:cs="Arial"/>
        </w:rPr>
        <w:t>This specific immunodeficiency has been reported in a number of families and causes recurrent respiratory infections.</w:t>
      </w:r>
    </w:p>
    <w:p w14:paraId="4F423567" w14:textId="4C68B129" w:rsidR="002616A0" w:rsidRPr="00237179" w:rsidRDefault="002616A0" w:rsidP="002D54BF">
      <w:pPr>
        <w:spacing w:line="480" w:lineRule="auto"/>
        <w:jc w:val="both"/>
      </w:pPr>
      <w:r w:rsidRPr="00237179">
        <w:t xml:space="preserve">Professor Luca </w:t>
      </w:r>
      <w:proofErr w:type="spellStart"/>
      <w:r w:rsidRPr="00237179">
        <w:t>Richeldi</w:t>
      </w:r>
      <w:proofErr w:type="spellEnd"/>
      <w:r w:rsidRPr="00237179">
        <w:t xml:space="preserve"> (Southampton) discussed his research trying to identify patients with interstitial lung disease earlier with the aim of in the future improving patient outcomes by commencing anti-fibrotic treatment before patients have had decline in lung function</w:t>
      </w:r>
      <w:r w:rsidR="00A42455" w:rsidRPr="00237179">
        <w:fldChar w:fldCharType="begin">
          <w:fldData xml:space="preserve">PEVuZE5vdGU+PENpdGU+PEF1dGhvcj5Db3R0aW48L0F1dGhvcj48WWVhcj4yMDE0PC9ZZWFyPjxS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==
</w:fldData>
        </w:fldChar>
      </w:r>
      <w:r w:rsidR="00633B24" w:rsidRPr="00237179">
        <w:instrText xml:space="preserve"> ADDIN EN.CITE </w:instrText>
      </w:r>
      <w:r w:rsidR="00633B24" w:rsidRPr="00237179">
        <w:fldChar w:fldCharType="begin">
          <w:fldData xml:space="preserve">PEVuZE5vdGU+PENpdGU+PEF1dGhvcj5Db3R0aW48L0F1dGhvcj48WWVhcj4yMDE0PC9ZZWFyPjxS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==
</w:fldData>
        </w:fldChar>
      </w:r>
      <w:r w:rsidR="00633B24" w:rsidRPr="00237179">
        <w:instrText xml:space="preserve"> ADDIN EN.CITE.DATA </w:instrText>
      </w:r>
      <w:r w:rsidR="00633B24" w:rsidRPr="00237179">
        <w:fldChar w:fldCharType="end"/>
      </w:r>
      <w:r w:rsidR="00A42455" w:rsidRPr="00237179">
        <w:fldChar w:fldCharType="separate"/>
      </w:r>
      <w:r w:rsidR="00633B24" w:rsidRPr="00237179">
        <w:rPr>
          <w:noProof/>
        </w:rPr>
        <w:t>(4)</w:t>
      </w:r>
      <w:r w:rsidR="00A42455" w:rsidRPr="00237179">
        <w:fldChar w:fldCharType="end"/>
      </w:r>
      <w:r w:rsidRPr="00237179">
        <w:t xml:space="preserve">. His research has identified good agreement between electronic interpretation of acoustic patterns of fibrotic lung sounds and the assessment by expert physicians. Furthermore, he is investigating the correlation of these sounds obtained from recordings with electronic stethoscopes to HRCT images. </w:t>
      </w:r>
    </w:p>
    <w:p w14:paraId="22982CED" w14:textId="77777777" w:rsidR="00EA3402" w:rsidRPr="00237179" w:rsidRDefault="00EA3402" w:rsidP="002D54BF">
      <w:pPr>
        <w:widowControl w:val="0"/>
        <w:autoSpaceDE w:val="0"/>
        <w:autoSpaceDN w:val="0"/>
        <w:adjustRightInd w:val="0"/>
        <w:spacing w:line="480" w:lineRule="auto"/>
        <w:jc w:val="both"/>
        <w:rPr>
          <w:rFonts w:cs="Times"/>
        </w:rPr>
      </w:pPr>
    </w:p>
    <w:p w14:paraId="2219901F" w14:textId="77777777" w:rsidR="00624755" w:rsidRPr="00237179" w:rsidRDefault="00624755" w:rsidP="002D54BF">
      <w:pPr>
        <w:widowControl w:val="0"/>
        <w:autoSpaceDE w:val="0"/>
        <w:autoSpaceDN w:val="0"/>
        <w:adjustRightInd w:val="0"/>
        <w:spacing w:line="480" w:lineRule="auto"/>
        <w:jc w:val="both"/>
        <w:rPr>
          <w:rFonts w:cs="Times"/>
          <w:b/>
        </w:rPr>
      </w:pPr>
      <w:r w:rsidRPr="00237179">
        <w:rPr>
          <w:rFonts w:cs="Times"/>
          <w:b/>
        </w:rPr>
        <w:t>Guest Lectures</w:t>
      </w:r>
    </w:p>
    <w:p w14:paraId="1D4C19C5" w14:textId="494E3E53" w:rsidR="00960312" w:rsidRPr="00237179" w:rsidRDefault="00624755" w:rsidP="002D54BF">
      <w:pPr>
        <w:widowControl w:val="0"/>
        <w:autoSpaceDE w:val="0"/>
        <w:autoSpaceDN w:val="0"/>
        <w:adjustRightInd w:val="0"/>
        <w:spacing w:line="480" w:lineRule="auto"/>
        <w:jc w:val="both"/>
        <w:rPr>
          <w:rFonts w:cs="Times"/>
        </w:rPr>
      </w:pPr>
      <w:r w:rsidRPr="00237179">
        <w:rPr>
          <w:rFonts w:cs="Times"/>
        </w:rPr>
        <w:t xml:space="preserve">The guest lectures were a particular highlight this year, encompassing multiple aspects of Respiratory Medicine. </w:t>
      </w:r>
    </w:p>
    <w:p w14:paraId="13FBAE94" w14:textId="465AF5FA" w:rsidR="00960312" w:rsidRPr="00237179" w:rsidRDefault="00624755" w:rsidP="002D54BF">
      <w:pPr>
        <w:widowControl w:val="0"/>
        <w:autoSpaceDE w:val="0"/>
        <w:autoSpaceDN w:val="0"/>
        <w:adjustRightInd w:val="0"/>
        <w:spacing w:line="480" w:lineRule="auto"/>
        <w:jc w:val="both"/>
        <w:rPr>
          <w:rFonts w:cs="Times"/>
        </w:rPr>
      </w:pPr>
      <w:r w:rsidRPr="00237179">
        <w:rPr>
          <w:rFonts w:cs="Times"/>
        </w:rPr>
        <w:t>Prof</w:t>
      </w:r>
      <w:r w:rsidR="008C5FD0" w:rsidRPr="00237179">
        <w:rPr>
          <w:rFonts w:cs="Times"/>
        </w:rPr>
        <w:t>essor</w:t>
      </w:r>
      <w:r w:rsidRPr="00237179">
        <w:rPr>
          <w:rFonts w:cs="Times"/>
        </w:rPr>
        <w:t xml:space="preserve"> Sally Wenzel delivered the BTS Lecture from the Asthma Institute, University of Pittsburgh</w:t>
      </w:r>
      <w:r w:rsidR="005D4D90" w:rsidRPr="00237179">
        <w:rPr>
          <w:rFonts w:cs="Times"/>
        </w:rPr>
        <w:t>,</w:t>
      </w:r>
      <w:r w:rsidRPr="00237179">
        <w:rPr>
          <w:rFonts w:cs="Times"/>
        </w:rPr>
        <w:t xml:space="preserve"> on asthma phenotypes and the evolution from clinical to molecular approaches</w:t>
      </w:r>
      <w:r w:rsidR="003144F0" w:rsidRPr="00237179">
        <w:rPr>
          <w:rFonts w:cs="Times"/>
        </w:rPr>
        <w:fldChar w:fldCharType="begin"/>
      </w:r>
      <w:r w:rsidR="00633B24" w:rsidRPr="00237179">
        <w:rPr>
          <w:rFonts w:cs="Times"/>
        </w:rPr>
        <w:instrText xml:space="preserve"> ADDIN EN.CITE &lt;EndNote&gt;&lt;Cite&gt;&lt;Author&gt;Wenzel&lt;/Author&gt;&lt;Year&gt;2012&lt;/Year&gt;&lt;RecNum&gt;1457&lt;/RecNum&gt;&lt;DisplayText&gt;(5)&lt;/DisplayText&gt;&lt;record&gt;&lt;rec-number&gt;1457&lt;/rec-number&gt;&lt;foreign-keys&gt;&lt;key app="EN" db-id="s559eavznewrwuevaf5x9ppwvfzvr9s5pv9f" timestamp="1419897830"&gt;1457&lt;/key&gt;&lt;/foreign-keys&gt;&lt;ref-type name="Journal Article"&gt;17&lt;/ref-type&gt;&lt;contributors&gt;&lt;authors&gt;&lt;author&gt;Wenzel, S. E.&lt;/author&gt;&lt;/authors&gt;&lt;/contributors&gt;&lt;auth-address&gt;University of Pittsburgh Asthma Institute at UPMC and the University of Pittsburgh School of Medicine, Pittsburgh, Pennsylvania, USA. wenzelse@upmc.edu&lt;/auth-address&gt;&lt;titles&gt;&lt;title&gt;Asthma phenotypes: the evolution from clinical to molecular approaches&lt;/title&gt;&lt;secondary-title&gt;Nat Med&lt;/secondary-title&gt;&lt;alt-title&gt;Nature medicine&lt;/alt-title&gt;&lt;/titles&gt;&lt;periodical&gt;&lt;full-title&gt;Nat Med&lt;/full-title&gt;&lt;abbr-1&gt;Nature medicine&lt;/abbr-1&gt;&lt;/periodical&gt;&lt;alt-periodical&gt;&lt;full-title&gt;Nat Med&lt;/full-title&gt;&lt;abbr-1&gt;Nature medicine&lt;/abbr-1&gt;&lt;/alt-periodical&gt;&lt;pages&gt;716-25&lt;/pages&gt;&lt;volume&gt;18&lt;/volume&gt;&lt;number&gt;5&lt;/number&gt;&lt;edition&gt;2012/05/09&lt;/edition&gt;&lt;keywords&gt;&lt;keyword&gt;Animals&lt;/keyword&gt;&lt;keyword&gt;Asthma/etiology/genetics/immunology/*therapy&lt;/keyword&gt;&lt;keyword&gt;Asthma, Exercise-Induced/therapy&lt;/keyword&gt;&lt;keyword&gt;Biological Markers&lt;/keyword&gt;&lt;keyword&gt;Humans&lt;/keyword&gt;&lt;keyword&gt;Obesity/complications&lt;/keyword&gt;&lt;keyword&gt;Phenotype&lt;/keyword&gt;&lt;keyword&gt;Th2 Cells/immunology&lt;/keyword&gt;&lt;/keywords&gt;&lt;dates&gt;&lt;year&gt;2012&lt;/year&gt;&lt;pub-dates&gt;&lt;date&gt;May&lt;/date&gt;&lt;/pub-dates&gt;&lt;/dates&gt;&lt;isbn&gt;1546-170X (Electronic)&amp;#xD;1078-8956 (Linking)&lt;/isbn&gt;&lt;accession-num&gt;22561835&lt;/accession-num&gt;&lt;work-type&gt;Review&lt;/work-type&gt;&lt;urls&gt;&lt;related-urls&gt;&lt;url&gt;http://www.ncbi.nlm.nih.gov/pubmed/22561835&lt;/url&gt;&lt;/related-urls&gt;&lt;/urls&gt;&lt;electronic-resource-num&gt;10.1038/nm.2678&lt;/electronic-resource-num&gt;&lt;/record&gt;&lt;/Cite&gt;&lt;/EndNote&gt;</w:instrText>
      </w:r>
      <w:r w:rsidR="003144F0" w:rsidRPr="00237179">
        <w:rPr>
          <w:rFonts w:cs="Times"/>
        </w:rPr>
        <w:fldChar w:fldCharType="separate"/>
      </w:r>
      <w:r w:rsidR="00633B24" w:rsidRPr="00237179">
        <w:rPr>
          <w:rFonts w:cs="Times"/>
          <w:noProof/>
        </w:rPr>
        <w:t>(5)</w:t>
      </w:r>
      <w:r w:rsidR="003144F0" w:rsidRPr="00237179">
        <w:rPr>
          <w:rFonts w:cs="Times"/>
        </w:rPr>
        <w:fldChar w:fldCharType="end"/>
      </w:r>
      <w:r w:rsidRPr="00237179">
        <w:rPr>
          <w:rFonts w:cs="Times"/>
        </w:rPr>
        <w:t xml:space="preserve">. </w:t>
      </w:r>
      <w:r w:rsidR="005D4D90" w:rsidRPr="00237179">
        <w:rPr>
          <w:rFonts w:cs="Times"/>
        </w:rPr>
        <w:t>She reviewed the clini</w:t>
      </w:r>
      <w:r w:rsidR="00960312" w:rsidRPr="00237179">
        <w:rPr>
          <w:rFonts w:cs="Times"/>
        </w:rPr>
        <w:t xml:space="preserve">cal and physiological features </w:t>
      </w:r>
      <w:r w:rsidR="005D4D90" w:rsidRPr="00237179">
        <w:rPr>
          <w:rFonts w:cs="Times"/>
        </w:rPr>
        <w:t xml:space="preserve">that historically been used to type asthma and then introduced more objective ways of </w:t>
      </w:r>
      <w:proofErr w:type="spellStart"/>
      <w:r w:rsidR="005D4D90" w:rsidRPr="00237179">
        <w:rPr>
          <w:rFonts w:cs="Times"/>
        </w:rPr>
        <w:t>phen</w:t>
      </w:r>
      <w:r w:rsidR="00960312" w:rsidRPr="00237179">
        <w:rPr>
          <w:rFonts w:cs="Times"/>
        </w:rPr>
        <w:t>o</w:t>
      </w:r>
      <w:r w:rsidR="005D4D90" w:rsidRPr="00237179">
        <w:rPr>
          <w:rFonts w:cs="Times"/>
        </w:rPr>
        <w:t>typing</w:t>
      </w:r>
      <w:proofErr w:type="spellEnd"/>
      <w:r w:rsidR="005D4D90" w:rsidRPr="00237179">
        <w:rPr>
          <w:rFonts w:cs="Times"/>
        </w:rPr>
        <w:t xml:space="preserve"> patients using cluster </w:t>
      </w:r>
      <w:proofErr w:type="gramStart"/>
      <w:r w:rsidR="005D4D90" w:rsidRPr="00237179">
        <w:rPr>
          <w:rFonts w:cs="Times"/>
        </w:rPr>
        <w:t>a</w:t>
      </w:r>
      <w:r w:rsidR="00960312" w:rsidRPr="00237179">
        <w:rPr>
          <w:rFonts w:cs="Times"/>
        </w:rPr>
        <w:t>nalysis</w:t>
      </w:r>
      <w:proofErr w:type="gramEnd"/>
      <w:r w:rsidR="003144F0" w:rsidRPr="00237179">
        <w:rPr>
          <w:rFonts w:cs="Times"/>
        </w:rPr>
        <w:fldChar w:fldCharType="begin">
          <w:fldData xml:space="preserve">PEVuZE5vdGU+PENpdGU+PEF1dGhvcj5Nb29yZTwvQXV0aG9yPjxZZWFyPjIwMTA8L1llYXI+PFJl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=
</w:fldData>
        </w:fldChar>
      </w:r>
      <w:r w:rsidR="00633B24" w:rsidRPr="00237179">
        <w:rPr>
          <w:rFonts w:cs="Times"/>
        </w:rPr>
        <w:instrText xml:space="preserve"> ADDIN EN.CITE </w:instrText>
      </w:r>
      <w:r w:rsidR="00633B24" w:rsidRPr="00237179">
        <w:rPr>
          <w:rFonts w:cs="Times"/>
        </w:rPr>
        <w:fldChar w:fldCharType="begin">
          <w:fldData xml:space="preserve">PEVuZE5vdGU+PENpdGU+PEF1dGhvcj5Nb29yZTwvQXV0aG9yPjxZZWFyPjIwMTA8L1llYXI+PFJl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=
</w:fldData>
        </w:fldChar>
      </w:r>
      <w:r w:rsidR="00633B24" w:rsidRPr="00237179">
        <w:rPr>
          <w:rFonts w:cs="Times"/>
        </w:rPr>
        <w:instrText xml:space="preserve"> ADDIN EN.CITE.DATA </w:instrText>
      </w:r>
      <w:r w:rsidR="00633B24" w:rsidRPr="00237179">
        <w:rPr>
          <w:rFonts w:cs="Times"/>
        </w:rPr>
      </w:r>
      <w:r w:rsidR="00633B24" w:rsidRPr="00237179">
        <w:rPr>
          <w:rFonts w:cs="Times"/>
        </w:rPr>
        <w:fldChar w:fldCharType="end"/>
      </w:r>
      <w:r w:rsidR="003144F0" w:rsidRPr="00237179">
        <w:rPr>
          <w:rFonts w:cs="Times"/>
        </w:rPr>
        <w:fldChar w:fldCharType="separate"/>
      </w:r>
      <w:r w:rsidR="00633B24" w:rsidRPr="00237179">
        <w:rPr>
          <w:rFonts w:cs="Times"/>
          <w:noProof/>
        </w:rPr>
        <w:t>(6, 7)</w:t>
      </w:r>
      <w:r w:rsidR="003144F0" w:rsidRPr="00237179">
        <w:rPr>
          <w:rFonts w:cs="Times"/>
        </w:rPr>
        <w:fldChar w:fldCharType="end"/>
      </w:r>
      <w:r w:rsidR="00960312" w:rsidRPr="00237179">
        <w:rPr>
          <w:rFonts w:cs="Times"/>
        </w:rPr>
        <w:t xml:space="preserve">. These methods demonstrate </w:t>
      </w:r>
      <w:r w:rsidR="005D4D90" w:rsidRPr="00237179">
        <w:rPr>
          <w:rFonts w:cs="Times"/>
        </w:rPr>
        <w:t xml:space="preserve">how the different pathobiology and biomarkers can </w:t>
      </w:r>
      <w:r w:rsidR="00960312" w:rsidRPr="00237179">
        <w:rPr>
          <w:rFonts w:cs="Times"/>
        </w:rPr>
        <w:t xml:space="preserve">relate to the </w:t>
      </w:r>
      <w:r w:rsidR="00960312" w:rsidRPr="00237179">
        <w:rPr>
          <w:rFonts w:cs="Times"/>
        </w:rPr>
        <w:lastRenderedPageBreak/>
        <w:t>clinical characteristics and establish separate sub-groups of asthmatics. Importantly, treatments that target specific pathways are now available for particular phenotypes. Finally, Prof</w:t>
      </w:r>
      <w:r w:rsidR="008C5FD0" w:rsidRPr="00237179">
        <w:rPr>
          <w:rFonts w:cs="Times"/>
        </w:rPr>
        <w:t>essor</w:t>
      </w:r>
      <w:r w:rsidR="00960312" w:rsidRPr="00237179">
        <w:rPr>
          <w:rFonts w:cs="Times"/>
        </w:rPr>
        <w:t xml:space="preserve"> Wenzel described the less-well understood non-T</w:t>
      </w:r>
      <w:r w:rsidR="00960312" w:rsidRPr="00237179">
        <w:rPr>
          <w:rFonts w:cs="Times"/>
          <w:vertAlign w:val="subscript"/>
        </w:rPr>
        <w:t>H</w:t>
      </w:r>
      <w:r w:rsidR="00960312" w:rsidRPr="00237179">
        <w:rPr>
          <w:rFonts w:cs="Times"/>
        </w:rPr>
        <w:t xml:space="preserve">2 asthma, in particular </w:t>
      </w:r>
      <w:proofErr w:type="spellStart"/>
      <w:r w:rsidR="00960312" w:rsidRPr="00237179">
        <w:rPr>
          <w:rFonts w:cs="Times"/>
        </w:rPr>
        <w:t>neutrophilic</w:t>
      </w:r>
      <w:proofErr w:type="spellEnd"/>
      <w:r w:rsidR="00960312" w:rsidRPr="00237179">
        <w:rPr>
          <w:rFonts w:cs="Times"/>
        </w:rPr>
        <w:t xml:space="preserve"> asthma, which is less responsive to corticosteroids.</w:t>
      </w:r>
    </w:p>
    <w:p w14:paraId="0AF1C041" w14:textId="6988359A" w:rsidR="005150B6" w:rsidRPr="00237179" w:rsidRDefault="00156D0A" w:rsidP="002D54BF">
      <w:pPr>
        <w:widowControl w:val="0"/>
        <w:autoSpaceDE w:val="0"/>
        <w:autoSpaceDN w:val="0"/>
        <w:adjustRightInd w:val="0"/>
        <w:spacing w:line="480" w:lineRule="auto"/>
        <w:jc w:val="both"/>
        <w:rPr>
          <w:rFonts w:cs="Times"/>
        </w:rPr>
      </w:pPr>
      <w:r w:rsidRPr="00237179">
        <w:rPr>
          <w:rFonts w:cs="Times"/>
        </w:rPr>
        <w:t xml:space="preserve">The </w:t>
      </w:r>
      <w:proofErr w:type="spellStart"/>
      <w:r w:rsidRPr="00237179">
        <w:rPr>
          <w:rFonts w:cs="Times"/>
        </w:rPr>
        <w:t>Morriston</w:t>
      </w:r>
      <w:proofErr w:type="spellEnd"/>
      <w:r w:rsidRPr="00237179">
        <w:rPr>
          <w:rFonts w:cs="Times"/>
        </w:rPr>
        <w:t xml:space="preserve"> Davies Lecture was given by Prof</w:t>
      </w:r>
      <w:r w:rsidR="008C5FD0" w:rsidRPr="00237179">
        <w:rPr>
          <w:rFonts w:cs="Times"/>
        </w:rPr>
        <w:t>essor</w:t>
      </w:r>
      <w:r w:rsidRPr="00237179">
        <w:rPr>
          <w:rFonts w:cs="Times"/>
        </w:rPr>
        <w:t xml:space="preserve"> Sir David </w:t>
      </w:r>
      <w:proofErr w:type="spellStart"/>
      <w:r w:rsidRPr="00237179">
        <w:rPr>
          <w:rFonts w:cs="Times"/>
        </w:rPr>
        <w:t>Spiegelhalter</w:t>
      </w:r>
      <w:proofErr w:type="spellEnd"/>
      <w:r w:rsidR="008C5FD0" w:rsidRPr="00237179">
        <w:rPr>
          <w:rFonts w:cs="Times"/>
        </w:rPr>
        <w:t xml:space="preserve"> (Cambridge)</w:t>
      </w:r>
      <w:r w:rsidRPr="00237179">
        <w:rPr>
          <w:rFonts w:cs="Times"/>
        </w:rPr>
        <w:t xml:space="preserve"> on communicating risk and uncertainty to the public and policy makers. This highly entertaining lecture was directly relevant to all those involved in talking to patients, as managing uncertainty is one of the most difficult skills. </w:t>
      </w:r>
      <w:r w:rsidR="00843922" w:rsidRPr="00237179">
        <w:rPr>
          <w:rFonts w:cs="Times"/>
        </w:rPr>
        <w:t>Using real life examples</w:t>
      </w:r>
      <w:r w:rsidR="00875806" w:rsidRPr="00237179">
        <w:rPr>
          <w:rFonts w:cs="Times"/>
        </w:rPr>
        <w:t xml:space="preserve">- such as </w:t>
      </w:r>
      <w:r w:rsidR="0031224A" w:rsidRPr="00237179">
        <w:rPr>
          <w:rFonts w:cs="Times"/>
        </w:rPr>
        <w:t xml:space="preserve">the nationally reported risks of </w:t>
      </w:r>
      <w:r w:rsidR="00875806" w:rsidRPr="00237179">
        <w:rPr>
          <w:rFonts w:cs="Times"/>
        </w:rPr>
        <w:t>eating a rasher of bacon a day-</w:t>
      </w:r>
      <w:r w:rsidR="00843922" w:rsidRPr="00237179">
        <w:rPr>
          <w:rFonts w:cs="Times"/>
        </w:rPr>
        <w:t xml:space="preserve"> he presented different ways of communicating risk and it is likely that expected frequencies and tree diagrams will become part of standard reporting of trials, rather than absolute or relative risk. Indeed they are already appearing on patient information leaflets around disease screening.</w:t>
      </w:r>
    </w:p>
    <w:p w14:paraId="1922B5D1" w14:textId="472342C3" w:rsidR="005150B6" w:rsidRPr="00237179" w:rsidRDefault="005150B6" w:rsidP="002D54BF">
      <w:pPr>
        <w:spacing w:line="480" w:lineRule="auto"/>
        <w:jc w:val="both"/>
      </w:pPr>
      <w:r w:rsidRPr="00237179">
        <w:t>This year’s Snell memorial lecture was given by Professor Douglas Young</w:t>
      </w:r>
      <w:r w:rsidR="008C5FD0" w:rsidRPr="00237179">
        <w:t xml:space="preserve"> (London)</w:t>
      </w:r>
      <w:r w:rsidRPr="00237179">
        <w:t xml:space="preserve">, taking us back in time through phylogenetic trees to determine the origins of </w:t>
      </w:r>
      <w:r w:rsidR="00DA77BE" w:rsidRPr="00237179">
        <w:rPr>
          <w:i/>
        </w:rPr>
        <w:t>M</w:t>
      </w:r>
      <w:r w:rsidRPr="00237179">
        <w:rPr>
          <w:i/>
        </w:rPr>
        <w:t>ycobacterium tuberculosis</w:t>
      </w:r>
      <w:r w:rsidRPr="00237179">
        <w:t xml:space="preserve">. Although it is advocated that human tuberculosis was distributed throughout the world following the dispersal of humans from Africa, it is now suggested that sea mammals played a key role in transmitting the disease across oceans and to the different </w:t>
      </w:r>
      <w:proofErr w:type="gramStart"/>
      <w:r w:rsidRPr="00237179">
        <w:t>continents</w:t>
      </w:r>
      <w:proofErr w:type="gramEnd"/>
      <w:r w:rsidR="003144F0" w:rsidRPr="00237179">
        <w:fldChar w:fldCharType="begin">
          <w:fldData xml:space="preserve">PEVuZE5vdGU+PENpdGU+PEF1dGhvcj5Cb3M8L0F1dGhvcj48WWVhcj4yMDE0PC9ZZWFyPjxSZWNO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</w:fldData>
        </w:fldChar>
      </w:r>
      <w:r w:rsidR="00633B24" w:rsidRPr="00237179">
        <w:instrText xml:space="preserve"> ADDIN EN.CITE </w:instrText>
      </w:r>
      <w:r w:rsidR="00633B24" w:rsidRPr="00237179">
        <w:fldChar w:fldCharType="begin">
          <w:fldData xml:space="preserve">PEVuZE5vdGU+PENpdGU+PEF1dGhvcj5Cb3M8L0F1dGhvcj48WWVhcj4yMDE0PC9ZZWFyPjxSZWNO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</w:fldData>
        </w:fldChar>
      </w:r>
      <w:r w:rsidR="00633B24" w:rsidRPr="00237179">
        <w:instrText xml:space="preserve"> ADDIN EN.CITE.DATA </w:instrText>
      </w:r>
      <w:r w:rsidR="00633B24" w:rsidRPr="00237179">
        <w:fldChar w:fldCharType="end"/>
      </w:r>
      <w:r w:rsidR="003144F0" w:rsidRPr="00237179">
        <w:fldChar w:fldCharType="separate"/>
      </w:r>
      <w:r w:rsidR="00633B24" w:rsidRPr="00237179">
        <w:rPr>
          <w:noProof/>
        </w:rPr>
        <w:t>(8)</w:t>
      </w:r>
      <w:r w:rsidR="003144F0" w:rsidRPr="00237179">
        <w:fldChar w:fldCharType="end"/>
      </w:r>
      <w:r w:rsidRPr="00237179">
        <w:t xml:space="preserve">. </w:t>
      </w:r>
    </w:p>
    <w:p w14:paraId="687352CC" w14:textId="145FEAB3" w:rsidR="00DD386D" w:rsidRPr="00237179" w:rsidRDefault="00DD386D" w:rsidP="002D54BF">
      <w:pPr>
        <w:spacing w:line="480" w:lineRule="auto"/>
        <w:jc w:val="both"/>
        <w:rPr>
          <w:b/>
          <w:lang w:val="en-GB"/>
        </w:rPr>
      </w:pPr>
      <w:r w:rsidRPr="00237179">
        <w:rPr>
          <w:lang w:val="en-GB"/>
        </w:rPr>
        <w:t xml:space="preserve">The president’s address was given by the current American Thoracic Society (ATS) president, Professor Thomas </w:t>
      </w:r>
      <w:proofErr w:type="spellStart"/>
      <w:r w:rsidRPr="00237179">
        <w:rPr>
          <w:lang w:val="en-GB"/>
        </w:rPr>
        <w:t>Ferkol</w:t>
      </w:r>
      <w:proofErr w:type="spellEnd"/>
      <w:r w:rsidR="001B35B3" w:rsidRPr="00237179">
        <w:rPr>
          <w:lang w:val="en-GB"/>
        </w:rPr>
        <w:t xml:space="preserve"> (Washington, USA)</w:t>
      </w:r>
      <w:r w:rsidRPr="00237179">
        <w:rPr>
          <w:lang w:val="en-GB"/>
        </w:rPr>
        <w:t>, who detailed his journey as a clinical academic leading disco</w:t>
      </w:r>
      <w:r w:rsidR="00B556EA" w:rsidRPr="00237179">
        <w:rPr>
          <w:lang w:val="en-GB"/>
        </w:rPr>
        <w:t>very science in cystic fibrosis</w:t>
      </w:r>
      <w:r w:rsidRPr="00237179">
        <w:rPr>
          <w:lang w:val="en-GB"/>
        </w:rPr>
        <w:t xml:space="preserve">, as well as highlighting recent emerging therapies that will change the outlook for these patients.  Professor Ann Millar will continue as BTS president for another term </w:t>
      </w:r>
      <w:r w:rsidRPr="00237179">
        <w:rPr>
          <w:lang w:val="en-GB"/>
        </w:rPr>
        <w:lastRenderedPageBreak/>
        <w:t xml:space="preserve">as the elected president for this year, Professor </w:t>
      </w:r>
      <w:proofErr w:type="spellStart"/>
      <w:r w:rsidRPr="00237179">
        <w:rPr>
          <w:lang w:val="en-GB"/>
        </w:rPr>
        <w:t>Wisia</w:t>
      </w:r>
      <w:proofErr w:type="spellEnd"/>
      <w:r w:rsidRPr="00237179">
        <w:rPr>
          <w:lang w:val="en-GB"/>
        </w:rPr>
        <w:t xml:space="preserve"> </w:t>
      </w:r>
      <w:proofErr w:type="spellStart"/>
      <w:r w:rsidRPr="00237179">
        <w:rPr>
          <w:lang w:val="en-GB"/>
        </w:rPr>
        <w:t>Wedzicha</w:t>
      </w:r>
      <w:proofErr w:type="spellEnd"/>
      <w:r w:rsidRPr="00237179">
        <w:rPr>
          <w:lang w:val="en-GB"/>
        </w:rPr>
        <w:t xml:space="preserve"> </w:t>
      </w:r>
      <w:r w:rsidR="001B35B3" w:rsidRPr="00237179">
        <w:rPr>
          <w:lang w:val="en-GB"/>
        </w:rPr>
        <w:t xml:space="preserve">(London) </w:t>
      </w:r>
      <w:r w:rsidRPr="00237179">
        <w:rPr>
          <w:lang w:val="en-GB"/>
        </w:rPr>
        <w:t>has taken up the role as the first non-American and first female editor-in-chief of the American Journal of Respiratory and Critical Care Medicine. During this session we were informed that the BTS members will be able to attend the ATS 2015 meeting at ATS member rates.</w:t>
      </w:r>
      <w:r w:rsidRPr="00237179">
        <w:rPr>
          <w:b/>
          <w:lang w:val="en-GB"/>
        </w:rPr>
        <w:t xml:space="preserve"> </w:t>
      </w:r>
    </w:p>
    <w:p w14:paraId="78A30BF0" w14:textId="77777777" w:rsidR="005150B6" w:rsidRPr="00237179" w:rsidRDefault="005150B6" w:rsidP="002D54BF">
      <w:pPr>
        <w:spacing w:line="480" w:lineRule="auto"/>
        <w:jc w:val="both"/>
        <w:rPr>
          <w:b/>
        </w:rPr>
      </w:pPr>
    </w:p>
    <w:p w14:paraId="264D12A7" w14:textId="77777777" w:rsidR="005150B6" w:rsidRPr="00237179" w:rsidRDefault="005150B6" w:rsidP="002D54BF">
      <w:pPr>
        <w:spacing w:line="480" w:lineRule="auto"/>
        <w:jc w:val="both"/>
        <w:rPr>
          <w:b/>
        </w:rPr>
      </w:pPr>
      <w:r w:rsidRPr="00237179">
        <w:rPr>
          <w:b/>
        </w:rPr>
        <w:t>BTS/BALR</w:t>
      </w:r>
    </w:p>
    <w:p w14:paraId="75D14723" w14:textId="73CC98FE" w:rsidR="005150B6" w:rsidRPr="00237179" w:rsidRDefault="005150B6" w:rsidP="002D54BF">
      <w:pPr>
        <w:spacing w:line="480" w:lineRule="auto"/>
        <w:jc w:val="both"/>
      </w:pPr>
      <w:r w:rsidRPr="00237179">
        <w:t>The BTS and BALR have had a long tradition of setting up joint sessions and this year we heard talks from exceptional speakers in two sessions on the topic of “Modelling respiratory disease: current concepts for drug discovery”. Professor Clive Page (</w:t>
      </w:r>
      <w:r w:rsidR="003144F0" w:rsidRPr="00237179">
        <w:t>London</w:t>
      </w:r>
      <w:r w:rsidRPr="00237179">
        <w:t xml:space="preserve">) described the usefulness of </w:t>
      </w:r>
      <w:r w:rsidRPr="00237179">
        <w:rPr>
          <w:i/>
        </w:rPr>
        <w:t>in</w:t>
      </w:r>
      <w:r w:rsidR="003144F0" w:rsidRPr="00237179">
        <w:rPr>
          <w:i/>
        </w:rPr>
        <w:t xml:space="preserve"> </w:t>
      </w:r>
      <w:r w:rsidRPr="00237179">
        <w:rPr>
          <w:i/>
        </w:rPr>
        <w:t>vivo</w:t>
      </w:r>
      <w:r w:rsidRPr="00237179">
        <w:t xml:space="preserve"> models to identify new drugs for respiratory disease, whilst Dr Chris </w:t>
      </w:r>
      <w:proofErr w:type="spellStart"/>
      <w:r w:rsidRPr="00237179">
        <w:t>Scotton</w:t>
      </w:r>
      <w:proofErr w:type="spellEnd"/>
      <w:r w:rsidRPr="00237179">
        <w:t xml:space="preserve"> (Exeter) spoke about novel ways to use </w:t>
      </w:r>
      <w:r w:rsidRPr="00237179">
        <w:rPr>
          <w:i/>
        </w:rPr>
        <w:t>in</w:t>
      </w:r>
      <w:r w:rsidR="003144F0" w:rsidRPr="00237179">
        <w:rPr>
          <w:i/>
        </w:rPr>
        <w:t xml:space="preserve"> </w:t>
      </w:r>
      <w:r w:rsidRPr="00237179">
        <w:rPr>
          <w:i/>
        </w:rPr>
        <w:t xml:space="preserve">vivo </w:t>
      </w:r>
      <w:r w:rsidRPr="00237179">
        <w:t xml:space="preserve">imaging in murine models of lung </w:t>
      </w:r>
      <w:proofErr w:type="gramStart"/>
      <w:r w:rsidRPr="00237179">
        <w:t>disease</w:t>
      </w:r>
      <w:proofErr w:type="gramEnd"/>
      <w:r w:rsidR="00A42455" w:rsidRPr="00237179">
        <w:fldChar w:fldCharType="begin">
          <w:fldData xml:space="preserve">PEVuZE5vdGU+PENpdGU+PEF1dGhvcj5TY290dG9uPC9BdXRob3I+PFllYXI+MjAxMzwvWWVhcj48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</w:fldData>
        </w:fldChar>
      </w:r>
      <w:r w:rsidR="00633B24" w:rsidRPr="00237179">
        <w:instrText xml:space="preserve"> ADDIN EN.CITE </w:instrText>
      </w:r>
      <w:r w:rsidR="00633B24" w:rsidRPr="00237179">
        <w:fldChar w:fldCharType="begin">
          <w:fldData xml:space="preserve">PEVuZE5vdGU+PENpdGU+PEF1dGhvcj5TY290dG9uPC9BdXRob3I+PFllYXI+MjAxMzwvWWVhcj48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</w:fldData>
        </w:fldChar>
      </w:r>
      <w:r w:rsidR="00633B24" w:rsidRPr="00237179">
        <w:instrText xml:space="preserve"> ADDIN EN.CITE.DATA </w:instrText>
      </w:r>
      <w:r w:rsidR="00633B24" w:rsidRPr="00237179">
        <w:fldChar w:fldCharType="end"/>
      </w:r>
      <w:r w:rsidR="00A42455" w:rsidRPr="00237179">
        <w:fldChar w:fldCharType="separate"/>
      </w:r>
      <w:r w:rsidR="00633B24" w:rsidRPr="00237179">
        <w:rPr>
          <w:noProof/>
        </w:rPr>
        <w:t>(9)</w:t>
      </w:r>
      <w:r w:rsidR="00A42455" w:rsidRPr="00237179">
        <w:fldChar w:fldCharType="end"/>
      </w:r>
      <w:r w:rsidRPr="00237179">
        <w:t xml:space="preserve">, and Professor Stephen </w:t>
      </w:r>
      <w:proofErr w:type="spellStart"/>
      <w:r w:rsidRPr="00237179">
        <w:t>Renshaw</w:t>
      </w:r>
      <w:proofErr w:type="spellEnd"/>
      <w:r w:rsidRPr="00237179">
        <w:t xml:space="preserve"> </w:t>
      </w:r>
      <w:r w:rsidR="003144F0" w:rsidRPr="00237179">
        <w:t xml:space="preserve"> (Sheffield) </w:t>
      </w:r>
      <w:r w:rsidRPr="00237179">
        <w:t xml:space="preserve">described how the </w:t>
      </w:r>
      <w:proofErr w:type="spellStart"/>
      <w:r w:rsidRPr="00237179">
        <w:t>zebrafish</w:t>
      </w:r>
      <w:proofErr w:type="spellEnd"/>
      <w:r w:rsidRPr="00237179">
        <w:t>, which does not have lungs, is a useful model to study pulmonary inflammation</w:t>
      </w:r>
      <w:r w:rsidR="00A42455" w:rsidRPr="00237179">
        <w:fldChar w:fldCharType="begin">
          <w:fldData xml:space="preserve">PEVuZE5vdGU+PENpdGU+PEF1dGhvcj5Sb2JlcnRzb248L0F1dGhvcj48WWVhcj4yMDE0PC9ZZWFy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==
</w:fldData>
        </w:fldChar>
      </w:r>
      <w:r w:rsidR="00633B24" w:rsidRPr="00237179">
        <w:instrText xml:space="preserve"> ADDIN EN.CITE </w:instrText>
      </w:r>
      <w:r w:rsidR="00633B24" w:rsidRPr="00237179">
        <w:fldChar w:fldCharType="begin">
          <w:fldData xml:space="preserve">PEVuZE5vdGU+PENpdGU+PEF1dGhvcj5Sb2JlcnRzb248L0F1dGhvcj48WWVhcj4yMDE0PC9ZZWFy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==
</w:fldData>
        </w:fldChar>
      </w:r>
      <w:r w:rsidR="00633B24" w:rsidRPr="00237179">
        <w:instrText xml:space="preserve"> ADDIN EN.CITE.DATA </w:instrText>
      </w:r>
      <w:r w:rsidR="00633B24" w:rsidRPr="00237179">
        <w:fldChar w:fldCharType="end"/>
      </w:r>
      <w:r w:rsidR="00A42455" w:rsidRPr="00237179">
        <w:fldChar w:fldCharType="separate"/>
      </w:r>
      <w:r w:rsidR="00633B24" w:rsidRPr="00237179">
        <w:rPr>
          <w:noProof/>
        </w:rPr>
        <w:t>(10)</w:t>
      </w:r>
      <w:r w:rsidR="00A42455" w:rsidRPr="00237179">
        <w:fldChar w:fldCharType="end"/>
      </w:r>
      <w:r w:rsidRPr="00237179">
        <w:t xml:space="preserve">. In the second session, Professor Eric White (Michigan, USA) discussed novel 3D cell culture models to study fibrotic lung disease, Professor Donna Davies (Southampton) described how novel tissue engineered constructs with microfluidics platforms to deliver inflammatory cells will be used to develop novel therapeutic for asthma, and Dr Carmel </w:t>
      </w:r>
      <w:proofErr w:type="spellStart"/>
      <w:r w:rsidRPr="00237179">
        <w:t>Nanthakumar</w:t>
      </w:r>
      <w:proofErr w:type="spellEnd"/>
      <w:r w:rsidRPr="00237179">
        <w:t xml:space="preserve"> (London) discussed how novel </w:t>
      </w:r>
      <w:r w:rsidRPr="00237179">
        <w:rPr>
          <w:i/>
        </w:rPr>
        <w:t>in vitro</w:t>
      </w:r>
      <w:r w:rsidRPr="00237179">
        <w:t xml:space="preserve"> platforms are being used in industry to develop new anti-fibrotic drugs.</w:t>
      </w:r>
    </w:p>
    <w:p w14:paraId="422615CD" w14:textId="77777777" w:rsidR="008E46AE" w:rsidRPr="00237179" w:rsidRDefault="008E46AE" w:rsidP="002D54BF">
      <w:pPr>
        <w:widowControl w:val="0"/>
        <w:autoSpaceDE w:val="0"/>
        <w:autoSpaceDN w:val="0"/>
        <w:adjustRightInd w:val="0"/>
        <w:spacing w:line="480" w:lineRule="auto"/>
        <w:jc w:val="both"/>
        <w:rPr>
          <w:rFonts w:cs="Times"/>
        </w:rPr>
      </w:pPr>
    </w:p>
    <w:p w14:paraId="6C6B0653" w14:textId="5725FE1D" w:rsidR="00EB1EDD" w:rsidRPr="00237179" w:rsidRDefault="00EB1EDD" w:rsidP="002D54BF">
      <w:pPr>
        <w:widowControl w:val="0"/>
        <w:autoSpaceDE w:val="0"/>
        <w:autoSpaceDN w:val="0"/>
        <w:adjustRightInd w:val="0"/>
        <w:spacing w:line="480" w:lineRule="auto"/>
        <w:jc w:val="both"/>
        <w:rPr>
          <w:rFonts w:cs="Times"/>
          <w:b/>
        </w:rPr>
      </w:pPr>
      <w:r w:rsidRPr="00237179">
        <w:rPr>
          <w:rFonts w:cs="Times"/>
          <w:b/>
        </w:rPr>
        <w:t>BTS/BPRS</w:t>
      </w:r>
    </w:p>
    <w:p w14:paraId="56288B0B" w14:textId="1983376D" w:rsidR="00EB1EDD" w:rsidRPr="00237179" w:rsidRDefault="00EB1EDD" w:rsidP="002D54BF">
      <w:pPr>
        <w:spacing w:line="480" w:lineRule="auto"/>
        <w:jc w:val="both"/>
      </w:pPr>
      <w:r w:rsidRPr="00237179">
        <w:t xml:space="preserve">This year’s BTS/BPRS symposium covered the emerging body of evidence on the role of the </w:t>
      </w:r>
      <w:proofErr w:type="spellStart"/>
      <w:r w:rsidRPr="00237179">
        <w:t>microbiome</w:t>
      </w:r>
      <w:proofErr w:type="spellEnd"/>
      <w:r w:rsidRPr="00237179">
        <w:t xml:space="preserve"> in respiratory disease. Professor Hans </w:t>
      </w:r>
      <w:proofErr w:type="spellStart"/>
      <w:r w:rsidRPr="00237179">
        <w:t>Bisgaard</w:t>
      </w:r>
      <w:proofErr w:type="spellEnd"/>
      <w:r w:rsidRPr="00237179">
        <w:t xml:space="preserve">  </w:t>
      </w:r>
      <w:r w:rsidRPr="00237179">
        <w:lastRenderedPageBreak/>
        <w:t>(Copenhagen) gave a very impres</w:t>
      </w:r>
      <w:r w:rsidR="000F0993" w:rsidRPr="00237179">
        <w:t xml:space="preserve">sive talk on the role of the </w:t>
      </w:r>
      <w:proofErr w:type="spellStart"/>
      <w:r w:rsidR="000F0993" w:rsidRPr="00237179">
        <w:t>mi</w:t>
      </w:r>
      <w:r w:rsidRPr="00237179">
        <w:t>c</w:t>
      </w:r>
      <w:r w:rsidR="000F0993" w:rsidRPr="00237179">
        <w:t>r</w:t>
      </w:r>
      <w:r w:rsidRPr="00237179">
        <w:t>obiome</w:t>
      </w:r>
      <w:proofErr w:type="spellEnd"/>
      <w:r w:rsidRPr="00237179">
        <w:t xml:space="preserve"> in viral induced wheeze in children and interestingly found that most cases were actually associated with bacteria and not viruses</w:t>
      </w:r>
      <w:r w:rsidR="005478C9" w:rsidRPr="00237179">
        <w:fldChar w:fldCharType="begin"/>
      </w:r>
      <w:r w:rsidR="00633B24" w:rsidRPr="00237179">
        <w:instrText xml:space="preserve"> ADDIN EN.CITE &lt;EndNote&gt;&lt;Cite&gt;&lt;Author&gt;Bisgaard&lt;/Author&gt;&lt;Year&gt;2010&lt;/Year&gt;&lt;RecNum&gt;1504&lt;/RecNum&gt;&lt;DisplayText&gt;(11)&lt;/DisplayText&gt;&lt;record&gt;&lt;rec-number&gt;1504&lt;/rec-number&gt;&lt;foreign-keys&gt;&lt;key app="EN" db-id="s559eavznewrwuevaf5x9ppwvfzvr9s5pv9f" timestamp="1419982946"&gt;1504&lt;/key&gt;&lt;/foreign-keys&gt;&lt;ref-type name="Book"&gt;6&lt;/ref-type&gt;&lt;contributors&gt;&lt;authors&gt;&lt;author&gt;Bisgaard, Hans&lt;/author&gt;&lt;author&gt;Hermansen, Mette Northman&lt;/author&gt;&lt;author&gt;Bønnelykke, Klaus&lt;/author&gt;&lt;author&gt;Stokholm, Jakob&lt;/author&gt;&lt;author&gt;Baty, Florent&lt;/author&gt;&lt;author&gt;Skytt, Nanna Lassen&lt;/author&gt;&lt;author&gt;Aniscenko, Julia&lt;/author&gt;&lt;author&gt;Kebadze, Tatiana&lt;/author&gt;&lt;author&gt;Johnston, Sebastian L&lt;/author&gt;&lt;/authors&gt;&lt;/contributors&gt;&lt;titles&gt;&lt;title&gt;Association of bacteria and viruses with wheezy episodes in young children: prospective birth cohort study&lt;/title&gt;&lt;/titles&gt;&lt;volume&gt;341&lt;/volume&gt;&lt;dates&gt;&lt;year&gt;2010&lt;/year&gt;&lt;pub-dates&gt;&lt;date&gt;2010-10-04 11:14:25&lt;/date&gt;&lt;/pub-dates&gt;&lt;/dates&gt;&lt;work-type&gt;Journal Article&lt;/work-type&gt;&lt;urls&gt;&lt;related-urls&gt;&lt;url&gt;http://www.bmj.com/bmj/341/bmj.c4978.full.pdf&lt;/url&gt;&lt;/related-urls&gt;&lt;/urls&gt;&lt;electronic-resource-num&gt;10.1136/bmj.c4978&lt;/electronic-resource-num&gt;&lt;/record&gt;&lt;/Cite&gt;&lt;/EndNote&gt;</w:instrText>
      </w:r>
      <w:r w:rsidR="005478C9" w:rsidRPr="00237179">
        <w:fldChar w:fldCharType="separate"/>
      </w:r>
      <w:r w:rsidR="00633B24" w:rsidRPr="00237179">
        <w:rPr>
          <w:noProof/>
        </w:rPr>
        <w:t>(11)</w:t>
      </w:r>
      <w:r w:rsidR="005478C9" w:rsidRPr="00237179">
        <w:fldChar w:fldCharType="end"/>
      </w:r>
      <w:r w:rsidRPr="00237179">
        <w:t xml:space="preserve">, suggesting that childhood wheeze should be treated with antibiotics. A probable link was also demonstrated between births from normal vaginal delivery and caesarian-section, whereby infants born following caesarian-section may have a less variable </w:t>
      </w:r>
      <w:proofErr w:type="spellStart"/>
      <w:r w:rsidRPr="00237179">
        <w:t>microbiome</w:t>
      </w:r>
      <w:proofErr w:type="spellEnd"/>
      <w:r w:rsidRPr="00237179">
        <w:t xml:space="preserve">, which may affect health in later </w:t>
      </w:r>
      <w:proofErr w:type="gramStart"/>
      <w:r w:rsidRPr="00237179">
        <w:t>life</w:t>
      </w:r>
      <w:proofErr w:type="gramEnd"/>
      <w:r w:rsidR="005478C9" w:rsidRPr="00237179">
        <w:fldChar w:fldCharType="begin">
          <w:fldData xml:space="preserve">PEVuZE5vdGU+PENpdGU+PEF1dGhvcj5TZXZlbHN0ZWQ8L0F1dGhvcj48WWVhcj4yMDE0PC9ZZWFy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=
</w:fldData>
        </w:fldChar>
      </w:r>
      <w:r w:rsidR="00633B24" w:rsidRPr="00237179">
        <w:instrText xml:space="preserve"> ADDIN EN.CITE </w:instrText>
      </w:r>
      <w:r w:rsidR="00633B24" w:rsidRPr="00237179">
        <w:fldChar w:fldCharType="begin">
          <w:fldData xml:space="preserve">PEVuZE5vdGU+PENpdGU+PEF1dGhvcj5TZXZlbHN0ZWQ8L0F1dGhvcj48WWVhcj4yMDE0PC9ZZWFy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=
</w:fldData>
        </w:fldChar>
      </w:r>
      <w:r w:rsidR="00633B24" w:rsidRPr="00237179">
        <w:instrText xml:space="preserve"> ADDIN EN.CITE.DATA </w:instrText>
      </w:r>
      <w:r w:rsidR="00633B24" w:rsidRPr="00237179">
        <w:fldChar w:fldCharType="end"/>
      </w:r>
      <w:r w:rsidR="005478C9" w:rsidRPr="00237179">
        <w:fldChar w:fldCharType="separate"/>
      </w:r>
      <w:r w:rsidR="00633B24" w:rsidRPr="00237179">
        <w:rPr>
          <w:noProof/>
        </w:rPr>
        <w:t>(12)</w:t>
      </w:r>
      <w:r w:rsidR="005478C9" w:rsidRPr="00237179">
        <w:fldChar w:fldCharType="end"/>
      </w:r>
      <w:r w:rsidRPr="00237179">
        <w:t>.</w:t>
      </w:r>
      <w:r w:rsidRPr="00237179">
        <w:rPr>
          <w:rFonts w:cs="Times"/>
          <w:color w:val="191919"/>
        </w:rPr>
        <w:t xml:space="preserve"> Professor William </w:t>
      </w:r>
      <w:r w:rsidRPr="00237179">
        <w:t xml:space="preserve">Cookson (London) discussed the </w:t>
      </w:r>
      <w:proofErr w:type="spellStart"/>
      <w:r w:rsidRPr="00237179">
        <w:t>microbiome</w:t>
      </w:r>
      <w:proofErr w:type="spellEnd"/>
      <w:r w:rsidRPr="00237179">
        <w:t xml:space="preserve"> in asthma and COPD and showed that those with severe </w:t>
      </w:r>
      <w:r w:rsidR="005478C9" w:rsidRPr="00237179">
        <w:t>disease</w:t>
      </w:r>
      <w:r w:rsidRPr="00237179">
        <w:t xml:space="preserve"> are associated with higher frequencies of Streptococcal species in the lung </w:t>
      </w:r>
      <w:proofErr w:type="spellStart"/>
      <w:r w:rsidRPr="00237179">
        <w:t>microbiome</w:t>
      </w:r>
      <w:proofErr w:type="spellEnd"/>
      <w:r w:rsidRPr="00237179">
        <w:t>.</w:t>
      </w:r>
      <w:r w:rsidRPr="00237179">
        <w:rPr>
          <w:rFonts w:cs="Times"/>
          <w:color w:val="191919"/>
        </w:rPr>
        <w:t xml:space="preserve"> Professor </w:t>
      </w:r>
      <w:r w:rsidRPr="00237179">
        <w:t xml:space="preserve">Stuart </w:t>
      </w:r>
      <w:proofErr w:type="spellStart"/>
      <w:r w:rsidRPr="00237179">
        <w:t>Elborn</w:t>
      </w:r>
      <w:proofErr w:type="spellEnd"/>
      <w:r w:rsidRPr="00237179">
        <w:t xml:space="preserve"> (Belfast) talked about the complex </w:t>
      </w:r>
      <w:proofErr w:type="spellStart"/>
      <w:r w:rsidRPr="00237179">
        <w:t>microbiome</w:t>
      </w:r>
      <w:proofErr w:type="spellEnd"/>
      <w:r w:rsidRPr="00237179">
        <w:t xml:space="preserve"> in cystic fibrosis patients where the distinction between what is a pathogen and commensal organisms is difficult to ascertain; These also seems to be a correlation between low species richness (i.e. number of different bacterial species) and poor outcome in this group of patients.</w:t>
      </w:r>
    </w:p>
    <w:p w14:paraId="496C2DDE" w14:textId="77777777" w:rsidR="00EB1EDD" w:rsidRPr="00237179" w:rsidRDefault="00EB1EDD" w:rsidP="002D54BF">
      <w:pPr>
        <w:widowControl w:val="0"/>
        <w:autoSpaceDE w:val="0"/>
        <w:autoSpaceDN w:val="0"/>
        <w:adjustRightInd w:val="0"/>
        <w:spacing w:line="480" w:lineRule="auto"/>
        <w:jc w:val="both"/>
        <w:rPr>
          <w:rFonts w:cs="Times"/>
        </w:rPr>
      </w:pPr>
    </w:p>
    <w:p w14:paraId="4B098F18" w14:textId="386F3A00" w:rsidR="00654F86" w:rsidRPr="00237179" w:rsidRDefault="00654F86" w:rsidP="002D54BF">
      <w:pPr>
        <w:widowControl w:val="0"/>
        <w:autoSpaceDE w:val="0"/>
        <w:autoSpaceDN w:val="0"/>
        <w:adjustRightInd w:val="0"/>
        <w:spacing w:line="480" w:lineRule="auto"/>
        <w:jc w:val="both"/>
        <w:rPr>
          <w:rFonts w:cs="Times"/>
          <w:b/>
        </w:rPr>
      </w:pPr>
      <w:r w:rsidRPr="00237179">
        <w:rPr>
          <w:rFonts w:cs="Times"/>
          <w:b/>
        </w:rPr>
        <w:t>Chronic Obstructive Pulmonary Disease</w:t>
      </w:r>
      <w:r w:rsidR="00AD557F" w:rsidRPr="00237179">
        <w:rPr>
          <w:rFonts w:cs="Times"/>
          <w:b/>
        </w:rPr>
        <w:t xml:space="preserve"> (COPD)</w:t>
      </w:r>
    </w:p>
    <w:p w14:paraId="48C374D8" w14:textId="660AC45F" w:rsidR="00654F86" w:rsidRPr="00237179" w:rsidRDefault="00003967" w:rsidP="002D54BF">
      <w:pPr>
        <w:widowControl w:val="0"/>
        <w:autoSpaceDE w:val="0"/>
        <w:autoSpaceDN w:val="0"/>
        <w:adjustRightInd w:val="0"/>
        <w:spacing w:line="480" w:lineRule="auto"/>
        <w:jc w:val="both"/>
        <w:rPr>
          <w:rFonts w:cs="Times"/>
        </w:rPr>
      </w:pPr>
      <w:r w:rsidRPr="00237179">
        <w:rPr>
          <w:rFonts w:cs="Times"/>
        </w:rPr>
        <w:t>Improving the outcome from exacerbations of COPD was the first symposium of the BTS. Dr Jennifer Quint</w:t>
      </w:r>
      <w:r w:rsidR="00AD557F" w:rsidRPr="00237179">
        <w:rPr>
          <w:rFonts w:cs="Times"/>
        </w:rPr>
        <w:t xml:space="preserve"> (</w:t>
      </w:r>
      <w:r w:rsidR="00892FF8" w:rsidRPr="00237179">
        <w:rPr>
          <w:rFonts w:cs="Times"/>
        </w:rPr>
        <w:t>London</w:t>
      </w:r>
      <w:r w:rsidR="00AD557F" w:rsidRPr="00237179">
        <w:rPr>
          <w:rFonts w:cs="Times"/>
        </w:rPr>
        <w:t>)</w:t>
      </w:r>
      <w:r w:rsidR="00892FF8" w:rsidRPr="00237179">
        <w:rPr>
          <w:rFonts w:cs="Times"/>
        </w:rPr>
        <w:t xml:space="preserve"> reviewed</w:t>
      </w:r>
      <w:r w:rsidRPr="00237179">
        <w:rPr>
          <w:rFonts w:cs="Times"/>
        </w:rPr>
        <w:t xml:space="preserve"> the risk from exacerbations and</w:t>
      </w:r>
      <w:r w:rsidR="00DA77BE" w:rsidRPr="00237179">
        <w:rPr>
          <w:rFonts w:cs="Times"/>
        </w:rPr>
        <w:t xml:space="preserve"> described how</w:t>
      </w:r>
      <w:r w:rsidRPr="00237179">
        <w:rPr>
          <w:rFonts w:cs="Times"/>
        </w:rPr>
        <w:t xml:space="preserve"> </w:t>
      </w:r>
      <w:r w:rsidR="00892FF8" w:rsidRPr="00237179">
        <w:rPr>
          <w:rFonts w:cs="Times"/>
        </w:rPr>
        <w:t>the complexity and multifactorial nature of</w:t>
      </w:r>
      <w:r w:rsidRPr="00237179">
        <w:rPr>
          <w:rFonts w:cs="Times"/>
        </w:rPr>
        <w:t xml:space="preserve"> the</w:t>
      </w:r>
      <w:r w:rsidR="00DA77BE" w:rsidRPr="00237179">
        <w:rPr>
          <w:rFonts w:cs="Times"/>
        </w:rPr>
        <w:t>se</w:t>
      </w:r>
      <w:r w:rsidRPr="00237179">
        <w:rPr>
          <w:rFonts w:cs="Times"/>
        </w:rPr>
        <w:t xml:space="preserve"> events </w:t>
      </w:r>
      <w:r w:rsidR="00892FF8" w:rsidRPr="00237179">
        <w:rPr>
          <w:rFonts w:cs="Times"/>
        </w:rPr>
        <w:t>made prediction of outcome difficult. This was followed by three interventions that have been of increasing interest</w:t>
      </w:r>
      <w:r w:rsidR="00AD557F" w:rsidRPr="00237179">
        <w:rPr>
          <w:rFonts w:cs="Times"/>
        </w:rPr>
        <w:t xml:space="preserve"> and proposed to improve outcome. Dr Neil Greening (</w:t>
      </w:r>
      <w:r w:rsidR="00892FF8" w:rsidRPr="00237179">
        <w:rPr>
          <w:rFonts w:cs="Times"/>
        </w:rPr>
        <w:t>Leicester</w:t>
      </w:r>
      <w:r w:rsidR="00AD557F" w:rsidRPr="00237179">
        <w:rPr>
          <w:rFonts w:cs="Times"/>
        </w:rPr>
        <w:t>)</w:t>
      </w:r>
      <w:r w:rsidR="00892FF8" w:rsidRPr="00237179">
        <w:rPr>
          <w:rFonts w:cs="Times"/>
        </w:rPr>
        <w:t xml:space="preserve">, presented around </w:t>
      </w:r>
      <w:proofErr w:type="spellStart"/>
      <w:r w:rsidR="00892FF8" w:rsidRPr="00237179">
        <w:rPr>
          <w:rFonts w:cs="Times"/>
        </w:rPr>
        <w:t>peri</w:t>
      </w:r>
      <w:proofErr w:type="spellEnd"/>
      <w:r w:rsidR="00892FF8" w:rsidRPr="00237179">
        <w:rPr>
          <w:rFonts w:cs="Times"/>
        </w:rPr>
        <w:t xml:space="preserve">-exacerbation pulmonary rehabilitation, </w:t>
      </w:r>
      <w:r w:rsidR="00AD557F" w:rsidRPr="00237179">
        <w:rPr>
          <w:rFonts w:cs="Times"/>
        </w:rPr>
        <w:t>demonstrating</w:t>
      </w:r>
      <w:r w:rsidR="00892FF8" w:rsidRPr="00237179">
        <w:rPr>
          <w:rFonts w:cs="Times"/>
        </w:rPr>
        <w:t xml:space="preserve"> good evidence</w:t>
      </w:r>
      <w:r w:rsidR="00AD557F" w:rsidRPr="00237179">
        <w:rPr>
          <w:rFonts w:cs="Times"/>
        </w:rPr>
        <w:t xml:space="preserve"> for post exacerbation rehabilitation</w:t>
      </w:r>
      <w:r w:rsidR="00892FF8" w:rsidRPr="00237179">
        <w:rPr>
          <w:rFonts w:cs="Times"/>
        </w:rPr>
        <w:t xml:space="preserve"> but poor uptake</w:t>
      </w:r>
      <w:r w:rsidR="003144F0" w:rsidRPr="00237179">
        <w:rPr>
          <w:rFonts w:cs="Times"/>
        </w:rPr>
        <w:fldChar w:fldCharType="begin"/>
      </w:r>
      <w:r w:rsidR="00633B24" w:rsidRPr="00237179">
        <w:rPr>
          <w:rFonts w:cs="Times"/>
        </w:rPr>
        <w:instrText xml:space="preserve"> ADDIN EN.CITE &lt;EndNote&gt;&lt;Cite&gt;&lt;Author&gt;Jones&lt;/Author&gt;&lt;Year&gt;2014&lt;/Year&gt;&lt;RecNum&gt;164&lt;/RecNum&gt;&lt;DisplayText&gt;(13)&lt;/DisplayText&gt;&lt;record&gt;&lt;rec-number&gt;164&lt;/rec-number&gt;&lt;foreign-keys&gt;&lt;key app="EN" db-id="p9fsxt2sjsdpaze505jpzrzo2t0959fsw25d" timestamp="0"&gt;164&lt;/key&gt;&lt;/foreign-keys&gt;&lt;ref-type name="Journal Article"&gt;17&lt;/ref-type&gt;&lt;contributors&gt;&lt;authors&gt;&lt;author&gt;Jones, S. E.&lt;/author&gt;&lt;author&gt;Green, S. A.&lt;/author&gt;&lt;author&gt;Clark, A. L.&lt;/author&gt;&lt;author&gt;Dickson, M. J.&lt;/author&gt;&lt;author&gt;Nolan, A. M.&lt;/author&gt;&lt;author&gt;Moloney, C.&lt;/author&gt;&lt;author&gt;Kon, S. S.&lt;/author&gt;&lt;author&gt;Kamal, F.&lt;/author&gt;&lt;author&gt;Godden, J.&lt;/author&gt;&lt;author&gt;Howe, C.&lt;/author&gt;&lt;author&gt;Bell, D.&lt;/author&gt;&lt;author&gt;Fleming, S.&lt;/author&gt;&lt;author&gt;Haselden, B. M.&lt;/author&gt;&lt;author&gt;Man, W. D.&lt;/author&gt;&lt;/authors&gt;&lt;/contributors&gt;&lt;auth-address&gt;NIHR Respiratory Biomedical Research Unit, Royal Brompton &amp;amp; Harefield NHS Foundation Trust and Imperial College, , Harefield, UK.&lt;/auth-address&gt;&lt;titles&gt;&lt;title&gt;Pulmonary rehabilitation following hospitalisation for acute exacerbation of COPD: referrals, uptake and adherence&lt;/title&gt;&lt;secondary-title&gt;Thorax&lt;/secondary-title&gt;&lt;alt-title&gt;Thorax&lt;/alt-title&gt;&lt;/titles&gt;&lt;periodical&gt;&lt;full-title&gt;Thorax&lt;/full-title&gt;&lt;/periodical&gt;&lt;alt-periodical&gt;&lt;full-title&gt;Thorax&lt;/full-title&gt;&lt;/alt-periodical&gt;&lt;pages&gt;181-2&lt;/pages&gt;&lt;volume&gt;69&lt;/volume&gt;&lt;number&gt;2&lt;/number&gt;&lt;edition&gt;2013/08/16&lt;/edition&gt;&lt;keywords&gt;&lt;keyword&gt;COPD Exacerbations&lt;/keyword&gt;&lt;keyword&gt;Pulmonary Rehabilitation&lt;/keyword&gt;&lt;/keywords&gt;&lt;dates&gt;&lt;year&gt;2014&lt;/year&gt;&lt;pub-dates&gt;&lt;date&gt;Feb&lt;/date&gt;&lt;/pub-dates&gt;&lt;/dates&gt;&lt;isbn&gt;1468-3296 (Electronic)&amp;#xD;0040-6376 (Linking)&lt;/isbn&gt;&lt;accession-num&gt;23945168&lt;/accession-num&gt;&lt;urls&gt;&lt;related-urls&gt;&lt;url&gt;http://www.ncbi.nlm.nih.gov/pubmed/23945168&lt;/url&gt;&lt;/related-urls&gt;&lt;/urls&gt;&lt;electronic-resource-num&gt;10.1136/thoraxjnl-2013-204227&lt;/electronic-resource-num&gt;&lt;/record&gt;&lt;/Cite&gt;&lt;/EndNote&gt;</w:instrText>
      </w:r>
      <w:r w:rsidR="003144F0" w:rsidRPr="00237179">
        <w:rPr>
          <w:rFonts w:cs="Times"/>
        </w:rPr>
        <w:fldChar w:fldCharType="separate"/>
      </w:r>
      <w:r w:rsidR="00633B24" w:rsidRPr="00237179">
        <w:rPr>
          <w:rFonts w:cs="Times"/>
          <w:noProof/>
        </w:rPr>
        <w:t>(13)</w:t>
      </w:r>
      <w:r w:rsidR="003144F0" w:rsidRPr="00237179">
        <w:rPr>
          <w:rFonts w:cs="Times"/>
        </w:rPr>
        <w:fldChar w:fldCharType="end"/>
      </w:r>
      <w:r w:rsidR="00892FF8" w:rsidRPr="00237179">
        <w:rPr>
          <w:rFonts w:cs="Times"/>
        </w:rPr>
        <w:t xml:space="preserve">, and new evidence </w:t>
      </w:r>
      <w:r w:rsidR="00AD557F" w:rsidRPr="00237179">
        <w:rPr>
          <w:rFonts w:cs="Times"/>
        </w:rPr>
        <w:t>from</w:t>
      </w:r>
      <w:r w:rsidR="00892FF8" w:rsidRPr="00237179">
        <w:rPr>
          <w:rFonts w:cs="Times"/>
        </w:rPr>
        <w:t xml:space="preserve"> a</w:t>
      </w:r>
      <w:r w:rsidR="00AD557F" w:rsidRPr="00237179">
        <w:rPr>
          <w:rFonts w:cs="Times"/>
        </w:rPr>
        <w:t>n impressively</w:t>
      </w:r>
      <w:r w:rsidR="00892FF8" w:rsidRPr="00237179">
        <w:rPr>
          <w:rFonts w:cs="Times"/>
        </w:rPr>
        <w:t xml:space="preserve"> large </w:t>
      </w:r>
      <w:proofErr w:type="spellStart"/>
      <w:r w:rsidR="00AD557F" w:rsidRPr="00237179">
        <w:rPr>
          <w:rFonts w:cs="Times"/>
        </w:rPr>
        <w:t>randomised</w:t>
      </w:r>
      <w:proofErr w:type="spellEnd"/>
      <w:r w:rsidR="00AD557F" w:rsidRPr="00237179">
        <w:rPr>
          <w:rFonts w:cs="Times"/>
        </w:rPr>
        <w:t xml:space="preserve"> </w:t>
      </w:r>
      <w:r w:rsidR="00AD557F" w:rsidRPr="00237179">
        <w:rPr>
          <w:rFonts w:cs="Times"/>
        </w:rPr>
        <w:lastRenderedPageBreak/>
        <w:t xml:space="preserve">controlled </w:t>
      </w:r>
      <w:r w:rsidR="00892FF8" w:rsidRPr="00237179">
        <w:rPr>
          <w:rFonts w:cs="Times"/>
        </w:rPr>
        <w:t>trial of early rehab</w:t>
      </w:r>
      <w:r w:rsidR="00AD557F" w:rsidRPr="00237179">
        <w:rPr>
          <w:rFonts w:cs="Times"/>
        </w:rPr>
        <w:t>ilitation</w:t>
      </w:r>
      <w:r w:rsidR="00892FF8" w:rsidRPr="00237179">
        <w:rPr>
          <w:rFonts w:cs="Times"/>
        </w:rPr>
        <w:t xml:space="preserve"> starting </w:t>
      </w:r>
      <w:r w:rsidR="00BA5BDD" w:rsidRPr="00237179">
        <w:rPr>
          <w:rFonts w:cs="Times"/>
        </w:rPr>
        <w:t>at time of hospitalisation</w:t>
      </w:r>
      <w:r w:rsidR="00831A67" w:rsidRPr="00237179">
        <w:rPr>
          <w:rFonts w:cs="Times"/>
        </w:rPr>
        <w:t xml:space="preserve"> that had a negative primary outcome with no change in hospitalisation frequency or differences in physical performance, though large natural recovery was seen</w:t>
      </w:r>
      <w:r w:rsidR="003144F0" w:rsidRPr="00237179">
        <w:rPr>
          <w:rFonts w:cs="Times"/>
        </w:rPr>
        <w:fldChar w:fldCharType="begin">
          <w:fldData xml:space="preserve">PEVuZE5vdGU+PENpdGU+PEF1dGhvcj5HcmVlbmluZzwvQXV0aG9yPjxZZWFyPjIwMTQ8L1llYXI+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</w:fldData>
        </w:fldChar>
      </w:r>
      <w:r w:rsidR="00633B24" w:rsidRPr="00237179">
        <w:rPr>
          <w:rFonts w:cs="Times"/>
        </w:rPr>
        <w:instrText xml:space="preserve"> ADDIN EN.CITE </w:instrText>
      </w:r>
      <w:r w:rsidR="00633B24" w:rsidRPr="00237179">
        <w:rPr>
          <w:rFonts w:cs="Times"/>
        </w:rPr>
        <w:fldChar w:fldCharType="begin">
          <w:fldData xml:space="preserve">PEVuZE5vdGU+PENpdGU+PEF1dGhvcj5HcmVlbmluZzwvQXV0aG9yPjxZZWFyPjIwMTQ8L1llYXI+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</w:fldData>
        </w:fldChar>
      </w:r>
      <w:r w:rsidR="00633B24" w:rsidRPr="00237179">
        <w:rPr>
          <w:rFonts w:cs="Times"/>
        </w:rPr>
        <w:instrText xml:space="preserve"> ADDIN EN.CITE.DATA </w:instrText>
      </w:r>
      <w:r w:rsidR="00633B24" w:rsidRPr="00237179">
        <w:rPr>
          <w:rFonts w:cs="Times"/>
        </w:rPr>
      </w:r>
      <w:r w:rsidR="00633B24" w:rsidRPr="00237179">
        <w:rPr>
          <w:rFonts w:cs="Times"/>
        </w:rPr>
        <w:fldChar w:fldCharType="end"/>
      </w:r>
      <w:r w:rsidR="003144F0" w:rsidRPr="00237179">
        <w:rPr>
          <w:rFonts w:cs="Times"/>
        </w:rPr>
        <w:fldChar w:fldCharType="separate"/>
      </w:r>
      <w:r w:rsidR="00633B24" w:rsidRPr="00237179">
        <w:rPr>
          <w:rFonts w:cs="Times"/>
          <w:noProof/>
        </w:rPr>
        <w:t>(14)</w:t>
      </w:r>
      <w:r w:rsidR="003144F0" w:rsidRPr="00237179">
        <w:rPr>
          <w:rFonts w:cs="Times"/>
        </w:rPr>
        <w:fldChar w:fldCharType="end"/>
      </w:r>
      <w:r w:rsidR="00BA5BDD" w:rsidRPr="00237179">
        <w:rPr>
          <w:rFonts w:cs="Times"/>
        </w:rPr>
        <w:t>. Tele-health was presente</w:t>
      </w:r>
      <w:r w:rsidR="00AD557F" w:rsidRPr="00237179">
        <w:rPr>
          <w:rFonts w:cs="Times"/>
        </w:rPr>
        <w:t xml:space="preserve">d next with Dr </w:t>
      </w:r>
      <w:proofErr w:type="spellStart"/>
      <w:r w:rsidR="00AD557F" w:rsidRPr="00237179">
        <w:rPr>
          <w:rFonts w:cs="Times"/>
        </w:rPr>
        <w:t>Hiliary</w:t>
      </w:r>
      <w:proofErr w:type="spellEnd"/>
      <w:r w:rsidR="00AD557F" w:rsidRPr="00237179">
        <w:rPr>
          <w:rFonts w:cs="Times"/>
        </w:rPr>
        <w:t xml:space="preserve"> </w:t>
      </w:r>
      <w:proofErr w:type="spellStart"/>
      <w:r w:rsidR="00AD557F" w:rsidRPr="00237179">
        <w:rPr>
          <w:rFonts w:cs="Times"/>
        </w:rPr>
        <w:t>Pinnock</w:t>
      </w:r>
      <w:proofErr w:type="spellEnd"/>
      <w:r w:rsidR="00AD557F" w:rsidRPr="00237179">
        <w:rPr>
          <w:rFonts w:cs="Times"/>
        </w:rPr>
        <w:t xml:space="preserve"> (</w:t>
      </w:r>
      <w:r w:rsidR="00BA5BDD" w:rsidRPr="00237179">
        <w:rPr>
          <w:rFonts w:cs="Times"/>
        </w:rPr>
        <w:t>Edinburgh</w:t>
      </w:r>
      <w:r w:rsidR="00AD557F" w:rsidRPr="00237179">
        <w:rPr>
          <w:rFonts w:cs="Times"/>
        </w:rPr>
        <w:t>)</w:t>
      </w:r>
      <w:r w:rsidR="00BA5BDD" w:rsidRPr="00237179">
        <w:rPr>
          <w:rFonts w:cs="Times"/>
        </w:rPr>
        <w:t xml:space="preserve">, showing that the evidence is not as robust as Government announcements would </w:t>
      </w:r>
      <w:proofErr w:type="gramStart"/>
      <w:r w:rsidR="00BA5BDD" w:rsidRPr="00237179">
        <w:rPr>
          <w:rFonts w:cs="Times"/>
        </w:rPr>
        <w:t>suggest</w:t>
      </w:r>
      <w:proofErr w:type="gramEnd"/>
      <w:r w:rsidR="003144F0" w:rsidRPr="00237179">
        <w:rPr>
          <w:rFonts w:cs="Times"/>
        </w:rPr>
        <w:fldChar w:fldCharType="begin">
          <w:fldData xml:space="preserve">PEVuZE5vdGU+PENpdGU+PEF1dGhvcj5QaW5ub2NrPC9BdXRob3I+PFllYXI+MjAxMzwvWWVhcj48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==
</w:fldData>
        </w:fldChar>
      </w:r>
      <w:r w:rsidR="00633B24" w:rsidRPr="00237179">
        <w:rPr>
          <w:rFonts w:cs="Times"/>
        </w:rPr>
        <w:instrText xml:space="preserve"> ADDIN EN.CITE </w:instrText>
      </w:r>
      <w:r w:rsidR="00633B24" w:rsidRPr="00237179">
        <w:rPr>
          <w:rFonts w:cs="Times"/>
        </w:rPr>
        <w:fldChar w:fldCharType="begin">
          <w:fldData xml:space="preserve">PEVuZE5vdGU+PENpdGU+PEF1dGhvcj5QaW5ub2NrPC9BdXRob3I+PFllYXI+MjAxMzwvWWVhcj48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==
</w:fldData>
        </w:fldChar>
      </w:r>
      <w:r w:rsidR="00633B24" w:rsidRPr="00237179">
        <w:rPr>
          <w:rFonts w:cs="Times"/>
        </w:rPr>
        <w:instrText xml:space="preserve"> ADDIN EN.CITE.DATA </w:instrText>
      </w:r>
      <w:r w:rsidR="00633B24" w:rsidRPr="00237179">
        <w:rPr>
          <w:rFonts w:cs="Times"/>
        </w:rPr>
      </w:r>
      <w:r w:rsidR="00633B24" w:rsidRPr="00237179">
        <w:rPr>
          <w:rFonts w:cs="Times"/>
        </w:rPr>
        <w:fldChar w:fldCharType="end"/>
      </w:r>
      <w:r w:rsidR="003144F0" w:rsidRPr="00237179">
        <w:rPr>
          <w:rFonts w:cs="Times"/>
        </w:rPr>
        <w:fldChar w:fldCharType="separate"/>
      </w:r>
      <w:r w:rsidR="00633B24" w:rsidRPr="00237179">
        <w:rPr>
          <w:rFonts w:cs="Times"/>
          <w:noProof/>
        </w:rPr>
        <w:t>(15)</w:t>
      </w:r>
      <w:r w:rsidR="003144F0" w:rsidRPr="00237179">
        <w:rPr>
          <w:rFonts w:cs="Times"/>
        </w:rPr>
        <w:fldChar w:fldCharType="end"/>
      </w:r>
      <w:r w:rsidR="00BA5BDD" w:rsidRPr="00237179">
        <w:rPr>
          <w:rFonts w:cs="Times"/>
        </w:rPr>
        <w:t xml:space="preserve">. </w:t>
      </w:r>
      <w:r w:rsidR="00E33EE3" w:rsidRPr="00237179">
        <w:rPr>
          <w:rFonts w:cs="Times"/>
        </w:rPr>
        <w:t xml:space="preserve">Finally </w:t>
      </w:r>
      <w:r w:rsidR="00875806" w:rsidRPr="00237179">
        <w:rPr>
          <w:rFonts w:cs="Times"/>
        </w:rPr>
        <w:t xml:space="preserve">there were more positive outcomes presented by </w:t>
      </w:r>
      <w:r w:rsidR="00E33EE3" w:rsidRPr="00237179">
        <w:rPr>
          <w:rFonts w:cs="Times"/>
        </w:rPr>
        <w:t>Dr James Calvert</w:t>
      </w:r>
      <w:r w:rsidR="00AD557F" w:rsidRPr="00237179">
        <w:rPr>
          <w:rFonts w:cs="Times"/>
        </w:rPr>
        <w:t xml:space="preserve"> (Bristol)</w:t>
      </w:r>
      <w:r w:rsidR="00E33EE3" w:rsidRPr="00237179">
        <w:rPr>
          <w:rFonts w:cs="Times"/>
        </w:rPr>
        <w:t xml:space="preserve">, </w:t>
      </w:r>
      <w:r w:rsidR="00875806" w:rsidRPr="00237179">
        <w:rPr>
          <w:rFonts w:cs="Times"/>
        </w:rPr>
        <w:t xml:space="preserve">on </w:t>
      </w:r>
      <w:r w:rsidR="00E33EE3" w:rsidRPr="00237179">
        <w:rPr>
          <w:rFonts w:cs="Times"/>
        </w:rPr>
        <w:t xml:space="preserve">findings from the </w:t>
      </w:r>
      <w:r w:rsidR="00875806" w:rsidRPr="00237179">
        <w:rPr>
          <w:rFonts w:cs="Times"/>
        </w:rPr>
        <w:t xml:space="preserve">BTS </w:t>
      </w:r>
      <w:r w:rsidR="00E33EE3" w:rsidRPr="00237179">
        <w:rPr>
          <w:rFonts w:cs="Times"/>
        </w:rPr>
        <w:t>COPD admission bundle</w:t>
      </w:r>
      <w:r w:rsidR="00A37494" w:rsidRPr="00237179">
        <w:rPr>
          <w:rFonts w:cs="Times"/>
        </w:rPr>
        <w:t>.</w:t>
      </w:r>
      <w:r w:rsidR="00433175" w:rsidRPr="00237179">
        <w:rPr>
          <w:rFonts w:cs="Times"/>
        </w:rPr>
        <w:t xml:space="preserve"> </w:t>
      </w:r>
      <w:r w:rsidR="00831A67" w:rsidRPr="00237179">
        <w:rPr>
          <w:rFonts w:cs="Times"/>
        </w:rPr>
        <w:t xml:space="preserve">Correct oxygen prescription and rapid treatment </w:t>
      </w:r>
      <w:r w:rsidR="00CC6953" w:rsidRPr="00237179">
        <w:rPr>
          <w:rFonts w:cs="Times"/>
        </w:rPr>
        <w:t xml:space="preserve">were associated with improved mortality, two of the five elements of the care bundle. Correct oxygen management and acidosis management elements of the care bundle were also associated with a lower length of hospital stay. </w:t>
      </w:r>
      <w:r w:rsidR="00433175" w:rsidRPr="00237179">
        <w:rPr>
          <w:rFonts w:cs="Times"/>
        </w:rPr>
        <w:t xml:space="preserve">Further abstracts on exacerbations of COPD were presented later in the BTS with Dr </w:t>
      </w:r>
      <w:proofErr w:type="spellStart"/>
      <w:r w:rsidR="00433175" w:rsidRPr="00237179">
        <w:rPr>
          <w:rFonts w:cs="Times"/>
        </w:rPr>
        <w:t>Kon</w:t>
      </w:r>
      <w:proofErr w:type="spellEnd"/>
      <w:r w:rsidR="00433175" w:rsidRPr="00237179">
        <w:rPr>
          <w:rFonts w:cs="Times"/>
        </w:rPr>
        <w:t xml:space="preserve"> (London) demonstrating that a measure of frailty, the 4 </w:t>
      </w:r>
      <w:proofErr w:type="spellStart"/>
      <w:r w:rsidR="00433175" w:rsidRPr="00237179">
        <w:rPr>
          <w:rFonts w:cs="Times"/>
        </w:rPr>
        <w:t>metre</w:t>
      </w:r>
      <w:proofErr w:type="spellEnd"/>
      <w:r w:rsidR="00433175" w:rsidRPr="00237179">
        <w:rPr>
          <w:rFonts w:cs="Times"/>
        </w:rPr>
        <w:t xml:space="preserve"> gait speed, which can be performed near t</w:t>
      </w:r>
      <w:r w:rsidR="00C90E13" w:rsidRPr="00237179">
        <w:rPr>
          <w:rFonts w:cs="Times"/>
        </w:rPr>
        <w:t>he bed side, predicts mortality</w:t>
      </w:r>
      <w:r w:rsidR="00433175" w:rsidRPr="00237179">
        <w:rPr>
          <w:rFonts w:cs="Times"/>
        </w:rPr>
        <w:t xml:space="preserve"> following hospitalisation</w:t>
      </w:r>
      <w:r w:rsidR="00FB1F68" w:rsidRPr="00237179">
        <w:rPr>
          <w:rFonts w:cs="Times"/>
        </w:rPr>
        <w:fldChar w:fldCharType="begin"/>
      </w:r>
      <w:r w:rsidR="00633B24" w:rsidRPr="00237179">
        <w:rPr>
          <w:rFonts w:cs="Times"/>
        </w:rPr>
        <w:instrText xml:space="preserve"> ADDIN EN.CITE &lt;EndNote&gt;&lt;Cite&gt;&lt;Author&gt;Kon&lt;/Author&gt;&lt;Year&gt;2014&lt;/Year&gt;&lt;RecNum&gt;1462&lt;/RecNum&gt;&lt;DisplayText&gt;(16)&lt;/DisplayText&gt;&lt;record&gt;&lt;rec-number&gt;1462&lt;/rec-number&gt;&lt;foreign-keys&gt;&lt;key app="EN" db-id="s559eavznewrwuevaf5x9ppwvfzvr9s5pv9f" timestamp="1419898533"&gt;1462&lt;/key&gt;&lt;/foreign-keys&gt;&lt;ref-type name="Journal Article"&gt;17&lt;/ref-type&gt;&lt;contributors&gt;&lt;authors&gt;&lt;author&gt;Kon, SSC&lt;/author&gt;&lt;author&gt;Jones, SE&lt;/author&gt;&lt;author&gt;Schofield, SJ&lt;/author&gt;&lt;author&gt;Canavan, JL&lt;/author&gt;&lt;author&gt;Nolan, CM&lt;/author&gt;&lt;author&gt;Dickson, MJ&lt;/author&gt;&lt;author&gt;Haselden, BM&lt;/author&gt;&lt;author&gt;Polkey, MI&lt;/author&gt;&lt;author&gt;Cullinan, P&lt;/author&gt;&lt;author&gt;Man, WD-C&lt;/author&gt;&lt;/authors&gt;&lt;/contributors&gt;&lt;titles&gt;&lt;title&gt;S81 Gait Speed Is A Predictor Of Mortality Following Hospitalisation For Acute Exacerbations Of Copd&lt;/title&gt;&lt;secondary-title&gt;Thorax&lt;/secondary-title&gt;&lt;/titles&gt;&lt;periodical&gt;&lt;full-title&gt;Thorax&lt;/full-title&gt;&lt;abbr-1&gt;Thorax&lt;/abbr-1&gt;&lt;/periodical&gt;&lt;pages&gt;A45&lt;/pages&gt;&lt;volume&gt;69&lt;/volume&gt;&lt;number&gt;Suppl 2&lt;/number&gt;&lt;dates&gt;&lt;year&gt;2014&lt;/year&gt;&lt;pub-dates&gt;&lt;date&gt;December 1, 2014&lt;/date&gt;&lt;/pub-dates&gt;&lt;/dates&gt;&lt;urls&gt;&lt;related-urls&gt;&lt;url&gt;http://thorax.bmj.com/content/69/Suppl_2/A45.1.abstract&lt;/url&gt;&lt;/related-urls&gt;&lt;/urls&gt;&lt;electronic-resource-num&gt;10.1136/thoraxjnl-2014-206260.87&lt;/electronic-resource-num&gt;&lt;/record&gt;&lt;/Cite&gt;&lt;/EndNote&gt;</w:instrText>
      </w:r>
      <w:r w:rsidR="00FB1F68" w:rsidRPr="00237179">
        <w:rPr>
          <w:rFonts w:cs="Times"/>
        </w:rPr>
        <w:fldChar w:fldCharType="separate"/>
      </w:r>
      <w:r w:rsidR="00633B24" w:rsidRPr="00237179">
        <w:rPr>
          <w:rFonts w:cs="Times"/>
          <w:noProof/>
        </w:rPr>
        <w:t>(16)</w:t>
      </w:r>
      <w:r w:rsidR="00FB1F68" w:rsidRPr="00237179">
        <w:rPr>
          <w:rFonts w:cs="Times"/>
        </w:rPr>
        <w:fldChar w:fldCharType="end"/>
      </w:r>
      <w:r w:rsidR="00433175" w:rsidRPr="00237179">
        <w:rPr>
          <w:rFonts w:cs="Times"/>
        </w:rPr>
        <w:t>.</w:t>
      </w:r>
      <w:r w:rsidR="007D0F8F" w:rsidRPr="00237179">
        <w:rPr>
          <w:rFonts w:cs="Times"/>
        </w:rPr>
        <w:t xml:space="preserve"> The extra pulmonary effects were also demonstrated with premature cardiovascular ageing in COPD using aortic pulse wave velocity</w:t>
      </w:r>
      <w:r w:rsidR="00FB1F68" w:rsidRPr="00237179">
        <w:rPr>
          <w:rFonts w:cs="Times"/>
        </w:rPr>
        <w:fldChar w:fldCharType="begin"/>
      </w:r>
      <w:r w:rsidR="002D54BF">
        <w:rPr>
          <w:rFonts w:cs="Times"/>
        </w:rPr>
        <w:instrText xml:space="preserve"> ADDIN EN.CITE &lt;EndNote&gt;&lt;Cite&gt;&lt;Author&gt;Gale&lt;/Author&gt;&lt;Year&gt;2014&lt;/Year&gt;&lt;RecNum&gt;1464&lt;/RecNum&gt;&lt;DisplayText&gt;(17)&lt;/DisplayText&gt;&lt;record&gt;&lt;rec-number&gt;1464&lt;/rec-number&gt;&lt;foreign-keys&gt;&lt;key app="EN" db-id="s559eavznewrwuevaf5x9ppwvfzvr9s5pv9f" timestamp="1419898793"&gt;1464&lt;/key&gt;&lt;/foreign-keys&gt;&lt;ref-type name="Journal Article"&gt;17&lt;/ref-type&gt;&lt;contributors&gt;&lt;authors&gt;&lt;author&gt;Gale, NS&lt;/author&gt;&lt;author&gt;Albarrati, AM&lt;/author&gt;&lt;author&gt;Munnery, MM&lt;/author&gt;&lt;author&gt;Munnery, IC&lt;/author&gt;&lt;author&gt;Tal-Singer, RM&lt;/author&gt;&lt;author&gt;Cockcroft, JR&lt;/author&gt;&lt;author&gt;Shale, DJ&lt;/author&gt;&lt;/authors&gt;&lt;/contributors&gt;&lt;titles&gt;&lt;title&gt;M143 Progression Of Central Arterial Stiffness In Copd After 2 Years Of Observation&lt;/title&gt;&lt;secondary-title&gt;Thorax&lt;/secondary-title&gt;&lt;/titles&gt;&lt;periodical&gt;&lt;full-title&gt;Thorax&lt;/full-title&gt;&lt;abbr-1&gt;Thorax&lt;/abbr-1&gt;&lt;/periodical&gt;&lt;pages&gt;A214-A215&lt;/pages&gt;&lt;volume&gt;69&lt;/volume&gt;&lt;number&gt;Suppl 2&lt;/number&gt;&lt;dates&gt;&lt;year&gt;2014&lt;/year&gt;&lt;pub-dates&gt;&lt;date&gt;December 1, 2014&lt;/date&gt;&lt;/pub-dates&gt;&lt;/dates&gt;&lt;urls&gt;&lt;related-urls&gt;&lt;url&gt;http://thorax.bmj.com/content/69/Suppl_2/A214.2.abstract&lt;/url&gt;&lt;/related-urls&gt;&lt;/urls&gt;&lt;electronic-resource-num&gt;10.1136/thoraxjnl-2014-206260.438&lt;/electronic-resource-num&gt;&lt;/record&gt;&lt;/Cite&gt;&lt;/EndNote&gt;</w:instrText>
      </w:r>
      <w:r w:rsidR="00FB1F68" w:rsidRPr="00237179">
        <w:rPr>
          <w:rFonts w:cs="Times"/>
        </w:rPr>
        <w:fldChar w:fldCharType="separate"/>
      </w:r>
      <w:r w:rsidR="002D54BF">
        <w:rPr>
          <w:rFonts w:cs="Times"/>
          <w:noProof/>
        </w:rPr>
        <w:t>(17)</w:t>
      </w:r>
      <w:r w:rsidR="00FB1F68" w:rsidRPr="00237179">
        <w:rPr>
          <w:rFonts w:cs="Times"/>
        </w:rPr>
        <w:fldChar w:fldCharType="end"/>
      </w:r>
      <w:r w:rsidR="00FB1F68" w:rsidRPr="00237179">
        <w:rPr>
          <w:rFonts w:cs="Times"/>
        </w:rPr>
        <w:t>.</w:t>
      </w:r>
    </w:p>
    <w:p w14:paraId="38EB5F83" w14:textId="0B9D16A0" w:rsidR="005150B6" w:rsidRPr="00237179" w:rsidRDefault="00366066" w:rsidP="002D54BF">
      <w:pPr>
        <w:spacing w:line="480" w:lineRule="auto"/>
        <w:jc w:val="both"/>
        <w:rPr>
          <w:rFonts w:cs="Times"/>
        </w:rPr>
      </w:pPr>
      <w:r w:rsidRPr="00237179">
        <w:rPr>
          <w:rFonts w:cs="Times"/>
        </w:rPr>
        <w:t>Away from specific diseases and covering the symptoms of breathlessness Professor Miriam Johnson (Hull), covered the management of refractory breathlessness. All clinicians who manage patient</w:t>
      </w:r>
      <w:r w:rsidR="0031224A" w:rsidRPr="00237179">
        <w:rPr>
          <w:rFonts w:cs="Times"/>
        </w:rPr>
        <w:t xml:space="preserve">s with advanced disease with </w:t>
      </w:r>
      <w:proofErr w:type="spellStart"/>
      <w:r w:rsidR="0031224A" w:rsidRPr="00237179">
        <w:rPr>
          <w:rFonts w:cs="Times"/>
        </w:rPr>
        <w:t>rec</w:t>
      </w:r>
      <w:r w:rsidRPr="00237179">
        <w:rPr>
          <w:rFonts w:cs="Times"/>
        </w:rPr>
        <w:t>ognise</w:t>
      </w:r>
      <w:proofErr w:type="spellEnd"/>
      <w:r w:rsidRPr="00237179">
        <w:rPr>
          <w:rFonts w:cs="Times"/>
        </w:rPr>
        <w:t xml:space="preserve"> the difficulties with this. Treatments included </w:t>
      </w:r>
      <w:r w:rsidR="00B36C5B" w:rsidRPr="00237179">
        <w:rPr>
          <w:rFonts w:cs="Times"/>
        </w:rPr>
        <w:t>facial airflow, low dose opiates</w:t>
      </w:r>
      <w:r w:rsidR="0031224A" w:rsidRPr="00237179">
        <w:rPr>
          <w:rFonts w:cs="Times"/>
        </w:rPr>
        <w:t xml:space="preserve"> and oxygen therapy with a</w:t>
      </w:r>
      <w:r w:rsidRPr="00237179">
        <w:rPr>
          <w:rFonts w:cs="Times"/>
        </w:rPr>
        <w:t xml:space="preserve"> systematic review and meta-analysis </w:t>
      </w:r>
      <w:r w:rsidR="0031224A" w:rsidRPr="00237179">
        <w:rPr>
          <w:rFonts w:cs="Times"/>
        </w:rPr>
        <w:t xml:space="preserve">for the last </w:t>
      </w:r>
      <w:r w:rsidRPr="00237179">
        <w:rPr>
          <w:rFonts w:cs="Times"/>
        </w:rPr>
        <w:t>published the same day in Thorax</w:t>
      </w:r>
      <w:r w:rsidR="008E3278" w:rsidRPr="00237179">
        <w:rPr>
          <w:rFonts w:cs="Times"/>
        </w:rPr>
        <w:t xml:space="preserve"> demonstrated a benefit of oxygen on breathlessness symptoms, but with a limited evidence based</w:t>
      </w:r>
      <w:r w:rsidR="00FB1F68" w:rsidRPr="00237179">
        <w:rPr>
          <w:rFonts w:cs="Times"/>
        </w:rPr>
        <w:fldChar w:fldCharType="begin"/>
      </w:r>
      <w:r w:rsidR="002D54BF">
        <w:rPr>
          <w:rFonts w:cs="Times"/>
        </w:rPr>
        <w:instrText xml:space="preserve"> ADDIN EN.CITE &lt;EndNote&gt;&lt;Cite&gt;&lt;Author&gt;Uronis&lt;/Author&gt;&lt;Year&gt;2014&lt;/Year&gt;&lt;RecNum&gt;1465&lt;/RecNum&gt;&lt;DisplayText&gt;(18)&lt;/DisplayText&gt;&lt;record&gt;&lt;rec-number&gt;1465&lt;/rec-number&gt;&lt;foreign-keys&gt;&lt;key app="EN" db-id="s559eavznewrwuevaf5x9ppwvfzvr9s5pv9f" timestamp="1419898929"&gt;1465&lt;/key&gt;&lt;/foreign-keys&gt;&lt;ref-type name="Journal Article"&gt;17&lt;/ref-type&gt;&lt;contributors&gt;&lt;authors&gt;&lt;author&gt;Uronis, Hope E&lt;/author&gt;&lt;author&gt;Ekström, Magnus P&lt;/author&gt;&lt;author&gt;Currow, David C&lt;/author&gt;&lt;author&gt;McCrory, Douglas C&lt;/author&gt;&lt;author&gt;Samsa, Gregory P&lt;/author&gt;&lt;author&gt;Abernethy, Amy P&lt;/author&gt;&lt;/authors&gt;&lt;/contributors&gt;&lt;titles&gt;&lt;title&gt;Oxygen for relief of dyspnoea in people with chronic obstructive pulmonary disease who would not qualify for home oxygen: a systematic review and meta-analysis&lt;/title&gt;&lt;secondary-title&gt;Thorax&lt;/secondary-title&gt;&lt;/titles&gt;&lt;periodical&gt;&lt;full-title&gt;Thorax&lt;/full-title&gt;&lt;abbr-1&gt;Thorax&lt;/abbr-1&gt;&lt;/periodical&gt;&lt;dates&gt;&lt;year&gt;2014&lt;/year&gt;&lt;pub-dates&gt;&lt;date&gt;December 3, 2014&lt;/date&gt;&lt;/pub-dates&gt;&lt;/dates&gt;&lt;urls&gt;&lt;related-urls&gt;&lt;url&gt;http://thorax.bmj.com/content/early/2014/12/03/thoraxjnl-2014-205720.abstract&lt;/url&gt;&lt;/related-urls&gt;&lt;/urls&gt;&lt;electronic-resource-num&gt;10.1136/thoraxjnl-2014-205720&lt;/electronic-resource-num&gt;&lt;/record&gt;&lt;/Cite&gt;&lt;/EndNote&gt;</w:instrText>
      </w:r>
      <w:r w:rsidR="00FB1F68" w:rsidRPr="00237179">
        <w:rPr>
          <w:rFonts w:cs="Times"/>
        </w:rPr>
        <w:fldChar w:fldCharType="separate"/>
      </w:r>
      <w:r w:rsidR="002D54BF">
        <w:rPr>
          <w:rFonts w:cs="Times"/>
          <w:noProof/>
        </w:rPr>
        <w:t>(18)</w:t>
      </w:r>
      <w:r w:rsidR="00FB1F68" w:rsidRPr="00237179">
        <w:rPr>
          <w:rFonts w:cs="Times"/>
        </w:rPr>
        <w:fldChar w:fldCharType="end"/>
      </w:r>
      <w:r w:rsidRPr="00237179">
        <w:rPr>
          <w:rFonts w:cs="Times"/>
        </w:rPr>
        <w:t xml:space="preserve">. </w:t>
      </w:r>
      <w:r w:rsidR="00BE4F1B" w:rsidRPr="00237179">
        <w:rPr>
          <w:rFonts w:cs="Times"/>
        </w:rPr>
        <w:t>Dr Kyle Pattison (Oxford) proved the importance of the brain and neural mechanisms for breathlessness using fMRI</w:t>
      </w:r>
      <w:r w:rsidR="00CC6953" w:rsidRPr="00237179">
        <w:rPr>
          <w:rFonts w:cs="Times"/>
        </w:rPr>
        <w:fldChar w:fldCharType="begin"/>
      </w:r>
      <w:r w:rsidR="002D54BF">
        <w:rPr>
          <w:rFonts w:cs="Times"/>
        </w:rPr>
        <w:instrText xml:space="preserve"> ADDIN EN.CITE &lt;EndNote&gt;&lt;Cite&gt;&lt;Author&gt;Pattinson&lt;/Author&gt;&lt;Year&gt;2014&lt;/Year&gt;&lt;RecNum&gt;1498&lt;/RecNum&gt;&lt;DisplayText&gt;(19)&lt;/DisplayText&gt;&lt;record&gt;&lt;rec-number&gt;1498&lt;/rec-number&gt;&lt;foreign-keys&gt;&lt;key app="EN" db-id="s559eavznewrwuevaf5x9ppwvfzvr9s5pv9f" timestamp="1419979833"&gt;1498&lt;/key&gt;&lt;/foreign-keys&gt;&lt;ref-type name="Journal Article"&gt;17&lt;/ref-type&gt;&lt;contributors&gt;&lt;authors&gt;&lt;author&gt;Pattinson, K. T.&lt;/author&gt;&lt;author&gt;Johnson, M. J.&lt;/author&gt;&lt;/authors&gt;&lt;/contributors&gt;&lt;auth-address&gt;aNuffield Department of Clinical Neurosciences, FMRIB Centre, University of Oxford, Oxford bHull York Medical School, University of Hull, Hull, UK.&lt;/auth-address&gt;&lt;titles&gt;&lt;title&gt;Neuroimaging of central breathlessness mechanisms&lt;/title&gt;&lt;secondary-title&gt;Curr Opin Support Palliat Care&lt;/secondary-title&gt;&lt;alt-title&gt;Current opinion in supportive and palliative care&lt;/alt-title&gt;&lt;/titles&gt;&lt;periodical&gt;&lt;full-title&gt;Curr Opin Support Palliat Care&lt;/full-title&gt;&lt;abbr-1&gt;Current opinion in supportive and palliative care&lt;/abbr-1&gt;&lt;/periodical&gt;&lt;alt-periodical&gt;&lt;full-title&gt;Curr Opin Support Palliat Care&lt;/full-title&gt;&lt;abbr-1&gt;Current opinion in supportive and palliative care&lt;/abbr-1&gt;&lt;/alt-periodical&gt;&lt;pages&gt;225-33&lt;/pages&gt;&lt;volume&gt;8&lt;/volume&gt;&lt;number&gt;3&lt;/number&gt;&lt;edition&gt;2014/07/17&lt;/edition&gt;&lt;dates&gt;&lt;year&gt;2014&lt;/year&gt;&lt;pub-dates&gt;&lt;date&gt;Sep&lt;/date&gt;&lt;/pub-dates&gt;&lt;/dates&gt;&lt;isbn&gt;1751-4258&lt;/isbn&gt;&lt;accession-num&gt;25029392&lt;/accession-num&gt;&lt;urls&gt;&lt;/urls&gt;&lt;electronic-resource-num&gt;10.1097/spc.0000000000000069&lt;/electronic-resource-num&gt;&lt;remote-database-provider&gt;NLM&lt;/remote-database-provider&gt;&lt;language&gt;eng&lt;/language&gt;&lt;/record&gt;&lt;/Cite&gt;&lt;/EndNote&gt;</w:instrText>
      </w:r>
      <w:r w:rsidR="00CC6953" w:rsidRPr="00237179">
        <w:rPr>
          <w:rFonts w:cs="Times"/>
        </w:rPr>
        <w:fldChar w:fldCharType="separate"/>
      </w:r>
      <w:r w:rsidR="002D54BF">
        <w:rPr>
          <w:rFonts w:cs="Times"/>
          <w:noProof/>
        </w:rPr>
        <w:t>(19)</w:t>
      </w:r>
      <w:r w:rsidR="00CC6953" w:rsidRPr="00237179">
        <w:rPr>
          <w:rFonts w:cs="Times"/>
        </w:rPr>
        <w:fldChar w:fldCharType="end"/>
      </w:r>
      <w:r w:rsidR="00BE4F1B" w:rsidRPr="00237179">
        <w:rPr>
          <w:rFonts w:cs="Times"/>
        </w:rPr>
        <w:t>.</w:t>
      </w:r>
    </w:p>
    <w:p w14:paraId="7D24A833" w14:textId="165FF837" w:rsidR="007D0F8F" w:rsidRPr="00237179" w:rsidRDefault="007D0F8F" w:rsidP="002D54BF">
      <w:pPr>
        <w:spacing w:line="480" w:lineRule="auto"/>
        <w:jc w:val="both"/>
        <w:rPr>
          <w:rFonts w:cs="Times"/>
        </w:rPr>
      </w:pPr>
      <w:r w:rsidRPr="00237179">
        <w:rPr>
          <w:rFonts w:cs="Times"/>
        </w:rPr>
        <w:lastRenderedPageBreak/>
        <w:t xml:space="preserve">The </w:t>
      </w:r>
      <w:r w:rsidR="00EB5131" w:rsidRPr="00237179">
        <w:rPr>
          <w:rFonts w:cs="Times"/>
        </w:rPr>
        <w:t xml:space="preserve">National Secondary Care </w:t>
      </w:r>
      <w:r w:rsidRPr="00237179">
        <w:rPr>
          <w:rFonts w:cs="Times"/>
        </w:rPr>
        <w:t xml:space="preserve">COPD audit </w:t>
      </w:r>
      <w:r w:rsidR="00EB5131" w:rsidRPr="00237179">
        <w:rPr>
          <w:rFonts w:cs="Times"/>
        </w:rPr>
        <w:t>was collected earlier in 2014 and its results were presented by Dr Robert Stone (Taunton). The largest ever COPD patient dataset was collected and showed improvements in palliative care, non-invasive ventilation and early discharge services, but a number of issues were identified including access to spirometry, smoking cessation and pulmonary rehabilitation.</w:t>
      </w:r>
    </w:p>
    <w:p w14:paraId="432FD291" w14:textId="77777777" w:rsidR="00A37494" w:rsidRPr="00237179" w:rsidRDefault="00A37494" w:rsidP="002D54BF">
      <w:pPr>
        <w:spacing w:line="480" w:lineRule="auto"/>
        <w:jc w:val="both"/>
        <w:rPr>
          <w:rFonts w:cs="Times"/>
        </w:rPr>
      </w:pPr>
    </w:p>
    <w:p w14:paraId="714314E2" w14:textId="77777777" w:rsidR="005150B6" w:rsidRPr="00237179" w:rsidRDefault="005150B6" w:rsidP="002D54BF">
      <w:pPr>
        <w:spacing w:line="480" w:lineRule="auto"/>
        <w:jc w:val="both"/>
        <w:rPr>
          <w:b/>
        </w:rPr>
      </w:pPr>
      <w:r w:rsidRPr="00237179">
        <w:rPr>
          <w:b/>
        </w:rPr>
        <w:t>Respiratory infections</w:t>
      </w:r>
    </w:p>
    <w:p w14:paraId="4E6DE87F" w14:textId="2EE40FA4" w:rsidR="005150B6" w:rsidRPr="00237179" w:rsidRDefault="005150B6" w:rsidP="002D54BF">
      <w:pPr>
        <w:spacing w:line="480" w:lineRule="auto"/>
        <w:jc w:val="both"/>
      </w:pPr>
      <w:r w:rsidRPr="00237179">
        <w:t>Bronchiectasis was prominent at this year</w:t>
      </w:r>
      <w:r w:rsidR="00EB5131" w:rsidRPr="00237179">
        <w:t>’</w:t>
      </w:r>
      <w:r w:rsidRPr="00237179">
        <w:t xml:space="preserve">s winter meeting. The reason for this was perhaps best demonstrated by </w:t>
      </w:r>
      <w:proofErr w:type="spellStart"/>
      <w:r w:rsidRPr="00237179">
        <w:t>Navaratnam</w:t>
      </w:r>
      <w:proofErr w:type="spellEnd"/>
      <w:r w:rsidRPr="00237179">
        <w:t xml:space="preserve"> et al, who used hospital episode statistics to demonstrated a near doubling in the number of hospital admissions for bronchiectasis in England from 2004 to 2011</w:t>
      </w:r>
      <w:r w:rsidR="00FB1F68" w:rsidRPr="00237179">
        <w:fldChar w:fldCharType="begin"/>
      </w:r>
      <w:r w:rsidR="002D54BF">
        <w:instrText xml:space="preserve"> ADDIN EN.CITE &lt;EndNote&gt;&lt;Cite&gt;&lt;Author&gt;Navaratnam&lt;/Author&gt;&lt;Year&gt;2014&lt;/Year&gt;&lt;RecNum&gt;1466&lt;/RecNum&gt;&lt;DisplayText&gt;(20)&lt;/DisplayText&gt;&lt;record&gt;&lt;rec-number&gt;1466&lt;/rec-number&gt;&lt;foreign-keys&gt;&lt;key app="EN" db-id="s559eavznewrwuevaf5x9ppwvfzvr9s5pv9f" timestamp="1419899081"&gt;1466&lt;/key&gt;&lt;/foreign-keys&gt;&lt;ref-type name="Journal Article"&gt;17&lt;/ref-type&gt;&lt;contributors&gt;&lt;authors&gt;&lt;author&gt;Navaratnam, V&lt;/author&gt;&lt;author&gt;Millett, E&lt;/author&gt;&lt;author&gt;Hurst, JR&lt;/author&gt;&lt;author&gt;Thomas, SL&lt;/author&gt;&lt;author&gt;Smeeth, L&lt;/author&gt;&lt;author&gt;Hubbard, RB&lt;/author&gt;&lt;author&gt;Brown, J&lt;/author&gt;&lt;author&gt;Quint, JK&lt;/author&gt;&lt;/authors&gt;&lt;/contributors&gt;&lt;titles&gt;&lt;title&gt;P81 The Increasing Secondary Care Burden Of Bronchiectasis In England&lt;/title&gt;&lt;secondary-title&gt;Thorax&lt;/secondary-title&gt;&lt;/titles&gt;&lt;periodical&gt;&lt;full-title&gt;Thorax&lt;/full-title&gt;&lt;abbr-1&gt;Thorax&lt;/abbr-1&gt;&lt;/periodical&gt;&lt;pages&gt;A111-A112&lt;/pages&gt;&lt;volume&gt;69&lt;/volume&gt;&lt;number&gt;Suppl 2&lt;/number&gt;&lt;dates&gt;&lt;year&gt;2014&lt;/year&gt;&lt;pub-dates&gt;&lt;date&gt;December 1, 2014&lt;/date&gt;&lt;/pub-dates&gt;&lt;/dates&gt;&lt;urls&gt;&lt;related-urls&gt;&lt;url&gt;http://thorax.bmj.com/content/69/Suppl_2/A111.2.abstract&lt;/url&gt;&lt;/related-urls&gt;&lt;/urls&gt;&lt;electronic-resource-num&gt;10.1136/thoraxjnl-2014-206260.222&lt;/electronic-resource-num&gt;&lt;/record&gt;&lt;/Cite&gt;&lt;/EndNote&gt;</w:instrText>
      </w:r>
      <w:r w:rsidR="00FB1F68" w:rsidRPr="00237179">
        <w:fldChar w:fldCharType="separate"/>
      </w:r>
      <w:r w:rsidR="002D54BF">
        <w:rPr>
          <w:noProof/>
        </w:rPr>
        <w:t>(20)</w:t>
      </w:r>
      <w:r w:rsidR="00FB1F68" w:rsidRPr="00237179">
        <w:fldChar w:fldCharType="end"/>
      </w:r>
      <w:r w:rsidRPr="00237179">
        <w:t>. Bronchiectasis is becomi</w:t>
      </w:r>
      <w:r w:rsidR="00FB1F68" w:rsidRPr="00237179">
        <w:t>ng more common and more costly (</w:t>
      </w:r>
      <w:r w:rsidRPr="00237179">
        <w:t>figure 1</w:t>
      </w:r>
      <w:r w:rsidR="00FB1F68" w:rsidRPr="00237179">
        <w:t>)</w:t>
      </w:r>
      <w:r w:rsidRPr="00237179">
        <w:t xml:space="preserve">. </w:t>
      </w:r>
    </w:p>
    <w:p w14:paraId="697D3C7B" w14:textId="14F432C3" w:rsidR="005150B6" w:rsidRPr="00237179" w:rsidRDefault="005150B6" w:rsidP="002D54BF">
      <w:pPr>
        <w:spacing w:line="480" w:lineRule="auto"/>
        <w:jc w:val="both"/>
      </w:pPr>
      <w:r w:rsidRPr="00237179">
        <w:t xml:space="preserve">This was the setting for the symposium “new developments in bronchiectasis” on Friday morning. The session began with Dr Tony De </w:t>
      </w:r>
      <w:proofErr w:type="spellStart"/>
      <w:r w:rsidRPr="00237179">
        <w:t>Soyza</w:t>
      </w:r>
      <w:proofErr w:type="spellEnd"/>
      <w:r w:rsidRPr="00237179">
        <w:t xml:space="preserve"> </w:t>
      </w:r>
      <w:r w:rsidR="001B35B3" w:rsidRPr="00237179">
        <w:t>(</w:t>
      </w:r>
      <w:r w:rsidRPr="00237179">
        <w:t>Newcastle</w:t>
      </w:r>
      <w:r w:rsidR="001B35B3" w:rsidRPr="00237179">
        <w:t>)</w:t>
      </w:r>
      <w:r w:rsidRPr="00237179">
        <w:t xml:space="preserve"> discussing important new developments in bronchiectasis research. The award of a large MRC grant to establish a UK bronchiectasis network and </w:t>
      </w:r>
      <w:proofErr w:type="spellStart"/>
      <w:r w:rsidRPr="00237179">
        <w:t>biobank</w:t>
      </w:r>
      <w:proofErr w:type="spellEnd"/>
      <w:r w:rsidRPr="00237179">
        <w:t xml:space="preserve"> was celebrated as the first step towards facilitating a better understanding of this disease. Alongside International initiatives including the E</w:t>
      </w:r>
      <w:r w:rsidR="00D65B8E" w:rsidRPr="00237179">
        <w:t xml:space="preserve">uropean Respiratory Society </w:t>
      </w:r>
      <w:r w:rsidRPr="00237179">
        <w:t xml:space="preserve"> </w:t>
      </w:r>
      <w:r w:rsidR="00772CD6" w:rsidRPr="00237179">
        <w:t>sponsor</w:t>
      </w:r>
      <w:r w:rsidR="00D65B8E" w:rsidRPr="00237179">
        <w:t>ed</w:t>
      </w:r>
      <w:r w:rsidRPr="00237179">
        <w:t xml:space="preserve"> European Bronchiectasis Registry (EMBARC) these networks should facilitate better clinical trials and Dr De</w:t>
      </w:r>
      <w:r w:rsidR="00D65B8E" w:rsidRPr="00237179">
        <w:t xml:space="preserve"> </w:t>
      </w:r>
      <w:proofErr w:type="spellStart"/>
      <w:r w:rsidRPr="00237179">
        <w:t>Soyza</w:t>
      </w:r>
      <w:proofErr w:type="spellEnd"/>
      <w:r w:rsidRPr="00237179">
        <w:t xml:space="preserve"> </w:t>
      </w:r>
      <w:proofErr w:type="spellStart"/>
      <w:r w:rsidRPr="00237179">
        <w:t>emphasised</w:t>
      </w:r>
      <w:proofErr w:type="spellEnd"/>
      <w:r w:rsidRPr="00237179">
        <w:t xml:space="preserve"> that the UK is already a leading destination for commercial and academic clinical studies in bronchiectasis. Emerging antibiotic and anti-inflammatory therapies for </w:t>
      </w:r>
      <w:proofErr w:type="gramStart"/>
      <w:r w:rsidRPr="00237179">
        <w:t>bronchiectasis</w:t>
      </w:r>
      <w:proofErr w:type="gramEnd"/>
      <w:r w:rsidRPr="00237179">
        <w:t xml:space="preserve"> were discussed, reflecting on the fact that this once neglected disease now has an impression pipeline of potential new therapies.</w:t>
      </w:r>
    </w:p>
    <w:p w14:paraId="04862D8D" w14:textId="1B9315FF" w:rsidR="005150B6" w:rsidRPr="00237179" w:rsidRDefault="005150B6" w:rsidP="002D54BF">
      <w:pPr>
        <w:spacing w:line="480" w:lineRule="auto"/>
        <w:jc w:val="both"/>
      </w:pPr>
      <w:r w:rsidRPr="00237179">
        <w:lastRenderedPageBreak/>
        <w:t xml:space="preserve">Dr Charles Haworth </w:t>
      </w:r>
      <w:r w:rsidR="001B35B3" w:rsidRPr="00237179">
        <w:t>(</w:t>
      </w:r>
      <w:r w:rsidRPr="00237179">
        <w:t>Cambridge</w:t>
      </w:r>
      <w:r w:rsidR="001B35B3" w:rsidRPr="00237179">
        <w:t>)</w:t>
      </w:r>
      <w:r w:rsidRPr="00237179">
        <w:t xml:space="preserve"> outlined the challenges of treating chronic </w:t>
      </w:r>
      <w:r w:rsidRPr="00237179">
        <w:rPr>
          <w:i/>
        </w:rPr>
        <w:t xml:space="preserve">P. </w:t>
      </w:r>
      <w:proofErr w:type="spellStart"/>
      <w:r w:rsidRPr="00237179">
        <w:rPr>
          <w:i/>
        </w:rPr>
        <w:t>aeruginosa</w:t>
      </w:r>
      <w:proofErr w:type="spellEnd"/>
      <w:r w:rsidRPr="00237179">
        <w:t xml:space="preserve"> infection. This pathogen is associated with higher mortality, faster lung function decline and worse quality of life but there remains no consensus on how best to deal with </w:t>
      </w:r>
      <w:proofErr w:type="gramStart"/>
      <w:r w:rsidRPr="00237179">
        <w:t>it</w:t>
      </w:r>
      <w:proofErr w:type="gramEnd"/>
      <w:r w:rsidR="00C90E13" w:rsidRPr="00237179">
        <w:fldChar w:fldCharType="begin">
          <w:fldData xml:space="preserve">PEVuZE5vdGU+PENpdGU+PEF1dGhvcj5Mb2ViaW5nZXI8L0F1dGhvcj48WWVhcj4yMDA5PC9ZZWFy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</w:fldData>
        </w:fldChar>
      </w:r>
      <w:r w:rsidR="002D54BF">
        <w:instrText xml:space="preserve"> ADDIN EN.CITE </w:instrText>
      </w:r>
      <w:r w:rsidR="002D54BF">
        <w:fldChar w:fldCharType="begin">
          <w:fldData xml:space="preserve">PEVuZE5vdGU+PENpdGU+PEF1dGhvcj5Mb2ViaW5nZXI8L0F1dGhvcj48WWVhcj4yMDA5PC9ZZWFy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</w:fldData>
        </w:fldChar>
      </w:r>
      <w:r w:rsidR="002D54BF">
        <w:instrText xml:space="preserve"> ADDIN EN.CITE.DATA </w:instrText>
      </w:r>
      <w:r w:rsidR="002D54BF">
        <w:fldChar w:fldCharType="end"/>
      </w:r>
      <w:r w:rsidR="00C90E13" w:rsidRPr="00237179">
        <w:fldChar w:fldCharType="separate"/>
      </w:r>
      <w:r w:rsidR="002D54BF">
        <w:rPr>
          <w:noProof/>
        </w:rPr>
        <w:t>(21)</w:t>
      </w:r>
      <w:r w:rsidR="00C90E13" w:rsidRPr="00237179">
        <w:fldChar w:fldCharType="end"/>
      </w:r>
      <w:r w:rsidRPr="00237179">
        <w:t>. Dr Haworth pre</w:t>
      </w:r>
      <w:r w:rsidR="00C90E13" w:rsidRPr="00237179">
        <w:t xml:space="preserve">sented an international </w:t>
      </w:r>
      <w:proofErr w:type="spellStart"/>
      <w:r w:rsidR="00C90E13" w:rsidRPr="00237179">
        <w:t>randomis</w:t>
      </w:r>
      <w:r w:rsidRPr="00237179">
        <w:t>ed</w:t>
      </w:r>
      <w:proofErr w:type="spellEnd"/>
      <w:r w:rsidRPr="00237179">
        <w:t xml:space="preserve"> controlled trial of inhaled </w:t>
      </w:r>
      <w:proofErr w:type="spellStart"/>
      <w:r w:rsidRPr="00237179">
        <w:t>colistin</w:t>
      </w:r>
      <w:proofErr w:type="spellEnd"/>
      <w:r w:rsidRPr="00237179">
        <w:t xml:space="preserve"> which he led, which narrowly failed to meet its primary end-point of improved time to first exacerbation, but which had a highly significant effect on this end-point and on quality of life in patients that had adhered to therapy</w:t>
      </w:r>
      <w:r w:rsidR="00C040C5" w:rsidRPr="00237179">
        <w:fldChar w:fldCharType="begin">
          <w:fldData xml:space="preserve">PEVuZE5vdGU+PENpdGU+PEF1dGhvcj5IYXdvcnRoPC9BdXRob3I+PFllYXI+MjAxNDwvWWVhcj48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=
</w:fldData>
        </w:fldChar>
      </w:r>
      <w:r w:rsidR="002D54BF">
        <w:instrText xml:space="preserve"> ADDIN EN.CITE </w:instrText>
      </w:r>
      <w:r w:rsidR="002D54BF">
        <w:fldChar w:fldCharType="begin">
          <w:fldData xml:space="preserve">PEVuZE5vdGU+PENpdGU+PEF1dGhvcj5IYXdvcnRoPC9BdXRob3I+PFllYXI+MjAxNDwvWWVhcj48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=
</w:fldData>
        </w:fldChar>
      </w:r>
      <w:r w:rsidR="002D54BF">
        <w:instrText xml:space="preserve"> ADDIN EN.CITE.DATA </w:instrText>
      </w:r>
      <w:r w:rsidR="002D54BF">
        <w:fldChar w:fldCharType="end"/>
      </w:r>
      <w:r w:rsidR="00C040C5" w:rsidRPr="00237179">
        <w:fldChar w:fldCharType="separate"/>
      </w:r>
      <w:r w:rsidR="002D54BF">
        <w:rPr>
          <w:noProof/>
        </w:rPr>
        <w:t>(22)</w:t>
      </w:r>
      <w:r w:rsidR="00C040C5" w:rsidRPr="00237179">
        <w:fldChar w:fldCharType="end"/>
      </w:r>
      <w:r w:rsidRPr="00237179">
        <w:t xml:space="preserve">. </w:t>
      </w:r>
      <w:proofErr w:type="gramStart"/>
      <w:r w:rsidRPr="00237179">
        <w:t>A timely reminder that patients have to take their treatment in order to derive benefit.</w:t>
      </w:r>
      <w:proofErr w:type="gramEnd"/>
      <w:r w:rsidRPr="00237179">
        <w:t xml:space="preserve"> Dr Michael </w:t>
      </w:r>
      <w:proofErr w:type="spellStart"/>
      <w:r w:rsidRPr="00237179">
        <w:t>Loebinger</w:t>
      </w:r>
      <w:proofErr w:type="spellEnd"/>
      <w:r w:rsidRPr="00237179">
        <w:t xml:space="preserve"> </w:t>
      </w:r>
      <w:r w:rsidR="001B35B3" w:rsidRPr="00237179">
        <w:t xml:space="preserve">(London) </w:t>
      </w:r>
      <w:r w:rsidRPr="00237179">
        <w:t>gave an excellent talk on the growing worldwide problem of non-</w:t>
      </w:r>
      <w:proofErr w:type="spellStart"/>
      <w:r w:rsidRPr="00237179">
        <w:t>tuberculous</w:t>
      </w:r>
      <w:proofErr w:type="spellEnd"/>
      <w:r w:rsidRPr="00237179">
        <w:t xml:space="preserve"> mycobacterial infection. Although the incidence is increasing at rate of 2.9-8.2% per year, it is also frequently underdiagnosed and </w:t>
      </w:r>
      <w:proofErr w:type="gramStart"/>
      <w:r w:rsidRPr="00237179">
        <w:t>underestimated</w:t>
      </w:r>
      <w:proofErr w:type="gramEnd"/>
      <w:r w:rsidR="00C040C5" w:rsidRPr="00237179">
        <w:fldChar w:fldCharType="begin">
          <w:fldData xml:space="preserve">PEVuZE5vdGU+PENpdGU+PEF1dGhvcj5BZGplbWlhbjwvQXV0aG9yPjxZZWFyPjIwMTI8L1llYXI+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</w:fldData>
        </w:fldChar>
      </w:r>
      <w:r w:rsidR="002D54BF">
        <w:instrText xml:space="preserve"> ADDIN EN.CITE </w:instrText>
      </w:r>
      <w:r w:rsidR="002D54BF">
        <w:fldChar w:fldCharType="begin">
          <w:fldData xml:space="preserve">PEVuZE5vdGU+PENpdGU+PEF1dGhvcj5BZGplbWlhbjwvQXV0aG9yPjxZZWFyPjIwMTI8L1llYXI+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</w:fldData>
        </w:fldChar>
      </w:r>
      <w:r w:rsidR="002D54BF">
        <w:instrText xml:space="preserve"> ADDIN EN.CITE.DATA </w:instrText>
      </w:r>
      <w:r w:rsidR="002D54BF">
        <w:fldChar w:fldCharType="end"/>
      </w:r>
      <w:r w:rsidR="00C040C5" w:rsidRPr="00237179">
        <w:fldChar w:fldCharType="separate"/>
      </w:r>
      <w:r w:rsidR="002D54BF">
        <w:rPr>
          <w:noProof/>
        </w:rPr>
        <w:t>(23)</w:t>
      </w:r>
      <w:r w:rsidR="00C040C5" w:rsidRPr="00237179">
        <w:fldChar w:fldCharType="end"/>
      </w:r>
      <w:r w:rsidRPr="00237179">
        <w:t xml:space="preserve">. Data point to a unique immunological phenotype and even </w:t>
      </w:r>
      <w:proofErr w:type="spellStart"/>
      <w:r w:rsidRPr="00237179">
        <w:t>morphotype</w:t>
      </w:r>
      <w:proofErr w:type="spellEnd"/>
      <w:r w:rsidRPr="00237179">
        <w:t xml:space="preserve"> and Dr </w:t>
      </w:r>
      <w:proofErr w:type="spellStart"/>
      <w:r w:rsidRPr="00237179">
        <w:t>Loebinger</w:t>
      </w:r>
      <w:proofErr w:type="spellEnd"/>
      <w:r w:rsidRPr="00237179">
        <w:t xml:space="preserve"> presented data again linking NTM infection with defects interferon gamma. </w:t>
      </w:r>
    </w:p>
    <w:p w14:paraId="2A8E3F29" w14:textId="3DB3F52F" w:rsidR="005150B6" w:rsidRPr="00237179" w:rsidRDefault="005150B6" w:rsidP="002D54BF">
      <w:pPr>
        <w:spacing w:line="480" w:lineRule="auto"/>
        <w:jc w:val="both"/>
      </w:pPr>
      <w:r w:rsidRPr="00237179">
        <w:t xml:space="preserve">The final presentation on the role of macrolides provided an excellent platform for discussion. Several trials now support the use of macrolides in bronchiectasis but there is no agreement on the best choice of drug, duration or dose. Dr Hill </w:t>
      </w:r>
      <w:r w:rsidR="001B35B3" w:rsidRPr="00237179">
        <w:t xml:space="preserve">(Edinburgh) </w:t>
      </w:r>
      <w:r w:rsidRPr="00237179">
        <w:t>provided the evidence to date</w:t>
      </w:r>
      <w:r w:rsidR="00C040C5" w:rsidRPr="00237179">
        <w:fldChar w:fldCharType="begin"/>
      </w:r>
      <w:r w:rsidR="002D54BF">
        <w:instrText xml:space="preserve"> ADDIN EN.CITE &lt;EndNote&gt;&lt;Cite&gt;&lt;Author&gt;Haworth&lt;/Author&gt;&lt;Year&gt;2014&lt;/Year&gt;&lt;RecNum&gt;1470&lt;/RecNum&gt;&lt;DisplayText&gt;(24)&lt;/DisplayText&gt;&lt;record&gt;&lt;rec-number&gt;1470&lt;/rec-number&gt;&lt;foreign-keys&gt;&lt;key app="EN" db-id="s559eavznewrwuevaf5x9ppwvfzvr9s5pv9f" timestamp="1419930902"&gt;1470&lt;/key&gt;&lt;/foreign-keys&gt;&lt;ref-type name="Journal Article"&gt;17&lt;/ref-type&gt;&lt;contributors&gt;&lt;authors&gt;&lt;author&gt;Haworth, C. S.&lt;/author&gt;&lt;author&gt;Bilton, D.&lt;/author&gt;&lt;author&gt;Elborn, J. S.&lt;/author&gt;&lt;/authors&gt;&lt;/contributors&gt;&lt;auth-address&gt;Cambridge Centre for Lung Infection, Papworth Hospital, Cambridge, CB23 3RE, UK. Electronic address: charles.haworth@papworth.nhs.uk.&amp;#xD;Department of Respiratory Medicine, Royal Brompton Hospital, Sydney Street, London, SW3 6NP, UK.&amp;#xD;Centre for Infection and Immunity, Queen&amp;apos;s University of Belfast, 97 Lisburn Road, Belfast, BT9 7BC, Northern Ireland, UK.&lt;/auth-address&gt;&lt;titles&gt;&lt;title&gt;Long-term macrolide maintenance therapy in non-CF bronchiectasis: Evidence and questions&lt;/title&gt;&lt;secondary-title&gt;Respir Med&lt;/secondary-title&gt;&lt;alt-title&gt;Respiratory medicine&lt;/alt-title&gt;&lt;/titles&gt;&lt;periodical&gt;&lt;full-title&gt;Respir Med&lt;/full-title&gt;&lt;abbr-1&gt;Respiratory medicine&lt;/abbr-1&gt;&lt;/periodical&gt;&lt;alt-periodical&gt;&lt;full-title&gt;Respir Med&lt;/full-title&gt;&lt;abbr-1&gt;Respiratory medicine&lt;/abbr-1&gt;&lt;/alt-periodical&gt;&lt;pages&gt;1397-1408&lt;/pages&gt;&lt;volume&gt;108&lt;/volume&gt;&lt;number&gt;10&lt;/number&gt;&lt;edition&gt;2014/10/11&lt;/edition&gt;&lt;keywords&gt;&lt;keyword&gt;Azithromycin&lt;/keyword&gt;&lt;keyword&gt;Erythromycin&lt;/keyword&gt;&lt;keyword&gt;Macrolides&lt;/keyword&gt;&lt;keyword&gt;Non-cystic fibrosis bronchiectasis&lt;/keyword&gt;&lt;keyword&gt;Pulmonary exacerbation&lt;/keyword&gt;&lt;/keywords&gt;&lt;dates&gt;&lt;year&gt;2014&lt;/year&gt;&lt;pub-dates&gt;&lt;date&gt;Oct&lt;/date&gt;&lt;/pub-dates&gt;&lt;/dates&gt;&lt;isbn&gt;1532-3064 (Electronic)&amp;#xD;0954-6111 (Linking)&lt;/isbn&gt;&lt;accession-num&gt;25301290&lt;/accession-num&gt;&lt;work-type&gt;Review&lt;/work-type&gt;&lt;urls&gt;&lt;related-urls&gt;&lt;url&gt;http://www.ncbi.nlm.nih.gov/pubmed/25301290&lt;/url&gt;&lt;/related-urls&gt;&lt;/urls&gt;&lt;electronic-resource-num&gt;10.1016/j.rmed.2014.09.005&lt;/electronic-resource-num&gt;&lt;/record&gt;&lt;/Cite&gt;&lt;/EndNote&gt;</w:instrText>
      </w:r>
      <w:r w:rsidR="00C040C5" w:rsidRPr="00237179">
        <w:fldChar w:fldCharType="separate"/>
      </w:r>
      <w:r w:rsidR="002D54BF">
        <w:rPr>
          <w:noProof/>
        </w:rPr>
        <w:t>(24)</w:t>
      </w:r>
      <w:r w:rsidR="00C040C5" w:rsidRPr="00237179">
        <w:fldChar w:fldCharType="end"/>
      </w:r>
      <w:r w:rsidRPr="00237179">
        <w:t>.</w:t>
      </w:r>
    </w:p>
    <w:p w14:paraId="2E19BF91" w14:textId="40610965" w:rsidR="005150B6" w:rsidRPr="00237179" w:rsidRDefault="005150B6" w:rsidP="002D54BF">
      <w:pPr>
        <w:spacing w:line="480" w:lineRule="auto"/>
        <w:jc w:val="both"/>
      </w:pPr>
      <w:r w:rsidRPr="00237179">
        <w:t xml:space="preserve">Statins were once promoted as a panacea to treat a range of inflammatory airways diseases. Animal and experimental models of asthma, COPD and infections show remarkable anti-inflammatory effects, but clinical trials have been very disappointing, most recently an RCT of 885 COPD patients randomized to simvastatin or placebo found no impact on </w:t>
      </w:r>
      <w:proofErr w:type="gramStart"/>
      <w:r w:rsidRPr="00237179">
        <w:t>exacerbations</w:t>
      </w:r>
      <w:proofErr w:type="gramEnd"/>
      <w:r w:rsidR="00C040C5" w:rsidRPr="00237179">
        <w:fldChar w:fldCharType="begin">
          <w:fldData xml:space="preserve">PEVuZE5vdGU+PENpdGU+PEF1dGhvcj5DcmluZXI8L0F1dGhvcj48WWVhcj4yMDE0PC9ZZWFyPjxS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</w:fldData>
        </w:fldChar>
      </w:r>
      <w:r w:rsidR="002D54BF">
        <w:instrText xml:space="preserve"> ADDIN EN.CITE </w:instrText>
      </w:r>
      <w:r w:rsidR="002D54BF">
        <w:fldChar w:fldCharType="begin">
          <w:fldData xml:space="preserve">PEVuZE5vdGU+PENpdGU+PEF1dGhvcj5DcmluZXI8L0F1dGhvcj48WWVhcj4yMDE0PC9ZZWFyPjxS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</w:fldData>
        </w:fldChar>
      </w:r>
      <w:r w:rsidR="002D54BF">
        <w:instrText xml:space="preserve"> ADDIN EN.CITE.DATA </w:instrText>
      </w:r>
      <w:r w:rsidR="002D54BF">
        <w:fldChar w:fldCharType="end"/>
      </w:r>
      <w:r w:rsidR="00C040C5" w:rsidRPr="00237179">
        <w:fldChar w:fldCharType="separate"/>
      </w:r>
      <w:r w:rsidR="002D54BF">
        <w:rPr>
          <w:noProof/>
        </w:rPr>
        <w:t>(25)</w:t>
      </w:r>
      <w:r w:rsidR="00C040C5" w:rsidRPr="00237179">
        <w:fldChar w:fldCharType="end"/>
      </w:r>
      <w:r w:rsidRPr="00237179">
        <w:t xml:space="preserve">. Statins made a minor comeback at the winter meeting with a report by Mandal et al that </w:t>
      </w:r>
      <w:r w:rsidRPr="00237179">
        <w:lastRenderedPageBreak/>
        <w:t xml:space="preserve">atorvastatin significantly improved cough in a randomized controlled trial (30 patients atorvastatin vs 30 patients receiving placebo), possibly by promoting neutrophil </w:t>
      </w:r>
      <w:proofErr w:type="gramStart"/>
      <w:r w:rsidRPr="00237179">
        <w:t>apoptosis</w:t>
      </w:r>
      <w:proofErr w:type="gramEnd"/>
      <w:r w:rsidR="00C040C5" w:rsidRPr="00237179">
        <w:fldChar w:fldCharType="begin">
          <w:fldData xml:space="preserve">PEVuZE5vdGU+PENpdGU+PEF1dGhvcj5NYW5kYWw8L0F1dGhvcj48WWVhcj4yMDE0PC9ZZWFyPjxS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</w:fldData>
        </w:fldChar>
      </w:r>
      <w:r w:rsidR="002D54BF">
        <w:instrText xml:space="preserve"> ADDIN EN.CITE </w:instrText>
      </w:r>
      <w:r w:rsidR="002D54BF">
        <w:fldChar w:fldCharType="begin">
          <w:fldData xml:space="preserve">PEVuZE5vdGU+PENpdGU+PEF1dGhvcj5NYW5kYWw8L0F1dGhvcj48WWVhcj4yMDE0PC9ZZWFyPjxS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</w:fldData>
        </w:fldChar>
      </w:r>
      <w:r w:rsidR="002D54BF">
        <w:instrText xml:space="preserve"> ADDIN EN.CITE.DATA </w:instrText>
      </w:r>
      <w:r w:rsidR="002D54BF">
        <w:fldChar w:fldCharType="end"/>
      </w:r>
      <w:r w:rsidR="00C040C5" w:rsidRPr="00237179">
        <w:fldChar w:fldCharType="separate"/>
      </w:r>
      <w:r w:rsidR="002D54BF">
        <w:rPr>
          <w:noProof/>
        </w:rPr>
        <w:t>(26)</w:t>
      </w:r>
      <w:r w:rsidR="00C040C5" w:rsidRPr="00237179">
        <w:fldChar w:fldCharType="end"/>
      </w:r>
      <w:r w:rsidRPr="00237179">
        <w:t xml:space="preserve">. </w:t>
      </w:r>
    </w:p>
    <w:p w14:paraId="4DA5F757" w14:textId="53F5EDCE" w:rsidR="005150B6" w:rsidRPr="00237179" w:rsidRDefault="005150B6" w:rsidP="002D54BF">
      <w:pPr>
        <w:spacing w:line="480" w:lineRule="auto"/>
        <w:jc w:val="both"/>
      </w:pPr>
      <w:r w:rsidRPr="00237179">
        <w:t xml:space="preserve">Saleh et al used a recently described severity assessment tool for bronchiectasis to study the extent of bronchiectasis in patients with primary </w:t>
      </w:r>
      <w:proofErr w:type="gramStart"/>
      <w:r w:rsidRPr="00237179">
        <w:t>immunodeficiency</w:t>
      </w:r>
      <w:proofErr w:type="gramEnd"/>
      <w:r w:rsidR="00C040C5" w:rsidRPr="00237179">
        <w:fldChar w:fldCharType="begin">
          <w:fldData xml:space="preserve">PEVuZE5vdGU+PENpdGU+PEF1dGhvcj5DaGFsbWVyczwvQXV0aG9yPjxZZWFyPjIwMTQ8L1llYXI+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</w:fldData>
        </w:fldChar>
      </w:r>
      <w:r w:rsidR="002D54BF">
        <w:instrText xml:space="preserve"> ADDIN EN.CITE </w:instrText>
      </w:r>
      <w:r w:rsidR="002D54BF">
        <w:fldChar w:fldCharType="begin">
          <w:fldData xml:space="preserve">PEVuZE5vdGU+PENpdGU+PEF1dGhvcj5DaGFsbWVyczwvQXV0aG9yPjxZZWFyPjIwMTQ8L1llYXI+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</w:fldData>
        </w:fldChar>
      </w:r>
      <w:r w:rsidR="002D54BF">
        <w:instrText xml:space="preserve"> ADDIN EN.CITE.DATA </w:instrText>
      </w:r>
      <w:r w:rsidR="002D54BF">
        <w:fldChar w:fldCharType="end"/>
      </w:r>
      <w:r w:rsidR="00C040C5" w:rsidRPr="00237179">
        <w:fldChar w:fldCharType="separate"/>
      </w:r>
      <w:r w:rsidR="002D54BF">
        <w:rPr>
          <w:noProof/>
        </w:rPr>
        <w:t>(27, 28)</w:t>
      </w:r>
      <w:r w:rsidR="00C040C5" w:rsidRPr="00237179">
        <w:fldChar w:fldCharType="end"/>
      </w:r>
      <w:r w:rsidRPr="00237179">
        <w:t xml:space="preserve">. They found that, consistent with other reports, patients managed in specialist immunodeficiency services have a good prognosis with preserved lung function and a low frequency of </w:t>
      </w:r>
      <w:proofErr w:type="spellStart"/>
      <w:r w:rsidRPr="00237179">
        <w:t>colonisation</w:t>
      </w:r>
      <w:proofErr w:type="spellEnd"/>
      <w:r w:rsidRPr="00237179">
        <w:t xml:space="preserve"> with </w:t>
      </w:r>
      <w:r w:rsidRPr="00237179">
        <w:rPr>
          <w:i/>
        </w:rPr>
        <w:t xml:space="preserve">P. </w:t>
      </w:r>
      <w:proofErr w:type="spellStart"/>
      <w:r w:rsidRPr="00237179">
        <w:rPr>
          <w:i/>
        </w:rPr>
        <w:t>aeruginosa</w:t>
      </w:r>
      <w:proofErr w:type="spellEnd"/>
      <w:r w:rsidRPr="00237179">
        <w:t xml:space="preserve">. </w:t>
      </w:r>
    </w:p>
    <w:p w14:paraId="4452A6C5" w14:textId="0BA533CB" w:rsidR="001563FE" w:rsidRPr="00237179" w:rsidRDefault="001563FE" w:rsidP="002D54BF">
      <w:pPr>
        <w:spacing w:line="480" w:lineRule="auto"/>
        <w:jc w:val="both"/>
      </w:pPr>
      <w:r w:rsidRPr="00237179">
        <w:t>The winter meeting coincided with the publication of the NICE guidelines for pneumonia and so this was always bound to be a hot topic at the meeting</w:t>
      </w:r>
      <w:r w:rsidR="00C040C5" w:rsidRPr="00237179">
        <w:fldChar w:fldCharType="begin"/>
      </w:r>
      <w:r w:rsidR="002D54BF">
        <w:instrText xml:space="preserve"> ADDIN EN.CITE &lt;EndNote&gt;&lt;Cite&gt;&lt;Author&gt;Eccles&lt;/Author&gt;&lt;Year&gt;2014&lt;/Year&gt;&lt;RecNum&gt;1476&lt;/RecNum&gt;&lt;DisplayText&gt;(29)&lt;/DisplayText&gt;&lt;record&gt;&lt;rec-number&gt;1476&lt;/rec-number&gt;&lt;foreign-keys&gt;&lt;key app="EN" db-id="s559eavznewrwuevaf5x9ppwvfzvr9s5pv9f" timestamp="1419931253"&gt;1476&lt;/key&gt;&lt;/foreign-keys&gt;&lt;ref-type name="Journal Article"&gt;17&lt;/ref-type&gt;&lt;contributors&gt;&lt;authors&gt;&lt;author&gt;Eccles, S.&lt;/author&gt;&lt;author&gt;Pincus, C.&lt;/author&gt;&lt;author&gt;Higgins, B.&lt;/author&gt;&lt;author&gt;Woodhead, M.&lt;/author&gt;&lt;author&gt;Guideline Development, Group&lt;/author&gt;&lt;/authors&gt;&lt;/contributors&gt;&lt;auth-address&gt;Royal Gwent Hospital, Newport NP20 2UB, UK.&amp;#xD;Royal College of Physicians, National Clinical Guideline Centre, London NW1 4LE, UK celia.pincus@rcplondon.ac.uk.&amp;#xD;Royal College of Physicians, National Clinical Guideline Centre, London NW1 4LE, UK Freeman Hospital, Newcastle NE7 7DN, UK.&amp;#xD;Department of Respiratory Medicine, Central Manchester University Hospitals NHS Foundation Trust, Manchester Academic Health Science Centre and Faculty of Medical and Human Sciences, University of Manchester, Manchester, UK.&lt;/auth-address&gt;&lt;titles&gt;&lt;title&gt;Diagnosis and management of community and hospital acquired pneumonia in adults: summary of NICE guidance&lt;/title&gt;&lt;secondary-title&gt;BMJ&lt;/secondary-title&gt;&lt;alt-title&gt;Bmj&lt;/alt-title&gt;&lt;/titles&gt;&lt;periodical&gt;&lt;full-title&gt;BMJ&lt;/full-title&gt;&lt;abbr-1&gt;Bmj&lt;/abbr-1&gt;&lt;/periodical&gt;&lt;alt-periodical&gt;&lt;full-title&gt;BMJ&lt;/full-title&gt;&lt;abbr-1&gt;Bmj&lt;/abbr-1&gt;&lt;/alt-periodical&gt;&lt;pages&gt;g6722&lt;/pages&gt;&lt;volume&gt;349&lt;/volume&gt;&lt;edition&gt;2014/12/05&lt;/edition&gt;&lt;dates&gt;&lt;year&gt;2014&lt;/year&gt;&lt;/dates&gt;&lt;isbn&gt;1756-1833 (Electronic)&amp;#xD;0959-535X (Linking)&lt;/isbn&gt;&lt;accession-num&gt;25471702&lt;/accession-num&gt;&lt;urls&gt;&lt;related-urls&gt;&lt;url&gt;http://www.ncbi.nlm.nih.gov/pubmed/25471702&lt;/url&gt;&lt;/related-urls&gt;&lt;/urls&gt;&lt;electronic-resource-num&gt;10.1136/bmj.g6722&lt;/electronic-resource-num&gt;&lt;/record&gt;&lt;/Cite&gt;&lt;/EndNote&gt;</w:instrText>
      </w:r>
      <w:r w:rsidR="00C040C5" w:rsidRPr="00237179">
        <w:fldChar w:fldCharType="separate"/>
      </w:r>
      <w:r w:rsidR="002D54BF">
        <w:rPr>
          <w:noProof/>
        </w:rPr>
        <w:t>(29)</w:t>
      </w:r>
      <w:r w:rsidR="00C040C5" w:rsidRPr="00237179">
        <w:fldChar w:fldCharType="end"/>
      </w:r>
      <w:r w:rsidRPr="00237179">
        <w:t xml:space="preserve">. One of the major findings of that guideline was an almost complete lack of UK data on the management of hospital acquired pneumonia </w:t>
      </w:r>
      <w:r w:rsidR="00B02B34" w:rsidRPr="00237179">
        <w:t xml:space="preserve">(HAP) </w:t>
      </w:r>
      <w:r w:rsidRPr="00237179">
        <w:t xml:space="preserve">and so it was refreshing to see a study by Burton et al describing the incidence and risk factors for </w:t>
      </w:r>
      <w:r w:rsidR="00AF2B96" w:rsidRPr="00237179">
        <w:t>HAP</w:t>
      </w:r>
      <w:r w:rsidRPr="00237179">
        <w:t xml:space="preserve"> in a large cohort (1302 patients). Perhaps not surprisingly, aspiration was a major risk factor and mortality was high</w:t>
      </w:r>
      <w:r w:rsidR="00B02B34" w:rsidRPr="00237179">
        <w:fldChar w:fldCharType="begin"/>
      </w:r>
      <w:r w:rsidR="002D54BF">
        <w:instrText xml:space="preserve"> ADDIN EN.CITE &lt;EndNote&gt;&lt;Cite&gt;&lt;Author&gt;Burton&lt;/Author&gt;&lt;Year&gt;2014&lt;/Year&gt;&lt;RecNum&gt;1495&lt;/RecNum&gt;&lt;DisplayText&gt;(30)&lt;/DisplayText&gt;&lt;record&gt;&lt;rec-number&gt;1495&lt;/rec-number&gt;&lt;foreign-keys&gt;&lt;key app="EN" db-id="s559eavznewrwuevaf5x9ppwvfzvr9s5pv9f" timestamp="1419936181"&gt;1495&lt;/key&gt;&lt;/foreign-keys&gt;&lt;ref-type name="Journal Article"&gt;17&lt;/ref-type&gt;&lt;contributors&gt;&lt;authors&gt;&lt;author&gt;Burton, LA&lt;/author&gt;&lt;author&gt;Price, RJG&lt;/author&gt;&lt;author&gt;Barr, KE&lt;/author&gt;&lt;author&gt;McAuley, SM&lt;/author&gt;&lt;author&gt;Allen, JB&lt;/author&gt;&lt;author&gt;Clinton, A&lt;/author&gt;&lt;author&gt;Phillips, G&lt;/author&gt;&lt;author&gt;Marwick, CA&lt;/author&gt;&lt;author&gt;McMurdo, MET&lt;/author&gt;&lt;author&gt;Witham, MD&lt;/author&gt;&lt;/authors&gt;&lt;/contributors&gt;&lt;titles&gt;&lt;title&gt;S13 Incidence And Risk Factors For The Development Of Hospital Acquired Pneumonia In Older Hospitalised Patients&lt;/title&gt;&lt;secondary-title&gt;Thorax&lt;/secondary-title&gt;&lt;/titles&gt;&lt;periodical&gt;&lt;full-title&gt;Thorax&lt;/full-title&gt;&lt;abbr-1&gt;Thorax&lt;/abbr-1&gt;&lt;/periodical&gt;&lt;pages&gt;A9-A10&lt;/pages&gt;&lt;volume&gt;69&lt;/volume&gt;&lt;number&gt;Suppl 2&lt;/number&gt;&lt;dates&gt;&lt;year&gt;2014&lt;/year&gt;&lt;pub-dates&gt;&lt;date&gt;December 1, 2014&lt;/date&gt;&lt;/pub-dates&gt;&lt;/dates&gt;&lt;urls&gt;&lt;related-urls&gt;&lt;url&gt;http://thorax.bmj.com/content/69/Suppl_2/A9.2.abstract&lt;/url&gt;&lt;/related-urls&gt;&lt;/urls&gt;&lt;electronic-resource-num&gt;10.1136/thoraxjnl-2014-206260.19&lt;/electronic-resource-num&gt;&lt;/record&gt;&lt;/Cite&gt;&lt;/EndNote&gt;</w:instrText>
      </w:r>
      <w:r w:rsidR="00B02B34" w:rsidRPr="00237179">
        <w:fldChar w:fldCharType="separate"/>
      </w:r>
      <w:r w:rsidR="002D54BF">
        <w:rPr>
          <w:noProof/>
        </w:rPr>
        <w:t>(30)</w:t>
      </w:r>
      <w:r w:rsidR="00B02B34" w:rsidRPr="00237179">
        <w:fldChar w:fldCharType="end"/>
      </w:r>
      <w:r w:rsidRPr="00237179">
        <w:t>. HAP is a key area of unmet need in respiratory medicine.</w:t>
      </w:r>
    </w:p>
    <w:p w14:paraId="31D4AE88" w14:textId="621BC5DA" w:rsidR="001563FE" w:rsidRPr="00237179" w:rsidRDefault="001563FE" w:rsidP="002D54BF">
      <w:pPr>
        <w:spacing w:line="480" w:lineRule="auto"/>
        <w:jc w:val="both"/>
      </w:pPr>
      <w:proofErr w:type="spellStart"/>
      <w:r w:rsidRPr="00237179">
        <w:t>Hospitalisations</w:t>
      </w:r>
      <w:proofErr w:type="spellEnd"/>
      <w:r w:rsidRPr="00237179">
        <w:t xml:space="preserve"> for pneumonia are increasing, a message reinforced by Millett and colleagues who could find no clear explanation for the rise and suggested the possibility that changes in the health service may be driving an increased tendency to refer patients to hospital</w:t>
      </w:r>
      <w:r w:rsidR="00B02B34" w:rsidRPr="00237179">
        <w:fldChar w:fldCharType="begin"/>
      </w:r>
      <w:r w:rsidR="002D54BF">
        <w:instrText xml:space="preserve"> ADDIN EN.CITE &lt;EndNote&gt;&lt;Cite&gt;&lt;Author&gt;Millett&lt;/Author&gt;&lt;Year&gt;2014&lt;/Year&gt;&lt;RecNum&gt;1496&lt;/RecNum&gt;&lt;DisplayText&gt;(31)&lt;/DisplayText&gt;&lt;record&gt;&lt;rec-number&gt;1496&lt;/rec-number&gt;&lt;foreign-keys&gt;&lt;key app="EN" db-id="s559eavznewrwuevaf5x9ppwvfzvr9s5pv9f" timestamp="1419936191"&gt;1496&lt;/key&gt;&lt;/foreign-keys&gt;&lt;ref-type name="Journal Article"&gt;17&lt;/ref-type&gt;&lt;contributors&gt;&lt;authors&gt;&lt;author&gt;Millett, ERC&lt;/author&gt;&lt;author&gt;De Stavola, BL&lt;/author&gt;&lt;author&gt;Quint, JK&lt;/author&gt;&lt;author&gt;Smeeth, L&lt;/author&gt;&lt;author&gt;Thomas, SL&lt;/author&gt;&lt;/authors&gt;&lt;/contributors&gt;&lt;titles&gt;&lt;title&gt;S14 Time Trends And Risk Factors For Hospitalisation After Community-acquired Pneumonia In Older Adults In England&lt;/title&gt;&lt;secondary-title&gt;Thorax&lt;/secondary-title&gt;&lt;/titles&gt;&lt;periodical&gt;&lt;full-title&gt;Thorax&lt;/full-title&gt;&lt;abbr-1&gt;Thorax&lt;/abbr-1&gt;&lt;/periodical&gt;&lt;pages&gt;A10&lt;/pages&gt;&lt;volume&gt;69&lt;/volume&gt;&lt;number&gt;Suppl 2&lt;/number&gt;&lt;dates&gt;&lt;year&gt;2014&lt;/year&gt;&lt;pub-dates&gt;&lt;date&gt;December 1, 2014&lt;/date&gt;&lt;/pub-dates&gt;&lt;/dates&gt;&lt;urls&gt;&lt;related-urls&gt;&lt;url&gt;http://thorax.bmj.com/content/69/Suppl_2/A10.1.abstract&lt;/url&gt;&lt;/related-urls&gt;&lt;/urls&gt;&lt;electronic-resource-num&gt;10.1136/thoraxjnl-2014-206260.20&lt;/electronic-resource-num&gt;&lt;/record&gt;&lt;/Cite&gt;&lt;/EndNote&gt;</w:instrText>
      </w:r>
      <w:r w:rsidR="00B02B34" w:rsidRPr="00237179">
        <w:fldChar w:fldCharType="separate"/>
      </w:r>
      <w:r w:rsidR="002D54BF">
        <w:rPr>
          <w:noProof/>
        </w:rPr>
        <w:t>(31)</w:t>
      </w:r>
      <w:r w:rsidR="00B02B34" w:rsidRPr="00237179">
        <w:fldChar w:fldCharType="end"/>
      </w:r>
      <w:r w:rsidRPr="00237179">
        <w:t>. The likelihood of hospitalisation for pneumonia increased by almost 30% over 10 years, suggesting a major shift in practice that could have important implications for healthcare costs.</w:t>
      </w:r>
    </w:p>
    <w:p w14:paraId="5E1DE6B0" w14:textId="77777777" w:rsidR="001563FE" w:rsidRDefault="001563FE" w:rsidP="002D54BF">
      <w:pPr>
        <w:spacing w:line="480" w:lineRule="auto"/>
        <w:jc w:val="both"/>
      </w:pPr>
    </w:p>
    <w:p w14:paraId="2899E90A" w14:textId="77777777" w:rsidR="00237179" w:rsidRPr="00237179" w:rsidRDefault="00237179" w:rsidP="002D54BF">
      <w:pPr>
        <w:spacing w:line="480" w:lineRule="auto"/>
        <w:jc w:val="both"/>
      </w:pPr>
    </w:p>
    <w:p w14:paraId="3C27D929" w14:textId="5FC2D0F6" w:rsidR="001563FE" w:rsidRPr="00237179" w:rsidRDefault="001563FE" w:rsidP="002D54BF">
      <w:pPr>
        <w:spacing w:line="480" w:lineRule="auto"/>
        <w:jc w:val="both"/>
        <w:rPr>
          <w:b/>
        </w:rPr>
      </w:pPr>
      <w:r w:rsidRPr="00237179">
        <w:rPr>
          <w:b/>
        </w:rPr>
        <w:lastRenderedPageBreak/>
        <w:t>Tuberculosis</w:t>
      </w:r>
    </w:p>
    <w:p w14:paraId="730EA7CF" w14:textId="3A127F84" w:rsidR="005150B6" w:rsidRPr="00237179" w:rsidRDefault="005150B6" w:rsidP="002D54BF">
      <w:pPr>
        <w:spacing w:line="480" w:lineRule="auto"/>
        <w:jc w:val="both"/>
      </w:pPr>
      <w:r w:rsidRPr="00237179">
        <w:t xml:space="preserve">TB remains a major challenge, but our own problems pale into insignificance compared to those in Eastern Europe, which now has an unwanted status as a world leader in multidrug resistant TB (MDR). For example, a recent study from Belarus showed that 35% of new TB diagnoses and ¾ of new TB cases in those having previously treated for TB were MDR or XDR-TB </w:t>
      </w:r>
      <w:proofErr w:type="gramStart"/>
      <w:r w:rsidRPr="00237179">
        <w:t>cases</w:t>
      </w:r>
      <w:proofErr w:type="gramEnd"/>
      <w:r w:rsidR="00C040C5" w:rsidRPr="00237179">
        <w:fldChar w:fldCharType="begin">
          <w:fldData xml:space="preserve">PEVuZE5vdGU+PENpdGU+PEF1dGhvcj5Ta3JhaGluYTwvQXV0aG9yPjxZZWFyPjIwMTI8L1llYXI+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</w:fldData>
        </w:fldChar>
      </w:r>
      <w:r w:rsidR="002D54BF">
        <w:instrText xml:space="preserve"> ADDIN EN.CITE </w:instrText>
      </w:r>
      <w:r w:rsidR="002D54BF">
        <w:fldChar w:fldCharType="begin">
          <w:fldData xml:space="preserve">PEVuZE5vdGU+PENpdGU+PEF1dGhvcj5Ta3JhaGluYTwvQXV0aG9yPjxZZWFyPjIwMTI8L1llYXI+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</w:fldData>
        </w:fldChar>
      </w:r>
      <w:r w:rsidR="002D54BF">
        <w:instrText xml:space="preserve"> ADDIN EN.CITE.DATA </w:instrText>
      </w:r>
      <w:r w:rsidR="002D54BF">
        <w:fldChar w:fldCharType="end"/>
      </w:r>
      <w:r w:rsidR="00C040C5" w:rsidRPr="00237179">
        <w:fldChar w:fldCharType="separate"/>
      </w:r>
      <w:r w:rsidR="002D54BF">
        <w:rPr>
          <w:noProof/>
        </w:rPr>
        <w:t>(32)</w:t>
      </w:r>
      <w:r w:rsidR="00C040C5" w:rsidRPr="00237179">
        <w:fldChar w:fldCharType="end"/>
      </w:r>
      <w:r w:rsidRPr="00237179">
        <w:t xml:space="preserve">. Professor </w:t>
      </w:r>
      <w:proofErr w:type="spellStart"/>
      <w:r w:rsidRPr="00237179">
        <w:t>Christoph</w:t>
      </w:r>
      <w:proofErr w:type="spellEnd"/>
      <w:r w:rsidRPr="00237179">
        <w:t xml:space="preserve"> Lange (</w:t>
      </w:r>
      <w:proofErr w:type="spellStart"/>
      <w:r w:rsidRPr="00237179">
        <w:t>Borstel</w:t>
      </w:r>
      <w:proofErr w:type="spellEnd"/>
      <w:r w:rsidRPr="00237179">
        <w:t xml:space="preserve">, Germany) outlined this growing problem, </w:t>
      </w:r>
      <w:proofErr w:type="spellStart"/>
      <w:r w:rsidRPr="00237179">
        <w:t>emphasising</w:t>
      </w:r>
      <w:proofErr w:type="spellEnd"/>
      <w:r w:rsidRPr="00237179">
        <w:t xml:space="preserve"> the need for solutions at a European and global level.</w:t>
      </w:r>
    </w:p>
    <w:p w14:paraId="658D1A9E" w14:textId="0B33C03D" w:rsidR="005150B6" w:rsidRPr="00237179" w:rsidRDefault="005150B6" w:rsidP="002D54BF">
      <w:pPr>
        <w:spacing w:line="480" w:lineRule="auto"/>
        <w:jc w:val="both"/>
      </w:pPr>
      <w:r w:rsidRPr="00237179">
        <w:t xml:space="preserve">Professor Stephen Gillespie </w:t>
      </w:r>
      <w:r w:rsidR="001B35B3" w:rsidRPr="00237179">
        <w:t>(</w:t>
      </w:r>
      <w:r w:rsidRPr="00237179">
        <w:t>St Andrews</w:t>
      </w:r>
      <w:r w:rsidR="001B35B3" w:rsidRPr="00237179">
        <w:t>)</w:t>
      </w:r>
      <w:r w:rsidRPr="00237179">
        <w:t xml:space="preserve"> next presented a ground breaking clinical trial- the </w:t>
      </w:r>
      <w:proofErr w:type="spellStart"/>
      <w:r w:rsidRPr="00237179">
        <w:t>ReMOX</w:t>
      </w:r>
      <w:proofErr w:type="spellEnd"/>
      <w:r w:rsidRPr="00237179">
        <w:t xml:space="preserve"> TB trial</w:t>
      </w:r>
      <w:r w:rsidR="00AF2B96" w:rsidRPr="00237179">
        <w:t>. This</w:t>
      </w:r>
      <w:r w:rsidRPr="00237179">
        <w:t xml:space="preserve"> was an </w:t>
      </w:r>
      <w:proofErr w:type="spellStart"/>
      <w:r w:rsidRPr="00237179">
        <w:t>extraordinatory</w:t>
      </w:r>
      <w:proofErr w:type="spellEnd"/>
      <w:r w:rsidRPr="00237179">
        <w:t xml:space="preserve"> international effort, </w:t>
      </w:r>
      <w:proofErr w:type="spellStart"/>
      <w:r w:rsidRPr="00237179">
        <w:t>randomising</w:t>
      </w:r>
      <w:proofErr w:type="spellEnd"/>
      <w:r w:rsidRPr="00237179">
        <w:t xml:space="preserve"> 1931 patients in South Africa, India, Tanzania, Kenya, Thailand, Malaysia, Zambia, China and </w:t>
      </w:r>
      <w:proofErr w:type="gramStart"/>
      <w:r w:rsidRPr="00237179">
        <w:t>Mexico</w:t>
      </w:r>
      <w:proofErr w:type="gramEnd"/>
      <w:r w:rsidR="00C040C5" w:rsidRPr="00237179">
        <w:fldChar w:fldCharType="begin">
          <w:fldData xml:space="preserve">PEVuZE5vdGU+PENpdGU+PEF1dGhvcj5HaWxsZXNwaWU8L0F1dGhvcj48WWVhcj4yMDE0PC9ZZWFy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==
</w:fldData>
        </w:fldChar>
      </w:r>
      <w:r w:rsidR="002D54BF">
        <w:instrText xml:space="preserve"> ADDIN EN.CITE </w:instrText>
      </w:r>
      <w:r w:rsidR="002D54BF">
        <w:fldChar w:fldCharType="begin">
          <w:fldData xml:space="preserve">PEVuZE5vdGU+PENpdGU+PEF1dGhvcj5HaWxsZXNwaWU8L0F1dGhvcj48WWVhcj4yMDE0PC9ZZWFy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==
</w:fldData>
        </w:fldChar>
      </w:r>
      <w:r w:rsidR="002D54BF">
        <w:instrText xml:space="preserve"> ADDIN EN.CITE.DATA </w:instrText>
      </w:r>
      <w:r w:rsidR="002D54BF">
        <w:fldChar w:fldCharType="end"/>
      </w:r>
      <w:r w:rsidR="00C040C5" w:rsidRPr="00237179">
        <w:fldChar w:fldCharType="separate"/>
      </w:r>
      <w:r w:rsidR="002D54BF">
        <w:rPr>
          <w:noProof/>
        </w:rPr>
        <w:t>(33)</w:t>
      </w:r>
      <w:r w:rsidR="00C040C5" w:rsidRPr="00237179">
        <w:fldChar w:fldCharType="end"/>
      </w:r>
      <w:r w:rsidRPr="00237179">
        <w:t xml:space="preserve">. The study aimed to reduce the duration of antibiotic therapy for TB from 6 months to 4 months using a </w:t>
      </w:r>
      <w:proofErr w:type="spellStart"/>
      <w:r w:rsidRPr="00237179">
        <w:t>moxifloxacin</w:t>
      </w:r>
      <w:proofErr w:type="spellEnd"/>
      <w:r w:rsidRPr="00237179">
        <w:t xml:space="preserve"> based regime. Despite </w:t>
      </w:r>
      <w:proofErr w:type="spellStart"/>
      <w:r w:rsidRPr="00237179">
        <w:t>moxifloxacin</w:t>
      </w:r>
      <w:proofErr w:type="spellEnd"/>
      <w:r w:rsidRPr="00237179">
        <w:t xml:space="preserve"> resulting in a more rapid bacterial killing, the shorter regimes containing </w:t>
      </w:r>
      <w:proofErr w:type="spellStart"/>
      <w:r w:rsidRPr="00237179">
        <w:t>moxifloxacin</w:t>
      </w:r>
      <w:proofErr w:type="spellEnd"/>
      <w:r w:rsidRPr="00237179">
        <w:t xml:space="preserve"> showed a higher relapse rate than the standard 6 month regime, which will consequently remain the standard of care internationally. Finally Professor </w:t>
      </w:r>
      <w:proofErr w:type="spellStart"/>
      <w:r w:rsidRPr="00237179">
        <w:t>Beate</w:t>
      </w:r>
      <w:proofErr w:type="spellEnd"/>
      <w:r w:rsidRPr="00237179">
        <w:t xml:space="preserve"> </w:t>
      </w:r>
      <w:proofErr w:type="spellStart"/>
      <w:r w:rsidRPr="00237179">
        <w:t>Kampmann</w:t>
      </w:r>
      <w:proofErr w:type="spellEnd"/>
      <w:r w:rsidRPr="00237179">
        <w:t xml:space="preserve"> (London) reviewed the specific clinical challenges of treating TB in children, including latent TB infection in children. London sees a high burden of UK TB cases. </w:t>
      </w:r>
      <w:proofErr w:type="spellStart"/>
      <w:r w:rsidRPr="00237179">
        <w:t>Ferenando</w:t>
      </w:r>
      <w:proofErr w:type="spellEnd"/>
      <w:r w:rsidRPr="00237179">
        <w:t xml:space="preserve"> et al presented an abstract describing a very high frequency of latent TB infection in hard to reach groups (hom</w:t>
      </w:r>
      <w:r w:rsidR="00AF2B96" w:rsidRPr="00237179">
        <w:t>e</w:t>
      </w:r>
      <w:r w:rsidRPr="00237179">
        <w:t>less people, substance misusers and prisoners) in London along with high rates of blood borne virus co-infection</w:t>
      </w:r>
      <w:r w:rsidR="00B02B34" w:rsidRPr="00237179">
        <w:fldChar w:fldCharType="begin"/>
      </w:r>
      <w:r w:rsidR="002D54BF">
        <w:instrText xml:space="preserve"> ADDIN EN.CITE &lt;EndNote&gt;&lt;Cite&gt;&lt;Author&gt;Ferenando&lt;/Author&gt;&lt;Year&gt;2014&lt;/Year&gt;&lt;RecNum&gt;1492&lt;/RecNum&gt;&lt;DisplayText&gt;(34)&lt;/DisplayText&gt;&lt;record&gt;&lt;rec-number&gt;1492&lt;/rec-number&gt;&lt;foreign-keys&gt;&lt;key app="EN" db-id="s559eavznewrwuevaf5x9ppwvfzvr9s5pv9f" timestamp="1419936149"&gt;1492&lt;/key&gt;&lt;/foreign-keys&gt;&lt;ref-type name="Journal Article"&gt;17&lt;/ref-type&gt;&lt;contributors&gt;&lt;authors&gt;&lt;author&gt;Ferenando, G&lt;/author&gt;&lt;author&gt;Hemming, S&lt;/author&gt;&lt;author&gt;Yates, S&lt;/author&gt;&lt;author&gt;Possas, L&lt;/author&gt;&lt;author&gt;Garber, E&lt;/author&gt;&lt;author&gt;Gant, V&lt;/author&gt;&lt;author&gt;Aldridge, R&lt;/author&gt;&lt;author&gt;Geretti, AM&lt;/author&gt;&lt;author&gt;Harvey, J&lt;/author&gt;&lt;author&gt;Hayward, A&lt;/author&gt;&lt;author&gt;Lipman, M&lt;/author&gt;&lt;author&gt;McHugh, TD&lt;/author&gt;&lt;author&gt;Story, A&lt;/author&gt;&lt;/authors&gt;&lt;/contributors&gt;&lt;titles&gt;&lt;title&gt;S61 High Levels Of Latent Tb Infection, Blood Borne Viruses, Poor Treatment Outcomes And Unmet Need Among Hard To Reach Groups In London: The Tb Reach Study&lt;/title&gt;&lt;secondary-title&gt;Thorax&lt;/secondary-title&gt;&lt;/titles&gt;&lt;periodical&gt;&lt;full-title&gt;Thorax&lt;/full-title&gt;&lt;abbr-1&gt;Thorax&lt;/abbr-1&gt;&lt;/periodical&gt;&lt;pages&gt;A34&lt;/pages&gt;&lt;volume&gt;69&lt;/volume&gt;&lt;number&gt;Suppl 2&lt;/number&gt;&lt;dates&gt;&lt;year&gt;2014&lt;/year&gt;&lt;pub-dates&gt;&lt;date&gt;December 1, 2014&lt;/date&gt;&lt;/pub-dates&gt;&lt;/dates&gt;&lt;urls&gt;&lt;related-urls&gt;&lt;url&gt;http://thorax.bmj.com/content/69/Suppl_2/A34.1.abstract&lt;/url&gt;&lt;/related-urls&gt;&lt;/urls&gt;&lt;electronic-resource-num&gt;10.1136/thoraxjnl-2014-206260.67&lt;/electronic-resource-num&gt;&lt;/record&gt;&lt;/Cite&gt;&lt;/EndNote&gt;</w:instrText>
      </w:r>
      <w:r w:rsidR="00B02B34" w:rsidRPr="00237179">
        <w:fldChar w:fldCharType="separate"/>
      </w:r>
      <w:r w:rsidR="002D54BF">
        <w:rPr>
          <w:noProof/>
        </w:rPr>
        <w:t>(34)</w:t>
      </w:r>
      <w:r w:rsidR="00B02B34" w:rsidRPr="00237179">
        <w:fldChar w:fldCharType="end"/>
      </w:r>
      <w:r w:rsidRPr="00237179">
        <w:t xml:space="preserve">. A higher than expected prevalence of blood borne viruses in TB cases was confirmed in a separate abstract by Potter et al, who advocated changing national guidelines to recommend routine screening for hepatitis B and </w:t>
      </w:r>
      <w:r w:rsidRPr="00237179">
        <w:lastRenderedPageBreak/>
        <w:t>C in patients with active tuberculosis</w:t>
      </w:r>
      <w:r w:rsidR="00B02B34" w:rsidRPr="00237179">
        <w:fldChar w:fldCharType="begin"/>
      </w:r>
      <w:r w:rsidR="002D54BF">
        <w:instrText xml:space="preserve"> ADDIN EN.CITE &lt;EndNote&gt;&lt;Cite&gt;&lt;Author&gt;Potter&lt;/Author&gt;&lt;Year&gt;2014&lt;/Year&gt;&lt;RecNum&gt;1493&lt;/RecNum&gt;&lt;DisplayText&gt;(35)&lt;/DisplayText&gt;&lt;record&gt;&lt;rec-number&gt;1493&lt;/rec-number&gt;&lt;foreign-keys&gt;&lt;key app="EN" db-id="s559eavznewrwuevaf5x9ppwvfzvr9s5pv9f" timestamp="1419936158"&gt;1493&lt;/key&gt;&lt;/foreign-keys&gt;&lt;ref-type name="Journal Article"&gt;17&lt;/ref-type&gt;&lt;contributors&gt;&lt;authors&gt;&lt;author&gt;Potter, JL&lt;/author&gt;&lt;author&gt;Hyams, C&lt;/author&gt;&lt;author&gt;Shaukat, M&lt;/author&gt;&lt;author&gt;Babiker, ZO&lt;/author&gt;&lt;author&gt;Macavei, VM&lt;/author&gt;&lt;author&gt;Jayasekera, N&lt;/author&gt;&lt;author&gt;Kunst, H&lt;/author&gt;&lt;author&gt;Foster, GR&lt;/author&gt;&lt;author&gt;White, VLC&lt;/author&gt;&lt;/authors&gt;&lt;/contributors&gt;&lt;titles&gt;&lt;title&gt;P189 Should Screening For Chronic Viral Hepatitis In Patients With Tuberculosis Be Introduced To Nice Guidelines?&lt;/title&gt;&lt;secondary-title&gt;Thorax&lt;/secondary-title&gt;&lt;/titles&gt;&lt;periodical&gt;&lt;full-title&gt;Thorax&lt;/full-title&gt;&lt;abbr-1&gt;Thorax&lt;/abbr-1&gt;&lt;/periodical&gt;&lt;pages&gt;A159&lt;/pages&gt;&lt;volume&gt;69&lt;/volume&gt;&lt;number&gt;Suppl 2&lt;/number&gt;&lt;dates&gt;&lt;year&gt;2014&lt;/year&gt;&lt;pub-dates&gt;&lt;date&gt;December 1, 2014&lt;/date&gt;&lt;/pub-dates&gt;&lt;/dates&gt;&lt;urls&gt;&lt;related-urls&gt;&lt;url&gt;http://thorax.bmj.com/content/69/Suppl_2/A159.1.abstract&lt;/url&gt;&lt;/related-urls&gt;&lt;/urls&gt;&lt;electronic-resource-num&gt;10.1136/thoraxjnl-2014-206260.318&lt;/electronic-resource-num&gt;&lt;/record&gt;&lt;/Cite&gt;&lt;/EndNote&gt;</w:instrText>
      </w:r>
      <w:r w:rsidR="00B02B34" w:rsidRPr="00237179">
        <w:fldChar w:fldCharType="separate"/>
      </w:r>
      <w:r w:rsidR="002D54BF">
        <w:rPr>
          <w:noProof/>
        </w:rPr>
        <w:t>(35)</w:t>
      </w:r>
      <w:r w:rsidR="00B02B34" w:rsidRPr="00237179">
        <w:fldChar w:fldCharType="end"/>
      </w:r>
      <w:r w:rsidRPr="00237179">
        <w:t>. Vitamin D deficiency was an important discussion topic in the 2013 winter meeting review, but in a study by Sloan et al was found not to have any effective on treatment response during TB infection in adults in Malawi</w:t>
      </w:r>
      <w:r w:rsidR="00B02B34" w:rsidRPr="00237179">
        <w:fldChar w:fldCharType="begin"/>
      </w:r>
      <w:r w:rsidR="002D54BF">
        <w:instrText xml:space="preserve"> ADDIN EN.CITE &lt;EndNote&gt;&lt;Cite&gt;&lt;Author&gt;Sloan&lt;/Author&gt;&lt;Year&gt;2014&lt;/Year&gt;&lt;RecNum&gt;1494&lt;/RecNum&gt;&lt;DisplayText&gt;(36)&lt;/DisplayText&gt;&lt;record&gt;&lt;rec-number&gt;1494&lt;/rec-number&gt;&lt;foreign-keys&gt;&lt;key app="EN" db-id="s559eavznewrwuevaf5x9ppwvfzvr9s5pv9f" timestamp="1419936169"&gt;1494&lt;/key&gt;&lt;/foreign-keys&gt;&lt;ref-type name="Journal Article"&gt;17&lt;/ref-type&gt;&lt;contributors&gt;&lt;authors&gt;&lt;author&gt;Sloan, DJ&lt;/author&gt;&lt;author&gt;Guwende, C&lt;/author&gt;&lt;author&gt;Banda, G&lt;/author&gt;&lt;author&gt;Shani, D&lt;/author&gt;&lt;author&gt;Kamdolozi, M&lt;/author&gt;&lt;author&gt;Chisale, B&lt;/author&gt;&lt;author&gt;Dutton, J&lt;/author&gt;&lt;author&gt;Heyderman, RS&lt;/author&gt;&lt;author&gt;Butterworth, AE&lt;/author&gt;&lt;author&gt;Corbett, EL&lt;/author&gt;&lt;author&gt;Mwandumba, HC&lt;/author&gt;&lt;author&gt;Khoo, SH&lt;/author&gt;&lt;author&gt;Allain, TJ&lt;/author&gt;&lt;author&gt;Davies, GR&lt;/author&gt;&lt;/authors&gt;&lt;/contributors&gt;&lt;titles&gt;&lt;title&gt;S75 Risk Factors And Therapeutic Implications Of Vitamin D Deficiency In Malawian Adults With Pulmonary Tuberculosis&lt;/title&gt;&lt;secondary-title&gt;Thorax&lt;/secondary-title&gt;&lt;/titles&gt;&lt;periodical&gt;&lt;full-title&gt;Thorax&lt;/full-title&gt;&lt;abbr-1&gt;Thorax&lt;/abbr-1&gt;&lt;/periodical&gt;&lt;pages&gt;A42&lt;/pages&gt;&lt;volume&gt;69&lt;/volume&gt;&lt;number&gt;Suppl 2&lt;/number&gt;&lt;dates&gt;&lt;year&gt;2014&lt;/year&gt;&lt;pub-dates&gt;&lt;date&gt;December 1, 2014&lt;/date&gt;&lt;/pub-dates&gt;&lt;/dates&gt;&lt;urls&gt;&lt;related-urls&gt;&lt;url&gt;http://thorax.bmj.com/content/69/Suppl_2/A42.1.abstract&lt;/url&gt;&lt;/related-urls&gt;&lt;/urls&gt;&lt;electronic-resource-num&gt;10.1136/thoraxjnl-2014-206260.81&lt;/electronic-resource-num&gt;&lt;/record&gt;&lt;/Cite&gt;&lt;/EndNote&gt;</w:instrText>
      </w:r>
      <w:r w:rsidR="00B02B34" w:rsidRPr="00237179">
        <w:fldChar w:fldCharType="separate"/>
      </w:r>
      <w:r w:rsidR="002D54BF">
        <w:rPr>
          <w:noProof/>
        </w:rPr>
        <w:t>(36)</w:t>
      </w:r>
      <w:r w:rsidR="00B02B34" w:rsidRPr="00237179">
        <w:fldChar w:fldCharType="end"/>
      </w:r>
      <w:r w:rsidRPr="00237179">
        <w:t>.</w:t>
      </w:r>
    </w:p>
    <w:p w14:paraId="588EAFE4" w14:textId="77777777" w:rsidR="001563FE" w:rsidRPr="00237179" w:rsidRDefault="001563FE" w:rsidP="002D54BF">
      <w:pPr>
        <w:spacing w:line="480" w:lineRule="auto"/>
        <w:jc w:val="both"/>
      </w:pPr>
    </w:p>
    <w:p w14:paraId="4909E097" w14:textId="7AC06298" w:rsidR="005150B6" w:rsidRPr="00237179" w:rsidRDefault="005150B6" w:rsidP="002D54BF">
      <w:pPr>
        <w:spacing w:line="480" w:lineRule="auto"/>
        <w:jc w:val="both"/>
        <w:rPr>
          <w:b/>
        </w:rPr>
      </w:pPr>
      <w:r w:rsidRPr="00237179">
        <w:rPr>
          <w:b/>
        </w:rPr>
        <w:t>I</w:t>
      </w:r>
      <w:r w:rsidR="00875806" w:rsidRPr="00237179">
        <w:rPr>
          <w:b/>
        </w:rPr>
        <w:t xml:space="preserve">nterstitial Lung Disease </w:t>
      </w:r>
    </w:p>
    <w:p w14:paraId="61213245" w14:textId="46D20765" w:rsidR="00551B26" w:rsidRPr="00237179" w:rsidRDefault="005150B6" w:rsidP="002D54BF">
      <w:pPr>
        <w:spacing w:line="480" w:lineRule="auto"/>
        <w:jc w:val="both"/>
      </w:pPr>
      <w:r w:rsidRPr="00237179">
        <w:t xml:space="preserve">Idiopathic pulmonary fibrosis has recently gained much interest from the respiratory community as two important clinical trials have been published that demonstrate a positive effect on clinical outcomes by two drugs, </w:t>
      </w:r>
      <w:proofErr w:type="spellStart"/>
      <w:proofErr w:type="gramStart"/>
      <w:r w:rsidRPr="00237179">
        <w:t>Pirfenidone</w:t>
      </w:r>
      <w:proofErr w:type="spellEnd"/>
      <w:proofErr w:type="gramEnd"/>
      <w:r w:rsidR="0051161E" w:rsidRPr="00237179">
        <w:fldChar w:fldCharType="begin">
          <w:fldData xml:space="preserve">PEVuZE5vdGU+PENpdGU+PEF1dGhvcj5LaW5nPC9BdXRob3I+PFllYXI+MjAxNDwvWWVhcj48UmVj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</w:fldData>
        </w:fldChar>
      </w:r>
      <w:r w:rsidR="002D54BF">
        <w:instrText xml:space="preserve"> ADDIN EN.CITE </w:instrText>
      </w:r>
      <w:r w:rsidR="002D54BF">
        <w:fldChar w:fldCharType="begin">
          <w:fldData xml:space="preserve">PEVuZE5vdGU+PENpdGU+PEF1dGhvcj5LaW5nPC9BdXRob3I+PFllYXI+MjAxNDwvWWVhcj48UmVj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</w:fldData>
        </w:fldChar>
      </w:r>
      <w:r w:rsidR="002D54BF">
        <w:instrText xml:space="preserve"> ADDIN EN.CITE.DATA </w:instrText>
      </w:r>
      <w:r w:rsidR="002D54BF">
        <w:fldChar w:fldCharType="end"/>
      </w:r>
      <w:r w:rsidR="0051161E" w:rsidRPr="00237179">
        <w:fldChar w:fldCharType="separate"/>
      </w:r>
      <w:r w:rsidR="002D54BF">
        <w:rPr>
          <w:noProof/>
        </w:rPr>
        <w:t>(37)</w:t>
      </w:r>
      <w:r w:rsidR="0051161E" w:rsidRPr="00237179">
        <w:fldChar w:fldCharType="end"/>
      </w:r>
      <w:r w:rsidRPr="00237179">
        <w:t xml:space="preserve"> and </w:t>
      </w:r>
      <w:proofErr w:type="spellStart"/>
      <w:r w:rsidRPr="00237179">
        <w:t>Nintedanib</w:t>
      </w:r>
      <w:proofErr w:type="spellEnd"/>
      <w:r w:rsidR="0051161E" w:rsidRPr="00237179">
        <w:fldChar w:fldCharType="begin">
          <w:fldData xml:space="preserve">PEVuZE5vdGU+PENpdGU+PEF1dGhvcj5SaWNoZWxkaTwvQXV0aG9yPjxZZWFyPjIwMTQ8L1llYXI+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YWdlcz4yMDcxLTgyPC9wYWdlcz48dm9sdW1lPjM3MDwvdm9sdW1lPjxudW1iZXI+MjI8L251bWJl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</w:fldData>
        </w:fldChar>
      </w:r>
      <w:r w:rsidR="002D54BF">
        <w:instrText xml:space="preserve"> ADDIN EN.CITE </w:instrText>
      </w:r>
      <w:r w:rsidR="002D54BF">
        <w:fldChar w:fldCharType="begin">
          <w:fldData xml:space="preserve">PEVuZE5vdGU+PENpdGU+PEF1dGhvcj5SaWNoZWxkaTwvQXV0aG9yPjxZZWFyPjIwMTQ8L1llYXI+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YWdlcz4yMDcxLTgyPC9wYWdlcz48dm9sdW1lPjM3MDwvdm9sdW1lPjxudW1iZXI+MjI8L251bWJl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</w:fldData>
        </w:fldChar>
      </w:r>
      <w:r w:rsidR="002D54BF">
        <w:instrText xml:space="preserve"> ADDIN EN.CITE.DATA </w:instrText>
      </w:r>
      <w:r w:rsidR="002D54BF">
        <w:fldChar w:fldCharType="end"/>
      </w:r>
      <w:r w:rsidR="0051161E" w:rsidRPr="00237179">
        <w:fldChar w:fldCharType="separate"/>
      </w:r>
      <w:r w:rsidR="002D54BF">
        <w:rPr>
          <w:noProof/>
        </w:rPr>
        <w:t>(38)</w:t>
      </w:r>
      <w:r w:rsidR="0051161E" w:rsidRPr="00237179">
        <w:fldChar w:fldCharType="end"/>
      </w:r>
      <w:r w:rsidRPr="00237179">
        <w:t>. At this year’s BTS Winter meeting the IPF sessions were very well attended with full auditoriums.   Dr Martin Kolb (Ontario, Canada) kicked off with an interesting lecture that not only reminded us that IPF has worse outcomes than most cancers but that their pathobiology have many similarities, and that in the future this disease may need to be targeted in the same way</w:t>
      </w:r>
      <w:r w:rsidR="008A685E" w:rsidRPr="00237179">
        <w:t xml:space="preserve"> that oncologists have managed </w:t>
      </w:r>
      <w:r w:rsidRPr="00237179">
        <w:t xml:space="preserve">cancer. Dr </w:t>
      </w:r>
      <w:proofErr w:type="spellStart"/>
      <w:r w:rsidRPr="00237179">
        <w:t>Gisli</w:t>
      </w:r>
      <w:proofErr w:type="spellEnd"/>
      <w:r w:rsidRPr="00237179">
        <w:t xml:space="preserve"> Jenkins (Nottingham) discussed the role of imaging in the diagnosis of IPF and using features of the disease on computed tomography chest scans to assist with outcome prediction, whilst biomarkers such as MMP3 and CXCL13</w:t>
      </w:r>
      <w:r w:rsidR="0051161E" w:rsidRPr="00237179">
        <w:fldChar w:fldCharType="begin">
          <w:fldData xml:space="preserve">PEVuZE5vdGU+PENpdGU+PEF1dGhvcj5EZVBpYW50bzwvQXV0aG9yPjxZZWFyPjIwMTU8L1llYXI+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</w:fldData>
        </w:fldChar>
      </w:r>
      <w:r w:rsidR="002D54BF">
        <w:instrText xml:space="preserve"> ADDIN EN.CITE </w:instrText>
      </w:r>
      <w:r w:rsidR="002D54BF">
        <w:fldChar w:fldCharType="begin">
          <w:fldData xml:space="preserve">PEVuZE5vdGU+PENpdGU+PEF1dGhvcj5EZVBpYW50bzwvQXV0aG9yPjxZZWFyPjIwMTU8L1llYXI+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</w:fldData>
        </w:fldChar>
      </w:r>
      <w:r w:rsidR="002D54BF">
        <w:instrText xml:space="preserve"> ADDIN EN.CITE.DATA </w:instrText>
      </w:r>
      <w:r w:rsidR="002D54BF">
        <w:fldChar w:fldCharType="end"/>
      </w:r>
      <w:r w:rsidR="0051161E" w:rsidRPr="00237179">
        <w:fldChar w:fldCharType="separate"/>
      </w:r>
      <w:r w:rsidR="002D54BF">
        <w:rPr>
          <w:noProof/>
        </w:rPr>
        <w:t>(39)</w:t>
      </w:r>
      <w:r w:rsidR="0051161E" w:rsidRPr="00237179">
        <w:fldChar w:fldCharType="end"/>
      </w:r>
      <w:r w:rsidR="0051161E" w:rsidRPr="00237179">
        <w:t xml:space="preserve"> </w:t>
      </w:r>
      <w:r w:rsidRPr="00237179">
        <w:t xml:space="preserve">may in the future allow for stratification of IPF patients and targeted therapies, moving into an era of </w:t>
      </w:r>
      <w:proofErr w:type="spellStart"/>
      <w:r w:rsidRPr="00237179">
        <w:t>personalised</w:t>
      </w:r>
      <w:proofErr w:type="spellEnd"/>
      <w:r w:rsidRPr="00237179">
        <w:t xml:space="preserve"> medicine. Dr Andrew Wilson (Norwich) discussed the pulmonary </w:t>
      </w:r>
      <w:proofErr w:type="spellStart"/>
      <w:r w:rsidRPr="00237179">
        <w:t>microbiome</w:t>
      </w:r>
      <w:proofErr w:type="spellEnd"/>
      <w:r w:rsidRPr="00237179">
        <w:t xml:space="preserve"> in IPF and suggested that antibiotics may have a role in improving patient </w:t>
      </w:r>
      <w:proofErr w:type="gramStart"/>
      <w:r w:rsidRPr="00237179">
        <w:t>outcomes</w:t>
      </w:r>
      <w:proofErr w:type="gramEnd"/>
      <w:r w:rsidR="0051161E" w:rsidRPr="00237179">
        <w:fldChar w:fldCharType="begin">
          <w:fldData xml:space="preserve">PEVuZE5vdGU+PENpdGU+PEF1dGhvcj5TaHVsZ2luYTwvQXV0aG9yPjxZZWFyPjIwMTM8L1llYXI+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==
</w:fldData>
        </w:fldChar>
      </w:r>
      <w:r w:rsidR="002D54BF">
        <w:instrText xml:space="preserve"> ADDIN EN.CITE </w:instrText>
      </w:r>
      <w:r w:rsidR="002D54BF">
        <w:fldChar w:fldCharType="begin">
          <w:fldData xml:space="preserve">PEVuZE5vdGU+PENpdGU+PEF1dGhvcj5TaHVsZ2luYTwvQXV0aG9yPjxZZWFyPjIwMTM8L1llYXI+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==
</w:fldData>
        </w:fldChar>
      </w:r>
      <w:r w:rsidR="002D54BF">
        <w:instrText xml:space="preserve"> ADDIN EN.CITE.DATA </w:instrText>
      </w:r>
      <w:r w:rsidR="002D54BF">
        <w:fldChar w:fldCharType="end"/>
      </w:r>
      <w:r w:rsidR="0051161E" w:rsidRPr="00237179">
        <w:fldChar w:fldCharType="separate"/>
      </w:r>
      <w:r w:rsidR="002D54BF">
        <w:rPr>
          <w:noProof/>
        </w:rPr>
        <w:t>(40)</w:t>
      </w:r>
      <w:r w:rsidR="0051161E" w:rsidRPr="00237179">
        <w:fldChar w:fldCharType="end"/>
      </w:r>
      <w:r w:rsidRPr="00237179">
        <w:t xml:space="preserve">. </w:t>
      </w:r>
      <w:r w:rsidR="0051161E" w:rsidRPr="00237179">
        <w:t xml:space="preserve">Dr </w:t>
      </w:r>
      <w:proofErr w:type="spellStart"/>
      <w:r w:rsidRPr="00237179">
        <w:t>Nik</w:t>
      </w:r>
      <w:proofErr w:type="spellEnd"/>
      <w:r w:rsidRPr="00237179">
        <w:t xml:space="preserve"> </w:t>
      </w:r>
      <w:proofErr w:type="spellStart"/>
      <w:r w:rsidRPr="00237179">
        <w:t>Hirani</w:t>
      </w:r>
      <w:proofErr w:type="spellEnd"/>
      <w:r w:rsidRPr="00237179">
        <w:t xml:space="preserve"> (Edinburgh) ended the session by demonstrating how patient’s treated in his local practice would not fulfil criteria to </w:t>
      </w:r>
      <w:proofErr w:type="spellStart"/>
      <w:r w:rsidRPr="00237179">
        <w:t>enrol</w:t>
      </w:r>
      <w:proofErr w:type="spellEnd"/>
      <w:r w:rsidRPr="00237179">
        <w:t xml:space="preserve"> in recently conducted IPF clinical drug trials making it hard to </w:t>
      </w:r>
      <w:proofErr w:type="spellStart"/>
      <w:r w:rsidRPr="00237179">
        <w:t>generalise</w:t>
      </w:r>
      <w:proofErr w:type="spellEnd"/>
      <w:r w:rsidRPr="00237179">
        <w:t xml:space="preserve"> results of these trials to the majority of IPF patients seen in clinical practice. </w:t>
      </w:r>
      <w:r w:rsidR="00551B26" w:rsidRPr="00237179">
        <w:t xml:space="preserve">The </w:t>
      </w:r>
      <w:r w:rsidR="00551B26" w:rsidRPr="00237179">
        <w:lastRenderedPageBreak/>
        <w:t xml:space="preserve">basic mechanisms in IPF session highlighted novel basic science research in this field, including identification of the kinase selectivity profiles of compounds </w:t>
      </w:r>
      <w:proofErr w:type="spellStart"/>
      <w:r w:rsidR="00551B26" w:rsidRPr="00237179">
        <w:t>trialled</w:t>
      </w:r>
      <w:proofErr w:type="spellEnd"/>
      <w:r w:rsidR="00551B26" w:rsidRPr="00237179">
        <w:t xml:space="preserve"> for the treatment of IPF</w:t>
      </w:r>
      <w:r w:rsidR="00633B24" w:rsidRPr="00237179">
        <w:fldChar w:fldCharType="begin"/>
      </w:r>
      <w:r w:rsidR="002D54BF">
        <w:instrText xml:space="preserve"> ADDIN EN.CITE &lt;EndNote&gt;&lt;Cite&gt;&lt;Author&gt;Rajagopalan&lt;/Author&gt;&lt;Year&gt;2014&lt;/Year&gt;&lt;RecNum&gt;215&lt;/RecNum&gt;&lt;DisplayText&gt;(41)&lt;/DisplayText&gt;&lt;record&gt;&lt;rec-number&gt;215&lt;/rec-number&gt;&lt;foreign-keys&gt;&lt;key app="EN" db-id="p9fsxt2sjsdpaze505jpzrzo2t0959fsw25d" timestamp="1420559785"&gt;215&lt;/key&gt;&lt;/foreign-keys&gt;&lt;ref-type name="Journal Article"&gt;17&lt;/ref-type&gt;&lt;contributors&gt;&lt;authors&gt;&lt;author&gt;Rajagopalan, R&lt;/author&gt;&lt;author&gt;Nicholas, J&lt;/author&gt;&lt;author&gt;Misialek, S&lt;/author&gt;&lt;author&gt;Buckman, S&lt;/author&gt;&lt;author&gt;Seiwert, S&lt;/author&gt;&lt;/authors&gt;&lt;/contributors&gt;&lt;titles&gt;&lt;title&gt;S134 Kinase Selectivity Profiles Of Nintedanib And Imatinib&lt;/title&gt;&lt;secondary-title&gt;Thorax&lt;/secondary-title&gt;&lt;/titles&gt;&lt;periodical&gt;&lt;full-title&gt;Thorax&lt;/full-title&gt;&lt;/periodical&gt;&lt;pages&gt;A72&lt;/pages&gt;&lt;volume&gt;69&lt;/volume&gt;&lt;number&gt;Suppl 2&lt;/number&gt;&lt;dates&gt;&lt;year&gt;2014&lt;/year&gt;&lt;pub-dates&gt;&lt;date&gt;December 1, 2014&lt;/date&gt;&lt;/pub-dates&gt;&lt;/dates&gt;&lt;urls&gt;&lt;related-urls&gt;&lt;url&gt;http://thorax.bmj.com/content/69/Suppl_2/A72.1.abstract&lt;/url&gt;&lt;/related-urls&gt;&lt;/urls&gt;&lt;electronic-resource-num&gt;10.1136/thoraxjnl-2014-206260.140&lt;/electronic-resource-num&gt;&lt;/record&gt;&lt;/Cite&gt;&lt;/EndNote&gt;</w:instrText>
      </w:r>
      <w:r w:rsidR="00633B24" w:rsidRPr="00237179">
        <w:fldChar w:fldCharType="separate"/>
      </w:r>
      <w:r w:rsidR="002D54BF">
        <w:rPr>
          <w:noProof/>
        </w:rPr>
        <w:t>(41)</w:t>
      </w:r>
      <w:r w:rsidR="00633B24" w:rsidRPr="00237179">
        <w:fldChar w:fldCharType="end"/>
      </w:r>
      <w:r w:rsidR="00237179">
        <w:t xml:space="preserve">. </w:t>
      </w:r>
      <w:r w:rsidR="00551B26" w:rsidRPr="00237179">
        <w:t>In this session Miss Al-</w:t>
      </w:r>
      <w:proofErr w:type="spellStart"/>
      <w:r w:rsidR="00551B26" w:rsidRPr="00237179">
        <w:t>Juffali</w:t>
      </w:r>
      <w:proofErr w:type="spellEnd"/>
      <w:r w:rsidR="00551B26" w:rsidRPr="00237179">
        <w:t xml:space="preserve"> (London), winner of the BTS medical student prize, presented her elegant research on the use of </w:t>
      </w:r>
      <w:proofErr w:type="spellStart"/>
      <w:r w:rsidR="00551B26" w:rsidRPr="00237179">
        <w:t>nanodiamonds</w:t>
      </w:r>
      <w:proofErr w:type="spellEnd"/>
      <w:r w:rsidR="00551B26" w:rsidRPr="00237179">
        <w:t xml:space="preserve"> to deliver VEGF to promote fetal lung development in a rat model of congenital diaphragmatic hernia</w:t>
      </w:r>
      <w:r w:rsidR="006C5CE8" w:rsidRPr="00237179">
        <w:fldChar w:fldCharType="begin"/>
      </w:r>
      <w:r w:rsidR="002D54BF">
        <w:instrText xml:space="preserve"> ADDIN EN.CITE &lt;EndNote&gt;&lt;Cite&gt;&lt;Author&gt;Al-Juffali&lt;/Author&gt;&lt;Year&gt;2014&lt;/Year&gt;&lt;RecNum&gt;219&lt;/RecNum&gt;&lt;DisplayText&gt;(42)&lt;/DisplayText&gt;&lt;record&gt;&lt;rec-number&gt;219&lt;/rec-number&gt;&lt;foreign-keys&gt;&lt;key app="EN" db-id="p9fsxt2sjsdpaze505jpzrzo2t0959fsw25d" timestamp="1420559930"&gt;219&lt;/key&gt;&lt;/foreign-keys&gt;&lt;ref-type name="Journal Article"&gt;17&lt;/ref-type&gt;&lt;contributors&gt;&lt;authors&gt;&lt;author&gt;Al-Juffali, N&lt;/author&gt;&lt;author&gt;Loukogeorgakis, S&lt;/author&gt;&lt;author&gt;Jimenez, J&lt;/author&gt;&lt;author&gt;Maghsoudlou, P&lt;/author&gt;&lt;author&gt;Toolen, J&lt;/author&gt;&lt;author&gt;Carmeliet, P&lt;/author&gt;&lt;author&gt;Deprest, J&lt;/author&gt;&lt;author&gt;De Coppi, P&lt;/author&gt;&lt;author&gt;Janes, S&lt;/author&gt;&lt;/authors&gt;&lt;/contributors&gt;&lt;titles&gt;&lt;title&gt;S138 Nanodiamond Delivery Of Vascular Endothelial Growth Factor Promotes Fetal Lung Development In A Rat Model Of Congenital Diaphragmatic Hernia&lt;/title&gt;&lt;secondary-title&gt;Thorax&lt;/secondary-title&gt;&lt;/titles&gt;&lt;periodical&gt;&lt;full-title&gt;Thorax&lt;/full-title&gt;&lt;/periodical&gt;&lt;pages&gt;A73-A74&lt;/pages&gt;&lt;volume&gt;69&lt;/volume&gt;&lt;number&gt;Suppl 2&lt;/number&gt;&lt;dates&gt;&lt;year&gt;2014&lt;/year&gt;&lt;pub-dates&gt;&lt;date&gt;December 1, 2014&lt;/date&gt;&lt;/pub-dates&gt;&lt;/dates&gt;&lt;urls&gt;&lt;related-urls&gt;&lt;url&gt;http://thorax.bmj.com/content/69/Suppl_2/A73.3.abstract&lt;/url&gt;&lt;/related-urls&gt;&lt;/urls&gt;&lt;electronic-resource-num&gt;10.1136/thoraxjnl-2014-206260.144&lt;/electronic-resource-num&gt;&lt;/record&gt;&lt;/Cite&gt;&lt;/EndNote&gt;</w:instrText>
      </w:r>
      <w:r w:rsidR="006C5CE8" w:rsidRPr="00237179">
        <w:fldChar w:fldCharType="separate"/>
      </w:r>
      <w:r w:rsidR="002D54BF">
        <w:rPr>
          <w:noProof/>
        </w:rPr>
        <w:t>(42)</w:t>
      </w:r>
      <w:r w:rsidR="006C5CE8" w:rsidRPr="00237179">
        <w:fldChar w:fldCharType="end"/>
      </w:r>
      <w:r w:rsidR="00551B26" w:rsidRPr="00237179">
        <w:t xml:space="preserve">. </w:t>
      </w:r>
    </w:p>
    <w:p w14:paraId="7EE5C938" w14:textId="77777777" w:rsidR="005150B6" w:rsidRPr="00237179" w:rsidRDefault="005150B6" w:rsidP="002D54BF">
      <w:pPr>
        <w:spacing w:line="480" w:lineRule="auto"/>
        <w:jc w:val="both"/>
        <w:rPr>
          <w:color w:val="000000"/>
        </w:rPr>
      </w:pPr>
    </w:p>
    <w:p w14:paraId="419348FF" w14:textId="4A642824" w:rsidR="00875806" w:rsidRPr="00237179" w:rsidRDefault="00875806" w:rsidP="002D54BF">
      <w:pPr>
        <w:spacing w:line="480" w:lineRule="auto"/>
        <w:jc w:val="both"/>
        <w:rPr>
          <w:color w:val="000000"/>
        </w:rPr>
      </w:pPr>
      <w:r w:rsidRPr="00237179">
        <w:rPr>
          <w:b/>
        </w:rPr>
        <w:t>Acute Lung Injury</w:t>
      </w:r>
    </w:p>
    <w:p w14:paraId="5E04CC3A" w14:textId="32A7435A" w:rsidR="005150B6" w:rsidRPr="00237179" w:rsidRDefault="005150B6" w:rsidP="002D54BF">
      <w:pPr>
        <w:spacing w:line="480" w:lineRule="auto"/>
        <w:jc w:val="both"/>
      </w:pPr>
      <w:r w:rsidRPr="00237179">
        <w:rPr>
          <w:color w:val="000000"/>
        </w:rPr>
        <w:t xml:space="preserve">Acute lung injury (ALI) is a major cause of morbidity and mortality and this year the BTS heard from experts in this field that a working on understanding the mechanisms of acute lung injury for drug development. Professor Rachel </w:t>
      </w:r>
      <w:r w:rsidRPr="00237179">
        <w:rPr>
          <w:rStyle w:val="highlight1"/>
          <w:color w:val="000000"/>
          <w:shd w:val="clear" w:color="auto" w:fill="auto"/>
        </w:rPr>
        <w:t>Chambers</w:t>
      </w:r>
      <w:r w:rsidRPr="00237179">
        <w:rPr>
          <w:color w:val="000000"/>
        </w:rPr>
        <w:t xml:space="preserve"> (London) gave an insightful overview of the known </w:t>
      </w:r>
      <w:proofErr w:type="spellStart"/>
      <w:r w:rsidRPr="00237179">
        <w:rPr>
          <w:color w:val="000000"/>
        </w:rPr>
        <w:t>pathomechanisms</w:t>
      </w:r>
      <w:proofErr w:type="spellEnd"/>
      <w:r w:rsidRPr="00237179">
        <w:rPr>
          <w:color w:val="000000"/>
        </w:rPr>
        <w:t xml:space="preserve"> leading to the development of ALI in particular focusing on novel work from her group on the interplay between coagulation and </w:t>
      </w:r>
      <w:proofErr w:type="gramStart"/>
      <w:r w:rsidRPr="00237179">
        <w:rPr>
          <w:color w:val="000000"/>
        </w:rPr>
        <w:t>inflammation</w:t>
      </w:r>
      <w:proofErr w:type="gramEnd"/>
      <w:r w:rsidR="00D16662" w:rsidRPr="00237179">
        <w:rPr>
          <w:color w:val="000000"/>
        </w:rPr>
        <w:fldChar w:fldCharType="begin">
          <w:fldData xml:space="preserve">PEVuZE5vdGU+PENpdGU+PEF1dGhvcj5Kb3NlPC9BdXRob3I+PFllYXI+MjAxNDwvWWVhcj48UmVj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</w:fldData>
        </w:fldChar>
      </w:r>
      <w:r w:rsidR="002D54BF">
        <w:rPr>
          <w:color w:val="000000"/>
        </w:rPr>
        <w:instrText xml:space="preserve"> ADDIN EN.CITE </w:instrText>
      </w:r>
      <w:r w:rsidR="002D54BF">
        <w:rPr>
          <w:color w:val="000000"/>
        </w:rPr>
        <w:fldChar w:fldCharType="begin">
          <w:fldData xml:space="preserve">PEVuZE5vdGU+PENpdGU+PEF1dGhvcj5Kb3NlPC9BdXRob3I+PFllYXI+MjAxNDwvWWVhcj48UmVj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</w:fldData>
        </w:fldChar>
      </w:r>
      <w:r w:rsidR="002D54BF">
        <w:rPr>
          <w:color w:val="000000"/>
        </w:rPr>
        <w:instrText xml:space="preserve"> ADDIN EN.CITE.DATA </w:instrText>
      </w:r>
      <w:r w:rsidR="002D54BF">
        <w:rPr>
          <w:color w:val="000000"/>
        </w:rPr>
      </w:r>
      <w:r w:rsidR="002D54BF">
        <w:rPr>
          <w:color w:val="000000"/>
        </w:rPr>
        <w:fldChar w:fldCharType="end"/>
      </w:r>
      <w:r w:rsidR="00D16662" w:rsidRPr="00237179">
        <w:rPr>
          <w:color w:val="000000"/>
        </w:rPr>
        <w:fldChar w:fldCharType="separate"/>
      </w:r>
      <w:r w:rsidR="002D54BF">
        <w:rPr>
          <w:noProof/>
          <w:color w:val="000000"/>
        </w:rPr>
        <w:t>(43)</w:t>
      </w:r>
      <w:r w:rsidR="00D16662" w:rsidRPr="00237179">
        <w:rPr>
          <w:color w:val="000000"/>
        </w:rPr>
        <w:fldChar w:fldCharType="end"/>
      </w:r>
      <w:r w:rsidRPr="00237179">
        <w:rPr>
          <w:color w:val="000000"/>
        </w:rPr>
        <w:t xml:space="preserve">, in particular the role of </w:t>
      </w:r>
      <w:proofErr w:type="spellStart"/>
      <w:r w:rsidRPr="00237179">
        <w:rPr>
          <w:color w:val="000000"/>
        </w:rPr>
        <w:t>neutrophilic</w:t>
      </w:r>
      <w:proofErr w:type="spellEnd"/>
      <w:r w:rsidRPr="00237179">
        <w:rPr>
          <w:color w:val="000000"/>
        </w:rPr>
        <w:t xml:space="preserve"> inflammation</w:t>
      </w:r>
      <w:r w:rsidR="00941CDF" w:rsidRPr="00237179">
        <w:rPr>
          <w:color w:val="000000"/>
        </w:rPr>
        <w:fldChar w:fldCharType="begin">
          <w:fldData xml:space="preserve">PEVuZE5vdGU+PENpdGU+PEF1dGhvcj5XaWxsaWFtczwvQXV0aG9yPjxZZWFyPjIwMTQ8L1llYXI+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</w:fldData>
        </w:fldChar>
      </w:r>
      <w:r w:rsidR="002D54BF">
        <w:rPr>
          <w:color w:val="000000"/>
        </w:rPr>
        <w:instrText xml:space="preserve"> ADDIN EN.CITE </w:instrText>
      </w:r>
      <w:r w:rsidR="002D54BF">
        <w:rPr>
          <w:color w:val="000000"/>
        </w:rPr>
        <w:fldChar w:fldCharType="begin">
          <w:fldData xml:space="preserve">PEVuZE5vdGU+PENpdGU+PEF1dGhvcj5XaWxsaWFtczwvQXV0aG9yPjxZZWFyPjIwMTQ8L1llYXI+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</w:fldData>
        </w:fldChar>
      </w:r>
      <w:r w:rsidR="002D54BF">
        <w:rPr>
          <w:color w:val="000000"/>
        </w:rPr>
        <w:instrText xml:space="preserve"> ADDIN EN.CITE.DATA </w:instrText>
      </w:r>
      <w:r w:rsidR="002D54BF">
        <w:rPr>
          <w:color w:val="000000"/>
        </w:rPr>
      </w:r>
      <w:r w:rsidR="002D54BF">
        <w:rPr>
          <w:color w:val="000000"/>
        </w:rPr>
        <w:fldChar w:fldCharType="end"/>
      </w:r>
      <w:r w:rsidR="00941CDF" w:rsidRPr="00237179">
        <w:rPr>
          <w:color w:val="000000"/>
        </w:rPr>
        <w:fldChar w:fldCharType="separate"/>
      </w:r>
      <w:r w:rsidR="002D54BF">
        <w:rPr>
          <w:noProof/>
          <w:color w:val="000000"/>
        </w:rPr>
        <w:t>(44)</w:t>
      </w:r>
      <w:r w:rsidR="00941CDF" w:rsidRPr="00237179">
        <w:rPr>
          <w:color w:val="000000"/>
        </w:rPr>
        <w:fldChar w:fldCharType="end"/>
      </w:r>
      <w:r w:rsidRPr="00237179">
        <w:rPr>
          <w:color w:val="000000"/>
        </w:rPr>
        <w:t xml:space="preserve">.  Professor Danny </w:t>
      </w:r>
      <w:proofErr w:type="spellStart"/>
      <w:r w:rsidRPr="00237179">
        <w:rPr>
          <w:color w:val="000000"/>
        </w:rPr>
        <w:t>McAuley</w:t>
      </w:r>
      <w:proofErr w:type="spellEnd"/>
      <w:r w:rsidRPr="00237179">
        <w:rPr>
          <w:color w:val="000000"/>
        </w:rPr>
        <w:t xml:space="preserve"> (Belfast) discussed his experience of investigator led studies for the translation of findings from experimental models to human clinical trials in the development of new therapeutics for patients with acute lung injury, which is a difficult task that is made even harder by the heterogeneity associated with the disease</w:t>
      </w:r>
      <w:r w:rsidR="00B93148" w:rsidRPr="00237179">
        <w:rPr>
          <w:color w:val="000000"/>
        </w:rPr>
        <w:fldChar w:fldCharType="begin"/>
      </w:r>
      <w:r w:rsidR="002D54BF">
        <w:rPr>
          <w:color w:val="000000"/>
        </w:rPr>
        <w:instrText xml:space="preserve"> ADDIN EN.CITE &lt;EndNote&gt;&lt;Cite&gt;&lt;Author&gt;Curley&lt;/Author&gt;&lt;Year&gt;2014&lt;/Year&gt;&lt;RecNum&gt;1503&lt;/RecNum&gt;&lt;DisplayText&gt;(45)&lt;/DisplayText&gt;&lt;record&gt;&lt;rec-number&gt;1503&lt;/rec-number&gt;&lt;foreign-keys&gt;&lt;key app="EN" db-id="s559eavznewrwuevaf5x9ppwvfzvr9s5pv9f" timestamp="1419981999"&gt;1503&lt;/key&gt;&lt;/foreign-keys&gt;&lt;ref-type name="Journal Article"&gt;17&lt;/ref-type&gt;&lt;contributors&gt;&lt;authors&gt;&lt;author&gt;Curley, G. F.&lt;/author&gt;&lt;author&gt;McAuley, D. F.&lt;/author&gt;&lt;/authors&gt;&lt;/contributors&gt;&lt;auth-address&gt;Department of Anesthesia, Keenan Research Centre for Biomedical Science, Li Ka Shing Knowledge Institute, St Michael&amp;apos;s Hospital, 30, Bond Street, Toronto, Ontario M5B 1W8, Canada.&amp;#xD;School of Medicine, Dentistry and Biomedical Science, Centre for Infection and Immunity, Queen&amp;apos;s University Belfast, Health Sciences Building, 97 Lisburn Road, Belfast, Northern Ireland BT9 7BL, UK. Electronic address: d.f.mcauley@qub.ac.uk.&lt;/auth-address&gt;&lt;titles&gt;&lt;title&gt;Clinical Trial Design in Prevention and Treatment of Acute Respiratory Distress Syndrome&lt;/title&gt;&lt;secondary-title&gt;Clin Chest Med&lt;/secondary-title&gt;&lt;alt-title&gt;Clinics in chest medicine&lt;/alt-title&gt;&lt;/titles&gt;&lt;periodical&gt;&lt;full-title&gt;Clin Chest Med&lt;/full-title&gt;&lt;abbr-1&gt;Clinics in chest medicine&lt;/abbr-1&gt;&lt;/periodical&gt;&lt;alt-periodical&gt;&lt;full-title&gt;Clin Chest Med&lt;/full-title&gt;&lt;abbr-1&gt;Clinics in chest medicine&lt;/abbr-1&gt;&lt;/alt-periodical&gt;&lt;pages&gt;713-727&lt;/pages&gt;&lt;volume&gt;35&lt;/volume&gt;&lt;number&gt;4&lt;/number&gt;&lt;edition&gt;2014/12/03&lt;/edition&gt;&lt;keywords&gt;&lt;keyword&gt;Acute respiratory distress syndrome&lt;/keyword&gt;&lt;keyword&gt;Clinical trial design&lt;/keyword&gt;&lt;keyword&gt;Prevention&lt;/keyword&gt;&lt;keyword&gt;Treatment&lt;/keyword&gt;&lt;/keywords&gt;&lt;dates&gt;&lt;year&gt;2014&lt;/year&gt;&lt;pub-dates&gt;&lt;date&gt;Dec&lt;/date&gt;&lt;/pub-dates&gt;&lt;/dates&gt;&lt;isbn&gt;0272-5231&lt;/isbn&gt;&lt;accession-num&gt;25453420&lt;/accession-num&gt;&lt;urls&gt;&lt;/urls&gt;&lt;electronic-resource-num&gt;10.1016/j.ccm.2014.08.009&lt;/electronic-resource-num&gt;&lt;remote-database-provider&gt;NLM&lt;/remote-database-provider&gt;&lt;language&gt;Eng&lt;/language&gt;&lt;/record&gt;&lt;/Cite&gt;&lt;/EndNote&gt;</w:instrText>
      </w:r>
      <w:r w:rsidR="00B93148" w:rsidRPr="00237179">
        <w:rPr>
          <w:color w:val="000000"/>
        </w:rPr>
        <w:fldChar w:fldCharType="separate"/>
      </w:r>
      <w:r w:rsidR="002D54BF">
        <w:rPr>
          <w:noProof/>
          <w:color w:val="000000"/>
        </w:rPr>
        <w:t>(45)</w:t>
      </w:r>
      <w:r w:rsidR="00B93148" w:rsidRPr="00237179">
        <w:rPr>
          <w:color w:val="000000"/>
        </w:rPr>
        <w:fldChar w:fldCharType="end"/>
      </w:r>
      <w:r w:rsidRPr="00237179">
        <w:rPr>
          <w:color w:val="000000"/>
        </w:rPr>
        <w:t xml:space="preserve">. Due to the paucity of effective therapeutics for the treatment of ALI, Dr Daniel </w:t>
      </w:r>
      <w:proofErr w:type="spellStart"/>
      <w:r w:rsidRPr="00237179">
        <w:rPr>
          <w:color w:val="000000"/>
        </w:rPr>
        <w:t>Talmor</w:t>
      </w:r>
      <w:r w:rsidR="00151DED" w:rsidRPr="00237179">
        <w:rPr>
          <w:color w:val="000000"/>
        </w:rPr>
        <w:t>’s</w:t>
      </w:r>
      <w:proofErr w:type="spellEnd"/>
      <w:r w:rsidRPr="00237179">
        <w:rPr>
          <w:color w:val="000000"/>
        </w:rPr>
        <w:t xml:space="preserve"> (Boston</w:t>
      </w:r>
      <w:r w:rsidR="001B35B3" w:rsidRPr="00237179">
        <w:rPr>
          <w:color w:val="000000"/>
        </w:rPr>
        <w:t>, USA</w:t>
      </w:r>
      <w:r w:rsidRPr="00237179">
        <w:rPr>
          <w:color w:val="000000"/>
        </w:rPr>
        <w:t xml:space="preserve">) talk focused on identifying patients at risk and focusing therapeutic strategies at preventing the development of the acute respiratory distress syndrome in this group of patients. Finally, Dr Andrew </w:t>
      </w:r>
      <w:proofErr w:type="spellStart"/>
      <w:r w:rsidRPr="00237179">
        <w:rPr>
          <w:color w:val="000000"/>
        </w:rPr>
        <w:t>Bayliffe</w:t>
      </w:r>
      <w:proofErr w:type="spellEnd"/>
      <w:r w:rsidRPr="00237179">
        <w:rPr>
          <w:color w:val="000000"/>
        </w:rPr>
        <w:t xml:space="preserve"> (London) discussed the important contribution of the pharmaceutical industry</w:t>
      </w:r>
    </w:p>
    <w:p w14:paraId="791BBD4F" w14:textId="50D35F2F" w:rsidR="005150B6" w:rsidRPr="00237179" w:rsidRDefault="005150B6" w:rsidP="002D54BF">
      <w:pPr>
        <w:spacing w:line="480" w:lineRule="auto"/>
        <w:jc w:val="both"/>
      </w:pPr>
      <w:r w:rsidRPr="00237179">
        <w:lastRenderedPageBreak/>
        <w:t>The mechanistic insights into acute lung injury session had young investigators demonstrating their research in this field. The session included a description of a novel human model to study alveolar injury and repair, using precision cut lung slices</w:t>
      </w:r>
      <w:r w:rsidR="008A685E" w:rsidRPr="00237179">
        <w:fldChar w:fldCharType="begin"/>
      </w:r>
      <w:r w:rsidR="002D54BF">
        <w:instrText xml:space="preserve"> ADDIN EN.CITE &lt;EndNote&gt;&lt;Cite&gt;&lt;Author&gt;Alçada&lt;/Author&gt;&lt;Year&gt;2014&lt;/Year&gt;&lt;RecNum&gt;1481&lt;/RecNum&gt;&lt;DisplayText&gt;(46)&lt;/DisplayText&gt;&lt;record&gt;&lt;rec-number&gt;1481&lt;/rec-number&gt;&lt;foreign-keys&gt;&lt;key app="EN" db-id="s559eavznewrwuevaf5x9ppwvfzvr9s5pv9f" timestamp="1419933026"&gt;1481&lt;/key&gt;&lt;/foreign-keys&gt;&lt;ref-type name="Journal Article"&gt;17&lt;/ref-type&gt;&lt;contributors&gt;&lt;authors&gt;&lt;author&gt;Alçada, J&lt;/author&gt;&lt;author&gt;Ng-Blichfeldt, JP&lt;/author&gt;&lt;author&gt;Proudfoot, AG&lt;/author&gt;&lt;author&gt;Griffiths, MJD&lt;/author&gt;&lt;author&gt;Dean, CH&lt;/author&gt;&lt;author&gt;Hind, M&lt;/author&gt;&lt;/authors&gt;&lt;/contributors&gt;&lt;titles&gt;&lt;title&gt;S98 A Novel Human Model To Study Alveolar Injury And Repair&lt;/title&gt;&lt;secondary-title&gt;Thorax&lt;/secondary-title&gt;&lt;/titles&gt;&lt;periodical&gt;&lt;full-title&gt;Thorax&lt;/full-title&gt;&lt;abbr-1&gt;Thorax&lt;/abbr-1&gt;&lt;/periodical&gt;&lt;pages&gt;A53&lt;/pages&gt;&lt;volume&gt;69&lt;/volume&gt;&lt;number&gt;Suppl 2&lt;/number&gt;&lt;dates&gt;&lt;year&gt;2014&lt;/year&gt;&lt;pub-dates&gt;&lt;date&gt;December 1, 2014&lt;/date&gt;&lt;/pub-dates&gt;&lt;/dates&gt;&lt;urls&gt;&lt;related-urls&gt;&lt;url&gt;http://thorax.bmj.com/content/69/Suppl_2/A53.1.abstract&lt;/url&gt;&lt;/related-urls&gt;&lt;/urls&gt;&lt;electronic-resource-num&gt;10.1136/thoraxjnl-2014-206260.104&lt;/electronic-resource-num&gt;&lt;/record&gt;&lt;/Cite&gt;&lt;/EndNote&gt;</w:instrText>
      </w:r>
      <w:r w:rsidR="008A685E" w:rsidRPr="00237179">
        <w:fldChar w:fldCharType="separate"/>
      </w:r>
      <w:r w:rsidR="002D54BF">
        <w:rPr>
          <w:noProof/>
        </w:rPr>
        <w:t>(46)</w:t>
      </w:r>
      <w:r w:rsidR="008A685E" w:rsidRPr="00237179">
        <w:fldChar w:fldCharType="end"/>
      </w:r>
      <w:r w:rsidRPr="00237179">
        <w:t>, investigations highlighting important roles for TNFR1 in neutrophil-endothelial interactions</w:t>
      </w:r>
      <w:r w:rsidR="008A685E" w:rsidRPr="00237179">
        <w:fldChar w:fldCharType="begin"/>
      </w:r>
      <w:r w:rsidR="002D54BF">
        <w:instrText xml:space="preserve"> ADDIN EN.CITE &lt;EndNote&gt;&lt;Cite&gt;&lt;Author&gt;Proudfoot&lt;/Author&gt;&lt;Year&gt;2014&lt;/Year&gt;&lt;RecNum&gt;1487&lt;/RecNum&gt;&lt;DisplayText&gt;(47)&lt;/DisplayText&gt;&lt;record&gt;&lt;rec-number&gt;1487&lt;/rec-number&gt;&lt;foreign-keys&gt;&lt;key app="EN" db-id="s559eavznewrwuevaf5x9ppwvfzvr9s5pv9f" timestamp="1419933251"&gt;1487&lt;/key&gt;&lt;/foreign-keys&gt;&lt;ref-type name="Journal Article"&gt;17&lt;/ref-type&gt;&lt;contributors&gt;&lt;authors&gt;&lt;author&gt;Proudfoot, AG&lt;/author&gt;&lt;author&gt;Juss, J&lt;/author&gt;&lt;author&gt;Appleby, S&lt;/author&gt;&lt;author&gt;Morley, P&lt;/author&gt;&lt;author&gt;Cordy, J&lt;/author&gt;&lt;author&gt;Bayliffe, A&lt;/author&gt;&lt;author&gt;Hind, M&lt;/author&gt;&lt;author&gt;Chilvers, ER&lt;/author&gt;&lt;author&gt;Griffiths, M&lt;/author&gt;&lt;author&gt;Summers, C&lt;/author&gt;&lt;/authors&gt;&lt;/contributors&gt;&lt;titles&gt;&lt;title&gt;S99 Effects Of Differential Tnf Receptor Signalling In Modulating Neutrophil-endothelial Interactions In The Pulmonary Microvasculature&lt;/title&gt;&lt;secondary-title&gt;Thorax&lt;/secondary-title&gt;&lt;/titles&gt;&lt;periodical&gt;&lt;full-title&gt;Thorax&lt;/full-title&gt;&lt;abbr-1&gt;Thorax&lt;/abbr-1&gt;&lt;/periodical&gt;&lt;pages&gt;A53&lt;/pages&gt;&lt;volume&gt;69&lt;/volume&gt;&lt;number&gt;Suppl 2&lt;/number&gt;&lt;dates&gt;&lt;year&gt;2014&lt;/year&gt;&lt;pub-dates&gt;&lt;date&gt;December 1, 2014&lt;/date&gt;&lt;/pub-dates&gt;&lt;/dates&gt;&lt;urls&gt;&lt;related-urls&gt;&lt;url&gt;http://thorax.bmj.com/content/69/Suppl_2/A53.2.abstract&lt;/url&gt;&lt;/related-urls&gt;&lt;/urls&gt;&lt;electronic-resource-num&gt;10.1136/thoraxjnl-2014-206260.105&lt;/electronic-resource-num&gt;&lt;/record&gt;&lt;/Cite&gt;&lt;/EndNote&gt;</w:instrText>
      </w:r>
      <w:r w:rsidR="008A685E" w:rsidRPr="00237179">
        <w:fldChar w:fldCharType="separate"/>
      </w:r>
      <w:r w:rsidR="002D54BF">
        <w:rPr>
          <w:noProof/>
        </w:rPr>
        <w:t>(47)</w:t>
      </w:r>
      <w:r w:rsidR="008A685E" w:rsidRPr="00237179">
        <w:fldChar w:fldCharType="end"/>
      </w:r>
      <w:r w:rsidRPr="00237179">
        <w:t xml:space="preserve"> and proteinase-activated receptor-1 </w:t>
      </w:r>
      <w:proofErr w:type="spellStart"/>
      <w:r w:rsidRPr="00237179">
        <w:t>signalling</w:t>
      </w:r>
      <w:proofErr w:type="spellEnd"/>
      <w:r w:rsidRPr="00237179">
        <w:t xml:space="preserve"> in pneumococcal pneumonia-induced lung injury</w:t>
      </w:r>
      <w:r w:rsidR="008A685E" w:rsidRPr="00237179">
        <w:fldChar w:fldCharType="begin"/>
      </w:r>
      <w:r w:rsidR="002D54BF">
        <w:instrText xml:space="preserve"> ADDIN EN.CITE &lt;EndNote&gt;&lt;Cite&gt;&lt;Author&gt;José&lt;/Author&gt;&lt;Year&gt;2014&lt;/Year&gt;&lt;RecNum&gt;1484&lt;/RecNum&gt;&lt;DisplayText&gt;(48)&lt;/DisplayText&gt;&lt;record&gt;&lt;rec-number&gt;1484&lt;/rec-number&gt;&lt;foreign-keys&gt;&lt;key app="EN" db-id="s559eavznewrwuevaf5x9ppwvfzvr9s5pv9f" timestamp="1419933136"&gt;1484&lt;/key&gt;&lt;/foreign-keys&gt;&lt;ref-type name="Journal Article"&gt;17&lt;/ref-type&gt;&lt;contributors&gt;&lt;authors&gt;&lt;author&gt;José, RJ&lt;/author&gt;&lt;author&gt;Williams, AE&lt;/author&gt;&lt;author&gt;Sulikowski, MG&lt;/author&gt;&lt;author&gt;Brealey, DA&lt;/author&gt;&lt;author&gt;Brown, JS&lt;/author&gt;&lt;author&gt;Chambers, RC&lt;/author&gt;&lt;/authors&gt;&lt;/contributors&gt;&lt;titles&gt;&lt;title&gt;S100 Proteinase-activated Receptor 1 Signalling Contributes To Neutrophilic Inflammation And Alveolar Barrier Disruption In Streptococcus Pneumoniae Pneumonia&lt;/title&gt;&lt;secondary-title&gt;Thorax&lt;/secondary-title&gt;&lt;/titles&gt;&lt;periodical&gt;&lt;full-title&gt;Thorax&lt;/full-title&gt;&lt;abbr-1&gt;Thorax&lt;/abbr-1&gt;&lt;/periodical&gt;&lt;pages&gt;A53-A54&lt;/pages&gt;&lt;volume&gt;69&lt;/volume&gt;&lt;number&gt;Suppl 2&lt;/number&gt;&lt;dates&gt;&lt;year&gt;2014&lt;/year&gt;&lt;pub-dates&gt;&lt;date&gt;December 1, 2014&lt;/date&gt;&lt;/pub-dates&gt;&lt;/dates&gt;&lt;urls&gt;&lt;related-urls&gt;&lt;url&gt;http://thorax.bmj.com/content/69/Suppl_2/A53.3.abstract&lt;/url&gt;&lt;/related-urls&gt;&lt;/urls&gt;&lt;electronic-resource-num&gt;10.1136/thoraxjnl-2014-206260.106&lt;/electronic-resource-num&gt;&lt;/record&gt;&lt;/Cite&gt;&lt;/EndNote&gt;</w:instrText>
      </w:r>
      <w:r w:rsidR="008A685E" w:rsidRPr="00237179">
        <w:fldChar w:fldCharType="separate"/>
      </w:r>
      <w:r w:rsidR="002D54BF">
        <w:rPr>
          <w:noProof/>
        </w:rPr>
        <w:t>(48)</w:t>
      </w:r>
      <w:r w:rsidR="008A685E" w:rsidRPr="00237179">
        <w:fldChar w:fldCharType="end"/>
      </w:r>
      <w:r w:rsidRPr="00237179">
        <w:t xml:space="preserve">, as well as the role of </w:t>
      </w:r>
      <w:proofErr w:type="spellStart"/>
      <w:r w:rsidRPr="00237179">
        <w:t>lipoxin</w:t>
      </w:r>
      <w:proofErr w:type="spellEnd"/>
      <w:r w:rsidRPr="00237179">
        <w:t xml:space="preserve"> A4</w:t>
      </w:r>
      <w:r w:rsidR="00151DED" w:rsidRPr="00237179">
        <w:t xml:space="preserve"> </w:t>
      </w:r>
      <w:r w:rsidRPr="00237179">
        <w:t xml:space="preserve">in improving </w:t>
      </w:r>
      <w:proofErr w:type="spellStart"/>
      <w:r w:rsidRPr="00237179">
        <w:t>efferocytosis</w:t>
      </w:r>
      <w:proofErr w:type="spellEnd"/>
      <w:r w:rsidRPr="00237179">
        <w:t xml:space="preserve"> in ARDS</w:t>
      </w:r>
      <w:r w:rsidR="008A685E" w:rsidRPr="00237179">
        <w:fldChar w:fldCharType="begin"/>
      </w:r>
      <w:r w:rsidR="002D54BF">
        <w:instrText xml:space="preserve"> ADDIN EN.CITE &lt;EndNote&gt;&lt;Cite&gt;&lt;Author&gt;Wang&lt;/Author&gt;&lt;Year&gt;2014&lt;/Year&gt;&lt;RecNum&gt;1488&lt;/RecNum&gt;&lt;DisplayText&gt;(49)&lt;/DisplayText&gt;&lt;record&gt;&lt;rec-number&gt;1488&lt;/rec-number&gt;&lt;foreign-keys&gt;&lt;key app="EN" db-id="s559eavznewrwuevaf5x9ppwvfzvr9s5pv9f" timestamp="1419933261"&gt;1488&lt;/key&gt;&lt;/foreign-keys&gt;&lt;ref-type name="Journal Article"&gt;17&lt;/ref-type&gt;&lt;contributors&gt;&lt;authors&gt;&lt;author&gt;Wang, Q&lt;/author&gt;&lt;author&gt;Parekh, D&lt;/author&gt;&lt;author&gt;D’Souza, VK&lt;/author&gt;&lt;author&gt;Dancer, R&lt;/author&gt;&lt;author&gt;Patel, JM&lt;/author&gt;&lt;author&gt;Bartis, D&lt;/author&gt;&lt;author&gt;Gao, F&lt;/author&gt;&lt;author&gt;Lian, Q&lt;/author&gt;&lt;author&gt;Jin, S&lt;/author&gt;&lt;author&gt;Thickett, DR&lt;/author&gt;&lt;/authors&gt;&lt;/contributors&gt;&lt;titles&gt;&lt;title&gt;S102 Lipoxin A4 Improves Efferocytosis Via Inhibition Of The Hmgb1 In Human Alveolar Macrophages&lt;/title&gt;&lt;secondary-title&gt;Thorax&lt;/secondary-title&gt;&lt;/titles&gt;&lt;periodical&gt;&lt;full-title&gt;Thorax&lt;/full-title&gt;&lt;abbr-1&gt;Thorax&lt;/abbr-1&gt;&lt;/periodical&gt;&lt;pages&gt;A54-A55&lt;/pages&gt;&lt;volume&gt;69&lt;/volume&gt;&lt;number&gt;Suppl 2&lt;/number&gt;&lt;dates&gt;&lt;year&gt;2014&lt;/year&gt;&lt;pub-dates&gt;&lt;date&gt;December 1, 2014&lt;/date&gt;&lt;/pub-dates&gt;&lt;/dates&gt;&lt;urls&gt;&lt;related-urls&gt;&lt;url&gt;http://thorax.bmj.com/content/69/Suppl_2/A54.2.abstract&lt;/url&gt;&lt;/related-urls&gt;&lt;/urls&gt;&lt;electronic-resource-num&gt;10.1136/thoraxjnl-2014-206260.108&lt;/electronic-resource-num&gt;&lt;/record&gt;&lt;/Cite&gt;&lt;/EndNote&gt;</w:instrText>
      </w:r>
      <w:r w:rsidR="008A685E" w:rsidRPr="00237179">
        <w:fldChar w:fldCharType="separate"/>
      </w:r>
      <w:r w:rsidR="002D54BF">
        <w:rPr>
          <w:noProof/>
        </w:rPr>
        <w:t>(49)</w:t>
      </w:r>
      <w:r w:rsidR="008A685E" w:rsidRPr="00237179">
        <w:fldChar w:fldCharType="end"/>
      </w:r>
      <w:r w:rsidRPr="00237179">
        <w:t xml:space="preserve">. </w:t>
      </w:r>
    </w:p>
    <w:p w14:paraId="27998ED9" w14:textId="77777777" w:rsidR="005150B6" w:rsidRPr="00237179" w:rsidRDefault="005150B6" w:rsidP="002D54BF">
      <w:pPr>
        <w:spacing w:line="480" w:lineRule="auto"/>
        <w:jc w:val="both"/>
        <w:rPr>
          <w:rFonts w:cs="Times"/>
        </w:rPr>
      </w:pPr>
    </w:p>
    <w:p w14:paraId="38BBEDCC" w14:textId="77777777" w:rsidR="005150B6" w:rsidRPr="00237179" w:rsidRDefault="005150B6" w:rsidP="002D54BF">
      <w:pPr>
        <w:spacing w:line="480" w:lineRule="auto"/>
        <w:jc w:val="both"/>
        <w:rPr>
          <w:b/>
        </w:rPr>
      </w:pPr>
      <w:r w:rsidRPr="00237179">
        <w:rPr>
          <w:b/>
        </w:rPr>
        <w:t>Pleural disease</w:t>
      </w:r>
    </w:p>
    <w:p w14:paraId="6987D834" w14:textId="30960D6D" w:rsidR="00237179" w:rsidRDefault="005150B6" w:rsidP="002D54BF">
      <w:pPr>
        <w:spacing w:line="480" w:lineRule="auto"/>
        <w:jc w:val="both"/>
      </w:pPr>
      <w:r w:rsidRPr="00237179">
        <w:t>The symposium on pleural disease on the opening day of the BTS winter meeting was very well attended with emerging enthusiasm in pleural disease amongst our colleagues. This session included three entertaining and hum</w:t>
      </w:r>
      <w:r w:rsidR="00151DED" w:rsidRPr="00237179">
        <w:t>o</w:t>
      </w:r>
      <w:r w:rsidRPr="00237179">
        <w:t>rous pro-con debates on the use of the BTS guidelines for the management of pr</w:t>
      </w:r>
      <w:r w:rsidR="001B35B3" w:rsidRPr="00237179">
        <w:t>imary spontaneous pneumothorax by Dr John Harvey (</w:t>
      </w:r>
      <w:r w:rsidRPr="00237179">
        <w:t>Bristol</w:t>
      </w:r>
      <w:r w:rsidR="001B35B3" w:rsidRPr="00237179">
        <w:t>)</w:t>
      </w:r>
      <w:r w:rsidRPr="00237179">
        <w:t xml:space="preserve"> and Dr Andrew </w:t>
      </w:r>
      <w:proofErr w:type="spellStart"/>
      <w:r w:rsidRPr="00237179">
        <w:t>MacDuff</w:t>
      </w:r>
      <w:proofErr w:type="spellEnd"/>
      <w:r w:rsidRPr="00237179">
        <w:t xml:space="preserve"> (</w:t>
      </w:r>
      <w:proofErr w:type="spellStart"/>
      <w:r w:rsidRPr="00237179">
        <w:t>Wolverhampton</w:t>
      </w:r>
      <w:proofErr w:type="spellEnd"/>
      <w:r w:rsidRPr="00237179">
        <w:t xml:space="preserve">). We were reminded that even though there isn’t a body cavity that can’t be reached with a needle, we should always treat the patient and not the air on the chest radiograph. Dr Mark Slade (Cambridge) and Dr Mohammed </w:t>
      </w:r>
      <w:proofErr w:type="spellStart"/>
      <w:r w:rsidRPr="00237179">
        <w:t>Munavvar</w:t>
      </w:r>
      <w:proofErr w:type="spellEnd"/>
      <w:r w:rsidRPr="00237179">
        <w:t xml:space="preserve"> (Preston) debated the use of indwelling pleural catheters in the management of malignant pleural effusions; these catheters may change our management of these pleural effusions, facilitating outpatient care and improving integrated care. </w:t>
      </w:r>
    </w:p>
    <w:p w14:paraId="078DDA5B" w14:textId="77777777" w:rsidR="002D54BF" w:rsidRPr="002D54BF" w:rsidRDefault="002D54BF" w:rsidP="002D54BF">
      <w:pPr>
        <w:spacing w:line="480" w:lineRule="auto"/>
        <w:jc w:val="both"/>
      </w:pPr>
    </w:p>
    <w:p w14:paraId="221A3FDF" w14:textId="7CEE5902" w:rsidR="00EB5131" w:rsidRPr="00237179" w:rsidRDefault="00EB5131" w:rsidP="002D54BF">
      <w:pPr>
        <w:spacing w:line="480" w:lineRule="auto"/>
        <w:jc w:val="both"/>
        <w:rPr>
          <w:rFonts w:cs="Times"/>
          <w:b/>
        </w:rPr>
      </w:pPr>
      <w:r w:rsidRPr="00237179">
        <w:rPr>
          <w:rFonts w:cs="Times"/>
          <w:b/>
        </w:rPr>
        <w:t>#</w:t>
      </w:r>
      <w:proofErr w:type="spellStart"/>
      <w:r w:rsidRPr="00237179">
        <w:rPr>
          <w:rFonts w:cs="Times"/>
          <w:b/>
        </w:rPr>
        <w:t>BTSWinter</w:t>
      </w:r>
      <w:proofErr w:type="spellEnd"/>
    </w:p>
    <w:p w14:paraId="77966A22" w14:textId="77777777" w:rsidR="00EB1EDD" w:rsidRPr="00237179" w:rsidRDefault="00EB5131" w:rsidP="002D54BF">
      <w:pPr>
        <w:spacing w:line="480" w:lineRule="auto"/>
        <w:jc w:val="both"/>
        <w:rPr>
          <w:rFonts w:cs="Times"/>
        </w:rPr>
      </w:pPr>
      <w:r w:rsidRPr="00237179">
        <w:rPr>
          <w:rFonts w:cs="Times"/>
        </w:rPr>
        <w:t xml:space="preserve">2014 saw further increased presence of the </w:t>
      </w:r>
      <w:r w:rsidR="008E46AE" w:rsidRPr="00237179">
        <w:rPr>
          <w:rFonts w:cs="Times"/>
        </w:rPr>
        <w:t xml:space="preserve">BTS </w:t>
      </w:r>
      <w:r w:rsidRPr="00237179">
        <w:rPr>
          <w:rFonts w:cs="Times"/>
        </w:rPr>
        <w:t>Winter Meeting on social media</w:t>
      </w:r>
      <w:r w:rsidR="00B357BC" w:rsidRPr="00237179">
        <w:rPr>
          <w:rFonts w:cs="Times"/>
        </w:rPr>
        <w:t xml:space="preserve">. A total of 3,110 tweets from 431 participants saw discussions reaching beyond </w:t>
      </w:r>
      <w:r w:rsidR="00B357BC" w:rsidRPr="00237179">
        <w:rPr>
          <w:rFonts w:cs="Times"/>
        </w:rPr>
        <w:lastRenderedPageBreak/>
        <w:t xml:space="preserve">the </w:t>
      </w:r>
      <w:r w:rsidR="0051161E" w:rsidRPr="00237179">
        <w:rPr>
          <w:rFonts w:cs="Times"/>
        </w:rPr>
        <w:t xml:space="preserve">walls of </w:t>
      </w:r>
      <w:r w:rsidR="00B357BC" w:rsidRPr="00237179">
        <w:rPr>
          <w:rFonts w:cs="Times"/>
        </w:rPr>
        <w:t xml:space="preserve">conference </w:t>
      </w:r>
      <w:proofErr w:type="spellStart"/>
      <w:r w:rsidR="00B357BC" w:rsidRPr="00237179">
        <w:rPr>
          <w:rFonts w:cs="Times"/>
        </w:rPr>
        <w:t>centre</w:t>
      </w:r>
      <w:proofErr w:type="spellEnd"/>
      <w:r w:rsidR="0031224A" w:rsidRPr="00237179">
        <w:rPr>
          <w:rFonts w:cs="Times"/>
        </w:rPr>
        <w:t>, and debate by delegates within sessions</w:t>
      </w:r>
      <w:r w:rsidR="00B357BC" w:rsidRPr="00237179">
        <w:rPr>
          <w:rFonts w:cs="Times"/>
        </w:rPr>
        <w:t>. Figure 2 shows the most used words in tweets for the meeting</w:t>
      </w:r>
      <w:r w:rsidR="0031224A" w:rsidRPr="00237179">
        <w:rPr>
          <w:rFonts w:cs="Times"/>
        </w:rPr>
        <w:t>, an insight to the particular areas of debate and interest</w:t>
      </w:r>
      <w:r w:rsidR="00B357BC" w:rsidRPr="00237179">
        <w:rPr>
          <w:rFonts w:cs="Times"/>
        </w:rPr>
        <w:t>.</w:t>
      </w:r>
    </w:p>
    <w:p w14:paraId="1E9A82D5" w14:textId="77777777" w:rsidR="00237179" w:rsidRDefault="00237179" w:rsidP="002D54BF">
      <w:pPr>
        <w:spacing w:line="480" w:lineRule="auto"/>
        <w:jc w:val="both"/>
        <w:rPr>
          <w:rFonts w:cs="Times"/>
          <w:b/>
        </w:rPr>
      </w:pPr>
    </w:p>
    <w:p w14:paraId="545CD9D0" w14:textId="60729622" w:rsidR="00EF2072" w:rsidRPr="00237179" w:rsidRDefault="00EB5131" w:rsidP="002D54BF">
      <w:pPr>
        <w:spacing w:line="480" w:lineRule="auto"/>
        <w:jc w:val="both"/>
        <w:rPr>
          <w:rFonts w:cs="Times"/>
        </w:rPr>
      </w:pPr>
      <w:r w:rsidRPr="00237179">
        <w:rPr>
          <w:rFonts w:cs="Times"/>
          <w:b/>
        </w:rPr>
        <w:t>Conclusions</w:t>
      </w:r>
    </w:p>
    <w:p w14:paraId="158C7AAC" w14:textId="2C04D848" w:rsidR="001B35B3" w:rsidRPr="00237179" w:rsidRDefault="0049042E" w:rsidP="002D54BF">
      <w:pPr>
        <w:spacing w:line="480" w:lineRule="auto"/>
        <w:jc w:val="both"/>
        <w:rPr>
          <w:rFonts w:cs="Times"/>
        </w:rPr>
      </w:pPr>
      <w:r w:rsidRPr="00237179">
        <w:rPr>
          <w:rFonts w:cs="Times"/>
        </w:rPr>
        <w:t xml:space="preserve">The 2014 Winter BTS meeting provided delegates with both fantastic reviews of cutting edge Respiratory Science and Research and </w:t>
      </w:r>
      <w:r w:rsidR="0094359D" w:rsidRPr="00237179">
        <w:rPr>
          <w:rFonts w:cs="Times"/>
        </w:rPr>
        <w:t xml:space="preserve">presentations of </w:t>
      </w:r>
      <w:r w:rsidRPr="00237179">
        <w:rPr>
          <w:rFonts w:cs="Times"/>
        </w:rPr>
        <w:t>original data. For those busy digesting all this information and preparing for the obligatory New Year resolutions of more exercise and better diet the final abstract in this review is reserved for Curtis et al, who presented a</w:t>
      </w:r>
      <w:r w:rsidR="0094359D" w:rsidRPr="00237179">
        <w:rPr>
          <w:rFonts w:cs="Times"/>
        </w:rPr>
        <w:t>n</w:t>
      </w:r>
      <w:r w:rsidRPr="00237179">
        <w:rPr>
          <w:rFonts w:cs="Times"/>
        </w:rPr>
        <w:t xml:space="preserve"> inter</w:t>
      </w:r>
      <w:r w:rsidR="0094359D" w:rsidRPr="00237179">
        <w:rPr>
          <w:rFonts w:cs="Times"/>
        </w:rPr>
        <w:t xml:space="preserve">ventional cross-over study of supplemental </w:t>
      </w:r>
      <w:r w:rsidRPr="00237179">
        <w:rPr>
          <w:rFonts w:cs="Times"/>
        </w:rPr>
        <w:t>beetroot juice</w:t>
      </w:r>
      <w:r w:rsidR="0094359D" w:rsidRPr="00237179">
        <w:rPr>
          <w:rFonts w:cs="Times"/>
        </w:rPr>
        <w:t xml:space="preserve"> with cycle </w:t>
      </w:r>
      <w:proofErr w:type="spellStart"/>
      <w:r w:rsidR="0094359D" w:rsidRPr="00237179">
        <w:rPr>
          <w:rFonts w:cs="Times"/>
        </w:rPr>
        <w:t>ergometry</w:t>
      </w:r>
      <w:proofErr w:type="spellEnd"/>
      <w:r w:rsidR="0094359D" w:rsidRPr="00237179">
        <w:rPr>
          <w:rFonts w:cs="Times"/>
        </w:rPr>
        <w:t>, showing a significant reduction in oxygen consumption and diastolic blood pressure in patients with COPD</w:t>
      </w:r>
      <w:r w:rsidR="0094359D" w:rsidRPr="00237179">
        <w:rPr>
          <w:rFonts w:cs="Times"/>
        </w:rPr>
        <w:fldChar w:fldCharType="begin"/>
      </w:r>
      <w:r w:rsidR="002D54BF">
        <w:rPr>
          <w:rFonts w:cs="Times"/>
        </w:rPr>
        <w:instrText xml:space="preserve"> ADDIN EN.CITE &lt;EndNote&gt;&lt;Cite&gt;&lt;Author&gt;Curtis&lt;/Author&gt;&lt;Year&gt;2014&lt;/Year&gt;&lt;RecNum&gt;1497&lt;/RecNum&gt;&lt;DisplayText&gt;(50)&lt;/DisplayText&gt;&lt;record&gt;&lt;rec-number&gt;1497&lt;/rec-number&gt;&lt;foreign-keys&gt;&lt;key app="EN" db-id="s559eavznewrwuevaf5x9ppwvfzvr9s5pv9f" timestamp="1419940038"&gt;1497&lt;/key&gt;&lt;/foreign-keys&gt;&lt;ref-type name="Journal Article"&gt;17&lt;/ref-type&gt;&lt;contributors&gt;&lt;authors&gt;&lt;author&gt;Curtis, KJ&lt;/author&gt;&lt;author&gt;Tanner, R&lt;/author&gt;&lt;author&gt;O’Brien, K&lt;/author&gt;&lt;author&gt;Polkey, MI&lt;/author&gt;&lt;author&gt;Edwards, LM&lt;/author&gt;&lt;author&gt;Hopkinson, NS&lt;/author&gt;&lt;/authors&gt;&lt;/contributors&gt;&lt;titles&gt;&lt;title&gt;M144 Acute Dietary Nitrate Supplementation Reduces The Oxygen Cost Of Submaximal Exercise In Copd&lt;/title&gt;&lt;secondary-title&gt;Thorax&lt;/secondary-title&gt;&lt;/titles&gt;&lt;periodical&gt;&lt;full-title&gt;Thorax&lt;/full-title&gt;&lt;abbr-1&gt;Thorax&lt;/abbr-1&gt;&lt;/periodical&gt;&lt;pages&gt;A215&lt;/pages&gt;&lt;volume&gt;69&lt;/volume&gt;&lt;number&gt;Suppl 2&lt;/number&gt;&lt;dates&gt;&lt;year&gt;2014&lt;/year&gt;&lt;pub-dates&gt;&lt;date&gt;December 1, 2014&lt;/date&gt;&lt;/pub-dates&gt;&lt;/dates&gt;&lt;urls&gt;&lt;related-urls&gt;&lt;url&gt;http://thorax.bmj.com/content/69/Suppl_2/A215.1.abstract&lt;/url&gt;&lt;/related-urls&gt;&lt;/urls&gt;&lt;electronic-resource-num&gt;10.1136/thoraxjnl-2014-206260.439&lt;/electronic-resource-num&gt;&lt;/record&gt;&lt;/Cite&gt;&lt;/EndNote&gt;</w:instrText>
      </w:r>
      <w:r w:rsidR="0094359D" w:rsidRPr="00237179">
        <w:rPr>
          <w:rFonts w:cs="Times"/>
        </w:rPr>
        <w:fldChar w:fldCharType="separate"/>
      </w:r>
      <w:r w:rsidR="002D54BF">
        <w:rPr>
          <w:rFonts w:cs="Times"/>
          <w:noProof/>
        </w:rPr>
        <w:t>(50)</w:t>
      </w:r>
      <w:r w:rsidR="0094359D" w:rsidRPr="00237179">
        <w:rPr>
          <w:rFonts w:cs="Times"/>
        </w:rPr>
        <w:fldChar w:fldCharType="end"/>
      </w:r>
      <w:r w:rsidR="0094359D" w:rsidRPr="00237179">
        <w:rPr>
          <w:rFonts w:cs="Times"/>
        </w:rPr>
        <w:t>.</w:t>
      </w:r>
    </w:p>
    <w:p w14:paraId="36DBC616" w14:textId="721FE906" w:rsidR="00EF2072" w:rsidRPr="00237179" w:rsidRDefault="001B35B3" w:rsidP="002D54BF">
      <w:pPr>
        <w:spacing w:line="480" w:lineRule="auto"/>
        <w:jc w:val="both"/>
        <w:rPr>
          <w:rFonts w:cs="Times"/>
        </w:rPr>
      </w:pPr>
      <w:r w:rsidRPr="00237179">
        <w:rPr>
          <w:rFonts w:cs="Times"/>
        </w:rPr>
        <w:br w:type="page"/>
      </w:r>
    </w:p>
    <w:p w14:paraId="284B04B3" w14:textId="564D911B" w:rsidR="00EF2072" w:rsidRPr="00237179" w:rsidRDefault="00EF2072" w:rsidP="002D54BF">
      <w:pPr>
        <w:spacing w:line="480" w:lineRule="auto"/>
        <w:jc w:val="both"/>
        <w:rPr>
          <w:rFonts w:cs="Times"/>
        </w:rPr>
      </w:pPr>
      <w:r w:rsidRPr="00237179">
        <w:rPr>
          <w:rFonts w:cs="Times"/>
          <w:b/>
          <w:i/>
        </w:rPr>
        <w:lastRenderedPageBreak/>
        <w:t>Figure 1:</w:t>
      </w:r>
      <w:r w:rsidRPr="00237179">
        <w:rPr>
          <w:rFonts w:cs="Times"/>
          <w:i/>
        </w:rPr>
        <w:t xml:space="preserve"> Increasing rates of hospi</w:t>
      </w:r>
      <w:r w:rsidR="009F2668" w:rsidRPr="00237179">
        <w:rPr>
          <w:rFonts w:cs="Times"/>
          <w:i/>
        </w:rPr>
        <w:t>talisation for bronchiectasis</w:t>
      </w:r>
      <w:r w:rsidR="009F2668" w:rsidRPr="00237179">
        <w:rPr>
          <w:rFonts w:cs="Times"/>
        </w:rPr>
        <w:t>.</w:t>
      </w:r>
    </w:p>
    <w:p w14:paraId="78C48BC0" w14:textId="77777777" w:rsidR="009F2668" w:rsidRPr="00237179" w:rsidRDefault="00EF2072" w:rsidP="002D54BF">
      <w:pPr>
        <w:spacing w:line="480" w:lineRule="auto"/>
        <w:jc w:val="both"/>
        <w:rPr>
          <w:rFonts w:cs="Times"/>
        </w:rPr>
      </w:pPr>
      <w:r w:rsidRPr="00237179">
        <w:rPr>
          <w:noProof/>
          <w:lang w:val="en-GB" w:eastAsia="en-GB"/>
        </w:rPr>
        <w:drawing>
          <wp:inline distT="0" distB="0" distL="0" distR="0" wp14:anchorId="57C6D232" wp14:editId="017ABDCE">
            <wp:extent cx="4286250" cy="401762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4107" cy="4024993"/>
                    </a:xfrm>
                    <a:prstGeom prst="rect">
                      <a:avLst/>
                    </a:prstGeom>
                    <a:noFill/>
                    <a:ln>
                      <a:noFill/>
                    </a:ln>
                  </pic:spPr>
                </pic:pic>
              </a:graphicData>
            </a:graphic>
          </wp:inline>
        </w:drawing>
      </w:r>
      <w:r w:rsidRPr="00237179">
        <w:rPr>
          <w:rFonts w:cs="Times"/>
        </w:rPr>
        <w:t xml:space="preserve"> </w:t>
      </w:r>
    </w:p>
    <w:p w14:paraId="4EFC316B" w14:textId="77777777" w:rsidR="009F2668" w:rsidRPr="00237179" w:rsidRDefault="009F2668" w:rsidP="002D54BF">
      <w:pPr>
        <w:spacing w:line="480" w:lineRule="auto"/>
        <w:jc w:val="both"/>
        <w:rPr>
          <w:rFonts w:cs="Times"/>
        </w:rPr>
      </w:pPr>
    </w:p>
    <w:p w14:paraId="3C00B5EE" w14:textId="77777777" w:rsidR="009F2668" w:rsidRPr="00237179" w:rsidRDefault="009F2668" w:rsidP="002D54BF">
      <w:pPr>
        <w:spacing w:line="480" w:lineRule="auto"/>
        <w:jc w:val="both"/>
        <w:rPr>
          <w:rFonts w:cs="Times"/>
        </w:rPr>
      </w:pPr>
    </w:p>
    <w:p w14:paraId="2495182B" w14:textId="77777777" w:rsidR="009F2668" w:rsidRPr="00237179" w:rsidRDefault="009F2668" w:rsidP="002D54BF">
      <w:pPr>
        <w:spacing w:line="480" w:lineRule="auto"/>
        <w:jc w:val="both"/>
        <w:rPr>
          <w:rFonts w:cs="Times"/>
        </w:rPr>
      </w:pPr>
    </w:p>
    <w:p w14:paraId="06CCEF9C" w14:textId="77777777" w:rsidR="009F2668" w:rsidRPr="00237179" w:rsidRDefault="009F2668" w:rsidP="002D54BF">
      <w:pPr>
        <w:spacing w:line="480" w:lineRule="auto"/>
        <w:jc w:val="both"/>
        <w:rPr>
          <w:rFonts w:cs="Times"/>
        </w:rPr>
      </w:pPr>
    </w:p>
    <w:p w14:paraId="7F10D9CF" w14:textId="77777777" w:rsidR="009F2668" w:rsidRPr="00237179" w:rsidRDefault="009F2668" w:rsidP="002D54BF">
      <w:pPr>
        <w:spacing w:line="480" w:lineRule="auto"/>
        <w:jc w:val="both"/>
        <w:rPr>
          <w:rFonts w:cs="Times"/>
        </w:rPr>
      </w:pPr>
    </w:p>
    <w:p w14:paraId="4480C57F" w14:textId="77777777" w:rsidR="009F2668" w:rsidRPr="00237179" w:rsidRDefault="009F2668" w:rsidP="002D54BF">
      <w:pPr>
        <w:spacing w:line="480" w:lineRule="auto"/>
        <w:jc w:val="both"/>
        <w:rPr>
          <w:rFonts w:cs="Times"/>
        </w:rPr>
      </w:pPr>
    </w:p>
    <w:p w14:paraId="1B25772D" w14:textId="77777777" w:rsidR="009F2668" w:rsidRPr="00237179" w:rsidRDefault="009F2668" w:rsidP="002D54BF">
      <w:pPr>
        <w:spacing w:line="480" w:lineRule="auto"/>
        <w:jc w:val="both"/>
        <w:rPr>
          <w:rFonts w:cs="Times"/>
        </w:rPr>
      </w:pPr>
    </w:p>
    <w:p w14:paraId="4D3B877C" w14:textId="77777777" w:rsidR="001B35B3" w:rsidRPr="00237179" w:rsidRDefault="001B35B3" w:rsidP="002D54BF">
      <w:pPr>
        <w:spacing w:line="480" w:lineRule="auto"/>
        <w:jc w:val="both"/>
        <w:rPr>
          <w:rFonts w:cs="Times"/>
        </w:rPr>
      </w:pPr>
    </w:p>
    <w:p w14:paraId="6A2420E6" w14:textId="77777777" w:rsidR="008E46AE" w:rsidRPr="00237179" w:rsidRDefault="008E46AE" w:rsidP="002D54BF">
      <w:pPr>
        <w:spacing w:line="480" w:lineRule="auto"/>
        <w:jc w:val="both"/>
        <w:rPr>
          <w:rFonts w:cs="Times"/>
        </w:rPr>
      </w:pPr>
    </w:p>
    <w:p w14:paraId="7FC98712" w14:textId="77777777" w:rsidR="001B35B3" w:rsidRPr="00237179" w:rsidRDefault="001B35B3" w:rsidP="002D54BF">
      <w:pPr>
        <w:spacing w:line="480" w:lineRule="auto"/>
        <w:jc w:val="both"/>
        <w:rPr>
          <w:rFonts w:cs="Times"/>
        </w:rPr>
      </w:pPr>
    </w:p>
    <w:p w14:paraId="714FB45F" w14:textId="77777777" w:rsidR="001B35B3" w:rsidRPr="00237179" w:rsidRDefault="001B35B3" w:rsidP="002D54BF">
      <w:pPr>
        <w:spacing w:line="480" w:lineRule="auto"/>
        <w:jc w:val="both"/>
        <w:rPr>
          <w:rFonts w:cs="Times"/>
        </w:rPr>
      </w:pPr>
    </w:p>
    <w:p w14:paraId="19C7A403" w14:textId="77777777" w:rsidR="001B35B3" w:rsidRPr="00237179" w:rsidRDefault="001B35B3" w:rsidP="002D54BF">
      <w:pPr>
        <w:spacing w:line="480" w:lineRule="auto"/>
        <w:jc w:val="both"/>
        <w:rPr>
          <w:rFonts w:cs="Times"/>
        </w:rPr>
      </w:pPr>
    </w:p>
    <w:p w14:paraId="0759AB41" w14:textId="360D5523" w:rsidR="009F2668" w:rsidRPr="00237179" w:rsidRDefault="009F2668" w:rsidP="002D54BF">
      <w:pPr>
        <w:spacing w:line="480" w:lineRule="auto"/>
        <w:jc w:val="both"/>
        <w:rPr>
          <w:rFonts w:cs="Times"/>
          <w:i/>
        </w:rPr>
      </w:pPr>
      <w:r w:rsidRPr="00237179">
        <w:rPr>
          <w:rFonts w:cs="Times"/>
          <w:b/>
          <w:i/>
        </w:rPr>
        <w:lastRenderedPageBreak/>
        <w:t>Figure 2</w:t>
      </w:r>
      <w:r w:rsidRPr="00237179">
        <w:rPr>
          <w:rFonts w:cs="Times"/>
          <w:i/>
        </w:rPr>
        <w:t>: Words most frequently used on twitter during the Winter BTS meeting associated with the #</w:t>
      </w:r>
      <w:proofErr w:type="spellStart"/>
      <w:r w:rsidRPr="00237179">
        <w:rPr>
          <w:rFonts w:cs="Times"/>
          <w:i/>
        </w:rPr>
        <w:t>BTSWinter</w:t>
      </w:r>
      <w:proofErr w:type="spellEnd"/>
    </w:p>
    <w:p w14:paraId="0250400F" w14:textId="2994577B" w:rsidR="009F2668" w:rsidRPr="00237179" w:rsidRDefault="009F2668" w:rsidP="002D54BF">
      <w:pPr>
        <w:spacing w:line="480" w:lineRule="auto"/>
        <w:jc w:val="both"/>
        <w:rPr>
          <w:rFonts w:cs="Times"/>
        </w:rPr>
      </w:pPr>
      <w:r w:rsidRPr="00237179">
        <w:rPr>
          <w:rFonts w:cs="Helvetica"/>
          <w:noProof/>
          <w:lang w:val="en-GB" w:eastAsia="en-GB"/>
        </w:rPr>
        <w:drawing>
          <wp:inline distT="0" distB="0" distL="0" distR="0" wp14:anchorId="3AECDFDA" wp14:editId="314231A5">
            <wp:extent cx="5270500" cy="5663565"/>
            <wp:effectExtent l="0" t="0" r="12700" b="63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5663565"/>
                    </a:xfrm>
                    <a:prstGeom prst="rect">
                      <a:avLst/>
                    </a:prstGeom>
                    <a:noFill/>
                    <a:ln>
                      <a:noFill/>
                    </a:ln>
                  </pic:spPr>
                </pic:pic>
              </a:graphicData>
            </a:graphic>
          </wp:inline>
        </w:drawing>
      </w:r>
    </w:p>
    <w:p w14:paraId="5BB635B2" w14:textId="77777777" w:rsidR="009F2668" w:rsidRPr="00237179" w:rsidRDefault="009F2668" w:rsidP="002D54BF">
      <w:pPr>
        <w:spacing w:line="480" w:lineRule="auto"/>
        <w:jc w:val="both"/>
        <w:rPr>
          <w:rFonts w:cs="Times"/>
        </w:rPr>
      </w:pPr>
    </w:p>
    <w:p w14:paraId="0D66563E" w14:textId="273247E0" w:rsidR="00495227" w:rsidRPr="00237179" w:rsidRDefault="00495227" w:rsidP="002D54BF">
      <w:pPr>
        <w:spacing w:line="480" w:lineRule="auto"/>
        <w:jc w:val="both"/>
        <w:rPr>
          <w:rFonts w:cs="Times"/>
        </w:rPr>
      </w:pPr>
      <w:r w:rsidRPr="00237179">
        <w:rPr>
          <w:rFonts w:cs="Times"/>
        </w:rPr>
        <w:br w:type="page"/>
      </w:r>
    </w:p>
    <w:p w14:paraId="2A073ED9" w14:textId="537758C3" w:rsidR="00495227" w:rsidRPr="00237179" w:rsidRDefault="009F2668" w:rsidP="002D54BF">
      <w:pPr>
        <w:widowControl w:val="0"/>
        <w:autoSpaceDE w:val="0"/>
        <w:autoSpaceDN w:val="0"/>
        <w:adjustRightInd w:val="0"/>
        <w:spacing w:line="480" w:lineRule="auto"/>
        <w:jc w:val="both"/>
        <w:rPr>
          <w:rFonts w:cs="Times"/>
        </w:rPr>
      </w:pPr>
      <w:r w:rsidRPr="00237179">
        <w:rPr>
          <w:rFonts w:cs="Times"/>
        </w:rPr>
        <w:lastRenderedPageBreak/>
        <w:t>References</w:t>
      </w:r>
    </w:p>
    <w:p w14:paraId="090E56C6" w14:textId="77777777" w:rsidR="002D54BF" w:rsidRPr="002D54BF" w:rsidRDefault="00495227" w:rsidP="002D54BF">
      <w:pPr>
        <w:pStyle w:val="EndNoteBibliography"/>
        <w:jc w:val="both"/>
        <w:rPr>
          <w:noProof/>
        </w:rPr>
      </w:pPr>
      <w:r w:rsidRPr="00237179">
        <w:rPr>
          <w:rFonts w:asciiTheme="minorHAnsi" w:hAnsiTheme="minorHAnsi" w:cs="Times"/>
        </w:rPr>
        <w:fldChar w:fldCharType="begin"/>
      </w:r>
      <w:r w:rsidRPr="00237179">
        <w:rPr>
          <w:rFonts w:asciiTheme="minorHAnsi" w:hAnsiTheme="minorHAnsi" w:cs="Times"/>
        </w:rPr>
        <w:instrText xml:space="preserve"> ADDIN EN.REFLIST </w:instrText>
      </w:r>
      <w:r w:rsidRPr="00237179">
        <w:rPr>
          <w:rFonts w:asciiTheme="minorHAnsi" w:hAnsiTheme="minorHAnsi" w:cs="Times"/>
        </w:rPr>
        <w:fldChar w:fldCharType="separate"/>
      </w:r>
      <w:r w:rsidR="002D54BF" w:rsidRPr="002D54BF">
        <w:rPr>
          <w:noProof/>
        </w:rPr>
        <w:t>1.</w:t>
      </w:r>
      <w:r w:rsidR="002D54BF" w:rsidRPr="002D54BF">
        <w:rPr>
          <w:noProof/>
        </w:rPr>
        <w:tab/>
        <w:t>Wilson R, Cohen JM, Jose RJ, de Vogel C, Baxendale H, Brown JS. Protection against Streptococcus pneumoniae lung infection after nasopharyngeal colonization requires both humoral and cellular immune responses. Mucosal immunology. 2014.</w:t>
      </w:r>
    </w:p>
    <w:p w14:paraId="111218EC" w14:textId="77777777" w:rsidR="002D54BF" w:rsidRPr="002D54BF" w:rsidRDefault="002D54BF" w:rsidP="002D54BF">
      <w:pPr>
        <w:pStyle w:val="EndNoteBibliography"/>
        <w:jc w:val="both"/>
        <w:rPr>
          <w:noProof/>
        </w:rPr>
      </w:pPr>
      <w:r w:rsidRPr="002D54BF">
        <w:rPr>
          <w:noProof/>
        </w:rPr>
        <w:t>2.</w:t>
      </w:r>
      <w:r w:rsidRPr="002D54BF">
        <w:rPr>
          <w:noProof/>
        </w:rPr>
        <w:tab/>
        <w:t>Wright AK, Ferreira DM, Gritzfeld JF, Wright AD, Armitage K, Jambo KC, et al. Human nasal challenge with Streptococcus pneumoniae is immunising in the absence of carriage. PLoS pathogens. 2012;8(4):e1002622.</w:t>
      </w:r>
    </w:p>
    <w:p w14:paraId="543AF42F" w14:textId="77777777" w:rsidR="002D54BF" w:rsidRPr="002D54BF" w:rsidRDefault="002D54BF" w:rsidP="002D54BF">
      <w:pPr>
        <w:pStyle w:val="EndNoteBibliography"/>
        <w:jc w:val="both"/>
        <w:rPr>
          <w:noProof/>
        </w:rPr>
      </w:pPr>
      <w:r w:rsidRPr="002D54BF">
        <w:rPr>
          <w:noProof/>
        </w:rPr>
        <w:t>3.</w:t>
      </w:r>
      <w:r w:rsidRPr="002D54BF">
        <w:rPr>
          <w:noProof/>
        </w:rPr>
        <w:tab/>
        <w:t>Angulo I, Vadas O, Garcon F, Banham-Hall E, Plagnol V, Leahy TR, et al. Phosphoinositide 3-kinase delta gene mutation predisposes to respiratory infection and airway damage. Science. 2013;342(6160):866-71.</w:t>
      </w:r>
    </w:p>
    <w:p w14:paraId="3528AF2C" w14:textId="77777777" w:rsidR="002D54BF" w:rsidRPr="002D54BF" w:rsidRDefault="002D54BF" w:rsidP="002D54BF">
      <w:pPr>
        <w:pStyle w:val="EndNoteBibliography"/>
        <w:jc w:val="both"/>
        <w:rPr>
          <w:noProof/>
        </w:rPr>
      </w:pPr>
      <w:r w:rsidRPr="002D54BF">
        <w:rPr>
          <w:noProof/>
        </w:rPr>
        <w:t>4.</w:t>
      </w:r>
      <w:r w:rsidRPr="002D54BF">
        <w:rPr>
          <w:noProof/>
        </w:rPr>
        <w:tab/>
        <w:t>Cottin V, Richeldi L. Neglected evidence in idiopathic pulmonary fibrosis and the importance of early diagnosis and treatment. European respiratory review : an official journal of the European Respiratory Society. 2014;23(131):106-10.</w:t>
      </w:r>
    </w:p>
    <w:p w14:paraId="2C773532" w14:textId="77777777" w:rsidR="002D54BF" w:rsidRPr="002D54BF" w:rsidRDefault="002D54BF" w:rsidP="002D54BF">
      <w:pPr>
        <w:pStyle w:val="EndNoteBibliography"/>
        <w:jc w:val="both"/>
        <w:rPr>
          <w:noProof/>
        </w:rPr>
      </w:pPr>
      <w:r w:rsidRPr="002D54BF">
        <w:rPr>
          <w:noProof/>
        </w:rPr>
        <w:t>5.</w:t>
      </w:r>
      <w:r w:rsidRPr="002D54BF">
        <w:rPr>
          <w:noProof/>
        </w:rPr>
        <w:tab/>
        <w:t>Wenzel SE. Asthma phenotypes: the evolution from clinical to molecular approaches. Nature medicine. 2012;18(5):716-25.</w:t>
      </w:r>
    </w:p>
    <w:p w14:paraId="78D6FC05" w14:textId="77777777" w:rsidR="002D54BF" w:rsidRPr="002D54BF" w:rsidRDefault="002D54BF" w:rsidP="002D54BF">
      <w:pPr>
        <w:pStyle w:val="EndNoteBibliography"/>
        <w:jc w:val="both"/>
        <w:rPr>
          <w:noProof/>
        </w:rPr>
      </w:pPr>
      <w:r w:rsidRPr="002D54BF">
        <w:rPr>
          <w:noProof/>
        </w:rPr>
        <w:t>6.</w:t>
      </w:r>
      <w:r w:rsidRPr="002D54BF">
        <w:rPr>
          <w:noProof/>
        </w:rPr>
        <w:tab/>
        <w:t>Moore WC, Meyers DA, Wenzel SE, Teague WG, Li H, Li X, et al. Identification of asthma phenotypes using cluster analysis in the Severe Asthma Research Program. American journal of respiratory and critical care medicine. 2010;181(4):315-23.</w:t>
      </w:r>
    </w:p>
    <w:p w14:paraId="76F6FA9F" w14:textId="77777777" w:rsidR="002D54BF" w:rsidRPr="002D54BF" w:rsidRDefault="002D54BF" w:rsidP="002D54BF">
      <w:pPr>
        <w:pStyle w:val="EndNoteBibliography"/>
        <w:jc w:val="both"/>
        <w:rPr>
          <w:noProof/>
        </w:rPr>
      </w:pPr>
      <w:r w:rsidRPr="002D54BF">
        <w:rPr>
          <w:noProof/>
        </w:rPr>
        <w:t>7.</w:t>
      </w:r>
      <w:r w:rsidRPr="002D54BF">
        <w:rPr>
          <w:noProof/>
        </w:rPr>
        <w:tab/>
        <w:t>Haldar P, Pavord ID, Shaw DE, Berry MA, Thomas M, Brightling CE, et al. Cluster analysis and clinical asthma phenotypes. American journal of respiratory and critical care medicine. 2008;178(3):218-24.</w:t>
      </w:r>
    </w:p>
    <w:p w14:paraId="30B601D8" w14:textId="77777777" w:rsidR="002D54BF" w:rsidRPr="002D54BF" w:rsidRDefault="002D54BF" w:rsidP="002D54BF">
      <w:pPr>
        <w:pStyle w:val="EndNoteBibliography"/>
        <w:jc w:val="both"/>
        <w:rPr>
          <w:noProof/>
        </w:rPr>
      </w:pPr>
      <w:r w:rsidRPr="002D54BF">
        <w:rPr>
          <w:noProof/>
        </w:rPr>
        <w:t>8.</w:t>
      </w:r>
      <w:r w:rsidRPr="002D54BF">
        <w:rPr>
          <w:noProof/>
        </w:rPr>
        <w:tab/>
        <w:t>Bos KI, Harkins KM, Herbig A, Coscolla M, Weber N, Comas I, et al. Pre-Columbian mycobacterial genomes reveal seals as a source of New World human tuberculosis. Nature. 2014;514(7523):494-7.</w:t>
      </w:r>
    </w:p>
    <w:p w14:paraId="010B1529" w14:textId="77777777" w:rsidR="002D54BF" w:rsidRPr="002D54BF" w:rsidRDefault="002D54BF" w:rsidP="002D54BF">
      <w:pPr>
        <w:pStyle w:val="EndNoteBibliography"/>
        <w:jc w:val="both"/>
        <w:rPr>
          <w:noProof/>
        </w:rPr>
      </w:pPr>
      <w:r w:rsidRPr="002D54BF">
        <w:rPr>
          <w:noProof/>
        </w:rPr>
        <w:t>9.</w:t>
      </w:r>
      <w:r w:rsidRPr="002D54BF">
        <w:rPr>
          <w:noProof/>
        </w:rPr>
        <w:tab/>
        <w:t>Scotton CJ, Hayes B, Alexander R, Datta A, Forty EJ, Mercer PF, et al. Ex vivo micro-computed tomography analysis of bleomycin-induced lung fibrosis for preclinical drug evaluation. The European respiratory journal. 2013;42(6):1633-45.</w:t>
      </w:r>
    </w:p>
    <w:p w14:paraId="4A04253E" w14:textId="77777777" w:rsidR="002D54BF" w:rsidRPr="002D54BF" w:rsidRDefault="002D54BF" w:rsidP="002D54BF">
      <w:pPr>
        <w:pStyle w:val="EndNoteBibliography"/>
        <w:jc w:val="both"/>
        <w:rPr>
          <w:noProof/>
        </w:rPr>
      </w:pPr>
      <w:r w:rsidRPr="002D54BF">
        <w:rPr>
          <w:noProof/>
        </w:rPr>
        <w:t>10.</w:t>
      </w:r>
      <w:r w:rsidRPr="002D54BF">
        <w:rPr>
          <w:noProof/>
        </w:rPr>
        <w:tab/>
        <w:t>Robertson AL, Holmes GR, Bojarczuk AN, Burgon J, Loynes CA, Chimen M, et al. A zebrafish compound screen reveals modulation of neutrophil reverse migration as an anti-inflammatory mechanism. Science translational medicine. 2014;6(225):225ra29.</w:t>
      </w:r>
    </w:p>
    <w:p w14:paraId="5443D0D1" w14:textId="77777777" w:rsidR="002D54BF" w:rsidRPr="002D54BF" w:rsidRDefault="002D54BF" w:rsidP="002D54BF">
      <w:pPr>
        <w:pStyle w:val="EndNoteBibliography"/>
        <w:jc w:val="both"/>
        <w:rPr>
          <w:noProof/>
        </w:rPr>
      </w:pPr>
      <w:r w:rsidRPr="002D54BF">
        <w:rPr>
          <w:noProof/>
        </w:rPr>
        <w:t>11.</w:t>
      </w:r>
      <w:r w:rsidRPr="002D54BF">
        <w:rPr>
          <w:noProof/>
        </w:rPr>
        <w:tab/>
        <w:t>Bisgaard H, Hermansen MN, Bønnelykke K, Stokholm J, Baty F, Skytt NL, et al. Association of bacteria and viruses with wheezy episodes in young children: prospective birth cohort study2010 2010-10-04 11:14:25.</w:t>
      </w:r>
    </w:p>
    <w:p w14:paraId="75517E3F" w14:textId="77777777" w:rsidR="002D54BF" w:rsidRPr="002D54BF" w:rsidRDefault="002D54BF" w:rsidP="002D54BF">
      <w:pPr>
        <w:pStyle w:val="EndNoteBibliography"/>
        <w:jc w:val="both"/>
        <w:rPr>
          <w:noProof/>
        </w:rPr>
      </w:pPr>
      <w:r w:rsidRPr="002D54BF">
        <w:rPr>
          <w:noProof/>
        </w:rPr>
        <w:t>12.</w:t>
      </w:r>
      <w:r w:rsidRPr="002D54BF">
        <w:rPr>
          <w:noProof/>
        </w:rPr>
        <w:tab/>
        <w:t>Sevelsted A, Stokholm J, Bonnelykke K, Bisgaard H. Cesarean Section and Chronic Immune Disorders. Pediatrics. 2014.</w:t>
      </w:r>
    </w:p>
    <w:p w14:paraId="3A651186" w14:textId="77777777" w:rsidR="002D54BF" w:rsidRPr="002D54BF" w:rsidRDefault="002D54BF" w:rsidP="002D54BF">
      <w:pPr>
        <w:pStyle w:val="EndNoteBibliography"/>
        <w:jc w:val="both"/>
        <w:rPr>
          <w:noProof/>
        </w:rPr>
      </w:pPr>
      <w:r w:rsidRPr="002D54BF">
        <w:rPr>
          <w:noProof/>
        </w:rPr>
        <w:t>13.</w:t>
      </w:r>
      <w:r w:rsidRPr="002D54BF">
        <w:rPr>
          <w:noProof/>
        </w:rPr>
        <w:tab/>
        <w:t>Jones SE, Green SA, Clark AL, Dickson MJ, Nolan AM, Moloney C, et al. Pulmonary rehabilitation following hospitalisation for acute exacerbation of COPD: referrals, uptake and adherence. Thorax. 2014;69(2):181-2.</w:t>
      </w:r>
    </w:p>
    <w:p w14:paraId="44C387DC" w14:textId="77777777" w:rsidR="002D54BF" w:rsidRPr="002D54BF" w:rsidRDefault="002D54BF" w:rsidP="002D54BF">
      <w:pPr>
        <w:pStyle w:val="EndNoteBibliography"/>
        <w:jc w:val="both"/>
        <w:rPr>
          <w:noProof/>
        </w:rPr>
      </w:pPr>
      <w:r w:rsidRPr="002D54BF">
        <w:rPr>
          <w:noProof/>
        </w:rPr>
        <w:t>14.</w:t>
      </w:r>
      <w:r w:rsidRPr="002D54BF">
        <w:rPr>
          <w:noProof/>
        </w:rPr>
        <w:tab/>
        <w:t>Greening NJ, Williams JE, Hussain SF, Harvey-Dunstan TC, Bankart MJ, Chaplin EJ, et al. An early rehabilitation intervention to enhance recovery during hospital admission for an exacerbation of chronic respiratory disease: randomised controlled trial. BMJ. 2014;349:g4315.</w:t>
      </w:r>
    </w:p>
    <w:p w14:paraId="2A65D6A4" w14:textId="77777777" w:rsidR="002D54BF" w:rsidRPr="002D54BF" w:rsidRDefault="002D54BF" w:rsidP="002D54BF">
      <w:pPr>
        <w:pStyle w:val="EndNoteBibliography"/>
        <w:jc w:val="both"/>
        <w:rPr>
          <w:noProof/>
        </w:rPr>
      </w:pPr>
      <w:r w:rsidRPr="002D54BF">
        <w:rPr>
          <w:noProof/>
        </w:rPr>
        <w:lastRenderedPageBreak/>
        <w:t>15.</w:t>
      </w:r>
      <w:r w:rsidRPr="002D54BF">
        <w:rPr>
          <w:noProof/>
        </w:rPr>
        <w:tab/>
        <w:t>Pinnock H, Hanley J, McCloughan L, Todd A, Krishan A, Lewis S, et al. Effectiveness of telemonitoring integrated into existing clinical services on hospital admission for exacerbation of chronic obstructive pulmonary disease: researcher blind, multicentre, randomised controlled trial. Bmj. 2013;347:f6070.</w:t>
      </w:r>
    </w:p>
    <w:p w14:paraId="614FB21B" w14:textId="77777777" w:rsidR="002D54BF" w:rsidRPr="002D54BF" w:rsidRDefault="002D54BF" w:rsidP="002D54BF">
      <w:pPr>
        <w:pStyle w:val="EndNoteBibliography"/>
        <w:jc w:val="both"/>
        <w:rPr>
          <w:noProof/>
        </w:rPr>
      </w:pPr>
      <w:r w:rsidRPr="002D54BF">
        <w:rPr>
          <w:noProof/>
        </w:rPr>
        <w:t>16.</w:t>
      </w:r>
      <w:r w:rsidRPr="002D54BF">
        <w:rPr>
          <w:noProof/>
        </w:rPr>
        <w:tab/>
        <w:t>Kon S, Jones S, Schofield S, Canavan J, Nolan C, Dickson M, et al. S81 Gait Speed Is A Predictor Of Mortality Following Hospitalisation For Acute Exacerbations Of Copd. Thorax. 2014;69(Suppl 2):A45.</w:t>
      </w:r>
    </w:p>
    <w:p w14:paraId="76503355" w14:textId="77777777" w:rsidR="002D54BF" w:rsidRPr="002D54BF" w:rsidRDefault="002D54BF" w:rsidP="002D54BF">
      <w:pPr>
        <w:pStyle w:val="EndNoteBibliography"/>
        <w:jc w:val="both"/>
        <w:rPr>
          <w:noProof/>
        </w:rPr>
      </w:pPr>
      <w:r w:rsidRPr="002D54BF">
        <w:rPr>
          <w:noProof/>
        </w:rPr>
        <w:t>17.</w:t>
      </w:r>
      <w:r w:rsidRPr="002D54BF">
        <w:rPr>
          <w:noProof/>
        </w:rPr>
        <w:tab/>
        <w:t>Gale N, Albarrati A, Munnery M, Munnery I, Tal-Singer R, Cockcroft J, et al. M143 Progression Of Central Arterial Stiffness In Copd After 2 Years Of Observation. Thorax. 2014;69(Suppl 2):A214-A5.</w:t>
      </w:r>
    </w:p>
    <w:p w14:paraId="7E5E3AC5" w14:textId="77777777" w:rsidR="002D54BF" w:rsidRPr="002D54BF" w:rsidRDefault="002D54BF" w:rsidP="002D54BF">
      <w:pPr>
        <w:pStyle w:val="EndNoteBibliography"/>
        <w:jc w:val="both"/>
        <w:rPr>
          <w:noProof/>
        </w:rPr>
      </w:pPr>
      <w:r w:rsidRPr="002D54BF">
        <w:rPr>
          <w:noProof/>
        </w:rPr>
        <w:t>18.</w:t>
      </w:r>
      <w:r w:rsidRPr="002D54BF">
        <w:rPr>
          <w:noProof/>
        </w:rPr>
        <w:tab/>
        <w:t>Uronis HE, Ekström MP, Currow DC, McCrory DC, Samsa GP, Abernethy AP. Oxygen for relief of dyspnoea in people with chronic obstructive pulmonary disease who would not qualify for home oxygen: a systematic review and meta-analysis. Thorax. 2014.</w:t>
      </w:r>
    </w:p>
    <w:p w14:paraId="25430E73" w14:textId="77777777" w:rsidR="002D54BF" w:rsidRPr="002D54BF" w:rsidRDefault="002D54BF" w:rsidP="002D54BF">
      <w:pPr>
        <w:pStyle w:val="EndNoteBibliography"/>
        <w:jc w:val="both"/>
        <w:rPr>
          <w:noProof/>
        </w:rPr>
      </w:pPr>
      <w:r w:rsidRPr="002D54BF">
        <w:rPr>
          <w:noProof/>
        </w:rPr>
        <w:t>19.</w:t>
      </w:r>
      <w:r w:rsidRPr="002D54BF">
        <w:rPr>
          <w:noProof/>
        </w:rPr>
        <w:tab/>
        <w:t>Pattinson KT, Johnson MJ. Neuroimaging of central breathlessness mechanisms. Current opinion in supportive and palliative care. 2014;8(3):225-33.</w:t>
      </w:r>
    </w:p>
    <w:p w14:paraId="1CDF2F9B" w14:textId="77777777" w:rsidR="002D54BF" w:rsidRPr="002D54BF" w:rsidRDefault="002D54BF" w:rsidP="002D54BF">
      <w:pPr>
        <w:pStyle w:val="EndNoteBibliography"/>
        <w:jc w:val="both"/>
        <w:rPr>
          <w:noProof/>
        </w:rPr>
      </w:pPr>
      <w:r w:rsidRPr="002D54BF">
        <w:rPr>
          <w:noProof/>
        </w:rPr>
        <w:t>20.</w:t>
      </w:r>
      <w:r w:rsidRPr="002D54BF">
        <w:rPr>
          <w:noProof/>
        </w:rPr>
        <w:tab/>
        <w:t>Navaratnam V, Millett E, Hurst J, Thomas S, Smeeth L, Hubbard R, et al. P81 The Increasing Secondary Care Burden Of Bronchiectasis In England. Thorax. 2014;69(Suppl 2):A111-A2.</w:t>
      </w:r>
    </w:p>
    <w:p w14:paraId="0810465E" w14:textId="77777777" w:rsidR="002D54BF" w:rsidRPr="002D54BF" w:rsidRDefault="002D54BF" w:rsidP="002D54BF">
      <w:pPr>
        <w:pStyle w:val="EndNoteBibliography"/>
        <w:jc w:val="both"/>
        <w:rPr>
          <w:noProof/>
        </w:rPr>
      </w:pPr>
      <w:r w:rsidRPr="002D54BF">
        <w:rPr>
          <w:noProof/>
        </w:rPr>
        <w:t>21.</w:t>
      </w:r>
      <w:r w:rsidRPr="002D54BF">
        <w:rPr>
          <w:noProof/>
        </w:rPr>
        <w:tab/>
        <w:t>Loebinger MR, Wells AU, Hansell DM, Chinyanganya N, Devaraj A, Meister M, et al. Mortality in bronchiectasis: a long-term study assessing the factors influencing survival. The European respiratory journal. 2009;34(4):843-9.</w:t>
      </w:r>
    </w:p>
    <w:p w14:paraId="0D9BCDD2" w14:textId="77777777" w:rsidR="002D54BF" w:rsidRPr="002D54BF" w:rsidRDefault="002D54BF" w:rsidP="002D54BF">
      <w:pPr>
        <w:pStyle w:val="EndNoteBibliography"/>
        <w:jc w:val="both"/>
        <w:rPr>
          <w:noProof/>
        </w:rPr>
      </w:pPr>
      <w:r w:rsidRPr="002D54BF">
        <w:rPr>
          <w:noProof/>
        </w:rPr>
        <w:t>22.</w:t>
      </w:r>
      <w:r w:rsidRPr="002D54BF">
        <w:rPr>
          <w:noProof/>
        </w:rPr>
        <w:tab/>
        <w:t>Haworth CS, Foweraker JE, Wilkinson P, Kenyon RF, Bilton D. Inhaled colistin in patients with bronchiectasis and chronic Pseudomonas aeruginosa infection. American journal of respiratory and critical care medicine. 2014;189(8):975-82.</w:t>
      </w:r>
    </w:p>
    <w:p w14:paraId="17CA7797" w14:textId="77777777" w:rsidR="002D54BF" w:rsidRPr="002D54BF" w:rsidRDefault="002D54BF" w:rsidP="002D54BF">
      <w:pPr>
        <w:pStyle w:val="EndNoteBibliography"/>
        <w:jc w:val="both"/>
        <w:rPr>
          <w:noProof/>
        </w:rPr>
      </w:pPr>
      <w:r w:rsidRPr="002D54BF">
        <w:rPr>
          <w:noProof/>
        </w:rPr>
        <w:t>23.</w:t>
      </w:r>
      <w:r w:rsidRPr="002D54BF">
        <w:rPr>
          <w:noProof/>
        </w:rPr>
        <w:tab/>
        <w:t>Adjemian J, Olivier KN, Seitz AE, Holland SM, Prevots DR. Prevalence of nontuberculous mycobacterial lung disease in U.S. Medicare beneficiaries. American journal of respiratory and critical care medicine. 2012;185(8):881-6.</w:t>
      </w:r>
    </w:p>
    <w:p w14:paraId="3C5899F1" w14:textId="77777777" w:rsidR="002D54BF" w:rsidRPr="002D54BF" w:rsidRDefault="002D54BF" w:rsidP="002D54BF">
      <w:pPr>
        <w:pStyle w:val="EndNoteBibliography"/>
        <w:jc w:val="both"/>
        <w:rPr>
          <w:noProof/>
        </w:rPr>
      </w:pPr>
      <w:r w:rsidRPr="002D54BF">
        <w:rPr>
          <w:noProof/>
        </w:rPr>
        <w:t>24.</w:t>
      </w:r>
      <w:r w:rsidRPr="002D54BF">
        <w:rPr>
          <w:noProof/>
        </w:rPr>
        <w:tab/>
        <w:t>Haworth CS, Bilton D, Elborn JS. Long-term macrolide maintenance therapy in non-CF bronchiectasis: Evidence and questions. Respiratory medicine. 2014;108(10):1397-408.</w:t>
      </w:r>
    </w:p>
    <w:p w14:paraId="302BFFFD" w14:textId="77777777" w:rsidR="002D54BF" w:rsidRPr="002D54BF" w:rsidRDefault="002D54BF" w:rsidP="002D54BF">
      <w:pPr>
        <w:pStyle w:val="EndNoteBibliography"/>
        <w:jc w:val="both"/>
        <w:rPr>
          <w:noProof/>
        </w:rPr>
      </w:pPr>
      <w:r w:rsidRPr="002D54BF">
        <w:rPr>
          <w:noProof/>
        </w:rPr>
        <w:t>25.</w:t>
      </w:r>
      <w:r w:rsidRPr="002D54BF">
        <w:rPr>
          <w:noProof/>
        </w:rPr>
        <w:tab/>
        <w:t>Criner GJ, Connett JE, Aaron SD, Albert RK, Bailey WC, Casaburi R, et al. Simvastatin for the prevention of exacerbations in moderate-to-severe COPD. The New England journal of medicine. 2014;370(23):2201-10.</w:t>
      </w:r>
    </w:p>
    <w:p w14:paraId="0AEA239D" w14:textId="77777777" w:rsidR="002D54BF" w:rsidRPr="002D54BF" w:rsidRDefault="002D54BF" w:rsidP="002D54BF">
      <w:pPr>
        <w:pStyle w:val="EndNoteBibliography"/>
        <w:jc w:val="both"/>
        <w:rPr>
          <w:noProof/>
        </w:rPr>
      </w:pPr>
      <w:r w:rsidRPr="002D54BF">
        <w:rPr>
          <w:noProof/>
        </w:rPr>
        <w:t>26.</w:t>
      </w:r>
      <w:r w:rsidRPr="002D54BF">
        <w:rPr>
          <w:noProof/>
        </w:rPr>
        <w:tab/>
        <w:t>Mandal P, Chalmers JD, Graham C, Harley C, Sidhu MK, Doherty C, et al. Atorvastatin as a stable treatment in bronchiectasis: a randomised controlled trial. The Lancet Respiratory medicine. 2014;2(6):455-63.</w:t>
      </w:r>
    </w:p>
    <w:p w14:paraId="74B3B8AE" w14:textId="77777777" w:rsidR="002D54BF" w:rsidRPr="002D54BF" w:rsidRDefault="002D54BF" w:rsidP="002D54BF">
      <w:pPr>
        <w:pStyle w:val="EndNoteBibliography"/>
        <w:jc w:val="both"/>
        <w:rPr>
          <w:noProof/>
        </w:rPr>
      </w:pPr>
      <w:r w:rsidRPr="002D54BF">
        <w:rPr>
          <w:noProof/>
        </w:rPr>
        <w:t>27.</w:t>
      </w:r>
      <w:r w:rsidRPr="002D54BF">
        <w:rPr>
          <w:noProof/>
        </w:rPr>
        <w:tab/>
        <w:t>Chalmers JD, Goeminne P, Aliberti S, McDonnell MJ, Lonni S, Davidson J, et al. The bronchiectasis severity index. An international derivation and validation study. American journal of respiratory and critical care medicine. 2014;189(5):576-85.</w:t>
      </w:r>
    </w:p>
    <w:p w14:paraId="7A6F90AD" w14:textId="77777777" w:rsidR="002D54BF" w:rsidRPr="002D54BF" w:rsidRDefault="002D54BF" w:rsidP="002D54BF">
      <w:pPr>
        <w:pStyle w:val="EndNoteBibliography"/>
        <w:jc w:val="both"/>
        <w:rPr>
          <w:noProof/>
        </w:rPr>
      </w:pPr>
      <w:r w:rsidRPr="002D54BF">
        <w:rPr>
          <w:noProof/>
        </w:rPr>
        <w:t>28.</w:t>
      </w:r>
      <w:r w:rsidRPr="002D54BF">
        <w:rPr>
          <w:noProof/>
        </w:rPr>
        <w:tab/>
        <w:t>Saleh A, Hurst J, Davison J, Stroud C, Lowe D, De Soyza A. P79 Bronchiectasis Severity In Primary Immunodeficiency - A Two Centre Study. Thorax. 2014;69(Suppl 2):A110-A1.</w:t>
      </w:r>
    </w:p>
    <w:p w14:paraId="54AFAA82" w14:textId="77777777" w:rsidR="002D54BF" w:rsidRPr="002D54BF" w:rsidRDefault="002D54BF" w:rsidP="002D54BF">
      <w:pPr>
        <w:pStyle w:val="EndNoteBibliography"/>
        <w:jc w:val="both"/>
        <w:rPr>
          <w:noProof/>
        </w:rPr>
      </w:pPr>
      <w:r w:rsidRPr="002D54BF">
        <w:rPr>
          <w:noProof/>
        </w:rPr>
        <w:t>29.</w:t>
      </w:r>
      <w:r w:rsidRPr="002D54BF">
        <w:rPr>
          <w:noProof/>
        </w:rPr>
        <w:tab/>
        <w:t>Eccles S, Pincus C, Higgins B, Woodhead M, Guideline Development G. Diagnosis and management of community and hospital acquired pneumonia in adults: summary of NICE guidance. Bmj. 2014;349:g6722.</w:t>
      </w:r>
    </w:p>
    <w:p w14:paraId="614E7502" w14:textId="77777777" w:rsidR="002D54BF" w:rsidRPr="002D54BF" w:rsidRDefault="002D54BF" w:rsidP="002D54BF">
      <w:pPr>
        <w:pStyle w:val="EndNoteBibliography"/>
        <w:jc w:val="both"/>
        <w:rPr>
          <w:noProof/>
        </w:rPr>
      </w:pPr>
      <w:r w:rsidRPr="002D54BF">
        <w:rPr>
          <w:noProof/>
        </w:rPr>
        <w:lastRenderedPageBreak/>
        <w:t>30.</w:t>
      </w:r>
      <w:r w:rsidRPr="002D54BF">
        <w:rPr>
          <w:noProof/>
        </w:rPr>
        <w:tab/>
        <w:t>Burton L, Price R, Barr K, McAuley S, Allen J, Clinton A, et al. S13 Incidence And Risk Factors For The Development Of Hospital Acquired Pneumonia In Older Hospitalised Patients. Thorax. 2014;69(Suppl 2):A9-A10.</w:t>
      </w:r>
    </w:p>
    <w:p w14:paraId="03EF302A" w14:textId="77777777" w:rsidR="002D54BF" w:rsidRPr="002D54BF" w:rsidRDefault="002D54BF" w:rsidP="002D54BF">
      <w:pPr>
        <w:pStyle w:val="EndNoteBibliography"/>
        <w:jc w:val="both"/>
        <w:rPr>
          <w:noProof/>
        </w:rPr>
      </w:pPr>
      <w:r w:rsidRPr="002D54BF">
        <w:rPr>
          <w:noProof/>
        </w:rPr>
        <w:t>31.</w:t>
      </w:r>
      <w:r w:rsidRPr="002D54BF">
        <w:rPr>
          <w:noProof/>
        </w:rPr>
        <w:tab/>
        <w:t>Millett E, De Stavola B, Quint J, Smeeth L, Thomas S. S14 Time Trends And Risk Factors For Hospitalisation After Community-acquired Pneumonia In Older Adults In England. Thorax. 2014;69(Suppl 2):A10.</w:t>
      </w:r>
    </w:p>
    <w:p w14:paraId="45225BE2" w14:textId="77777777" w:rsidR="002D54BF" w:rsidRPr="002D54BF" w:rsidRDefault="002D54BF" w:rsidP="002D54BF">
      <w:pPr>
        <w:pStyle w:val="EndNoteBibliography"/>
        <w:jc w:val="both"/>
        <w:rPr>
          <w:noProof/>
        </w:rPr>
      </w:pPr>
      <w:r w:rsidRPr="002D54BF">
        <w:rPr>
          <w:noProof/>
        </w:rPr>
        <w:t>32.</w:t>
      </w:r>
      <w:r w:rsidRPr="002D54BF">
        <w:rPr>
          <w:noProof/>
        </w:rPr>
        <w:tab/>
        <w:t>Skrahina A, Hurevich H, Zalutskaya A, Sahalchyk E, Astrauko A, van Gemert W, et al. Alarming levels of drug-resistant tuberculosis in Belarus: results of a survey in Minsk. The European respiratory journal. 2012;39(6):1425-31.</w:t>
      </w:r>
    </w:p>
    <w:p w14:paraId="0C085701" w14:textId="77777777" w:rsidR="002D54BF" w:rsidRPr="002D54BF" w:rsidRDefault="002D54BF" w:rsidP="002D54BF">
      <w:pPr>
        <w:pStyle w:val="EndNoteBibliography"/>
        <w:jc w:val="both"/>
        <w:rPr>
          <w:noProof/>
        </w:rPr>
      </w:pPr>
      <w:r w:rsidRPr="002D54BF">
        <w:rPr>
          <w:noProof/>
        </w:rPr>
        <w:t>33.</w:t>
      </w:r>
      <w:r w:rsidRPr="002D54BF">
        <w:rPr>
          <w:noProof/>
        </w:rPr>
        <w:tab/>
        <w:t>Gillespie SH, Crook AM, McHugh TD, Mendel CM, Meredith SK, Murray SR, et al. Four-month moxifloxacin-based regimens for drug-sensitive tuberculosis. The New England journal of medicine. 2014;371(17):1577-87.</w:t>
      </w:r>
    </w:p>
    <w:p w14:paraId="277E6B10" w14:textId="77777777" w:rsidR="002D54BF" w:rsidRPr="002D54BF" w:rsidRDefault="002D54BF" w:rsidP="002D54BF">
      <w:pPr>
        <w:pStyle w:val="EndNoteBibliography"/>
        <w:jc w:val="both"/>
        <w:rPr>
          <w:noProof/>
        </w:rPr>
      </w:pPr>
      <w:r w:rsidRPr="002D54BF">
        <w:rPr>
          <w:noProof/>
        </w:rPr>
        <w:t>34.</w:t>
      </w:r>
      <w:r w:rsidRPr="002D54BF">
        <w:rPr>
          <w:noProof/>
        </w:rPr>
        <w:tab/>
        <w:t>Ferenando G, Hemming S, Yates S, Possas L, Garber E, Gant V, et al. S61 High Levels Of Latent Tb Infection, Blood Borne Viruses, Poor Treatment Outcomes And Unmet Need Among Hard To Reach Groups In London: The Tb Reach Study. Thorax. 2014;69(Suppl 2):A34.</w:t>
      </w:r>
    </w:p>
    <w:p w14:paraId="090503D1" w14:textId="77777777" w:rsidR="002D54BF" w:rsidRPr="002D54BF" w:rsidRDefault="002D54BF" w:rsidP="002D54BF">
      <w:pPr>
        <w:pStyle w:val="EndNoteBibliography"/>
        <w:jc w:val="both"/>
        <w:rPr>
          <w:noProof/>
        </w:rPr>
      </w:pPr>
      <w:r w:rsidRPr="002D54BF">
        <w:rPr>
          <w:noProof/>
        </w:rPr>
        <w:t>35.</w:t>
      </w:r>
      <w:r w:rsidRPr="002D54BF">
        <w:rPr>
          <w:noProof/>
        </w:rPr>
        <w:tab/>
        <w:t>Potter J, Hyams C, Shaukat M, Babiker Z, Macavei V, Jayasekera N, et al. P189 Should Screening For Chronic Viral Hepatitis In Patients With Tuberculosis Be Introduced To Nice Guidelines? Thorax. 2014;69(Suppl 2):A159.</w:t>
      </w:r>
    </w:p>
    <w:p w14:paraId="3E55A5D9" w14:textId="77777777" w:rsidR="002D54BF" w:rsidRPr="002D54BF" w:rsidRDefault="002D54BF" w:rsidP="002D54BF">
      <w:pPr>
        <w:pStyle w:val="EndNoteBibliography"/>
        <w:jc w:val="both"/>
        <w:rPr>
          <w:noProof/>
        </w:rPr>
      </w:pPr>
      <w:r w:rsidRPr="002D54BF">
        <w:rPr>
          <w:noProof/>
        </w:rPr>
        <w:t>36.</w:t>
      </w:r>
      <w:r w:rsidRPr="002D54BF">
        <w:rPr>
          <w:noProof/>
        </w:rPr>
        <w:tab/>
        <w:t>Sloan D, Guwende C, Banda G, Shani D, Kamdolozi M, Chisale B, et al. S75 Risk Factors And Therapeutic Implications Of Vitamin D Deficiency In Malawian Adults With Pulmonary Tuberculosis. Thorax. 2014;69(Suppl 2):A42.</w:t>
      </w:r>
    </w:p>
    <w:p w14:paraId="41482F6B" w14:textId="77777777" w:rsidR="002D54BF" w:rsidRPr="002D54BF" w:rsidRDefault="002D54BF" w:rsidP="002D54BF">
      <w:pPr>
        <w:pStyle w:val="EndNoteBibliography"/>
        <w:jc w:val="both"/>
        <w:rPr>
          <w:noProof/>
        </w:rPr>
      </w:pPr>
      <w:r w:rsidRPr="002D54BF">
        <w:rPr>
          <w:noProof/>
        </w:rPr>
        <w:t>37.</w:t>
      </w:r>
      <w:r w:rsidRPr="002D54BF">
        <w:rPr>
          <w:noProof/>
        </w:rPr>
        <w:tab/>
        <w:t>King TE, Jr., Bradford WZ, Castro-Bernardini S, Fagan EA, Glaspole I, Glassberg MK, et al. A phase 3 trial of pirfenidone in patients with idiopathic pulmonary fibrosis. The New England journal of medicine. 2014;370(22):2083-92.</w:t>
      </w:r>
    </w:p>
    <w:p w14:paraId="202A1590" w14:textId="77777777" w:rsidR="002D54BF" w:rsidRPr="002D54BF" w:rsidRDefault="002D54BF" w:rsidP="002D54BF">
      <w:pPr>
        <w:pStyle w:val="EndNoteBibliography"/>
        <w:jc w:val="both"/>
        <w:rPr>
          <w:noProof/>
        </w:rPr>
      </w:pPr>
      <w:r w:rsidRPr="002D54BF">
        <w:rPr>
          <w:noProof/>
        </w:rPr>
        <w:t>38.</w:t>
      </w:r>
      <w:r w:rsidRPr="002D54BF">
        <w:rPr>
          <w:noProof/>
        </w:rPr>
        <w:tab/>
        <w:t>Richeldi L, du Bois RM, Raghu G, Azuma A, Brown KK, Costabel U, et al. Efficacy and safety of nintedanib in idiopathic pulmonary fibrosis. The New England journal of medicine. 2014;370(22):2071-82.</w:t>
      </w:r>
    </w:p>
    <w:p w14:paraId="4A06CA59" w14:textId="77777777" w:rsidR="002D54BF" w:rsidRPr="002D54BF" w:rsidRDefault="002D54BF" w:rsidP="002D54BF">
      <w:pPr>
        <w:pStyle w:val="EndNoteBibliography"/>
        <w:jc w:val="both"/>
        <w:rPr>
          <w:noProof/>
        </w:rPr>
      </w:pPr>
      <w:r w:rsidRPr="002D54BF">
        <w:rPr>
          <w:noProof/>
        </w:rPr>
        <w:t>39.</w:t>
      </w:r>
      <w:r w:rsidRPr="002D54BF">
        <w:rPr>
          <w:noProof/>
        </w:rPr>
        <w:tab/>
        <w:t>DePianto DJ, Chandriani S, Abbas AR, Jia G, N'Diaye EN, Caplazi P, et al. Heterogeneous gene expression signatures correspond to distinct lung pathologies and biomarkers of disease severity in idiopathic pulmonary fibrosis. Thorax. 2015;70(1):48-56.</w:t>
      </w:r>
    </w:p>
    <w:p w14:paraId="2D338A6B" w14:textId="77777777" w:rsidR="002D54BF" w:rsidRPr="002D54BF" w:rsidRDefault="002D54BF" w:rsidP="002D54BF">
      <w:pPr>
        <w:pStyle w:val="EndNoteBibliography"/>
        <w:jc w:val="both"/>
        <w:rPr>
          <w:noProof/>
        </w:rPr>
      </w:pPr>
      <w:r w:rsidRPr="002D54BF">
        <w:rPr>
          <w:noProof/>
        </w:rPr>
        <w:t>40.</w:t>
      </w:r>
      <w:r w:rsidRPr="002D54BF">
        <w:rPr>
          <w:noProof/>
        </w:rPr>
        <w:tab/>
        <w:t>Shulgina L, Cahn AP, Chilvers ER, Parfrey H, Clark AB, Wilson EC, et al. Treating idiopathic pulmonary fibrosis with the addition of co-trimoxazole: a randomised controlled trial. Thorax. 2013;68(2):155-62.</w:t>
      </w:r>
    </w:p>
    <w:p w14:paraId="495D83D3" w14:textId="77777777" w:rsidR="002D54BF" w:rsidRPr="002D54BF" w:rsidRDefault="002D54BF" w:rsidP="002D54BF">
      <w:pPr>
        <w:pStyle w:val="EndNoteBibliography"/>
        <w:jc w:val="both"/>
        <w:rPr>
          <w:noProof/>
        </w:rPr>
      </w:pPr>
      <w:r w:rsidRPr="002D54BF">
        <w:rPr>
          <w:noProof/>
        </w:rPr>
        <w:t>41.</w:t>
      </w:r>
      <w:r w:rsidRPr="002D54BF">
        <w:rPr>
          <w:noProof/>
        </w:rPr>
        <w:tab/>
        <w:t>Rajagopalan R, Nicholas J, Misialek S, Buckman S, Seiwert S. S134 Kinase Selectivity Profiles Of Nintedanib And Imatinib. Thorax. 2014;69(Suppl 2):A72.</w:t>
      </w:r>
    </w:p>
    <w:p w14:paraId="627634A2" w14:textId="77777777" w:rsidR="002D54BF" w:rsidRPr="002D54BF" w:rsidRDefault="002D54BF" w:rsidP="002D54BF">
      <w:pPr>
        <w:pStyle w:val="EndNoteBibliography"/>
        <w:jc w:val="both"/>
        <w:rPr>
          <w:noProof/>
        </w:rPr>
      </w:pPr>
      <w:r w:rsidRPr="002D54BF">
        <w:rPr>
          <w:noProof/>
        </w:rPr>
        <w:t>42.</w:t>
      </w:r>
      <w:r w:rsidRPr="002D54BF">
        <w:rPr>
          <w:noProof/>
        </w:rPr>
        <w:tab/>
        <w:t>Al-Juffali N, Loukogeorgakis S, Jimenez J, Maghsoudlou P, Toolen J, Carmeliet P, et al. S138 Nanodiamond Delivery Of Vascular Endothelial Growth Factor Promotes Fetal Lung Development In A Rat Model Of Congenital Diaphragmatic Hernia. Thorax. 2014;69(Suppl 2):A73-A4.</w:t>
      </w:r>
    </w:p>
    <w:p w14:paraId="126022F5" w14:textId="77777777" w:rsidR="002D54BF" w:rsidRPr="002D54BF" w:rsidRDefault="002D54BF" w:rsidP="002D54BF">
      <w:pPr>
        <w:pStyle w:val="EndNoteBibliography"/>
        <w:jc w:val="both"/>
        <w:rPr>
          <w:noProof/>
        </w:rPr>
      </w:pPr>
      <w:r w:rsidRPr="002D54BF">
        <w:rPr>
          <w:noProof/>
        </w:rPr>
        <w:t>43.</w:t>
      </w:r>
      <w:r w:rsidRPr="002D54BF">
        <w:rPr>
          <w:noProof/>
        </w:rPr>
        <w:tab/>
        <w:t>Jose RJ, Williams AE, Chambers RC. Proteinase-activated receptors in fibroproliferative lung disease. Thorax. 2014;69(2):190-2.</w:t>
      </w:r>
    </w:p>
    <w:p w14:paraId="14CE2698" w14:textId="77777777" w:rsidR="002D54BF" w:rsidRPr="002D54BF" w:rsidRDefault="002D54BF" w:rsidP="002D54BF">
      <w:pPr>
        <w:pStyle w:val="EndNoteBibliography"/>
        <w:jc w:val="both"/>
        <w:rPr>
          <w:noProof/>
        </w:rPr>
      </w:pPr>
      <w:r w:rsidRPr="002D54BF">
        <w:rPr>
          <w:noProof/>
        </w:rPr>
        <w:t>44.</w:t>
      </w:r>
      <w:r w:rsidRPr="002D54BF">
        <w:rPr>
          <w:noProof/>
        </w:rPr>
        <w:tab/>
        <w:t>Williams AE, Chambers RC. The mercurial nature of neutrophils: still an enigma in ARDS? American journal of physiology Lung cellular and molecular physiology. 2014;306(3):L217-30.</w:t>
      </w:r>
    </w:p>
    <w:p w14:paraId="5BC49516" w14:textId="77777777" w:rsidR="002D54BF" w:rsidRPr="002D54BF" w:rsidRDefault="002D54BF" w:rsidP="002D54BF">
      <w:pPr>
        <w:pStyle w:val="EndNoteBibliography"/>
        <w:jc w:val="both"/>
        <w:rPr>
          <w:noProof/>
        </w:rPr>
      </w:pPr>
      <w:r w:rsidRPr="002D54BF">
        <w:rPr>
          <w:noProof/>
        </w:rPr>
        <w:lastRenderedPageBreak/>
        <w:t>45.</w:t>
      </w:r>
      <w:r w:rsidRPr="002D54BF">
        <w:rPr>
          <w:noProof/>
        </w:rPr>
        <w:tab/>
        <w:t>Curley GF, McAuley DF. Clinical Trial Design in Prevention and Treatment of Acute Respiratory Distress Syndrome. Clinics in chest medicine. 2014;35(4):713-27.</w:t>
      </w:r>
    </w:p>
    <w:p w14:paraId="6ADD0256" w14:textId="77777777" w:rsidR="002D54BF" w:rsidRPr="002D54BF" w:rsidRDefault="002D54BF" w:rsidP="002D54BF">
      <w:pPr>
        <w:pStyle w:val="EndNoteBibliography"/>
        <w:jc w:val="both"/>
        <w:rPr>
          <w:noProof/>
        </w:rPr>
      </w:pPr>
      <w:r w:rsidRPr="002D54BF">
        <w:rPr>
          <w:noProof/>
        </w:rPr>
        <w:t>46.</w:t>
      </w:r>
      <w:r w:rsidRPr="002D54BF">
        <w:rPr>
          <w:noProof/>
        </w:rPr>
        <w:tab/>
        <w:t>Alçada J, Ng-Blichfeldt J, Proudfoot A, Griffiths M, Dean C, Hind M. S98 A Novel Human Model To Study Alveolar Injury And Repair. Thorax. 2014;69(Suppl 2):A53.</w:t>
      </w:r>
    </w:p>
    <w:p w14:paraId="67059C6B" w14:textId="77777777" w:rsidR="002D54BF" w:rsidRPr="002D54BF" w:rsidRDefault="002D54BF" w:rsidP="002D54BF">
      <w:pPr>
        <w:pStyle w:val="EndNoteBibliography"/>
        <w:jc w:val="both"/>
        <w:rPr>
          <w:noProof/>
        </w:rPr>
      </w:pPr>
      <w:r w:rsidRPr="002D54BF">
        <w:rPr>
          <w:noProof/>
        </w:rPr>
        <w:t>47.</w:t>
      </w:r>
      <w:r w:rsidRPr="002D54BF">
        <w:rPr>
          <w:noProof/>
        </w:rPr>
        <w:tab/>
        <w:t>Proudfoot A, Juss J, Appleby S, Morley P, Cordy J, Bayliffe A, et al. S99 Effects Of Differential Tnf Receptor Signalling In Modulating Neutrophil-endothelial Interactions In The Pulmonary Microvasculature. Thorax. 2014;69(Suppl 2):A53.</w:t>
      </w:r>
    </w:p>
    <w:p w14:paraId="489295F8" w14:textId="77777777" w:rsidR="002D54BF" w:rsidRPr="002D54BF" w:rsidRDefault="002D54BF" w:rsidP="002D54BF">
      <w:pPr>
        <w:pStyle w:val="EndNoteBibliography"/>
        <w:jc w:val="both"/>
        <w:rPr>
          <w:noProof/>
        </w:rPr>
      </w:pPr>
      <w:r w:rsidRPr="002D54BF">
        <w:rPr>
          <w:noProof/>
        </w:rPr>
        <w:t>48.</w:t>
      </w:r>
      <w:r w:rsidRPr="002D54BF">
        <w:rPr>
          <w:noProof/>
        </w:rPr>
        <w:tab/>
        <w:t>José R, Williams A, Sulikowski M, Brealey D, Brown J, Chambers R. S100 Proteinase-activated Receptor 1 Signalling Contributes To Neutrophilic Inflammation And Alveolar Barrier Disruption In Streptococcus Pneumoniae Pneumonia. Thorax. 2014;69(Suppl 2):A53-A4.</w:t>
      </w:r>
    </w:p>
    <w:p w14:paraId="46E8965E" w14:textId="77777777" w:rsidR="002D54BF" w:rsidRPr="002D54BF" w:rsidRDefault="002D54BF" w:rsidP="002D54BF">
      <w:pPr>
        <w:pStyle w:val="EndNoteBibliography"/>
        <w:jc w:val="both"/>
        <w:rPr>
          <w:noProof/>
        </w:rPr>
      </w:pPr>
      <w:r w:rsidRPr="002D54BF">
        <w:rPr>
          <w:noProof/>
        </w:rPr>
        <w:t>49.</w:t>
      </w:r>
      <w:r w:rsidRPr="002D54BF">
        <w:rPr>
          <w:noProof/>
        </w:rPr>
        <w:tab/>
        <w:t>Wang Q, Parekh D, D’Souza V, Dancer R, Patel J, Bartis D, et al. S102 Lipoxin A4 Improves Efferocytosis Via Inhibition Of The Hmgb1 In Human Alveolar Macrophages. Thorax. 2014;69(Suppl 2):A54-A5.</w:t>
      </w:r>
    </w:p>
    <w:p w14:paraId="72DF762F" w14:textId="77777777" w:rsidR="002D54BF" w:rsidRPr="002D54BF" w:rsidRDefault="002D54BF" w:rsidP="002D54BF">
      <w:pPr>
        <w:pStyle w:val="EndNoteBibliography"/>
        <w:jc w:val="both"/>
        <w:rPr>
          <w:noProof/>
        </w:rPr>
      </w:pPr>
      <w:r w:rsidRPr="002D54BF">
        <w:rPr>
          <w:noProof/>
        </w:rPr>
        <w:t>50.</w:t>
      </w:r>
      <w:r w:rsidRPr="002D54BF">
        <w:rPr>
          <w:noProof/>
        </w:rPr>
        <w:tab/>
        <w:t>Curtis K, Tanner R, O’Brien K, Polkey M, Edwards L, Hopkinson N. M144 Acute Dietary Nitrate Supplementation Reduces The Oxygen Cost Of Submaximal Exercise In Copd. Thorax. 2014;69(Suppl 2):A215.</w:t>
      </w:r>
    </w:p>
    <w:p w14:paraId="3C5D0F8E" w14:textId="4021FC79" w:rsidR="00551B26" w:rsidRPr="00237179" w:rsidRDefault="00495227" w:rsidP="002D54BF">
      <w:pPr>
        <w:widowControl w:val="0"/>
        <w:autoSpaceDE w:val="0"/>
        <w:autoSpaceDN w:val="0"/>
        <w:adjustRightInd w:val="0"/>
        <w:spacing w:line="480" w:lineRule="auto"/>
        <w:jc w:val="both"/>
        <w:rPr>
          <w:noProof/>
        </w:rPr>
      </w:pPr>
      <w:r w:rsidRPr="00237179">
        <w:rPr>
          <w:rFonts w:cs="Times"/>
        </w:rPr>
        <w:fldChar w:fldCharType="end"/>
      </w:r>
    </w:p>
    <w:sectPr w:rsidR="00551B26" w:rsidRPr="00237179" w:rsidSect="00B61FF0">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DCFBD0" w15:done="0"/>
  <w15:commentEx w15:paraId="574BC188" w15:done="0"/>
  <w15:commentEx w15:paraId="4943D5FE" w15:done="0"/>
  <w15:commentEx w15:paraId="657C16B5" w15:done="0"/>
  <w15:commentEx w15:paraId="55AA6960" w15:done="0"/>
  <w15:commentEx w15:paraId="73266A9D" w15:done="0"/>
  <w15:commentEx w15:paraId="563CC472" w15:done="0"/>
  <w15:commentEx w15:paraId="56A158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38AEA" w14:textId="77777777" w:rsidR="00A42455" w:rsidRDefault="00A42455" w:rsidP="00A42455">
      <w:r>
        <w:separator/>
      </w:r>
    </w:p>
  </w:endnote>
  <w:endnote w:type="continuationSeparator" w:id="0">
    <w:p w14:paraId="56785CF1" w14:textId="77777777" w:rsidR="00A42455" w:rsidRDefault="00A42455" w:rsidP="00A4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4D0FC" w14:textId="77777777" w:rsidR="00A42455" w:rsidRDefault="00A42455" w:rsidP="00A42455">
      <w:r>
        <w:separator/>
      </w:r>
    </w:p>
  </w:footnote>
  <w:footnote w:type="continuationSeparator" w:id="0">
    <w:p w14:paraId="42C967F9" w14:textId="77777777" w:rsidR="00A42455" w:rsidRDefault="00A42455" w:rsidP="00A4245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Chalmers">
    <w15:presenceInfo w15:providerId="AD" w15:userId="S-1-5-21-1124061470-3180642199-3184430903-7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fsxt2sjsdpaze505jpzrzo2t0959fsw25d&quot;&gt;Neil Endnote&lt;record-ids&gt;&lt;item&gt;164&lt;/item&gt;&lt;item&gt;208&lt;/item&gt;&lt;item&gt;210&lt;/item&gt;&lt;item&gt;211&lt;/item&gt;&lt;item&gt;212&lt;/item&gt;&lt;item&gt;213&lt;/item&gt;&lt;item&gt;214&lt;/item&gt;&lt;item&gt;215&lt;/item&gt;&lt;item&gt;219&lt;/item&gt;&lt;/record-ids&gt;&lt;/item&gt;&lt;/Libraries&gt;"/>
  </w:docVars>
  <w:rsids>
    <w:rsidRoot w:val="00BC4BCF"/>
    <w:rsid w:val="00003967"/>
    <w:rsid w:val="00043248"/>
    <w:rsid w:val="000B548D"/>
    <w:rsid w:val="000F0993"/>
    <w:rsid w:val="00151DED"/>
    <w:rsid w:val="001563FE"/>
    <w:rsid w:val="00156D0A"/>
    <w:rsid w:val="001B35B3"/>
    <w:rsid w:val="00237179"/>
    <w:rsid w:val="002616A0"/>
    <w:rsid w:val="002D54BF"/>
    <w:rsid w:val="0031224A"/>
    <w:rsid w:val="003144F0"/>
    <w:rsid w:val="00366066"/>
    <w:rsid w:val="00393D2B"/>
    <w:rsid w:val="003E2DBC"/>
    <w:rsid w:val="00433175"/>
    <w:rsid w:val="0049042E"/>
    <w:rsid w:val="00495227"/>
    <w:rsid w:val="0051161E"/>
    <w:rsid w:val="005150B6"/>
    <w:rsid w:val="005478C9"/>
    <w:rsid w:val="00551B26"/>
    <w:rsid w:val="005D4D90"/>
    <w:rsid w:val="005E3D66"/>
    <w:rsid w:val="00624755"/>
    <w:rsid w:val="00633B24"/>
    <w:rsid w:val="006429C1"/>
    <w:rsid w:val="00654F86"/>
    <w:rsid w:val="006C5CE8"/>
    <w:rsid w:val="00772CD6"/>
    <w:rsid w:val="007C6C64"/>
    <w:rsid w:val="007D0F8F"/>
    <w:rsid w:val="00831A67"/>
    <w:rsid w:val="00843922"/>
    <w:rsid w:val="00875806"/>
    <w:rsid w:val="00892FF8"/>
    <w:rsid w:val="008A685E"/>
    <w:rsid w:val="008C5FD0"/>
    <w:rsid w:val="008E3278"/>
    <w:rsid w:val="008E46AE"/>
    <w:rsid w:val="00941CDF"/>
    <w:rsid w:val="0094359D"/>
    <w:rsid w:val="00960312"/>
    <w:rsid w:val="00977B76"/>
    <w:rsid w:val="009F2668"/>
    <w:rsid w:val="00A37494"/>
    <w:rsid w:val="00A42455"/>
    <w:rsid w:val="00A42995"/>
    <w:rsid w:val="00AD557F"/>
    <w:rsid w:val="00AE1812"/>
    <w:rsid w:val="00AE61BB"/>
    <w:rsid w:val="00AF2B96"/>
    <w:rsid w:val="00B02B34"/>
    <w:rsid w:val="00B357BC"/>
    <w:rsid w:val="00B36C5B"/>
    <w:rsid w:val="00B556EA"/>
    <w:rsid w:val="00B61FF0"/>
    <w:rsid w:val="00B93148"/>
    <w:rsid w:val="00BA5BDD"/>
    <w:rsid w:val="00BC4BCF"/>
    <w:rsid w:val="00BE4F1B"/>
    <w:rsid w:val="00C040C5"/>
    <w:rsid w:val="00C90E13"/>
    <w:rsid w:val="00CC6953"/>
    <w:rsid w:val="00D038A7"/>
    <w:rsid w:val="00D16662"/>
    <w:rsid w:val="00D2352C"/>
    <w:rsid w:val="00D65B8E"/>
    <w:rsid w:val="00DA3F48"/>
    <w:rsid w:val="00DA77BE"/>
    <w:rsid w:val="00DD386D"/>
    <w:rsid w:val="00E33EE3"/>
    <w:rsid w:val="00EA3402"/>
    <w:rsid w:val="00EB1EDD"/>
    <w:rsid w:val="00EB5131"/>
    <w:rsid w:val="00EF2072"/>
    <w:rsid w:val="00F003A6"/>
    <w:rsid w:val="00F34C83"/>
    <w:rsid w:val="00F73C7D"/>
    <w:rsid w:val="00FB1F68"/>
    <w:rsid w:val="00F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322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495227"/>
    <w:pPr>
      <w:jc w:val="center"/>
    </w:pPr>
    <w:rPr>
      <w:rFonts w:ascii="Cambria" w:hAnsi="Cambria"/>
    </w:rPr>
  </w:style>
  <w:style w:type="paragraph" w:customStyle="1" w:styleId="EndNoteBibliography">
    <w:name w:val="EndNote Bibliography"/>
    <w:basedOn w:val="Normal"/>
    <w:rsid w:val="00495227"/>
    <w:rPr>
      <w:rFonts w:ascii="Cambria" w:hAnsi="Cambria"/>
    </w:rPr>
  </w:style>
  <w:style w:type="character" w:customStyle="1" w:styleId="highlight1">
    <w:name w:val="highlight1"/>
    <w:basedOn w:val="DefaultParagraphFont"/>
    <w:rsid w:val="005150B6"/>
    <w:rPr>
      <w:shd w:val="clear" w:color="auto" w:fill="FFEE94"/>
    </w:rPr>
  </w:style>
  <w:style w:type="paragraph" w:styleId="BalloonText">
    <w:name w:val="Balloon Text"/>
    <w:basedOn w:val="Normal"/>
    <w:link w:val="BalloonTextChar"/>
    <w:uiPriority w:val="99"/>
    <w:semiHidden/>
    <w:unhideWhenUsed/>
    <w:rsid w:val="005150B6"/>
    <w:rPr>
      <w:rFonts w:ascii="Lucida Grande" w:hAnsi="Lucida Grande"/>
      <w:sz w:val="18"/>
      <w:szCs w:val="18"/>
    </w:rPr>
  </w:style>
  <w:style w:type="character" w:customStyle="1" w:styleId="BalloonTextChar">
    <w:name w:val="Balloon Text Char"/>
    <w:basedOn w:val="DefaultParagraphFont"/>
    <w:link w:val="BalloonText"/>
    <w:uiPriority w:val="99"/>
    <w:semiHidden/>
    <w:rsid w:val="005150B6"/>
    <w:rPr>
      <w:rFonts w:ascii="Lucida Grande" w:hAnsi="Lucida Grande"/>
      <w:sz w:val="18"/>
      <w:szCs w:val="18"/>
    </w:rPr>
  </w:style>
  <w:style w:type="character" w:styleId="CommentReference">
    <w:name w:val="annotation reference"/>
    <w:basedOn w:val="DefaultParagraphFont"/>
    <w:uiPriority w:val="99"/>
    <w:semiHidden/>
    <w:unhideWhenUsed/>
    <w:rsid w:val="00DA77BE"/>
    <w:rPr>
      <w:sz w:val="16"/>
      <w:szCs w:val="16"/>
    </w:rPr>
  </w:style>
  <w:style w:type="paragraph" w:styleId="CommentText">
    <w:name w:val="annotation text"/>
    <w:basedOn w:val="Normal"/>
    <w:link w:val="CommentTextChar"/>
    <w:uiPriority w:val="99"/>
    <w:semiHidden/>
    <w:unhideWhenUsed/>
    <w:rsid w:val="00DA77BE"/>
    <w:rPr>
      <w:sz w:val="20"/>
      <w:szCs w:val="20"/>
    </w:rPr>
  </w:style>
  <w:style w:type="character" w:customStyle="1" w:styleId="CommentTextChar">
    <w:name w:val="Comment Text Char"/>
    <w:basedOn w:val="DefaultParagraphFont"/>
    <w:link w:val="CommentText"/>
    <w:uiPriority w:val="99"/>
    <w:semiHidden/>
    <w:rsid w:val="00DA77BE"/>
    <w:rPr>
      <w:sz w:val="20"/>
      <w:szCs w:val="20"/>
    </w:rPr>
  </w:style>
  <w:style w:type="paragraph" w:styleId="CommentSubject">
    <w:name w:val="annotation subject"/>
    <w:basedOn w:val="CommentText"/>
    <w:next w:val="CommentText"/>
    <w:link w:val="CommentSubjectChar"/>
    <w:uiPriority w:val="99"/>
    <w:semiHidden/>
    <w:unhideWhenUsed/>
    <w:rsid w:val="00DA77BE"/>
    <w:rPr>
      <w:b/>
      <w:bCs/>
    </w:rPr>
  </w:style>
  <w:style w:type="character" w:customStyle="1" w:styleId="CommentSubjectChar">
    <w:name w:val="Comment Subject Char"/>
    <w:basedOn w:val="CommentTextChar"/>
    <w:link w:val="CommentSubject"/>
    <w:uiPriority w:val="99"/>
    <w:semiHidden/>
    <w:rsid w:val="00DA77BE"/>
    <w:rPr>
      <w:b/>
      <w:bCs/>
      <w:sz w:val="20"/>
      <w:szCs w:val="20"/>
    </w:rPr>
  </w:style>
  <w:style w:type="paragraph" w:customStyle="1" w:styleId="title1">
    <w:name w:val="title1"/>
    <w:basedOn w:val="Normal"/>
    <w:rsid w:val="002616A0"/>
    <w:rPr>
      <w:rFonts w:ascii="Times New Roman" w:eastAsia="Times New Roman" w:hAnsi="Times New Roman" w:cs="Times New Roman"/>
      <w:sz w:val="27"/>
      <w:szCs w:val="27"/>
    </w:rPr>
  </w:style>
  <w:style w:type="paragraph" w:customStyle="1" w:styleId="desc2">
    <w:name w:val="desc2"/>
    <w:basedOn w:val="Normal"/>
    <w:rsid w:val="002616A0"/>
    <w:rPr>
      <w:rFonts w:ascii="Times New Roman" w:eastAsia="Times New Roman" w:hAnsi="Times New Roman" w:cs="Times New Roman"/>
      <w:sz w:val="26"/>
      <w:szCs w:val="26"/>
    </w:rPr>
  </w:style>
  <w:style w:type="paragraph" w:customStyle="1" w:styleId="details1">
    <w:name w:val="details1"/>
    <w:basedOn w:val="Normal"/>
    <w:rsid w:val="002616A0"/>
    <w:rPr>
      <w:rFonts w:ascii="Times New Roman" w:eastAsia="Times New Roman" w:hAnsi="Times New Roman" w:cs="Times New Roman"/>
      <w:sz w:val="22"/>
      <w:szCs w:val="22"/>
    </w:rPr>
  </w:style>
  <w:style w:type="character" w:customStyle="1" w:styleId="jrnl">
    <w:name w:val="jrnl"/>
    <w:basedOn w:val="DefaultParagraphFont"/>
    <w:rsid w:val="002616A0"/>
  </w:style>
  <w:style w:type="paragraph" w:styleId="NormalWeb">
    <w:name w:val="Normal (Web)"/>
    <w:basedOn w:val="Normal"/>
    <w:uiPriority w:val="99"/>
    <w:unhideWhenUsed/>
    <w:rsid w:val="00551B26"/>
    <w:pPr>
      <w:spacing w:before="100" w:beforeAutospacing="1" w:after="100" w:afterAutospacing="1"/>
    </w:pPr>
    <w:rPr>
      <w:rFonts w:ascii="Times" w:hAnsi="Times" w:cs="Times New Roman"/>
      <w:sz w:val="20"/>
      <w:szCs w:val="20"/>
      <w:lang w:val="en-GB"/>
    </w:rPr>
  </w:style>
  <w:style w:type="paragraph" w:styleId="EndnoteText">
    <w:name w:val="endnote text"/>
    <w:basedOn w:val="Normal"/>
    <w:link w:val="EndnoteTextChar"/>
    <w:uiPriority w:val="99"/>
    <w:semiHidden/>
    <w:unhideWhenUsed/>
    <w:rsid w:val="00A42455"/>
    <w:rPr>
      <w:sz w:val="20"/>
      <w:szCs w:val="20"/>
    </w:rPr>
  </w:style>
  <w:style w:type="character" w:customStyle="1" w:styleId="EndnoteTextChar">
    <w:name w:val="Endnote Text Char"/>
    <w:basedOn w:val="DefaultParagraphFont"/>
    <w:link w:val="EndnoteText"/>
    <w:uiPriority w:val="99"/>
    <w:semiHidden/>
    <w:rsid w:val="00A42455"/>
    <w:rPr>
      <w:sz w:val="20"/>
      <w:szCs w:val="20"/>
    </w:rPr>
  </w:style>
  <w:style w:type="character" w:styleId="EndnoteReference">
    <w:name w:val="endnote reference"/>
    <w:basedOn w:val="DefaultParagraphFont"/>
    <w:uiPriority w:val="99"/>
    <w:semiHidden/>
    <w:unhideWhenUsed/>
    <w:rsid w:val="00A4245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495227"/>
    <w:pPr>
      <w:jc w:val="center"/>
    </w:pPr>
    <w:rPr>
      <w:rFonts w:ascii="Cambria" w:hAnsi="Cambria"/>
    </w:rPr>
  </w:style>
  <w:style w:type="paragraph" w:customStyle="1" w:styleId="EndNoteBibliography">
    <w:name w:val="EndNote Bibliography"/>
    <w:basedOn w:val="Normal"/>
    <w:rsid w:val="00495227"/>
    <w:rPr>
      <w:rFonts w:ascii="Cambria" w:hAnsi="Cambria"/>
    </w:rPr>
  </w:style>
  <w:style w:type="character" w:customStyle="1" w:styleId="highlight1">
    <w:name w:val="highlight1"/>
    <w:basedOn w:val="DefaultParagraphFont"/>
    <w:rsid w:val="005150B6"/>
    <w:rPr>
      <w:shd w:val="clear" w:color="auto" w:fill="FFEE94"/>
    </w:rPr>
  </w:style>
  <w:style w:type="paragraph" w:styleId="BalloonText">
    <w:name w:val="Balloon Text"/>
    <w:basedOn w:val="Normal"/>
    <w:link w:val="BalloonTextChar"/>
    <w:uiPriority w:val="99"/>
    <w:semiHidden/>
    <w:unhideWhenUsed/>
    <w:rsid w:val="005150B6"/>
    <w:rPr>
      <w:rFonts w:ascii="Lucida Grande" w:hAnsi="Lucida Grande"/>
      <w:sz w:val="18"/>
      <w:szCs w:val="18"/>
    </w:rPr>
  </w:style>
  <w:style w:type="character" w:customStyle="1" w:styleId="BalloonTextChar">
    <w:name w:val="Balloon Text Char"/>
    <w:basedOn w:val="DefaultParagraphFont"/>
    <w:link w:val="BalloonText"/>
    <w:uiPriority w:val="99"/>
    <w:semiHidden/>
    <w:rsid w:val="005150B6"/>
    <w:rPr>
      <w:rFonts w:ascii="Lucida Grande" w:hAnsi="Lucida Grande"/>
      <w:sz w:val="18"/>
      <w:szCs w:val="18"/>
    </w:rPr>
  </w:style>
  <w:style w:type="character" w:styleId="CommentReference">
    <w:name w:val="annotation reference"/>
    <w:basedOn w:val="DefaultParagraphFont"/>
    <w:uiPriority w:val="99"/>
    <w:semiHidden/>
    <w:unhideWhenUsed/>
    <w:rsid w:val="00DA77BE"/>
    <w:rPr>
      <w:sz w:val="16"/>
      <w:szCs w:val="16"/>
    </w:rPr>
  </w:style>
  <w:style w:type="paragraph" w:styleId="CommentText">
    <w:name w:val="annotation text"/>
    <w:basedOn w:val="Normal"/>
    <w:link w:val="CommentTextChar"/>
    <w:uiPriority w:val="99"/>
    <w:semiHidden/>
    <w:unhideWhenUsed/>
    <w:rsid w:val="00DA77BE"/>
    <w:rPr>
      <w:sz w:val="20"/>
      <w:szCs w:val="20"/>
    </w:rPr>
  </w:style>
  <w:style w:type="character" w:customStyle="1" w:styleId="CommentTextChar">
    <w:name w:val="Comment Text Char"/>
    <w:basedOn w:val="DefaultParagraphFont"/>
    <w:link w:val="CommentText"/>
    <w:uiPriority w:val="99"/>
    <w:semiHidden/>
    <w:rsid w:val="00DA77BE"/>
    <w:rPr>
      <w:sz w:val="20"/>
      <w:szCs w:val="20"/>
    </w:rPr>
  </w:style>
  <w:style w:type="paragraph" w:styleId="CommentSubject">
    <w:name w:val="annotation subject"/>
    <w:basedOn w:val="CommentText"/>
    <w:next w:val="CommentText"/>
    <w:link w:val="CommentSubjectChar"/>
    <w:uiPriority w:val="99"/>
    <w:semiHidden/>
    <w:unhideWhenUsed/>
    <w:rsid w:val="00DA77BE"/>
    <w:rPr>
      <w:b/>
      <w:bCs/>
    </w:rPr>
  </w:style>
  <w:style w:type="character" w:customStyle="1" w:styleId="CommentSubjectChar">
    <w:name w:val="Comment Subject Char"/>
    <w:basedOn w:val="CommentTextChar"/>
    <w:link w:val="CommentSubject"/>
    <w:uiPriority w:val="99"/>
    <w:semiHidden/>
    <w:rsid w:val="00DA77BE"/>
    <w:rPr>
      <w:b/>
      <w:bCs/>
      <w:sz w:val="20"/>
      <w:szCs w:val="20"/>
    </w:rPr>
  </w:style>
  <w:style w:type="paragraph" w:customStyle="1" w:styleId="title1">
    <w:name w:val="title1"/>
    <w:basedOn w:val="Normal"/>
    <w:rsid w:val="002616A0"/>
    <w:rPr>
      <w:rFonts w:ascii="Times New Roman" w:eastAsia="Times New Roman" w:hAnsi="Times New Roman" w:cs="Times New Roman"/>
      <w:sz w:val="27"/>
      <w:szCs w:val="27"/>
    </w:rPr>
  </w:style>
  <w:style w:type="paragraph" w:customStyle="1" w:styleId="desc2">
    <w:name w:val="desc2"/>
    <w:basedOn w:val="Normal"/>
    <w:rsid w:val="002616A0"/>
    <w:rPr>
      <w:rFonts w:ascii="Times New Roman" w:eastAsia="Times New Roman" w:hAnsi="Times New Roman" w:cs="Times New Roman"/>
      <w:sz w:val="26"/>
      <w:szCs w:val="26"/>
    </w:rPr>
  </w:style>
  <w:style w:type="paragraph" w:customStyle="1" w:styleId="details1">
    <w:name w:val="details1"/>
    <w:basedOn w:val="Normal"/>
    <w:rsid w:val="002616A0"/>
    <w:rPr>
      <w:rFonts w:ascii="Times New Roman" w:eastAsia="Times New Roman" w:hAnsi="Times New Roman" w:cs="Times New Roman"/>
      <w:sz w:val="22"/>
      <w:szCs w:val="22"/>
    </w:rPr>
  </w:style>
  <w:style w:type="character" w:customStyle="1" w:styleId="jrnl">
    <w:name w:val="jrnl"/>
    <w:basedOn w:val="DefaultParagraphFont"/>
    <w:rsid w:val="002616A0"/>
  </w:style>
  <w:style w:type="paragraph" w:styleId="NormalWeb">
    <w:name w:val="Normal (Web)"/>
    <w:basedOn w:val="Normal"/>
    <w:uiPriority w:val="99"/>
    <w:unhideWhenUsed/>
    <w:rsid w:val="00551B26"/>
    <w:pPr>
      <w:spacing w:before="100" w:beforeAutospacing="1" w:after="100" w:afterAutospacing="1"/>
    </w:pPr>
    <w:rPr>
      <w:rFonts w:ascii="Times" w:hAnsi="Times" w:cs="Times New Roman"/>
      <w:sz w:val="20"/>
      <w:szCs w:val="20"/>
      <w:lang w:val="en-GB"/>
    </w:rPr>
  </w:style>
  <w:style w:type="paragraph" w:styleId="EndnoteText">
    <w:name w:val="endnote text"/>
    <w:basedOn w:val="Normal"/>
    <w:link w:val="EndnoteTextChar"/>
    <w:uiPriority w:val="99"/>
    <w:semiHidden/>
    <w:unhideWhenUsed/>
    <w:rsid w:val="00A42455"/>
    <w:rPr>
      <w:sz w:val="20"/>
      <w:szCs w:val="20"/>
    </w:rPr>
  </w:style>
  <w:style w:type="character" w:customStyle="1" w:styleId="EndnoteTextChar">
    <w:name w:val="Endnote Text Char"/>
    <w:basedOn w:val="DefaultParagraphFont"/>
    <w:link w:val="EndnoteText"/>
    <w:uiPriority w:val="99"/>
    <w:semiHidden/>
    <w:rsid w:val="00A42455"/>
    <w:rPr>
      <w:sz w:val="20"/>
      <w:szCs w:val="20"/>
    </w:rPr>
  </w:style>
  <w:style w:type="character" w:styleId="EndnoteReference">
    <w:name w:val="endnote reference"/>
    <w:basedOn w:val="DefaultParagraphFont"/>
    <w:uiPriority w:val="99"/>
    <w:semiHidden/>
    <w:unhideWhenUsed/>
    <w:rsid w:val="00A424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33525">
      <w:bodyDiv w:val="1"/>
      <w:marLeft w:val="0"/>
      <w:marRight w:val="0"/>
      <w:marTop w:val="0"/>
      <w:marBottom w:val="0"/>
      <w:divBdr>
        <w:top w:val="none" w:sz="0" w:space="0" w:color="auto"/>
        <w:left w:val="none" w:sz="0" w:space="0" w:color="auto"/>
        <w:bottom w:val="none" w:sz="0" w:space="0" w:color="auto"/>
        <w:right w:val="none" w:sz="0" w:space="0" w:color="auto"/>
      </w:divBdr>
      <w:divsChild>
        <w:div w:id="205919697">
          <w:marLeft w:val="0"/>
          <w:marRight w:val="1"/>
          <w:marTop w:val="0"/>
          <w:marBottom w:val="0"/>
          <w:divBdr>
            <w:top w:val="none" w:sz="0" w:space="0" w:color="auto"/>
            <w:left w:val="none" w:sz="0" w:space="0" w:color="auto"/>
            <w:bottom w:val="none" w:sz="0" w:space="0" w:color="auto"/>
            <w:right w:val="none" w:sz="0" w:space="0" w:color="auto"/>
          </w:divBdr>
          <w:divsChild>
            <w:div w:id="584148029">
              <w:marLeft w:val="0"/>
              <w:marRight w:val="0"/>
              <w:marTop w:val="0"/>
              <w:marBottom w:val="0"/>
              <w:divBdr>
                <w:top w:val="none" w:sz="0" w:space="0" w:color="auto"/>
                <w:left w:val="none" w:sz="0" w:space="0" w:color="auto"/>
                <w:bottom w:val="none" w:sz="0" w:space="0" w:color="auto"/>
                <w:right w:val="none" w:sz="0" w:space="0" w:color="auto"/>
              </w:divBdr>
              <w:divsChild>
                <w:div w:id="1043556877">
                  <w:marLeft w:val="0"/>
                  <w:marRight w:val="1"/>
                  <w:marTop w:val="0"/>
                  <w:marBottom w:val="0"/>
                  <w:divBdr>
                    <w:top w:val="none" w:sz="0" w:space="0" w:color="auto"/>
                    <w:left w:val="none" w:sz="0" w:space="0" w:color="auto"/>
                    <w:bottom w:val="none" w:sz="0" w:space="0" w:color="auto"/>
                    <w:right w:val="none" w:sz="0" w:space="0" w:color="auto"/>
                  </w:divBdr>
                  <w:divsChild>
                    <w:div w:id="361369956">
                      <w:marLeft w:val="0"/>
                      <w:marRight w:val="0"/>
                      <w:marTop w:val="0"/>
                      <w:marBottom w:val="0"/>
                      <w:divBdr>
                        <w:top w:val="none" w:sz="0" w:space="0" w:color="auto"/>
                        <w:left w:val="none" w:sz="0" w:space="0" w:color="auto"/>
                        <w:bottom w:val="none" w:sz="0" w:space="0" w:color="auto"/>
                        <w:right w:val="none" w:sz="0" w:space="0" w:color="auto"/>
                      </w:divBdr>
                      <w:divsChild>
                        <w:div w:id="1995447812">
                          <w:marLeft w:val="0"/>
                          <w:marRight w:val="0"/>
                          <w:marTop w:val="0"/>
                          <w:marBottom w:val="0"/>
                          <w:divBdr>
                            <w:top w:val="none" w:sz="0" w:space="0" w:color="auto"/>
                            <w:left w:val="none" w:sz="0" w:space="0" w:color="auto"/>
                            <w:bottom w:val="none" w:sz="0" w:space="0" w:color="auto"/>
                            <w:right w:val="none" w:sz="0" w:space="0" w:color="auto"/>
                          </w:divBdr>
                          <w:divsChild>
                            <w:div w:id="1889802945">
                              <w:marLeft w:val="0"/>
                              <w:marRight w:val="0"/>
                              <w:marTop w:val="120"/>
                              <w:marBottom w:val="360"/>
                              <w:divBdr>
                                <w:top w:val="none" w:sz="0" w:space="0" w:color="auto"/>
                                <w:left w:val="none" w:sz="0" w:space="0" w:color="auto"/>
                                <w:bottom w:val="none" w:sz="0" w:space="0" w:color="auto"/>
                                <w:right w:val="none" w:sz="0" w:space="0" w:color="auto"/>
                              </w:divBdr>
                              <w:divsChild>
                                <w:div w:id="421418670">
                                  <w:marLeft w:val="420"/>
                                  <w:marRight w:val="0"/>
                                  <w:marTop w:val="0"/>
                                  <w:marBottom w:val="0"/>
                                  <w:divBdr>
                                    <w:top w:val="none" w:sz="0" w:space="0" w:color="auto"/>
                                    <w:left w:val="none" w:sz="0" w:space="0" w:color="auto"/>
                                    <w:bottom w:val="none" w:sz="0" w:space="0" w:color="auto"/>
                                    <w:right w:val="none" w:sz="0" w:space="0" w:color="auto"/>
                                  </w:divBdr>
                                  <w:divsChild>
                                    <w:div w:id="85866453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4185043">
      <w:bodyDiv w:val="1"/>
      <w:marLeft w:val="0"/>
      <w:marRight w:val="0"/>
      <w:marTop w:val="0"/>
      <w:marBottom w:val="0"/>
      <w:divBdr>
        <w:top w:val="none" w:sz="0" w:space="0" w:color="auto"/>
        <w:left w:val="none" w:sz="0" w:space="0" w:color="auto"/>
        <w:bottom w:val="none" w:sz="0" w:space="0" w:color="auto"/>
        <w:right w:val="none" w:sz="0" w:space="0" w:color="auto"/>
      </w:divBdr>
      <w:divsChild>
        <w:div w:id="241069063">
          <w:marLeft w:val="0"/>
          <w:marRight w:val="1"/>
          <w:marTop w:val="0"/>
          <w:marBottom w:val="0"/>
          <w:divBdr>
            <w:top w:val="none" w:sz="0" w:space="0" w:color="auto"/>
            <w:left w:val="none" w:sz="0" w:space="0" w:color="auto"/>
            <w:bottom w:val="none" w:sz="0" w:space="0" w:color="auto"/>
            <w:right w:val="none" w:sz="0" w:space="0" w:color="auto"/>
          </w:divBdr>
          <w:divsChild>
            <w:div w:id="1695303715">
              <w:marLeft w:val="0"/>
              <w:marRight w:val="0"/>
              <w:marTop w:val="0"/>
              <w:marBottom w:val="0"/>
              <w:divBdr>
                <w:top w:val="none" w:sz="0" w:space="0" w:color="auto"/>
                <w:left w:val="none" w:sz="0" w:space="0" w:color="auto"/>
                <w:bottom w:val="none" w:sz="0" w:space="0" w:color="auto"/>
                <w:right w:val="none" w:sz="0" w:space="0" w:color="auto"/>
              </w:divBdr>
              <w:divsChild>
                <w:div w:id="2059283295">
                  <w:marLeft w:val="0"/>
                  <w:marRight w:val="1"/>
                  <w:marTop w:val="0"/>
                  <w:marBottom w:val="0"/>
                  <w:divBdr>
                    <w:top w:val="none" w:sz="0" w:space="0" w:color="auto"/>
                    <w:left w:val="none" w:sz="0" w:space="0" w:color="auto"/>
                    <w:bottom w:val="none" w:sz="0" w:space="0" w:color="auto"/>
                    <w:right w:val="none" w:sz="0" w:space="0" w:color="auto"/>
                  </w:divBdr>
                  <w:divsChild>
                    <w:div w:id="1620212411">
                      <w:marLeft w:val="0"/>
                      <w:marRight w:val="0"/>
                      <w:marTop w:val="0"/>
                      <w:marBottom w:val="0"/>
                      <w:divBdr>
                        <w:top w:val="none" w:sz="0" w:space="0" w:color="auto"/>
                        <w:left w:val="none" w:sz="0" w:space="0" w:color="auto"/>
                        <w:bottom w:val="none" w:sz="0" w:space="0" w:color="auto"/>
                        <w:right w:val="none" w:sz="0" w:space="0" w:color="auto"/>
                      </w:divBdr>
                      <w:divsChild>
                        <w:div w:id="1087195691">
                          <w:marLeft w:val="0"/>
                          <w:marRight w:val="0"/>
                          <w:marTop w:val="0"/>
                          <w:marBottom w:val="0"/>
                          <w:divBdr>
                            <w:top w:val="none" w:sz="0" w:space="0" w:color="auto"/>
                            <w:left w:val="none" w:sz="0" w:space="0" w:color="auto"/>
                            <w:bottom w:val="none" w:sz="0" w:space="0" w:color="auto"/>
                            <w:right w:val="none" w:sz="0" w:space="0" w:color="auto"/>
                          </w:divBdr>
                          <w:divsChild>
                            <w:div w:id="1034844067">
                              <w:marLeft w:val="0"/>
                              <w:marRight w:val="0"/>
                              <w:marTop w:val="120"/>
                              <w:marBottom w:val="360"/>
                              <w:divBdr>
                                <w:top w:val="none" w:sz="0" w:space="0" w:color="auto"/>
                                <w:left w:val="none" w:sz="0" w:space="0" w:color="auto"/>
                                <w:bottom w:val="none" w:sz="0" w:space="0" w:color="auto"/>
                                <w:right w:val="none" w:sz="0" w:space="0" w:color="auto"/>
                              </w:divBdr>
                              <w:divsChild>
                                <w:div w:id="334724827">
                                  <w:marLeft w:val="420"/>
                                  <w:marRight w:val="0"/>
                                  <w:marTop w:val="0"/>
                                  <w:marBottom w:val="0"/>
                                  <w:divBdr>
                                    <w:top w:val="none" w:sz="0" w:space="0" w:color="auto"/>
                                    <w:left w:val="none" w:sz="0" w:space="0" w:color="auto"/>
                                    <w:bottom w:val="none" w:sz="0" w:space="0" w:color="auto"/>
                                    <w:right w:val="none" w:sz="0" w:space="0" w:color="auto"/>
                                  </w:divBdr>
                                  <w:divsChild>
                                    <w:div w:id="1129400310">
                                      <w:marLeft w:val="0"/>
                                      <w:marRight w:val="0"/>
                                      <w:marTop w:val="34"/>
                                      <w:marBottom w:val="34"/>
                                      <w:divBdr>
                                        <w:top w:val="none" w:sz="0" w:space="0" w:color="auto"/>
                                        <w:left w:val="none" w:sz="0" w:space="0" w:color="auto"/>
                                        <w:bottom w:val="none" w:sz="0" w:space="0" w:color="auto"/>
                                        <w:right w:val="none" w:sz="0" w:space="0" w:color="auto"/>
                                      </w:divBdr>
                                    </w:div>
                                    <w:div w:id="24596433">
                                      <w:marLeft w:val="0"/>
                                      <w:marRight w:val="0"/>
                                      <w:marTop w:val="0"/>
                                      <w:marBottom w:val="0"/>
                                      <w:divBdr>
                                        <w:top w:val="none" w:sz="0" w:space="0" w:color="auto"/>
                                        <w:left w:val="none" w:sz="0" w:space="0" w:color="auto"/>
                                        <w:bottom w:val="none" w:sz="0" w:space="0" w:color="auto"/>
                                        <w:right w:val="none" w:sz="0" w:space="0" w:color="auto"/>
                                      </w:divBdr>
                                      <w:divsChild>
                                        <w:div w:id="126284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0099354">
      <w:bodyDiv w:val="1"/>
      <w:marLeft w:val="0"/>
      <w:marRight w:val="0"/>
      <w:marTop w:val="0"/>
      <w:marBottom w:val="0"/>
      <w:divBdr>
        <w:top w:val="none" w:sz="0" w:space="0" w:color="auto"/>
        <w:left w:val="none" w:sz="0" w:space="0" w:color="auto"/>
        <w:bottom w:val="none" w:sz="0" w:space="0" w:color="auto"/>
        <w:right w:val="none" w:sz="0" w:space="0" w:color="auto"/>
      </w:divBdr>
      <w:divsChild>
        <w:div w:id="612707197">
          <w:marLeft w:val="0"/>
          <w:marRight w:val="1"/>
          <w:marTop w:val="0"/>
          <w:marBottom w:val="0"/>
          <w:divBdr>
            <w:top w:val="none" w:sz="0" w:space="0" w:color="auto"/>
            <w:left w:val="none" w:sz="0" w:space="0" w:color="auto"/>
            <w:bottom w:val="none" w:sz="0" w:space="0" w:color="auto"/>
            <w:right w:val="none" w:sz="0" w:space="0" w:color="auto"/>
          </w:divBdr>
          <w:divsChild>
            <w:div w:id="1371614118">
              <w:marLeft w:val="0"/>
              <w:marRight w:val="0"/>
              <w:marTop w:val="0"/>
              <w:marBottom w:val="0"/>
              <w:divBdr>
                <w:top w:val="none" w:sz="0" w:space="0" w:color="auto"/>
                <w:left w:val="none" w:sz="0" w:space="0" w:color="auto"/>
                <w:bottom w:val="none" w:sz="0" w:space="0" w:color="auto"/>
                <w:right w:val="none" w:sz="0" w:space="0" w:color="auto"/>
              </w:divBdr>
              <w:divsChild>
                <w:div w:id="1116872588">
                  <w:marLeft w:val="0"/>
                  <w:marRight w:val="1"/>
                  <w:marTop w:val="0"/>
                  <w:marBottom w:val="0"/>
                  <w:divBdr>
                    <w:top w:val="none" w:sz="0" w:space="0" w:color="auto"/>
                    <w:left w:val="none" w:sz="0" w:space="0" w:color="auto"/>
                    <w:bottom w:val="none" w:sz="0" w:space="0" w:color="auto"/>
                    <w:right w:val="none" w:sz="0" w:space="0" w:color="auto"/>
                  </w:divBdr>
                  <w:divsChild>
                    <w:div w:id="899443137">
                      <w:marLeft w:val="0"/>
                      <w:marRight w:val="0"/>
                      <w:marTop w:val="0"/>
                      <w:marBottom w:val="0"/>
                      <w:divBdr>
                        <w:top w:val="none" w:sz="0" w:space="0" w:color="auto"/>
                        <w:left w:val="none" w:sz="0" w:space="0" w:color="auto"/>
                        <w:bottom w:val="none" w:sz="0" w:space="0" w:color="auto"/>
                        <w:right w:val="none" w:sz="0" w:space="0" w:color="auto"/>
                      </w:divBdr>
                      <w:divsChild>
                        <w:div w:id="891691362">
                          <w:marLeft w:val="0"/>
                          <w:marRight w:val="0"/>
                          <w:marTop w:val="0"/>
                          <w:marBottom w:val="0"/>
                          <w:divBdr>
                            <w:top w:val="none" w:sz="0" w:space="0" w:color="auto"/>
                            <w:left w:val="none" w:sz="0" w:space="0" w:color="auto"/>
                            <w:bottom w:val="none" w:sz="0" w:space="0" w:color="auto"/>
                            <w:right w:val="none" w:sz="0" w:space="0" w:color="auto"/>
                          </w:divBdr>
                          <w:divsChild>
                            <w:div w:id="1429816079">
                              <w:marLeft w:val="0"/>
                              <w:marRight w:val="0"/>
                              <w:marTop w:val="120"/>
                              <w:marBottom w:val="360"/>
                              <w:divBdr>
                                <w:top w:val="none" w:sz="0" w:space="0" w:color="auto"/>
                                <w:left w:val="none" w:sz="0" w:space="0" w:color="auto"/>
                                <w:bottom w:val="none" w:sz="0" w:space="0" w:color="auto"/>
                                <w:right w:val="none" w:sz="0" w:space="0" w:color="auto"/>
                              </w:divBdr>
                              <w:divsChild>
                                <w:div w:id="1813474194">
                                  <w:marLeft w:val="420"/>
                                  <w:marRight w:val="0"/>
                                  <w:marTop w:val="0"/>
                                  <w:marBottom w:val="0"/>
                                  <w:divBdr>
                                    <w:top w:val="none" w:sz="0" w:space="0" w:color="auto"/>
                                    <w:left w:val="none" w:sz="0" w:space="0" w:color="auto"/>
                                    <w:bottom w:val="none" w:sz="0" w:space="0" w:color="auto"/>
                                    <w:right w:val="none" w:sz="0" w:space="0" w:color="auto"/>
                                  </w:divBdr>
                                  <w:divsChild>
                                    <w:div w:id="1848716131">
                                      <w:marLeft w:val="0"/>
                                      <w:marRight w:val="0"/>
                                      <w:marTop w:val="34"/>
                                      <w:marBottom w:val="34"/>
                                      <w:divBdr>
                                        <w:top w:val="none" w:sz="0" w:space="0" w:color="auto"/>
                                        <w:left w:val="none" w:sz="0" w:space="0" w:color="auto"/>
                                        <w:bottom w:val="none" w:sz="0" w:space="0" w:color="auto"/>
                                        <w:right w:val="none" w:sz="0" w:space="0" w:color="auto"/>
                                      </w:divBdr>
                                    </w:div>
                                    <w:div w:id="1382705566">
                                      <w:marLeft w:val="0"/>
                                      <w:marRight w:val="0"/>
                                      <w:marTop w:val="0"/>
                                      <w:marBottom w:val="0"/>
                                      <w:divBdr>
                                        <w:top w:val="none" w:sz="0" w:space="0" w:color="auto"/>
                                        <w:left w:val="none" w:sz="0" w:space="0" w:color="auto"/>
                                        <w:bottom w:val="none" w:sz="0" w:space="0" w:color="auto"/>
                                        <w:right w:val="none" w:sz="0" w:space="0" w:color="auto"/>
                                      </w:divBdr>
                                      <w:divsChild>
                                        <w:div w:id="17616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1EC74-FDA3-4B8E-8A80-869DC6B02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13FB38E4.dotm</Template>
  <TotalTime>0</TotalTime>
  <Pages>21</Pages>
  <Words>10281</Words>
  <Characters>58607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Greening</dc:creator>
  <cp:lastModifiedBy>njg27</cp:lastModifiedBy>
  <cp:revision>2</cp:revision>
  <dcterms:created xsi:type="dcterms:W3CDTF">2015-01-06T16:18:00Z</dcterms:created>
  <dcterms:modified xsi:type="dcterms:W3CDTF">2015-01-06T16:18:00Z</dcterms:modified>
</cp:coreProperties>
</file>