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11D" w:rsidRPr="00813818" w:rsidRDefault="0017211D" w:rsidP="0036110D">
      <w:pPr>
        <w:jc w:val="center"/>
        <w:rPr>
          <w:rFonts w:ascii="Calibri" w:hAnsi="Calibri" w:cs="Calibri"/>
          <w:sz w:val="48"/>
          <w:szCs w:val="48"/>
        </w:rPr>
      </w:pPr>
      <w:r w:rsidRPr="00813818">
        <w:rPr>
          <w:rFonts w:ascii="Calibri" w:hAnsi="Calibri" w:cs="Calibri"/>
          <w:sz w:val="48"/>
          <w:szCs w:val="48"/>
        </w:rPr>
        <w:t>Multi-population Techniques in Nature Inspired Optimization Algorithms: A Comprehensive Survey</w:t>
      </w:r>
    </w:p>
    <w:p w:rsidR="0017211D" w:rsidRPr="00813818" w:rsidRDefault="0017211D" w:rsidP="0036110D">
      <w:pPr>
        <w:rPr>
          <w:rFonts w:ascii="Calibri" w:hAnsi="Calibri" w:cs="Calibri"/>
          <w:sz w:val="24"/>
          <w:szCs w:val="24"/>
        </w:rPr>
      </w:pPr>
    </w:p>
    <w:p w:rsidR="0017211D" w:rsidRPr="00813818" w:rsidRDefault="0017211D" w:rsidP="0036110D">
      <w:pPr>
        <w:pStyle w:val="Authors"/>
        <w:framePr w:w="0" w:hSpace="0" w:vSpace="0" w:wrap="auto" w:vAnchor="margin" w:hAnchor="text" w:xAlign="left" w:yAlign="inline"/>
        <w:spacing w:after="0"/>
        <w:rPr>
          <w:rFonts w:ascii="Calibri" w:hAnsi="Calibri" w:cs="Calibri"/>
          <w:sz w:val="24"/>
          <w:szCs w:val="24"/>
          <w:vertAlign w:val="superscript"/>
          <w:lang w:eastAsia="zh-CN"/>
        </w:rPr>
      </w:pPr>
      <w:r w:rsidRPr="00813818">
        <w:rPr>
          <w:rFonts w:ascii="Calibri" w:hAnsi="Calibri" w:cs="Calibri"/>
          <w:sz w:val="24"/>
          <w:szCs w:val="24"/>
          <w:lang w:val="en-GB"/>
        </w:rPr>
        <w:t>Haiping Ma</w:t>
      </w:r>
      <w:r w:rsidRPr="00813818">
        <w:rPr>
          <w:rFonts w:ascii="Calibri" w:hAnsi="Calibri" w:cs="Calibri"/>
          <w:sz w:val="24"/>
          <w:szCs w:val="24"/>
          <w:vertAlign w:val="superscript"/>
        </w:rPr>
        <w:t>1</w:t>
      </w:r>
      <w:r w:rsidRPr="00813818">
        <w:rPr>
          <w:rFonts w:ascii="Calibri" w:hAnsi="Calibri" w:cs="Calibri"/>
          <w:sz w:val="24"/>
          <w:szCs w:val="24"/>
          <w:vertAlign w:val="superscript"/>
          <w:lang w:eastAsia="zh-CN"/>
        </w:rPr>
        <w:t>*</w:t>
      </w:r>
      <w:r w:rsidRPr="00813818">
        <w:rPr>
          <w:rFonts w:ascii="Calibri" w:hAnsi="Calibri" w:cs="Calibri"/>
          <w:sz w:val="24"/>
          <w:szCs w:val="24"/>
          <w:lang w:val="en-GB"/>
        </w:rPr>
        <w:t>, Shigen Shen</w:t>
      </w:r>
      <w:r w:rsidRPr="00813818">
        <w:rPr>
          <w:rFonts w:ascii="Calibri" w:hAnsi="Calibri" w:cs="Calibri"/>
          <w:sz w:val="24"/>
          <w:szCs w:val="24"/>
          <w:vertAlign w:val="superscript"/>
        </w:rPr>
        <w:t>1</w:t>
      </w:r>
      <w:r w:rsidRPr="00813818">
        <w:rPr>
          <w:rFonts w:ascii="Calibri" w:hAnsi="Calibri" w:cs="Calibri"/>
          <w:sz w:val="24"/>
          <w:szCs w:val="24"/>
          <w:lang w:val="en-GB"/>
        </w:rPr>
        <w:t xml:space="preserve">, </w:t>
      </w:r>
      <w:r w:rsidRPr="00813818">
        <w:rPr>
          <w:rFonts w:ascii="Calibri" w:hAnsi="Calibri" w:cs="Calibri"/>
          <w:sz w:val="24"/>
          <w:szCs w:val="24"/>
          <w:lang w:val="en-GB" w:eastAsia="zh-CN"/>
        </w:rPr>
        <w:t>Mei Yu</w:t>
      </w:r>
      <w:r w:rsidRPr="00813818">
        <w:rPr>
          <w:rFonts w:ascii="Calibri" w:hAnsi="Calibri" w:cs="Calibri"/>
          <w:sz w:val="24"/>
          <w:szCs w:val="24"/>
          <w:vertAlign w:val="superscript"/>
        </w:rPr>
        <w:t>1</w:t>
      </w:r>
      <w:r w:rsidRPr="00813818">
        <w:rPr>
          <w:rFonts w:ascii="Calibri" w:hAnsi="Calibri" w:cs="Calibri"/>
          <w:sz w:val="24"/>
          <w:szCs w:val="24"/>
          <w:lang w:val="en-GB"/>
        </w:rPr>
        <w:t>, Zhile Yang</w:t>
      </w:r>
      <w:r w:rsidRPr="00813818">
        <w:rPr>
          <w:rFonts w:ascii="Calibri" w:hAnsi="Calibri" w:cs="Calibri"/>
          <w:sz w:val="24"/>
          <w:szCs w:val="24"/>
          <w:vertAlign w:val="superscript"/>
        </w:rPr>
        <w:t>2</w:t>
      </w:r>
      <w:r w:rsidRPr="00813818">
        <w:rPr>
          <w:rFonts w:ascii="Calibri" w:hAnsi="Calibri" w:cs="Calibri"/>
          <w:sz w:val="24"/>
          <w:szCs w:val="24"/>
          <w:lang w:val="en-GB"/>
        </w:rPr>
        <w:t>, Minrui Fei</w:t>
      </w:r>
      <w:r w:rsidRPr="00813818">
        <w:rPr>
          <w:rFonts w:ascii="Calibri" w:hAnsi="Calibri" w:cs="Calibri"/>
          <w:sz w:val="24"/>
          <w:szCs w:val="24"/>
          <w:vertAlign w:val="superscript"/>
        </w:rPr>
        <w:t>3</w:t>
      </w:r>
      <w:r w:rsidRPr="00813818">
        <w:rPr>
          <w:rFonts w:ascii="Calibri" w:hAnsi="Calibri" w:cs="Calibri"/>
          <w:sz w:val="24"/>
          <w:szCs w:val="24"/>
          <w:lang w:val="en-GB"/>
        </w:rPr>
        <w:t xml:space="preserve">, </w:t>
      </w:r>
      <w:r w:rsidRPr="00813818">
        <w:rPr>
          <w:rFonts w:ascii="Calibri" w:hAnsi="Calibri" w:cs="Calibri"/>
          <w:sz w:val="24"/>
          <w:szCs w:val="24"/>
          <w:lang w:val="en-GB" w:eastAsia="zh-CN"/>
        </w:rPr>
        <w:t>and Huiyu</w:t>
      </w:r>
      <w:r w:rsidRPr="00813818">
        <w:rPr>
          <w:rFonts w:ascii="Calibri" w:hAnsi="Calibri" w:cs="Calibri"/>
          <w:sz w:val="24"/>
          <w:szCs w:val="24"/>
          <w:lang w:val="en-GB"/>
        </w:rPr>
        <w:t xml:space="preserve"> </w:t>
      </w:r>
      <w:r w:rsidRPr="00813818">
        <w:rPr>
          <w:rFonts w:ascii="Calibri" w:hAnsi="Calibri" w:cs="Calibri"/>
          <w:sz w:val="24"/>
          <w:szCs w:val="24"/>
          <w:lang w:val="en-GB" w:eastAsia="zh-CN"/>
        </w:rPr>
        <w:t>Zhou</w:t>
      </w:r>
      <w:r w:rsidRPr="00813818">
        <w:rPr>
          <w:rFonts w:ascii="Calibri" w:hAnsi="Calibri" w:cs="Calibri"/>
          <w:sz w:val="24"/>
          <w:szCs w:val="24"/>
          <w:vertAlign w:val="superscript"/>
          <w:lang w:eastAsia="zh-CN"/>
        </w:rPr>
        <w:t>4</w:t>
      </w:r>
    </w:p>
    <w:p w:rsidR="0017211D" w:rsidRPr="00813818" w:rsidRDefault="0017211D" w:rsidP="0036110D">
      <w:pPr>
        <w:rPr>
          <w:rFonts w:ascii="Calibri" w:hAnsi="Calibri" w:cs="Calibri"/>
        </w:rPr>
      </w:pPr>
    </w:p>
    <w:p w:rsidR="0017211D" w:rsidRPr="00813818" w:rsidRDefault="0017211D" w:rsidP="0036110D">
      <w:pPr>
        <w:spacing w:line="360" w:lineRule="auto"/>
        <w:jc w:val="center"/>
        <w:rPr>
          <w:rFonts w:ascii="Calibri" w:hAnsi="Calibri" w:cs="Calibri"/>
          <w:sz w:val="24"/>
          <w:szCs w:val="24"/>
        </w:rPr>
      </w:pPr>
      <w:r w:rsidRPr="00813818">
        <w:rPr>
          <w:rFonts w:ascii="Calibri" w:hAnsi="Calibri" w:cs="Calibri"/>
          <w:sz w:val="24"/>
          <w:szCs w:val="24"/>
          <w:vertAlign w:val="superscript"/>
        </w:rPr>
        <w:t xml:space="preserve">1 </w:t>
      </w:r>
      <w:r w:rsidRPr="00813818">
        <w:rPr>
          <w:rFonts w:ascii="Calibri" w:hAnsi="Calibri" w:cs="Calibri"/>
          <w:sz w:val="24"/>
          <w:szCs w:val="24"/>
        </w:rPr>
        <w:t>Department of Electrical Engineering, Shaoxing University, Shaoxing, Zhejiang, 312000, China</w:t>
      </w:r>
    </w:p>
    <w:p w:rsidR="0017211D" w:rsidRPr="00813818" w:rsidRDefault="0017211D" w:rsidP="0036110D">
      <w:pPr>
        <w:spacing w:line="360" w:lineRule="auto"/>
        <w:jc w:val="center"/>
        <w:rPr>
          <w:rFonts w:ascii="Calibri" w:hAnsi="Calibri" w:cs="Calibri"/>
          <w:sz w:val="24"/>
          <w:szCs w:val="24"/>
        </w:rPr>
      </w:pPr>
      <w:r w:rsidRPr="00813818">
        <w:rPr>
          <w:rFonts w:ascii="Calibri" w:hAnsi="Calibri" w:cs="Calibri"/>
          <w:sz w:val="24"/>
          <w:szCs w:val="24"/>
          <w:vertAlign w:val="superscript"/>
        </w:rPr>
        <w:t>2</w:t>
      </w:r>
      <w:r w:rsidRPr="00813818">
        <w:rPr>
          <w:rFonts w:ascii="Calibri" w:hAnsi="Calibri" w:cs="Calibri"/>
          <w:sz w:val="24"/>
          <w:szCs w:val="24"/>
        </w:rPr>
        <w:t xml:space="preserve"> Shenzhen Institute of Advanced Technology, Chinese Academy of Sciences, Shenzhen, 518055, China</w:t>
      </w:r>
    </w:p>
    <w:p w:rsidR="0017211D" w:rsidRPr="00813818" w:rsidRDefault="0017211D" w:rsidP="0036110D">
      <w:pPr>
        <w:spacing w:line="360" w:lineRule="auto"/>
        <w:jc w:val="center"/>
        <w:rPr>
          <w:rFonts w:ascii="Calibri" w:hAnsi="Calibri" w:cs="Calibri"/>
          <w:sz w:val="24"/>
          <w:szCs w:val="24"/>
        </w:rPr>
      </w:pPr>
      <w:r w:rsidRPr="00813818">
        <w:rPr>
          <w:rFonts w:ascii="Calibri" w:hAnsi="Calibri" w:cs="Calibri"/>
          <w:sz w:val="24"/>
          <w:szCs w:val="24"/>
          <w:vertAlign w:val="superscript"/>
        </w:rPr>
        <w:t>3</w:t>
      </w:r>
      <w:r w:rsidRPr="00813818">
        <w:rPr>
          <w:rFonts w:ascii="Calibri" w:hAnsi="Calibri" w:cs="Calibri"/>
          <w:sz w:val="24"/>
          <w:szCs w:val="24"/>
        </w:rPr>
        <w:t xml:space="preserve"> Shanghai Key Laboratory of Power Station Automation Technology, School of Mechatronic Engineering and Automation, Shanghai University, Shanghai, 200072, China</w:t>
      </w:r>
    </w:p>
    <w:p w:rsidR="0017211D" w:rsidRPr="00813818" w:rsidRDefault="0017211D" w:rsidP="0036110D">
      <w:pPr>
        <w:spacing w:line="360" w:lineRule="auto"/>
        <w:jc w:val="center"/>
        <w:rPr>
          <w:rFonts w:ascii="Calibri" w:hAnsi="Calibri" w:cs="Calibri"/>
          <w:sz w:val="24"/>
          <w:szCs w:val="24"/>
        </w:rPr>
      </w:pPr>
      <w:r w:rsidRPr="00813818">
        <w:rPr>
          <w:rFonts w:ascii="Calibri" w:hAnsi="Calibri" w:cs="Calibri"/>
          <w:sz w:val="24"/>
          <w:szCs w:val="24"/>
          <w:vertAlign w:val="superscript"/>
        </w:rPr>
        <w:t xml:space="preserve">4 </w:t>
      </w:r>
      <w:r w:rsidRPr="00813818">
        <w:rPr>
          <w:rFonts w:ascii="Calibri" w:hAnsi="Calibri" w:cs="Calibri"/>
          <w:sz w:val="24"/>
          <w:szCs w:val="24"/>
        </w:rPr>
        <w:t>Department of Informatics, University of Leicester, Leicester, LE1 7RH, UK</w:t>
      </w:r>
    </w:p>
    <w:p w:rsidR="0017211D" w:rsidRPr="00813818" w:rsidRDefault="0017211D" w:rsidP="0036110D">
      <w:pPr>
        <w:rPr>
          <w:rFonts w:ascii="Calibri" w:hAnsi="Calibri" w:cs="Calibri"/>
        </w:rPr>
      </w:pPr>
    </w:p>
    <w:p w:rsidR="0017211D" w:rsidRPr="00813818" w:rsidRDefault="0017211D" w:rsidP="0036110D">
      <w:pPr>
        <w:pStyle w:val="Abstract"/>
        <w:spacing w:line="480" w:lineRule="auto"/>
        <w:ind w:firstLine="0"/>
        <w:rPr>
          <w:rFonts w:ascii="Calibri" w:hAnsi="Calibri" w:cs="Calibri"/>
          <w:b w:val="0"/>
          <w:bCs w:val="0"/>
          <w:sz w:val="24"/>
          <w:szCs w:val="24"/>
          <w:lang w:val="en-GB" w:eastAsia="zh-CN"/>
        </w:rPr>
      </w:pPr>
      <w:r w:rsidRPr="00813818">
        <w:rPr>
          <w:rFonts w:ascii="Calibri" w:hAnsi="Calibri" w:cs="Calibri"/>
          <w:sz w:val="24"/>
          <w:szCs w:val="24"/>
          <w:lang w:val="en-GB"/>
        </w:rPr>
        <w:t>Abstract:</w:t>
      </w:r>
      <w:r w:rsidRPr="00813818">
        <w:rPr>
          <w:rFonts w:ascii="Calibri" w:hAnsi="Calibri" w:cs="Calibri"/>
          <w:b w:val="0"/>
          <w:bCs w:val="0"/>
          <w:sz w:val="24"/>
          <w:szCs w:val="24"/>
          <w:lang w:val="en-GB"/>
        </w:rPr>
        <w:t xml:space="preserve"> Multi-population based nature-inspired optimization algorithms have attracted wide research interests in the last decade, and become one of the frequently used methods to handle real-world optimization problems. Considering the importance and value of multi-population </w:t>
      </w:r>
      <w:r w:rsidRPr="00813818">
        <w:rPr>
          <w:rFonts w:ascii="Calibri" w:hAnsi="Calibri" w:cs="Calibri"/>
          <w:b w:val="0"/>
          <w:bCs w:val="0"/>
          <w:sz w:val="24"/>
          <w:szCs w:val="24"/>
          <w:lang w:val="en-GB" w:eastAsia="zh-CN"/>
        </w:rPr>
        <w:t>methods</w:t>
      </w:r>
      <w:r w:rsidRPr="00813818">
        <w:rPr>
          <w:rFonts w:ascii="Calibri" w:hAnsi="Calibri" w:cs="Calibri"/>
          <w:b w:val="0"/>
          <w:bCs w:val="0"/>
          <w:sz w:val="24"/>
          <w:szCs w:val="24"/>
          <w:lang w:val="en-GB"/>
        </w:rPr>
        <w:t xml:space="preserve"> and its applications, we believe it is the right time to provide a comprehensive survey of the published work, and also to discuss several aspects for the future research. The purpose of this paper is to summarize the published techniques related to the multi-population methods in nature-inspired optimization algorithms. Beginning with the concept of multi-population optimi</w:t>
      </w:r>
      <w:r w:rsidRPr="00813818">
        <w:rPr>
          <w:rFonts w:ascii="Calibri" w:hAnsi="Calibri" w:cs="Calibri"/>
          <w:b w:val="0"/>
          <w:bCs w:val="0"/>
          <w:sz w:val="24"/>
          <w:szCs w:val="24"/>
          <w:lang w:val="en-GB" w:eastAsia="zh-CN"/>
        </w:rPr>
        <w:t>z</w:t>
      </w:r>
      <w:r w:rsidRPr="00813818">
        <w:rPr>
          <w:rFonts w:ascii="Calibri" w:hAnsi="Calibri" w:cs="Calibri"/>
          <w:b w:val="0"/>
          <w:bCs w:val="0"/>
          <w:sz w:val="24"/>
          <w:szCs w:val="24"/>
          <w:lang w:val="en-GB"/>
        </w:rPr>
        <w:t xml:space="preserve">ation, we review basic and important issues in the multi-population </w:t>
      </w:r>
      <w:r w:rsidRPr="00813818">
        <w:rPr>
          <w:rFonts w:ascii="Calibri" w:hAnsi="Calibri" w:cs="Calibri"/>
          <w:b w:val="0"/>
          <w:bCs w:val="0"/>
          <w:sz w:val="24"/>
          <w:szCs w:val="24"/>
          <w:lang w:val="en-GB" w:eastAsia="zh-CN"/>
        </w:rPr>
        <w:t>methods</w:t>
      </w:r>
      <w:r w:rsidRPr="00813818">
        <w:rPr>
          <w:rFonts w:ascii="Calibri" w:hAnsi="Calibri" w:cs="Calibri"/>
          <w:b w:val="0"/>
          <w:bCs w:val="0"/>
          <w:sz w:val="24"/>
          <w:szCs w:val="24"/>
          <w:lang w:val="en-GB"/>
        </w:rPr>
        <w:t xml:space="preserve"> and discuss their applications in science and engineering. Finally, this paper presents several interesting open problems with future research directions for multi-population optimi</w:t>
      </w:r>
      <w:r w:rsidRPr="00813818">
        <w:rPr>
          <w:rFonts w:ascii="Calibri" w:hAnsi="Calibri" w:cs="Calibri"/>
          <w:b w:val="0"/>
          <w:bCs w:val="0"/>
          <w:sz w:val="24"/>
          <w:szCs w:val="24"/>
          <w:lang w:val="en-GB" w:eastAsia="zh-CN"/>
        </w:rPr>
        <w:t>z</w:t>
      </w:r>
      <w:r w:rsidRPr="00813818">
        <w:rPr>
          <w:rFonts w:ascii="Calibri" w:hAnsi="Calibri" w:cs="Calibri"/>
          <w:b w:val="0"/>
          <w:bCs w:val="0"/>
          <w:sz w:val="24"/>
          <w:szCs w:val="24"/>
          <w:lang w:val="en-GB"/>
        </w:rPr>
        <w:t xml:space="preserve">ation </w:t>
      </w:r>
      <w:r w:rsidRPr="00813818">
        <w:rPr>
          <w:rFonts w:ascii="Calibri" w:hAnsi="Calibri" w:cs="Calibri"/>
          <w:b w:val="0"/>
          <w:bCs w:val="0"/>
          <w:sz w:val="24"/>
          <w:szCs w:val="24"/>
          <w:lang w:val="en-GB" w:eastAsia="zh-CN"/>
        </w:rPr>
        <w:t>methods.</w:t>
      </w:r>
    </w:p>
    <w:p w:rsidR="0017211D" w:rsidRPr="00813818" w:rsidRDefault="0017211D" w:rsidP="0036110D">
      <w:pPr>
        <w:pStyle w:val="Abstract"/>
        <w:spacing w:line="480" w:lineRule="auto"/>
        <w:ind w:firstLine="0"/>
        <w:rPr>
          <w:rFonts w:ascii="Calibri" w:hAnsi="Calibri" w:cs="Calibri"/>
          <w:b w:val="0"/>
          <w:bCs w:val="0"/>
          <w:sz w:val="24"/>
          <w:szCs w:val="24"/>
          <w:lang w:val="en-GB" w:eastAsia="zh-CN"/>
        </w:rPr>
      </w:pPr>
      <w:bookmarkStart w:id="0" w:name="PointTmp"/>
      <w:r w:rsidRPr="00813818">
        <w:rPr>
          <w:rFonts w:ascii="Calibri" w:hAnsi="Calibri" w:cs="Calibri"/>
          <w:sz w:val="24"/>
          <w:szCs w:val="24"/>
          <w:lang w:val="en-GB"/>
        </w:rPr>
        <w:t>Keywords:</w:t>
      </w:r>
      <w:r w:rsidRPr="00813818">
        <w:rPr>
          <w:rFonts w:ascii="Calibri" w:hAnsi="Calibri" w:cs="Calibri"/>
          <w:b w:val="0"/>
          <w:bCs w:val="0"/>
          <w:sz w:val="24"/>
          <w:szCs w:val="24"/>
          <w:lang w:val="en-GB"/>
        </w:rPr>
        <w:t xml:space="preserve"> Multi-population,</w:t>
      </w:r>
      <w:r w:rsidRPr="00813818">
        <w:rPr>
          <w:rFonts w:ascii="Calibri" w:hAnsi="Calibri" w:cs="Calibri"/>
          <w:b w:val="0"/>
          <w:bCs w:val="0"/>
          <w:sz w:val="24"/>
          <w:szCs w:val="24"/>
          <w:lang w:val="en-GB" w:eastAsia="zh-CN"/>
        </w:rPr>
        <w:t xml:space="preserve"> </w:t>
      </w:r>
      <w:r w:rsidRPr="00813818">
        <w:rPr>
          <w:rFonts w:ascii="Calibri" w:hAnsi="Calibri" w:cs="Calibri"/>
          <w:b w:val="0"/>
          <w:bCs w:val="0"/>
          <w:sz w:val="24"/>
          <w:szCs w:val="24"/>
          <w:lang w:val="en-GB"/>
        </w:rPr>
        <w:t>Nature-inspired algorithm,</w:t>
      </w:r>
      <w:r w:rsidRPr="00813818">
        <w:rPr>
          <w:rFonts w:ascii="Calibri" w:hAnsi="Calibri" w:cs="Calibri"/>
          <w:b w:val="0"/>
          <w:bCs w:val="0"/>
          <w:sz w:val="24"/>
          <w:szCs w:val="24"/>
          <w:lang w:val="en-GB" w:eastAsia="zh-CN"/>
        </w:rPr>
        <w:t xml:space="preserve"> </w:t>
      </w:r>
      <w:r w:rsidRPr="00813818">
        <w:rPr>
          <w:rFonts w:ascii="Calibri" w:hAnsi="Calibri" w:cs="Calibri"/>
          <w:b w:val="0"/>
          <w:bCs w:val="0"/>
          <w:sz w:val="24"/>
          <w:szCs w:val="24"/>
          <w:lang w:val="en-GB"/>
        </w:rPr>
        <w:t>Optimization</w:t>
      </w:r>
      <w:r w:rsidRPr="00813818">
        <w:rPr>
          <w:rFonts w:ascii="Calibri" w:hAnsi="Calibri" w:cs="Calibri"/>
          <w:b w:val="0"/>
          <w:bCs w:val="0"/>
          <w:sz w:val="24"/>
          <w:szCs w:val="24"/>
          <w:lang w:val="en-GB" w:eastAsia="zh-CN"/>
        </w:rPr>
        <w:t>,</w:t>
      </w:r>
      <w:r w:rsidRPr="00813818">
        <w:rPr>
          <w:rFonts w:ascii="Calibri" w:hAnsi="Calibri" w:cs="Calibri"/>
          <w:b w:val="0"/>
          <w:bCs w:val="0"/>
          <w:sz w:val="24"/>
          <w:szCs w:val="24"/>
          <w:lang w:val="en-GB"/>
        </w:rPr>
        <w:t xml:space="preserve"> Evolutionary algorithm, Swarm Intelligence</w:t>
      </w:r>
    </w:p>
    <w:p w:rsidR="0017211D" w:rsidRPr="00813818" w:rsidRDefault="0017211D" w:rsidP="0036110D">
      <w:pPr>
        <w:spacing w:line="480" w:lineRule="auto"/>
        <w:rPr>
          <w:rFonts w:ascii="Calibri" w:hAnsi="Calibri" w:cs="Calibri"/>
          <w:sz w:val="28"/>
          <w:szCs w:val="28"/>
          <w:lang w:val="en-GB"/>
        </w:rPr>
      </w:pPr>
    </w:p>
    <w:bookmarkEnd w:id="0"/>
    <w:p w:rsidR="0017211D" w:rsidRPr="00813818" w:rsidRDefault="0017211D" w:rsidP="0036110D">
      <w:pPr>
        <w:pStyle w:val="1"/>
        <w:numPr>
          <w:ilvl w:val="0"/>
          <w:numId w:val="1"/>
        </w:numPr>
        <w:spacing w:line="480" w:lineRule="auto"/>
        <w:ind w:left="0"/>
        <w:jc w:val="both"/>
        <w:rPr>
          <w:sz w:val="28"/>
          <w:szCs w:val="28"/>
        </w:rPr>
      </w:pPr>
      <w:r w:rsidRPr="00813818">
        <w:rPr>
          <w:sz w:val="28"/>
          <w:szCs w:val="28"/>
        </w:rPr>
        <w:t>Introduction</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Nature-inspired optimization algorithms, including evolutionary algorithms (EAs) and swarm intelligence (SI), are part of the computer intelligence discipline that has become increasingly popular over the past few decades [1-4]. EAs and SI are inspired by natural phenomena, evolution processes, and the collective behaviors of swarms of ants and bees, and flocks of birds when they search for food or a better environment. The popularity of nature-inspired optimization algorithms is due to the fact that they can be used to solve complex problems in different domains. EAs begin with a set of random candidate solutions, iteratively generate offspring solutions, and render the fittest until an acceptable solution is found. Popular algorithms in this category are genetic algorithms (GAs) [5], evolution strategy (ES) [6], evolutionary programming (EP) [7], genetic programming (GP) [8], estimation of distribution algorithms (EDAs) [9], differential evolution (DE) [10-11], biogeography-based optimization (BBO) [12-13] and fireworks algorithm (FWA) [14]. SI algorithms start with a set of candidate solutions, and in each iteration, a new set of candidate solutions is created based on historical and other related information. Some examples include ant colony algorithms (ACO) [15], particle swarm optimization (PSO) [16], artificial bee colony (ABC) algorithm [17], firefly algorithm (FA) [18], krill herd (KH) algorithm [19], and others [20-23].</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In the last decade, multi-population based methods were often discussed and used to improve the optimization performance of nature-inspired optimization algorithms. Researchers tend to divide the original population into multiple small subpopulations for some specific purposes, for example, solving large-scale optimization and dynamic optimization problems. Then, some evolution operations, for example, selection, crossover and mutation for GAs, are executed to implement individual evolution. Finally, these subpopulations interact with each other via merging, communication and re-division process to avoid premature convergence and maintain population diversity when people tackle various optimization problems.</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 xml:space="preserve">Existing studies on multi-population optimization demonstrate that it is easily integrated within various nature-inspired optimization algorithms, and it often performs better than single-population optimization algorithms, including global benchmark functions and real-world applications. Why a multi-population approach is popular and effective [47, 77, 118]: (1) it divides the whole population into multiple subpopulations, in which the population diversity can be maintained because different subpopulations can be located in different search spaces; (2) it is able to search different areas simultaneously, allowing it to find promising optimal solutions efficiently, and (3) various nature-inspired optimization algorithms can be rapidly and easily embedded into multi-population methods. The main objective of this survey is to provide an exhaustive summary of the work published on multi-population methods in nature-inspired optimization algorithms, whilst presenting remaining challenges and research objectives. This survey includes two main areas: basic research issues and applications. </w:t>
      </w:r>
    </w:p>
    <w:p w:rsidR="0017211D" w:rsidRPr="00813818" w:rsidRDefault="0017211D" w:rsidP="0036110D">
      <w:pPr>
        <w:spacing w:line="480" w:lineRule="auto"/>
        <w:ind w:firstLine="225"/>
        <w:rPr>
          <w:rFonts w:ascii="Calibri" w:hAnsi="Calibri" w:cs="Calibri"/>
          <w:sz w:val="24"/>
          <w:szCs w:val="24"/>
        </w:rPr>
      </w:pPr>
      <w:r w:rsidRPr="00813818">
        <w:rPr>
          <w:rFonts w:ascii="Calibri" w:hAnsi="Calibri" w:cs="Calibri"/>
          <w:sz w:val="24"/>
          <w:szCs w:val="24"/>
        </w:rPr>
        <w:t>Other reviews and surveys on multi-population methods have also been published in the past few years [24-26], in which the concepts of multi-population is described using other terms such as ‘parallel’, ‘cooperative’, ‘co-evolution’, ‘islands’, and so on. Our survey introduces the research progress made in the last few years with comprehensive discussion on remaining problems and possible research directions. In addition, we discuss hardware implementations of multi-population including traditional CPU, parallel GPU, and AMD Accelerated Processing Unit (APU) with multi-core architectures. Their features of multi-thread and parallel processing significantly speed up implementation time. Implementation details can be found in the literature [27-29].</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 xml:space="preserve">This survey is prepared using the database of Web of Science. Figure 1 shows the chronological distribution of the papers published in the last 10-year related to nature-inspired optimization algorithms with “multi-population (multipopulation)” or “multi-swarm (multiswarm)” in their titles. Note that the concept of multi-population is often used in EAs whilst the concept of multi-swarm is often used in SI related papers. Table 1 shows the top 10 countries with the largest number of the research papers, and Table 2 shows the top 5 journals with the largest number of papers on multi-population methods in nature-inspired optimization algorithms. These figure and tables clearly show the breadth, depth, and growth of interest in multi-population methods. </w:t>
      </w:r>
    </w:p>
    <w:p w:rsidR="0017211D" w:rsidRPr="00813818" w:rsidRDefault="0017211D" w:rsidP="0036110D">
      <w:pPr>
        <w:spacing w:line="252" w:lineRule="auto"/>
        <w:jc w:val="center"/>
        <w:rPr>
          <w:rFonts w:ascii="Calibri" w:hAnsi="Calibri" w:cs="Calibri"/>
        </w:rPr>
      </w:pPr>
    </w:p>
    <w:p w:rsidR="0017211D" w:rsidRPr="00813818" w:rsidRDefault="0017211D" w:rsidP="0036110D">
      <w:pPr>
        <w:spacing w:line="252" w:lineRule="auto"/>
        <w:jc w:val="center"/>
        <w:rPr>
          <w:rFonts w:ascii="Calibri" w:hAnsi="Calibri" w:cs="Calibri"/>
        </w:rPr>
      </w:pPr>
      <w:r w:rsidRPr="00D23812">
        <w:rPr>
          <w:rFonts w:ascii="Calibri" w:hAnsi="Calibri" w:cs="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273pt;height:217.5pt;visibility:visible">
            <v:imagedata r:id="rId7" o:title=""/>
          </v:shape>
        </w:pict>
      </w:r>
    </w:p>
    <w:p w:rsidR="0017211D" w:rsidRPr="00813818" w:rsidRDefault="0017211D" w:rsidP="0036110D">
      <w:pPr>
        <w:spacing w:line="480" w:lineRule="auto"/>
        <w:jc w:val="center"/>
        <w:rPr>
          <w:rFonts w:ascii="Calibri" w:hAnsi="Calibri" w:cs="Calibri"/>
        </w:rPr>
      </w:pPr>
      <w:r w:rsidRPr="00813818">
        <w:rPr>
          <w:rFonts w:ascii="Calibri" w:hAnsi="Calibri" w:cs="Calibri"/>
        </w:rPr>
        <w:t>Figure 1 Publication number of multi-population methods in nature-inspired algorithms by years.</w:t>
      </w:r>
    </w:p>
    <w:p w:rsidR="0017211D" w:rsidRPr="00813818" w:rsidRDefault="0017211D" w:rsidP="0036110D">
      <w:pPr>
        <w:jc w:val="center"/>
        <w:rPr>
          <w:rFonts w:ascii="Verdana" w:hAnsi="Verdana" w:cs="Verdana"/>
          <w:kern w:val="0"/>
          <w:sz w:val="18"/>
          <w:szCs w:val="18"/>
        </w:rPr>
      </w:pPr>
    </w:p>
    <w:p w:rsidR="0017211D" w:rsidRPr="00813818" w:rsidRDefault="0017211D" w:rsidP="0036110D">
      <w:pPr>
        <w:jc w:val="center"/>
        <w:rPr>
          <w:rFonts w:ascii="Calibri" w:hAnsi="Calibri" w:cs="Calibri"/>
        </w:rPr>
      </w:pPr>
    </w:p>
    <w:p w:rsidR="0017211D" w:rsidRPr="00813818" w:rsidRDefault="0017211D" w:rsidP="0036110D">
      <w:pPr>
        <w:jc w:val="center"/>
        <w:rPr>
          <w:rFonts w:ascii="Calibri" w:hAnsi="Calibri" w:cs="Calibri"/>
        </w:rPr>
      </w:pPr>
    </w:p>
    <w:p w:rsidR="0017211D" w:rsidRPr="00813818" w:rsidRDefault="0017211D" w:rsidP="0036110D">
      <w:pPr>
        <w:jc w:val="center"/>
        <w:rPr>
          <w:rFonts w:ascii="Calibri" w:hAnsi="Calibri" w:cs="Calibri"/>
        </w:rPr>
      </w:pPr>
      <w:r w:rsidRPr="00813818">
        <w:rPr>
          <w:rFonts w:ascii="Calibri" w:hAnsi="Calibri" w:cs="Calibri"/>
        </w:rPr>
        <w:t>Table 1 The top 10 countries with the largest number of the papers on multi-population methods.</w:t>
      </w:r>
    </w:p>
    <w:tbl>
      <w:tblPr>
        <w:tblW w:w="8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
        <w:gridCol w:w="1260"/>
        <w:gridCol w:w="1787"/>
        <w:gridCol w:w="709"/>
        <w:gridCol w:w="1425"/>
        <w:gridCol w:w="1984"/>
      </w:tblGrid>
      <w:tr w:rsidR="0017211D" w:rsidRPr="00813818">
        <w:trPr>
          <w:jc w:val="center"/>
        </w:trPr>
        <w:tc>
          <w:tcPr>
            <w:tcW w:w="883" w:type="dxa"/>
          </w:tcPr>
          <w:p w:rsidR="0017211D" w:rsidRPr="00813818" w:rsidRDefault="0017211D" w:rsidP="00FB4D99">
            <w:pPr>
              <w:keepNext/>
              <w:keepLines/>
              <w:jc w:val="center"/>
              <w:rPr>
                <w:rFonts w:ascii="Calibri" w:hAnsi="Calibri" w:cs="Calibri"/>
              </w:rPr>
            </w:pPr>
            <w:r w:rsidRPr="00813818">
              <w:rPr>
                <w:rFonts w:ascii="Calibri" w:hAnsi="Calibri" w:cs="Calibri"/>
              </w:rPr>
              <w:t>Rank</w:t>
            </w:r>
          </w:p>
        </w:tc>
        <w:tc>
          <w:tcPr>
            <w:tcW w:w="1260" w:type="dxa"/>
          </w:tcPr>
          <w:p w:rsidR="0017211D" w:rsidRPr="00813818" w:rsidRDefault="0017211D" w:rsidP="00FB4D99">
            <w:pPr>
              <w:keepNext/>
              <w:keepLines/>
              <w:jc w:val="center"/>
              <w:rPr>
                <w:rFonts w:ascii="Calibri" w:hAnsi="Calibri" w:cs="Calibri"/>
              </w:rPr>
            </w:pPr>
            <w:r w:rsidRPr="00813818">
              <w:rPr>
                <w:rFonts w:ascii="Calibri" w:hAnsi="Calibri" w:cs="Calibri"/>
              </w:rPr>
              <w:t>Country</w:t>
            </w:r>
          </w:p>
        </w:tc>
        <w:tc>
          <w:tcPr>
            <w:tcW w:w="1787" w:type="dxa"/>
            <w:tcBorders>
              <w:right w:val="double" w:sz="4" w:space="0" w:color="auto"/>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Number of papers</w:t>
            </w:r>
          </w:p>
        </w:tc>
        <w:tc>
          <w:tcPr>
            <w:tcW w:w="709" w:type="dxa"/>
            <w:tcBorders>
              <w:left w:val="double" w:sz="4" w:space="0" w:color="auto"/>
            </w:tcBorders>
          </w:tcPr>
          <w:p w:rsidR="0017211D" w:rsidRPr="00813818" w:rsidRDefault="0017211D" w:rsidP="00FB4D99">
            <w:pPr>
              <w:keepNext/>
              <w:keepLines/>
              <w:jc w:val="center"/>
              <w:rPr>
                <w:rFonts w:ascii="Calibri" w:hAnsi="Calibri" w:cs="Calibri"/>
              </w:rPr>
            </w:pPr>
            <w:r w:rsidRPr="00813818">
              <w:rPr>
                <w:rFonts w:ascii="Calibri" w:hAnsi="Calibri" w:cs="Calibri"/>
              </w:rPr>
              <w:t>Rank</w:t>
            </w:r>
          </w:p>
        </w:tc>
        <w:tc>
          <w:tcPr>
            <w:tcW w:w="1425" w:type="dxa"/>
          </w:tcPr>
          <w:p w:rsidR="0017211D" w:rsidRPr="00813818" w:rsidRDefault="0017211D" w:rsidP="00FB4D99">
            <w:pPr>
              <w:keepNext/>
              <w:keepLines/>
              <w:jc w:val="center"/>
              <w:rPr>
                <w:rFonts w:ascii="Calibri" w:hAnsi="Calibri" w:cs="Calibri"/>
              </w:rPr>
            </w:pPr>
            <w:r w:rsidRPr="00813818">
              <w:rPr>
                <w:rFonts w:ascii="Calibri" w:hAnsi="Calibri" w:cs="Calibri"/>
              </w:rPr>
              <w:t>Country</w:t>
            </w:r>
          </w:p>
        </w:tc>
        <w:tc>
          <w:tcPr>
            <w:tcW w:w="1984"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Number of papers</w:t>
            </w:r>
          </w:p>
        </w:tc>
      </w:tr>
      <w:tr w:rsidR="0017211D" w:rsidRPr="00813818">
        <w:trPr>
          <w:jc w:val="center"/>
        </w:trPr>
        <w:tc>
          <w:tcPr>
            <w:tcW w:w="883" w:type="dxa"/>
            <w:tcBorders>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1</w:t>
            </w:r>
          </w:p>
        </w:tc>
        <w:tc>
          <w:tcPr>
            <w:tcW w:w="1260" w:type="dxa"/>
            <w:tcBorders>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China</w:t>
            </w:r>
          </w:p>
        </w:tc>
        <w:tc>
          <w:tcPr>
            <w:tcW w:w="1787" w:type="dxa"/>
            <w:tcBorders>
              <w:bottom w:val="nil"/>
              <w:right w:val="double" w:sz="4" w:space="0" w:color="auto"/>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196</w:t>
            </w:r>
          </w:p>
        </w:tc>
        <w:tc>
          <w:tcPr>
            <w:tcW w:w="709" w:type="dxa"/>
            <w:tcBorders>
              <w:left w:val="double" w:sz="4" w:space="0" w:color="auto"/>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6</w:t>
            </w:r>
          </w:p>
        </w:tc>
        <w:tc>
          <w:tcPr>
            <w:tcW w:w="1425" w:type="dxa"/>
            <w:tcBorders>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India</w:t>
            </w:r>
          </w:p>
        </w:tc>
        <w:tc>
          <w:tcPr>
            <w:tcW w:w="1984"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16</w:t>
            </w:r>
          </w:p>
        </w:tc>
      </w:tr>
      <w:tr w:rsidR="0017211D" w:rsidRPr="00813818">
        <w:trPr>
          <w:jc w:val="center"/>
        </w:trPr>
        <w:tc>
          <w:tcPr>
            <w:tcW w:w="883" w:type="dxa"/>
            <w:tcBorders>
              <w:top w:val="nil"/>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2</w:t>
            </w:r>
          </w:p>
        </w:tc>
        <w:tc>
          <w:tcPr>
            <w:tcW w:w="1260" w:type="dxa"/>
            <w:tcBorders>
              <w:top w:val="nil"/>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USA</w:t>
            </w:r>
          </w:p>
        </w:tc>
        <w:tc>
          <w:tcPr>
            <w:tcW w:w="1787" w:type="dxa"/>
            <w:tcBorders>
              <w:top w:val="nil"/>
              <w:bottom w:val="nil"/>
              <w:right w:val="double" w:sz="4" w:space="0" w:color="auto"/>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45</w:t>
            </w:r>
          </w:p>
        </w:tc>
        <w:tc>
          <w:tcPr>
            <w:tcW w:w="709" w:type="dxa"/>
            <w:tcBorders>
              <w:top w:val="nil"/>
              <w:left w:val="double" w:sz="4" w:space="0" w:color="auto"/>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7</w:t>
            </w:r>
          </w:p>
        </w:tc>
        <w:tc>
          <w:tcPr>
            <w:tcW w:w="1425" w:type="dxa"/>
            <w:tcBorders>
              <w:top w:val="nil"/>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Spain</w:t>
            </w:r>
          </w:p>
        </w:tc>
        <w:tc>
          <w:tcPr>
            <w:tcW w:w="1984"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14</w:t>
            </w:r>
          </w:p>
        </w:tc>
      </w:tr>
      <w:tr w:rsidR="0017211D" w:rsidRPr="00813818">
        <w:trPr>
          <w:jc w:val="center"/>
        </w:trPr>
        <w:tc>
          <w:tcPr>
            <w:tcW w:w="883" w:type="dxa"/>
            <w:tcBorders>
              <w:top w:val="nil"/>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3</w:t>
            </w:r>
          </w:p>
        </w:tc>
        <w:tc>
          <w:tcPr>
            <w:tcW w:w="1260" w:type="dxa"/>
            <w:tcBorders>
              <w:top w:val="nil"/>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UK</w:t>
            </w:r>
          </w:p>
        </w:tc>
        <w:tc>
          <w:tcPr>
            <w:tcW w:w="1787" w:type="dxa"/>
            <w:tcBorders>
              <w:top w:val="nil"/>
              <w:bottom w:val="nil"/>
              <w:right w:val="double" w:sz="4" w:space="0" w:color="auto"/>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23</w:t>
            </w:r>
          </w:p>
        </w:tc>
        <w:tc>
          <w:tcPr>
            <w:tcW w:w="709" w:type="dxa"/>
            <w:tcBorders>
              <w:top w:val="nil"/>
              <w:left w:val="double" w:sz="4" w:space="0" w:color="auto"/>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8</w:t>
            </w:r>
          </w:p>
        </w:tc>
        <w:tc>
          <w:tcPr>
            <w:tcW w:w="1425" w:type="dxa"/>
            <w:tcBorders>
              <w:top w:val="nil"/>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Japan</w:t>
            </w:r>
          </w:p>
        </w:tc>
        <w:tc>
          <w:tcPr>
            <w:tcW w:w="1984"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13</w:t>
            </w:r>
          </w:p>
        </w:tc>
      </w:tr>
      <w:tr w:rsidR="0017211D" w:rsidRPr="00813818">
        <w:trPr>
          <w:jc w:val="center"/>
        </w:trPr>
        <w:tc>
          <w:tcPr>
            <w:tcW w:w="883" w:type="dxa"/>
            <w:tcBorders>
              <w:top w:val="nil"/>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4</w:t>
            </w:r>
          </w:p>
        </w:tc>
        <w:tc>
          <w:tcPr>
            <w:tcW w:w="1260" w:type="dxa"/>
            <w:tcBorders>
              <w:top w:val="nil"/>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Canada</w:t>
            </w:r>
          </w:p>
        </w:tc>
        <w:tc>
          <w:tcPr>
            <w:tcW w:w="1787" w:type="dxa"/>
            <w:tcBorders>
              <w:top w:val="nil"/>
              <w:bottom w:val="nil"/>
              <w:right w:val="double" w:sz="4" w:space="0" w:color="auto"/>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22</w:t>
            </w:r>
          </w:p>
        </w:tc>
        <w:tc>
          <w:tcPr>
            <w:tcW w:w="709" w:type="dxa"/>
            <w:tcBorders>
              <w:top w:val="nil"/>
              <w:left w:val="double" w:sz="4" w:space="0" w:color="auto"/>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9</w:t>
            </w:r>
          </w:p>
        </w:tc>
        <w:tc>
          <w:tcPr>
            <w:tcW w:w="1425" w:type="dxa"/>
            <w:tcBorders>
              <w:top w:val="nil"/>
              <w:bottom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Australia</w:t>
            </w:r>
          </w:p>
        </w:tc>
        <w:tc>
          <w:tcPr>
            <w:tcW w:w="1984"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13</w:t>
            </w:r>
          </w:p>
        </w:tc>
      </w:tr>
      <w:tr w:rsidR="0017211D" w:rsidRPr="00813818">
        <w:trPr>
          <w:jc w:val="center"/>
        </w:trPr>
        <w:tc>
          <w:tcPr>
            <w:tcW w:w="883" w:type="dxa"/>
            <w:tcBorders>
              <w:top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5</w:t>
            </w:r>
          </w:p>
        </w:tc>
        <w:tc>
          <w:tcPr>
            <w:tcW w:w="1260" w:type="dxa"/>
            <w:tcBorders>
              <w:top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Brazil</w:t>
            </w:r>
          </w:p>
        </w:tc>
        <w:tc>
          <w:tcPr>
            <w:tcW w:w="1787" w:type="dxa"/>
            <w:tcBorders>
              <w:top w:val="nil"/>
              <w:right w:val="double" w:sz="4" w:space="0" w:color="auto"/>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17</w:t>
            </w:r>
          </w:p>
        </w:tc>
        <w:tc>
          <w:tcPr>
            <w:tcW w:w="709" w:type="dxa"/>
            <w:tcBorders>
              <w:top w:val="nil"/>
              <w:left w:val="double" w:sz="4" w:space="0" w:color="auto"/>
            </w:tcBorders>
          </w:tcPr>
          <w:p w:rsidR="0017211D" w:rsidRPr="00813818" w:rsidRDefault="0017211D" w:rsidP="00FB4D99">
            <w:pPr>
              <w:keepNext/>
              <w:keepLines/>
              <w:jc w:val="center"/>
              <w:rPr>
                <w:rFonts w:ascii="Calibri" w:hAnsi="Calibri" w:cs="Calibri"/>
              </w:rPr>
            </w:pPr>
            <w:r w:rsidRPr="00813818">
              <w:rPr>
                <w:rFonts w:ascii="Calibri" w:hAnsi="Calibri" w:cs="Calibri"/>
              </w:rPr>
              <w:t>10</w:t>
            </w:r>
          </w:p>
        </w:tc>
        <w:tc>
          <w:tcPr>
            <w:tcW w:w="1425" w:type="dxa"/>
            <w:tcBorders>
              <w:top w:val="nil"/>
            </w:tcBorders>
          </w:tcPr>
          <w:p w:rsidR="0017211D" w:rsidRPr="00813818" w:rsidRDefault="0017211D" w:rsidP="00FB4D99">
            <w:pPr>
              <w:keepNext/>
              <w:keepLines/>
              <w:jc w:val="center"/>
              <w:rPr>
                <w:rFonts w:ascii="Calibri" w:hAnsi="Calibri" w:cs="Calibri"/>
              </w:rPr>
            </w:pPr>
            <w:r w:rsidRPr="00813818">
              <w:rPr>
                <w:rFonts w:ascii="Calibri" w:hAnsi="Calibri" w:cs="Calibri"/>
              </w:rPr>
              <w:t>Italy</w:t>
            </w:r>
          </w:p>
        </w:tc>
        <w:tc>
          <w:tcPr>
            <w:tcW w:w="1984"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13</w:t>
            </w:r>
          </w:p>
        </w:tc>
      </w:tr>
    </w:tbl>
    <w:p w:rsidR="0017211D" w:rsidRPr="00813818" w:rsidRDefault="0017211D" w:rsidP="0036110D">
      <w:pPr>
        <w:rPr>
          <w:rFonts w:ascii="Calibri" w:hAnsi="Calibri" w:cs="Calibri"/>
        </w:rPr>
      </w:pPr>
    </w:p>
    <w:p w:rsidR="0017211D" w:rsidRPr="00813818" w:rsidRDefault="0017211D" w:rsidP="0036110D">
      <w:pPr>
        <w:jc w:val="center"/>
        <w:rPr>
          <w:rFonts w:ascii="Calibri" w:hAnsi="Calibri" w:cs="Calibri"/>
        </w:rPr>
      </w:pPr>
    </w:p>
    <w:p w:rsidR="0017211D" w:rsidRPr="00813818" w:rsidRDefault="0017211D" w:rsidP="0036110D">
      <w:pPr>
        <w:jc w:val="center"/>
        <w:rPr>
          <w:rFonts w:ascii="Calibri" w:hAnsi="Calibri" w:cs="Calibri"/>
        </w:rPr>
      </w:pPr>
      <w:r w:rsidRPr="00813818">
        <w:rPr>
          <w:rFonts w:ascii="Calibri" w:hAnsi="Calibri" w:cs="Calibri"/>
        </w:rPr>
        <w:t>Table 2 The top 5 journals with the largest number of the papers on multi-population methods.</w:t>
      </w:r>
    </w:p>
    <w:tbl>
      <w:tblPr>
        <w:tblW w:w="8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5846"/>
        <w:gridCol w:w="1800"/>
      </w:tblGrid>
      <w:tr w:rsidR="0017211D" w:rsidRPr="00813818">
        <w:trPr>
          <w:jc w:val="center"/>
        </w:trPr>
        <w:tc>
          <w:tcPr>
            <w:tcW w:w="704"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Rank</w:t>
            </w:r>
          </w:p>
        </w:tc>
        <w:tc>
          <w:tcPr>
            <w:tcW w:w="5846"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Journal</w:t>
            </w:r>
          </w:p>
        </w:tc>
        <w:tc>
          <w:tcPr>
            <w:tcW w:w="1800"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Number of papers</w:t>
            </w:r>
          </w:p>
        </w:tc>
      </w:tr>
      <w:tr w:rsidR="0017211D" w:rsidRPr="00813818">
        <w:trPr>
          <w:jc w:val="center"/>
        </w:trPr>
        <w:tc>
          <w:tcPr>
            <w:tcW w:w="704"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w:t>
            </w:r>
          </w:p>
        </w:tc>
        <w:tc>
          <w:tcPr>
            <w:tcW w:w="5846"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Applied Soft Computing</w:t>
            </w:r>
          </w:p>
        </w:tc>
        <w:tc>
          <w:tcPr>
            <w:tcW w:w="1800"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15</w:t>
            </w:r>
          </w:p>
        </w:tc>
      </w:tr>
      <w:tr w:rsidR="0017211D" w:rsidRPr="00813818">
        <w:trPr>
          <w:jc w:val="center"/>
        </w:trPr>
        <w:tc>
          <w:tcPr>
            <w:tcW w:w="704"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2</w:t>
            </w:r>
          </w:p>
        </w:tc>
        <w:tc>
          <w:tcPr>
            <w:tcW w:w="5846"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Information Sciences</w:t>
            </w:r>
          </w:p>
        </w:tc>
        <w:tc>
          <w:tcPr>
            <w:tcW w:w="1800"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10</w:t>
            </w:r>
          </w:p>
        </w:tc>
      </w:tr>
      <w:tr w:rsidR="0017211D" w:rsidRPr="00813818">
        <w:trPr>
          <w:jc w:val="center"/>
        </w:trPr>
        <w:tc>
          <w:tcPr>
            <w:tcW w:w="704"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3</w:t>
            </w:r>
          </w:p>
        </w:tc>
        <w:tc>
          <w:tcPr>
            <w:tcW w:w="5846"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Soft Computing</w:t>
            </w:r>
          </w:p>
        </w:tc>
        <w:tc>
          <w:tcPr>
            <w:tcW w:w="1800"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7</w:t>
            </w:r>
          </w:p>
        </w:tc>
      </w:tr>
      <w:tr w:rsidR="0017211D" w:rsidRPr="00813818">
        <w:trPr>
          <w:jc w:val="center"/>
        </w:trPr>
        <w:tc>
          <w:tcPr>
            <w:tcW w:w="704"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4</w:t>
            </w:r>
          </w:p>
        </w:tc>
        <w:tc>
          <w:tcPr>
            <w:tcW w:w="5846"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Expert Systems with Applications</w:t>
            </w:r>
          </w:p>
        </w:tc>
        <w:tc>
          <w:tcPr>
            <w:tcW w:w="1800"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6</w:t>
            </w:r>
          </w:p>
        </w:tc>
      </w:tr>
      <w:tr w:rsidR="0017211D" w:rsidRPr="00813818">
        <w:trPr>
          <w:jc w:val="center"/>
        </w:trPr>
        <w:tc>
          <w:tcPr>
            <w:tcW w:w="704"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5</w:t>
            </w:r>
          </w:p>
        </w:tc>
        <w:tc>
          <w:tcPr>
            <w:tcW w:w="5846"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IEEE Transactions on Evolutionary Computation</w:t>
            </w:r>
          </w:p>
          <w:p w:rsidR="0017211D" w:rsidRPr="00813818" w:rsidRDefault="0017211D" w:rsidP="00FB4D99">
            <w:pPr>
              <w:keepNext/>
              <w:keepLines/>
              <w:jc w:val="center"/>
              <w:rPr>
                <w:rFonts w:ascii="Calibri" w:hAnsi="Calibri" w:cs="Calibri"/>
              </w:rPr>
            </w:pPr>
            <w:r w:rsidRPr="00813818">
              <w:rPr>
                <w:rFonts w:ascii="Calibri" w:hAnsi="Calibri" w:cs="Calibri"/>
              </w:rPr>
              <w:t>Advances in Engineering Software</w:t>
            </w:r>
          </w:p>
          <w:p w:rsidR="0017211D" w:rsidRPr="00813818" w:rsidRDefault="0017211D" w:rsidP="00FB4D99">
            <w:pPr>
              <w:keepNext/>
              <w:keepLines/>
              <w:jc w:val="center"/>
              <w:rPr>
                <w:rFonts w:ascii="Calibri" w:hAnsi="Calibri" w:cs="Calibri"/>
              </w:rPr>
            </w:pPr>
            <w:r w:rsidRPr="00813818">
              <w:rPr>
                <w:rFonts w:ascii="Calibri" w:hAnsi="Calibri" w:cs="Calibri"/>
              </w:rPr>
              <w:t>Applied Mathematics and Computation</w:t>
            </w:r>
          </w:p>
          <w:p w:rsidR="0017211D" w:rsidRPr="00813818" w:rsidRDefault="0017211D" w:rsidP="00FB4D99">
            <w:pPr>
              <w:keepNext/>
              <w:keepLines/>
              <w:jc w:val="center"/>
              <w:rPr>
                <w:rFonts w:ascii="Calibri" w:hAnsi="Calibri" w:cs="Calibri"/>
              </w:rPr>
            </w:pPr>
            <w:r w:rsidRPr="00813818">
              <w:rPr>
                <w:rFonts w:ascii="Calibri" w:hAnsi="Calibri" w:cs="Calibri"/>
              </w:rPr>
              <w:t>Applied Mechanics and Materials</w:t>
            </w:r>
          </w:p>
          <w:p w:rsidR="0017211D" w:rsidRPr="00813818" w:rsidRDefault="0017211D" w:rsidP="00FB4D99">
            <w:pPr>
              <w:keepNext/>
              <w:keepLines/>
              <w:jc w:val="center"/>
              <w:rPr>
                <w:rFonts w:ascii="Calibri" w:hAnsi="Calibri" w:cs="Calibri"/>
              </w:rPr>
            </w:pPr>
            <w:r w:rsidRPr="00813818">
              <w:rPr>
                <w:rFonts w:ascii="Calibri" w:hAnsi="Calibri" w:cs="Calibri"/>
              </w:rPr>
              <w:t>Computers Operations Research</w:t>
            </w:r>
          </w:p>
          <w:p w:rsidR="0017211D" w:rsidRPr="00813818" w:rsidRDefault="0017211D" w:rsidP="00FB4D99">
            <w:pPr>
              <w:keepNext/>
              <w:keepLines/>
              <w:jc w:val="center"/>
              <w:rPr>
                <w:rFonts w:ascii="Calibri" w:hAnsi="Calibri" w:cs="Calibri"/>
              </w:rPr>
            </w:pPr>
            <w:r w:rsidRPr="00813818">
              <w:rPr>
                <w:rFonts w:ascii="Calibri" w:hAnsi="Calibri" w:cs="Calibri"/>
              </w:rPr>
              <w:t>Plos One</w:t>
            </w:r>
          </w:p>
        </w:tc>
        <w:tc>
          <w:tcPr>
            <w:tcW w:w="1800"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4</w:t>
            </w:r>
          </w:p>
        </w:tc>
      </w:tr>
    </w:tbl>
    <w:p w:rsidR="0017211D" w:rsidRPr="00813818" w:rsidRDefault="0017211D" w:rsidP="0036110D">
      <w:pPr>
        <w:spacing w:line="480" w:lineRule="auto"/>
        <w:rPr>
          <w:rFonts w:ascii="Calibri" w:hAnsi="Calibri" w:cs="Calibri"/>
          <w:sz w:val="24"/>
          <w:szCs w:val="24"/>
        </w:rPr>
      </w:pP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To further analyze the development of multi-population methods, we use CiteSpace software [30], which generates the co-occurrence networks of authors, keywords, and institutions; and co-citation networks of the cited authors, references, and journals, to generate a journal co-citation analysis network. The top 5 multi-population methods related co-cited journals are shown in Table 3. Based on the analysis of the publications and co-citation counts, IEEE Transactions on Evolutionary Computation is identified as the major journal for publishing multi-population methods. We also use the CiteSpace to generate keyword co-occurrence, which is a useful approach to explore knowledge structures and hot topics, and the top 5 multi-population methods related keywords are shown in Table 4.</w:t>
      </w:r>
    </w:p>
    <w:p w:rsidR="0017211D" w:rsidRPr="00813818" w:rsidRDefault="0017211D" w:rsidP="0036110D">
      <w:pPr>
        <w:spacing w:line="252" w:lineRule="auto"/>
        <w:jc w:val="center"/>
        <w:rPr>
          <w:rFonts w:ascii="Calibri" w:hAnsi="Calibri" w:cs="Calibri"/>
        </w:rPr>
      </w:pPr>
    </w:p>
    <w:p w:rsidR="0017211D" w:rsidRPr="00813818" w:rsidRDefault="0017211D" w:rsidP="0036110D">
      <w:pPr>
        <w:spacing w:line="252" w:lineRule="auto"/>
        <w:jc w:val="center"/>
        <w:rPr>
          <w:rFonts w:ascii="Calibri" w:hAnsi="Calibri" w:cs="Calibri"/>
        </w:rPr>
      </w:pPr>
    </w:p>
    <w:p w:rsidR="0017211D" w:rsidRPr="00813818" w:rsidRDefault="0017211D" w:rsidP="0036110D">
      <w:pPr>
        <w:spacing w:line="252" w:lineRule="auto"/>
        <w:jc w:val="center"/>
        <w:rPr>
          <w:rFonts w:ascii="Calibri" w:hAnsi="Calibri" w:cs="Calibri"/>
        </w:rPr>
      </w:pPr>
    </w:p>
    <w:p w:rsidR="0017211D" w:rsidRPr="00813818" w:rsidRDefault="0017211D" w:rsidP="0036110D">
      <w:pPr>
        <w:spacing w:line="252" w:lineRule="auto"/>
        <w:jc w:val="center"/>
        <w:rPr>
          <w:rFonts w:ascii="Calibri" w:hAnsi="Calibri" w:cs="Calibri"/>
        </w:rPr>
      </w:pPr>
    </w:p>
    <w:p w:rsidR="0017211D" w:rsidRPr="00813818" w:rsidRDefault="0017211D" w:rsidP="0036110D">
      <w:pPr>
        <w:spacing w:line="252" w:lineRule="auto"/>
        <w:jc w:val="center"/>
        <w:rPr>
          <w:rFonts w:ascii="Calibri" w:hAnsi="Calibri" w:cs="Calibri"/>
        </w:rPr>
      </w:pPr>
    </w:p>
    <w:p w:rsidR="0017211D" w:rsidRPr="00813818" w:rsidRDefault="0017211D" w:rsidP="0036110D">
      <w:pPr>
        <w:spacing w:line="252" w:lineRule="auto"/>
        <w:jc w:val="center"/>
        <w:rPr>
          <w:rFonts w:ascii="Calibri" w:hAnsi="Calibri" w:cs="Calibri"/>
        </w:rPr>
      </w:pPr>
      <w:r w:rsidRPr="00813818">
        <w:rPr>
          <w:rFonts w:ascii="Calibri" w:hAnsi="Calibri" w:cs="Calibri"/>
        </w:rPr>
        <w:t>Table 3 The top 5 co-cited journals related with multi-population methods, where “Count” denotes the number of times each journal is co-cited by other journals.</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674"/>
        <w:gridCol w:w="991"/>
      </w:tblGrid>
      <w:tr w:rsidR="0017211D" w:rsidRPr="00813818">
        <w:trPr>
          <w:jc w:val="center"/>
        </w:trPr>
        <w:tc>
          <w:tcPr>
            <w:tcW w:w="709"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Rank</w:t>
            </w:r>
          </w:p>
        </w:tc>
        <w:tc>
          <w:tcPr>
            <w:tcW w:w="4674"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Journal</w:t>
            </w:r>
          </w:p>
        </w:tc>
        <w:tc>
          <w:tcPr>
            <w:tcW w:w="991"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Count</w:t>
            </w:r>
          </w:p>
        </w:tc>
      </w:tr>
      <w:tr w:rsidR="0017211D" w:rsidRPr="00813818">
        <w:trPr>
          <w:jc w:val="center"/>
        </w:trPr>
        <w:tc>
          <w:tcPr>
            <w:tcW w:w="709"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w:t>
            </w:r>
          </w:p>
        </w:tc>
        <w:tc>
          <w:tcPr>
            <w:tcW w:w="4674"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IEEE Transactions on Evolutionary Computation</w:t>
            </w:r>
          </w:p>
        </w:tc>
        <w:tc>
          <w:tcPr>
            <w:tcW w:w="991"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315</w:t>
            </w:r>
          </w:p>
        </w:tc>
      </w:tr>
      <w:tr w:rsidR="0017211D" w:rsidRPr="00813818">
        <w:trPr>
          <w:jc w:val="center"/>
        </w:trPr>
        <w:tc>
          <w:tcPr>
            <w:tcW w:w="709"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2</w:t>
            </w:r>
          </w:p>
        </w:tc>
        <w:tc>
          <w:tcPr>
            <w:tcW w:w="4674"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Applied Soft Computing</w:t>
            </w:r>
          </w:p>
        </w:tc>
        <w:tc>
          <w:tcPr>
            <w:tcW w:w="991"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104</w:t>
            </w:r>
          </w:p>
        </w:tc>
      </w:tr>
      <w:tr w:rsidR="0017211D" w:rsidRPr="00813818">
        <w:trPr>
          <w:jc w:val="center"/>
        </w:trPr>
        <w:tc>
          <w:tcPr>
            <w:tcW w:w="709"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3</w:t>
            </w:r>
          </w:p>
        </w:tc>
        <w:tc>
          <w:tcPr>
            <w:tcW w:w="4674"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Information Sciences</w:t>
            </w:r>
          </w:p>
        </w:tc>
        <w:tc>
          <w:tcPr>
            <w:tcW w:w="991"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75</w:t>
            </w:r>
          </w:p>
        </w:tc>
      </w:tr>
      <w:tr w:rsidR="0017211D" w:rsidRPr="00813818">
        <w:trPr>
          <w:jc w:val="center"/>
        </w:trPr>
        <w:tc>
          <w:tcPr>
            <w:tcW w:w="709"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4</w:t>
            </w:r>
          </w:p>
        </w:tc>
        <w:tc>
          <w:tcPr>
            <w:tcW w:w="4674"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European Journal of Operational Research</w:t>
            </w:r>
          </w:p>
        </w:tc>
        <w:tc>
          <w:tcPr>
            <w:tcW w:w="991"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72</w:t>
            </w:r>
          </w:p>
        </w:tc>
      </w:tr>
      <w:tr w:rsidR="0017211D" w:rsidRPr="00813818">
        <w:trPr>
          <w:jc w:val="center"/>
        </w:trPr>
        <w:tc>
          <w:tcPr>
            <w:tcW w:w="709"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5</w:t>
            </w:r>
          </w:p>
        </w:tc>
        <w:tc>
          <w:tcPr>
            <w:tcW w:w="4674"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Applied Mathematics and Computation</w:t>
            </w:r>
          </w:p>
        </w:tc>
        <w:tc>
          <w:tcPr>
            <w:tcW w:w="991"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69</w:t>
            </w:r>
          </w:p>
        </w:tc>
      </w:tr>
    </w:tbl>
    <w:p w:rsidR="0017211D" w:rsidRPr="00813818" w:rsidRDefault="0017211D" w:rsidP="0036110D">
      <w:pPr>
        <w:spacing w:line="252" w:lineRule="auto"/>
        <w:rPr>
          <w:rFonts w:ascii="Calibri" w:hAnsi="Calibri" w:cs="Calibri"/>
        </w:rPr>
      </w:pPr>
    </w:p>
    <w:p w:rsidR="0017211D" w:rsidRPr="00813818" w:rsidRDefault="0017211D" w:rsidP="0036110D">
      <w:pPr>
        <w:spacing w:line="252" w:lineRule="auto"/>
        <w:rPr>
          <w:rFonts w:ascii="Calibri" w:hAnsi="Calibri" w:cs="Calibri"/>
        </w:rPr>
      </w:pPr>
    </w:p>
    <w:p w:rsidR="0017211D" w:rsidRPr="00813818" w:rsidRDefault="0017211D" w:rsidP="0036110D">
      <w:pPr>
        <w:spacing w:line="252" w:lineRule="auto"/>
        <w:jc w:val="center"/>
        <w:rPr>
          <w:rFonts w:ascii="Calibri" w:hAnsi="Calibri" w:cs="Calibri"/>
        </w:rPr>
      </w:pPr>
      <w:r w:rsidRPr="00813818">
        <w:rPr>
          <w:rFonts w:ascii="Calibri" w:hAnsi="Calibri" w:cs="Calibri"/>
        </w:rPr>
        <w:t>Table 4 The top 5 keywords related with multi-population methods, where “Count” denotes the number of times each keyword is found in the term of keywords in the published papers.</w:t>
      </w:r>
    </w:p>
    <w:tbl>
      <w:tblPr>
        <w:tblW w:w="6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683"/>
        <w:gridCol w:w="1000"/>
      </w:tblGrid>
      <w:tr w:rsidR="0017211D" w:rsidRPr="00813818">
        <w:trPr>
          <w:jc w:val="center"/>
        </w:trPr>
        <w:tc>
          <w:tcPr>
            <w:tcW w:w="709"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Rank</w:t>
            </w:r>
          </w:p>
        </w:tc>
        <w:tc>
          <w:tcPr>
            <w:tcW w:w="4683"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Keywords</w:t>
            </w:r>
          </w:p>
        </w:tc>
        <w:tc>
          <w:tcPr>
            <w:tcW w:w="1000" w:type="dxa"/>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Count</w:t>
            </w:r>
          </w:p>
        </w:tc>
      </w:tr>
      <w:tr w:rsidR="0017211D" w:rsidRPr="00813818">
        <w:trPr>
          <w:jc w:val="center"/>
        </w:trPr>
        <w:tc>
          <w:tcPr>
            <w:tcW w:w="709"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w:t>
            </w:r>
          </w:p>
        </w:tc>
        <w:tc>
          <w:tcPr>
            <w:tcW w:w="4683"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Optimization</w:t>
            </w:r>
          </w:p>
        </w:tc>
        <w:tc>
          <w:tcPr>
            <w:tcW w:w="1000" w:type="dxa"/>
            <w:tcBorders>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112</w:t>
            </w:r>
          </w:p>
        </w:tc>
      </w:tr>
      <w:tr w:rsidR="0017211D" w:rsidRPr="00813818">
        <w:trPr>
          <w:jc w:val="center"/>
        </w:trPr>
        <w:tc>
          <w:tcPr>
            <w:tcW w:w="709"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2</w:t>
            </w:r>
          </w:p>
        </w:tc>
        <w:tc>
          <w:tcPr>
            <w:tcW w:w="4683"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Genetic algorithm</w:t>
            </w:r>
          </w:p>
        </w:tc>
        <w:tc>
          <w:tcPr>
            <w:tcW w:w="1000"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80</w:t>
            </w:r>
          </w:p>
        </w:tc>
      </w:tr>
      <w:tr w:rsidR="0017211D" w:rsidRPr="00813818">
        <w:trPr>
          <w:jc w:val="center"/>
        </w:trPr>
        <w:tc>
          <w:tcPr>
            <w:tcW w:w="709"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3</w:t>
            </w:r>
          </w:p>
        </w:tc>
        <w:tc>
          <w:tcPr>
            <w:tcW w:w="4683"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Particle swarm optimization</w:t>
            </w:r>
          </w:p>
        </w:tc>
        <w:tc>
          <w:tcPr>
            <w:tcW w:w="1000"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76</w:t>
            </w:r>
          </w:p>
        </w:tc>
      </w:tr>
      <w:tr w:rsidR="0017211D" w:rsidRPr="00813818">
        <w:trPr>
          <w:jc w:val="center"/>
        </w:trPr>
        <w:tc>
          <w:tcPr>
            <w:tcW w:w="709"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4</w:t>
            </w:r>
          </w:p>
        </w:tc>
        <w:tc>
          <w:tcPr>
            <w:tcW w:w="4683"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Multi-population</w:t>
            </w:r>
          </w:p>
        </w:tc>
        <w:tc>
          <w:tcPr>
            <w:tcW w:w="1000" w:type="dxa"/>
            <w:tcBorders>
              <w:top w:val="nil"/>
              <w:bottom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61</w:t>
            </w:r>
          </w:p>
        </w:tc>
      </w:tr>
      <w:tr w:rsidR="0017211D" w:rsidRPr="00813818">
        <w:trPr>
          <w:jc w:val="center"/>
        </w:trPr>
        <w:tc>
          <w:tcPr>
            <w:tcW w:w="709"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5</w:t>
            </w:r>
          </w:p>
        </w:tc>
        <w:tc>
          <w:tcPr>
            <w:tcW w:w="4683"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Multi-swarm</w:t>
            </w:r>
          </w:p>
        </w:tc>
        <w:tc>
          <w:tcPr>
            <w:tcW w:w="1000" w:type="dxa"/>
            <w:tcBorders>
              <w:top w:val="nil"/>
            </w:tcBorders>
            <w:vAlign w:val="center"/>
          </w:tcPr>
          <w:p w:rsidR="0017211D" w:rsidRPr="00813818" w:rsidRDefault="0017211D" w:rsidP="00FB4D99">
            <w:pPr>
              <w:keepNext/>
              <w:keepLines/>
              <w:jc w:val="center"/>
              <w:rPr>
                <w:rFonts w:ascii="Calibri" w:hAnsi="Calibri" w:cs="Calibri"/>
              </w:rPr>
            </w:pPr>
            <w:r w:rsidRPr="00813818">
              <w:rPr>
                <w:rFonts w:ascii="Calibri" w:hAnsi="Calibri" w:cs="Calibri"/>
              </w:rPr>
              <w:t>46</w:t>
            </w:r>
          </w:p>
        </w:tc>
      </w:tr>
    </w:tbl>
    <w:p w:rsidR="0017211D" w:rsidRPr="00813818" w:rsidRDefault="0017211D" w:rsidP="0036110D">
      <w:pPr>
        <w:spacing w:line="252" w:lineRule="auto"/>
        <w:rPr>
          <w:rFonts w:ascii="Calibri" w:hAnsi="Calibri" w:cs="Calibri"/>
        </w:rPr>
      </w:pPr>
      <w:r w:rsidRPr="00813818">
        <w:rPr>
          <w:rFonts w:ascii="Calibri" w:hAnsi="Calibri" w:cs="Calibri"/>
        </w:rPr>
        <w:t xml:space="preserve"> </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The organization of this paper is as follows. The basic issues of multi-population methods and their integration with nature-inspired optimization algorithms are provided in Section 2, and the literature review of multi-population methods in relation to the classes of optimization and areas of applications are given in Section 3. Finally, further development of multi-population methods is outlined in Section 4.</w:t>
      </w:r>
    </w:p>
    <w:p w:rsidR="0017211D" w:rsidRPr="00813818" w:rsidRDefault="0017211D" w:rsidP="0036110D">
      <w:pPr>
        <w:rPr>
          <w:rFonts w:ascii="Calibri" w:hAnsi="Calibri" w:cs="Calibri"/>
        </w:rPr>
      </w:pPr>
    </w:p>
    <w:p w:rsidR="0017211D" w:rsidRPr="00813818" w:rsidRDefault="0017211D" w:rsidP="0036110D">
      <w:pPr>
        <w:pStyle w:val="1"/>
        <w:numPr>
          <w:ilvl w:val="0"/>
          <w:numId w:val="1"/>
        </w:numPr>
        <w:spacing w:line="480" w:lineRule="auto"/>
        <w:ind w:left="0"/>
        <w:rPr>
          <w:rFonts w:cs="Times New Roman"/>
        </w:rPr>
      </w:pPr>
      <w:r w:rsidRPr="00813818">
        <w:rPr>
          <w:sz w:val="28"/>
          <w:szCs w:val="28"/>
        </w:rPr>
        <w:t>Multi-population methods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This section presents basic and important issues of multi-population methods, as well as how they are integrated with nature-inspired optimization algorithms.</w:t>
      </w:r>
    </w:p>
    <w:p w:rsidR="0017211D" w:rsidRPr="00813818" w:rsidRDefault="0017211D" w:rsidP="0036110D">
      <w:pPr>
        <w:spacing w:line="480" w:lineRule="auto"/>
        <w:rPr>
          <w:rFonts w:ascii="Calibri" w:hAnsi="Calibri" w:cs="Calibri"/>
          <w:sz w:val="24"/>
          <w:szCs w:val="24"/>
        </w:rPr>
      </w:pPr>
    </w:p>
    <w:p w:rsidR="0017211D" w:rsidRPr="00813818" w:rsidRDefault="0017211D" w:rsidP="0036110D">
      <w:pPr>
        <w:spacing w:line="480" w:lineRule="auto"/>
        <w:rPr>
          <w:rFonts w:ascii="Calibri" w:hAnsi="Calibri" w:cs="Calibri"/>
          <w:b/>
          <w:bCs/>
          <w:sz w:val="24"/>
          <w:szCs w:val="24"/>
        </w:rPr>
      </w:pPr>
      <w:r w:rsidRPr="00813818">
        <w:rPr>
          <w:rFonts w:ascii="Calibri" w:hAnsi="Calibri" w:cs="Calibri"/>
          <w:b/>
          <w:bCs/>
          <w:sz w:val="24"/>
          <w:szCs w:val="24"/>
        </w:rPr>
        <w:t>2.1 Basic issues of multi-population methods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Existing work on multi-population methods demonstrate that using multi-population is one of the most effective methods to maintain population diversity. In nature-inspired optimization algorithms, diversity is indicated as the difference between candidate solutions, and evolution progress lies fundamentally on the existence of population variations. Population diversity may greatly influence the convergence and optimization of solutions. The main purpose of multi-population methods is to maintain population diversity by spreading candidate solutions over the entire search space. This feature helps nature-inspired optimization algorithms efficiently find global optimal solutions. </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To make multi-population methods more efficient, several basic and important issues of the algorithm design are discussed, which are shown in Figure 2. These issues include the number of subpopulations, the communication between subpopulations, the search area of subpopulations, and the search strategy of subpopulations. In the following subsections, these issues are discussed in detail.</w:t>
      </w:r>
    </w:p>
    <w:p w:rsidR="0017211D" w:rsidRPr="00813818" w:rsidRDefault="0017211D" w:rsidP="00FE49A7">
      <w:pPr>
        <w:spacing w:line="480" w:lineRule="auto"/>
        <w:ind w:firstLineChars="100" w:firstLine="31680"/>
        <w:rPr>
          <w:rFonts w:ascii="Calibri" w:hAnsi="Calibri" w:cs="Calibri"/>
          <w:sz w:val="24"/>
          <w:szCs w:val="24"/>
        </w:rPr>
      </w:pPr>
    </w:p>
    <w:p w:rsidR="0017211D" w:rsidRPr="00813818" w:rsidRDefault="0017211D" w:rsidP="0036110D">
      <w:pPr>
        <w:rPr>
          <w:rFonts w:ascii="Calibri" w:hAnsi="Calibri" w:cs="Calibri"/>
          <w:sz w:val="24"/>
          <w:szCs w:val="24"/>
        </w:rPr>
      </w:pPr>
      <w:r w:rsidRPr="00813818">
        <w:rPr>
          <w:rFonts w:ascii="Calibri" w:hAnsi="Calibri" w:cs="Calibri"/>
        </w:rPr>
        <w:object w:dxaOrig="9287" w:dyaOrig="3466">
          <v:shape id="_x0000_i1026" type="#_x0000_t75" style="width:450.75pt;height:166.5pt" o:ole="">
            <v:imagedata r:id="rId8" o:title=""/>
          </v:shape>
          <o:OLEObject Type="Embed" ProgID="Visio.Drawing.11" ShapeID="_x0000_i1026" DrawAspect="Content" ObjectID="_1585991625" r:id="rId9"/>
        </w:object>
      </w:r>
    </w:p>
    <w:p w:rsidR="0017211D" w:rsidRPr="00813818" w:rsidRDefault="0017211D" w:rsidP="0036110D">
      <w:pPr>
        <w:spacing w:line="480" w:lineRule="auto"/>
        <w:jc w:val="center"/>
        <w:rPr>
          <w:rFonts w:ascii="Calibri" w:hAnsi="Calibri" w:cs="Calibri"/>
        </w:rPr>
      </w:pPr>
      <w:r w:rsidRPr="00813818">
        <w:rPr>
          <w:rFonts w:ascii="Calibri" w:hAnsi="Calibri" w:cs="Calibri"/>
        </w:rPr>
        <w:t>Figure 2  Diagram of basic and important issues of multi-population methods</w:t>
      </w:r>
    </w:p>
    <w:p w:rsidR="0017211D" w:rsidRPr="00813818" w:rsidRDefault="0017211D" w:rsidP="0036110D">
      <w:pPr>
        <w:rPr>
          <w:rFonts w:ascii="Calibri" w:hAnsi="Calibri" w:cs="Calibri"/>
          <w:sz w:val="24"/>
          <w:szCs w:val="24"/>
        </w:rPr>
      </w:pP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2.1.1. The number of subpopulations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The first issue is how to determine the number of subpopulations. If too many subpopulations exist in the optimization process, they may waste the limited computation resources. However, if there are a small number of subpopulations, the effect of multi-population is not significant for one to render optimal solutions. According to the number of subpopulations, this issue is addressed in two ways. The first way is to use a fixed number of subpopulations. Most of the existing multi-population methods belong to this group. In [31], a three-population architecture of EAs was applied to solve non-stationary optimization tasks, where one population supplied the historic estimates while the others were used in the searching process. Experimental results showed that the proposed algorithm had good performance in non-stationary environments. Niu et al. [32] proposed a multi-population cooperative PSO, in which the population consists of one master swarm and a fixed number of slave swarms, and the former executed PSO independently to maintain the diversity of particles, while the latter enhanced their particles based on their own knowledge and the knowledge of the particles in the other slave swarms. Simulation results demonstrated the effectiveness of the proposed algorithm. In [33], Togelius et al. used multi-population competitive co-evolution for car racing controllers, where nine-subpopulation co-evolution was compared with single-population co-evolution and standard evolution strategies. Experimental results showed that the proposed strategy had better performance. Li et al. [34] proposed new GAs based on multi-population competitive co-evolution, where the method comprised three simultaneously coevolving populations including learner population, evaluator population and fame hall, and the competitive exclusion principle in the ecological theory was applied in populations to maintain chromosome diversity. Experimental results showed that the proposed algorithm was more likely to avoid the occurrence of premature convergence, and outperformed the counter-parts. In [35], a multi-population cooperative cultural algorithm was proposed by integrating the cooperative GA into the population space of a culture algorithm, where the population was divided into several subpopulations and GA was adopted in each subpopulation. Simulations indicated that the proposed algorithm effectively sped up the convergence and improved the optimization performance. A new hybrid multi-population GA with the fixed number of subpopulations was proposed in [36] to solve the multi-level capacitated lot-sizing problem with backlogging. The proposed algorithm was tested on a set of multi-item lot-sizing with a backlogging library, and the results showed that it had better performance for most of the testing problems. In [37], a multi-population cultural algorithm with two subpopulations was proposed for artifact selection, in which agents in one subpopulation consistently outperformed the other agents due to the prior knowledge about certain artifacts. The study showed that the evolving agents significantly improved artifact selection knowledge. Yu [38] proposed a multi-population ABC algorithm for numerical optimization, which employed a new multi-population strategy with the fixed subpopulation numbers to enhance the population diversity. The results showed that the proposed algorithm achieved better performance than the standard ABC algorithm. In [39], Aimi and Suyama proposed a multi-swarm PSO for the IIR filter design, and the experimental results showed that the effectiveness of the proposed method through several design examples. Chatterjee and Zhou [40] presented a DE algorithm within a multi-population strategy, which divided an initial set of solutions into several subsets, and each subset evolved independently and finally connected with each other. The experimental results revealed the relationship between the number of subpopulations and the performance of DE. The advantage of using fixed subpopulation numbers is that it can be implemented simply, and we only need to create a fixed number of subpopulations for the problem. However, the number of subpopulations is only determined by researchers’ experience, and it is hard to obtain unified and effective rules to determine the numbers of subpopulations for different practical problems. </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 xml:space="preserve">The second way is to use a varying number of subpopulations. To maintain population diversity, the subpopulation numbers may be different at different phases during the evolution process. For example, in the early phase, a method needs a large number of subpopulations because the candidate solutions can scatter over the entire search space, which leads to high population diversity. But in the later phase, a small number of subpopulations help reducing diversity and the solution can quickly converge to a global minimum or maximum. So it is wise to dynamically increase or decrease the subpopulation numbers during the optimization. In many cases, a method often divides a main population into sub-groups or vice versa. In [41], Bongard proposed to use co-evolutionary dynamics of a multi-population GP system, in which the proposed method used a master/slave architecture, and the number of the client populations dynamically evolved to promote continuous search. The experimental results showed that the proposed method led to the discovery of better solutions in some numerical cases. In [42-43], Liang and Suganthan proposed a dynamic multi-swarm PSO by local searching, in which the whole population was divided into many small swarms, whose number could be determined using regrouping schedules. The simulation results showed the proposed method had better performance than the other standard algorithms. A clustering PSO was proposed by Yang and Li [44] for locating and tracking multiple optima in a dynamic environment. The proposed algorithm used a hierarchical clustering method to dynamically adjust the subpopulation numbers to track multiple peaks. The experimental study was conducted to test the performance of the proposed algorithm, and the results showed its effectiveness for tracking multiple dynamic optima. In [45], Zhao and Suganthan proposed a dynamic multi-swarm particle optimizer with sub-regional harmony search, where the whole population was divided into a large number of sub-swarms that were regrouped using various regrouping schedules. The simulation results showed that the proposed system achieved good performance for most of the numerical benchmarks. In [46], a fuzzy C-means (FCM) multi-swarm competitive PSO was proposed for optimization control of an ethylene cracking furnace, in which FCM clustering was used to categorize swarms adaptively into different clusters. This method was evaluated by benchmark functions and optimization control of the cracking depths of an ethylene cracking furnace. Nseef et al. [47] proposed an adaptive multi-population ABC algorithm for dynamic optimization problems, where the number of subpopulations changed over time for the algorithm to adapt to a dynamic environment. The simulations showed that the proposed algorithm was superior to the standard algorithm on all the test datasets. In [48], cooperative co-evolutionary algorithms were proposed to solve high-dimension problems, in which a dynamic multi-population framework was incorporated into the proposed algorithms to enhance the global optimization ability. The simulation results verified the effectiveness of the proposed algorithm. </w:t>
      </w:r>
    </w:p>
    <w:p w:rsidR="0017211D" w:rsidRPr="00813818" w:rsidRDefault="0017211D" w:rsidP="0036110D">
      <w:pPr>
        <w:spacing w:line="480" w:lineRule="auto"/>
        <w:rPr>
          <w:rFonts w:ascii="Calibri" w:hAnsi="Calibri" w:cs="Calibri"/>
          <w:sz w:val="24"/>
          <w:szCs w:val="24"/>
        </w:rPr>
      </w:pP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2.1.2. Communication between subpopulations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The second issue is how to handle the communication between subpopulations. Many studies show that the communication between subpopulations can help exchange information and, hence, will accelerate the search process and find the promising solutions. The communication between subpopulations is controlled by the following four parameters: (i) a communication rate that defines the number of the solutions in a subpopulation to be shared with other subpopulations; (ii) a communication policy that determines which solutions are to be replaced by those of other subpopulations; (iii) a communication interval that sets up the frequency for executing communication; (iv) a connection topology that defines how to connect subpopulations. The literature [49] firstly focused on the communication issues in designing cooperative multi-thread parallel search techniques, and attempted to identify the key issues to be addressed in the design of an algorithm in this class. In [50], the topologies and migration rates of multi-population parallel GAs were discussed in detail. The study revealed the explicit relation between the probability of reaching a desired solution with a specific population size, the migration rate and the degree of the connectivity graph. Middendorf et al. [51] discussed information exchange in multi colony ant algorithms, and the results showed that the exchange of only a small amount of solutions helped efficient and effective search. In [52], El-Abd and Kamel discussed the factors governing the behavior of multiple cooperating swarms, and these factors included the communication strategy used, and the number of the cooperative swarms. The experimental results showed that a circular topology communication strategy produced better performance than those of sharing the global best of all the swarms. In [53], Chen and Chang applied a real-coded multi-population GA to multi-reservoir operation, in which a hyper-cubic topology was used to connect various subpopulations to exchange information. The results showed that the proposed algorithm provided much better performance than the conventional GA in terms of minimizing the water deficit of a reservoir system. A different topology multi-swarm PSO was proposed in [54] to deal with problems in a dynamic environment. The proposed algorithm integrated two different topological sub-swarms, and they exchanged their best particles at the checkpoints. The experiments demonstrated that the proposed algorithm was effective and stable in a dynamic environment. Li and Zeng [55] presented a multi-population agent based co-genetic algorithm with a chain-like agent structure for parallel global numerical optimization, where a close chain-like agent connection structure, a cycle chain-like agent connection structure, and a dynamic neighborhood were adopted to realize the parallel optimization. The results showed that the proposed algorithm had better optimization precision and efficiency than the GA. A novel multi-swarm PSO was presented in [56], where the proposed method extended a single population model to an interacting multi-swarm model by constructing a hierarchical interaction topology. The simulation results proved that the proposed method had significantly better performance than four variants of the standard PSO. In [57], an adaptive migration revisiting schemes was proposed for multi-population GAs, where fitness- and diversity-based migration schemes were used for preventing premature convergence. The experimental results on 0/1 knapsack problems showed that both of the new approaches were better than the standard methods. Biswas et al. [58] presented a multi-swarm ABC with forager migration, which maintained multiple swarm populations that applied different perturbation strategies and gradual migration of the population. The simulation results on 25 benchmark problems showed the superiority of the proposed method. In [59], Campos et al. evaluated the impact of several topologies on asynchronous multi-swarm particle optimization, and the experimental results provided the ranking of different topologies. Turky and Abdullah [60] proposed a multi-population electromagnetic algorithm with different migration mechanisms including a random immigrant scheme and a memory-based immigrant scheme. The purpose of these schemes is to determine which solutions are migrated to maintain population diversity. The simulation results showed the proposed algorithm was very effective on moving peak benchmarking problems. Michalak [61] proposed an evolutionary algorithm based on problem similarity, which was called Sim-EA. The proposed method utilized the concept of multi-population optimization, and each subpopulation was assigned to solve one of the instances which were similar to each other. Furthermore, the same author [62] used the same technology to propose a multi-population estimation of distribution algorithm (EDA), called Sim-EDA, where each subpopulation was assigned to a different instance and a migration mechanism was used for transferring information between the subpopulations. The experimental results confirmed that the performance of the proposed algorithm was better than the others when information was transferred between subpopulations assigned to similar instances of the problem. In [63], an ABC optimizer with bee-to-bee communication and multi-population co-evolution was proposed for multilevel threshold image segmentation, where individuals could share information from the elites through the bee-to-bee communication model. The experimental results on a set of benchmark datasets demonstrated the performance of the proposed algorithm. Kommenda et al. [64] studied the effects of multi-population GPs for symbolic regression problems, where several subpopulations were parallelly evolved according to unidirectional ring migration to maintain genetic diversity. The effects of multiple populations with a data migration strategy were compared to the standard genetic programming algorithms on several symbolic regression benchmark problems. In [65], Xu et al. proposed a dynamic multi-swarm PSO with cooperative learning strategy. In the proposed strategy, for each sub-swarm, each dimension of the two poor particles learns from the better particle of two randomly selected sub-swarms using a tournament selection strategy so that particles can have more excellent examples to learn and can find the global optimum more easily. The simulation results showed that the proposed algorithm had superior performance in comparison with several popular PSO variants. In [66], Upadhyayula and Kobti studied population migration using the dominance in multi-population cultural algorithms, in which multiple subpopulations utilized the evolutionary dominance to improve system performance. The preliminary results showed that the proposed algorithm outperformed the traditional methods. In [67], a multi-swarm bat algorithm was proposed for global optimization, where an immigration operator was used to exchange information between different swarms with necessary parameter settings, and the best individual of swarms was used as the elite swarm through the selection operator. The experimental results showed that the proposed method was able to search satisfactory function values on most of the benchmark datasets. Niu et al. [68] proposed a symbiosis-based alternative learning multi-swarm PSO algorithm, where the communication policy used a learning method to select one example out of the center position, the local best position, and the historical best position including the experience of the internal and external multiple swarms, to keep the diversity of the population. The experimental results exhibited better performance in terms of the convergence speed and optimality. An orthogonal multi-swarm cooperative PSO algorithm with a particle trajectory knowledge based method was proposed in [69], where the proposed algorithm used a matrix recording the information of the particle trajectory, and a new adaptive cooperation mechanism to implement the information interaction between swarms and particles, to greatly decrease the computational cost. The simulation results showed that the proposed algorithm had better performance compared with the traditional algorithms. Apparently, communication between subpopulations is very useful for optimization since information exchanging is able to improve the search ability of algorithms.</w:t>
      </w:r>
    </w:p>
    <w:p w:rsidR="0017211D" w:rsidRPr="00813818" w:rsidRDefault="0017211D" w:rsidP="0036110D">
      <w:pPr>
        <w:spacing w:line="480" w:lineRule="auto"/>
        <w:rPr>
          <w:rFonts w:ascii="Calibri" w:hAnsi="Calibri" w:cs="Calibri"/>
          <w:sz w:val="24"/>
          <w:szCs w:val="24"/>
        </w:rPr>
      </w:pP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2.1.3. Search area of subpopulations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The third issue is how to determine the search area of each subpopulation. If the search area of a subpopulation is too small, there is a potential problem that the small isolated subpopulation often converges to a local optimal solution. On the contrast, if the search area of a subpopulation is too large, it is almost equal to the search area of the original population. Another case is that the search area may be overlapped, that is, two subpopulations search in the same sub-area, which may waste computational resources. To handle this problem, in [70], Li and Yang proposed a general multi-population method with clustering, where different subpopulations were distributed in different sub-areas in the fitness landscape, and then it applied the random immigrant method without change detection based on a mechanism that could automatically reduce redundant individuals in the search space. The simulation results on the benchmark functions showed that the proposed algorithm provided much better performance than the other algorithms. Pourvaziri and Naderi [71] presented a hybrid multi-population GA for the dynamic facility layout problem. In this study, the proposed algorithm separated the potential solution space into different parts by using a heuristic procedure and each subpopulation represented a separate part to assure population diversity. The results showed that the proposed algorithm performed better than the other methods. Kobti [72] proposed a heterogeneous multi-population cultural algorithm, which firstly incorporated a decomposition technique to divide the given problem into a number of sub-problems, and then it assigned the sub-problems to different subpopulations to be optimized separately in parallel in order to evaluate the proposed architecture. The simulation results showed that the proposed algorithm outperformed the other state-of-the-art methods presented in the literature. In [73], Raeesi et al. proposed a heterogeneous multi-population cultural algorithm with a dynamic dimension decomposition strategy, where two dynamic dimension decomposition techniques including the top-down and bottom-up approaches were used to decompose the dimensions of a given problem as different subsets, and each subpopulation was designed to optimize these subsets. The comparison results revealed that the proposed method was effective and outperformed the other standard approaches in terms of efficiency. In [74], Ufnalski and Grzesiak proposed a multi-swarm plug-in direct PSO algorithm for the sine-wave constant-amplitude and constant-frequency voltage-source inverter, where a dynamic optimization problem was divided into multiple lower dimensional swarms and each swarm was optimized independently by PSO. Ei Dor et al. [75] presented a multi-swarm PSO algorithm using charged particles in a partitioned search space for continuous optimization, in which the auxiliary swarms were initialized in different areas, and then an electrostatic repulsion heuristic method was applied in each area to increase its diversity. In [76], Bolufe and Chen studied the effects of sub-swarms in multi-swarm systems, and used a separate search mechanism to identify different regions of the solution space for each swarm with different goals and features. The comprehensive study provided a new set of general guidelines for the configuration of sub-swarms in multi-swarm systems. The common ground of these methods is that they use empirical experience to determine the search area of each subpopulation. Therefore, it is required to identify a proper search area for each subpopulation for different optimization problems.</w:t>
      </w:r>
    </w:p>
    <w:p w:rsidR="0017211D" w:rsidRPr="00813818" w:rsidRDefault="0017211D" w:rsidP="0036110D">
      <w:pPr>
        <w:spacing w:line="480" w:lineRule="auto"/>
        <w:rPr>
          <w:rFonts w:ascii="Calibri" w:hAnsi="Calibri" w:cs="Calibri"/>
          <w:sz w:val="24"/>
          <w:szCs w:val="24"/>
        </w:rPr>
      </w:pP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2.1.4. Search strategy of subpopulations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The fourth issue is how to determine the search strategy of each subpopulation. Search strategies can significantly affect the performance of multi-population methods on different optimization problems. Different search strategies with different advantages can complement one another when a multi-population method is applied to an optimization problem. If each subpopulation is used to support a search strategy, and is responsible for either exploring or exploiting the search space, it is a promising way to enhance the optimization performance. In [77], Wu et al. proposed a DE algorithm with multi-population based ensemble of mutation strategies for global optimization, in which each subpopulation employed different mutation strategies, including “current-to-pbest/1”, “current-to-rand/1” and “rand/1”, during the evolution. After a certain number of iterations, the current best performing mutation strategy would be found according to the ratios between the quantitative performance improvements and function evaluations. As a result, better mutation strategies may require more computational resources. The simulation results showed that the proposed algorithm performed better than the other variants of DE on the benchmark functions. Another version that adopted a multi-population based ensemble mutation method for solving a single objective bi-level optimization problem was proposed by Li et al. [78]. Wang and Tang [79] proposed an adaptive multi-population DE algorithm for continuous multi-objective optimization, where each of subpopulation evolved according to the assigned different crossover operators borrowed from various GAs to generate perturbed vectors. Computational results on benchmark datasets showed that the proposed algorithm was superior to some previous algorithms in the literature. In [80], Godio presented a multi-population GA for estimating snow properties from the GPR data. In this study, each subpopulation was associated with an independent variant of GA to explore different promising regions of the search space. The experimental results showed that the proposed algorithm successfully estimated layer thickness and the porosity, saturation and structural exponents of snow. A multi-swarm cooperative PSO was proposed by Niu et al. in [81], where a population consists of one master swarm and several slave swarms. The slave swarms executed the variants of PSO independently to maintain the diversity of particles, and the master swarm evolved based on its own knowledge and also the knowledge of the slave swarms. The simulation results showed that the proposed algorithm had better performance compared with the standard PSO. Zhao et al. [82] proposed a multi-swarm cooperative multistage perturbation guiding PSO, where the three-stage perturbation guiding idea was used to separate the execution process of algorithm into three stages, and each stage used a DE mechanism with different perturbation to balance the exploration and the exploitation. The simulation results showed that the proposed strategy was a promising algorithm compared with the other particle swarm optimizers and state-of-the-art algorithms. In [83], Ali and Suganthan proposed an adaptive multi-population DE with dynamic population reduction, in which the population was clustered in multiple tribes and used an ensemble of different mutation and crossover strategies. That is, a different adaptive scheme was used in each tribe to define the scaling factor and the crossover rate, and to guarantee that successful tribes with the best adaptive scheme were the one that guided the search toward the optimal solution. The simulation results justified the robustness of the proposed approach compared to the other state-of-the-art algorithms. In [84], Biswas and Das proposed a multi-swarm based ABC algorithm for global search, in which the proposed algorithm deployed a multiple swarm population characterized by unique perturbation strategies, that is, each subpopulation used the different evolving operators in the landscapes. The experimental results had indicated the statistical superiority of the proposed approach. Cheng and Jin [85] presented a multi-swarm evolutionary framework based on a feedback mechanism, where the framework consisted of several operators similar to those in PSO and a mutation strategy, applied in different sub-swarms, on the top of the feedback mechanism. The simulation results showed that the proposed method enhanced the algorithm’s global search ability. In [86], a multi-swarm bare bones PSO with distribution adaption was proposed, where four methods were developed using Gaussian or multivariate Gaussian distributions, and then the cellular learning automata model was incorporated with the proposed bare bones PSO, which was able to adaptively learn suitable updating strategies for the swarms. The experimental results indicated the superiority of the proposed approach in terms of accuracy and speed in finding appropriate solutions. The advantage of these methods is that different search strategies are used with different subpopulations, which is better than a single search strategy throughout the evolution.</w:t>
      </w:r>
    </w:p>
    <w:p w:rsidR="0017211D" w:rsidRPr="00813818" w:rsidRDefault="0017211D" w:rsidP="0036110D">
      <w:pPr>
        <w:spacing w:line="480" w:lineRule="auto"/>
        <w:rPr>
          <w:rFonts w:ascii="Calibri" w:hAnsi="Calibri" w:cs="Calibri"/>
          <w:sz w:val="24"/>
          <w:szCs w:val="24"/>
        </w:rPr>
      </w:pPr>
    </w:p>
    <w:p w:rsidR="0017211D" w:rsidRPr="00813818" w:rsidRDefault="0017211D" w:rsidP="0036110D">
      <w:pPr>
        <w:spacing w:line="480" w:lineRule="auto"/>
        <w:rPr>
          <w:rFonts w:ascii="Calibri" w:hAnsi="Calibri" w:cs="Calibri"/>
          <w:b/>
          <w:bCs/>
          <w:sz w:val="24"/>
          <w:szCs w:val="24"/>
        </w:rPr>
      </w:pPr>
      <w:r w:rsidRPr="00813818">
        <w:rPr>
          <w:rFonts w:ascii="Calibri" w:hAnsi="Calibri" w:cs="Calibri"/>
          <w:b/>
          <w:bCs/>
          <w:sz w:val="24"/>
          <w:szCs w:val="24"/>
        </w:rPr>
        <w:t>2.2 Integration with nature-inspired algorithms</w:t>
      </w:r>
    </w:p>
    <w:p w:rsidR="0017211D" w:rsidRPr="00813818" w:rsidRDefault="0017211D" w:rsidP="0036110D">
      <w:pPr>
        <w:spacing w:line="480" w:lineRule="auto"/>
        <w:rPr>
          <w:rFonts w:ascii="Calibri" w:hAnsi="Calibri" w:cs="Calibri"/>
          <w:noProof/>
          <w:sz w:val="24"/>
          <w:szCs w:val="24"/>
        </w:rPr>
      </w:pPr>
      <w:r w:rsidRPr="00813818">
        <w:rPr>
          <w:rFonts w:ascii="Calibri" w:hAnsi="Calibri" w:cs="Calibri"/>
          <w:noProof/>
          <w:sz w:val="24"/>
          <w:szCs w:val="24"/>
          <w:lang w:eastAsia="en-GB"/>
        </w:rPr>
        <w:t xml:space="preserve">Now we present how to integrate the multi-population methods with nature-inspired </w:t>
      </w:r>
      <w:r w:rsidRPr="00813818">
        <w:rPr>
          <w:rFonts w:ascii="Calibri" w:hAnsi="Calibri" w:cs="Calibri"/>
          <w:noProof/>
          <w:sz w:val="24"/>
          <w:szCs w:val="24"/>
        </w:rPr>
        <w:t xml:space="preserve">optimization </w:t>
      </w:r>
      <w:r w:rsidRPr="00813818">
        <w:rPr>
          <w:rFonts w:ascii="Calibri" w:hAnsi="Calibri" w:cs="Calibri"/>
          <w:noProof/>
          <w:sz w:val="24"/>
          <w:szCs w:val="24"/>
          <w:lang w:eastAsia="en-GB"/>
        </w:rPr>
        <w:t xml:space="preserve">algorithm. Simply speaking, it starts by setting parameters for different conditions, randomly creates a population of solutions and </w:t>
      </w:r>
      <w:r w:rsidRPr="00813818">
        <w:rPr>
          <w:rFonts w:ascii="Calibri" w:hAnsi="Calibri" w:cs="Calibri"/>
          <w:noProof/>
          <w:sz w:val="24"/>
          <w:szCs w:val="24"/>
        </w:rPr>
        <w:t xml:space="preserve">then </w:t>
      </w:r>
      <w:r w:rsidRPr="00813818">
        <w:rPr>
          <w:rFonts w:ascii="Calibri" w:hAnsi="Calibri" w:cs="Calibri"/>
          <w:noProof/>
          <w:sz w:val="24"/>
          <w:szCs w:val="24"/>
          <w:lang w:eastAsia="en-GB"/>
        </w:rPr>
        <w:t xml:space="preserve">evaluates them. Next, the population is divided into multiple subpopulations. Each subpopulation </w:t>
      </w:r>
      <w:r w:rsidRPr="00813818">
        <w:rPr>
          <w:rFonts w:ascii="Calibri" w:hAnsi="Calibri" w:cs="Calibri"/>
          <w:noProof/>
          <w:sz w:val="24"/>
          <w:szCs w:val="24"/>
        </w:rPr>
        <w:t>performs certain evolutionary operation</w:t>
      </w:r>
      <w:r w:rsidRPr="00813818">
        <w:rPr>
          <w:rFonts w:ascii="Calibri" w:hAnsi="Calibri" w:cs="Calibri"/>
          <w:noProof/>
          <w:sz w:val="24"/>
          <w:szCs w:val="24"/>
          <w:lang w:eastAsia="en-GB"/>
        </w:rPr>
        <w:t xml:space="preserve"> to generate its own offspring</w:t>
      </w:r>
      <w:r w:rsidRPr="00813818">
        <w:rPr>
          <w:rFonts w:ascii="Calibri" w:hAnsi="Calibri" w:cs="Calibri"/>
          <w:noProof/>
          <w:sz w:val="24"/>
          <w:szCs w:val="24"/>
        </w:rPr>
        <w:t xml:space="preserve">. </w:t>
      </w:r>
      <w:r w:rsidRPr="00813818">
        <w:rPr>
          <w:rFonts w:ascii="Calibri" w:hAnsi="Calibri" w:cs="Calibri"/>
          <w:noProof/>
          <w:sz w:val="24"/>
          <w:szCs w:val="24"/>
          <w:lang w:eastAsia="en-GB"/>
        </w:rPr>
        <w:t>Based on the requirements of the algorithm design, the communication between subpopulations is used to help the evolution. Finally, the process stops if the stopping criteria is met. In this way, multi-</w:t>
      </w:r>
      <w:r w:rsidRPr="00813818">
        <w:rPr>
          <w:rFonts w:ascii="Calibri" w:hAnsi="Calibri" w:cs="Calibri"/>
          <w:noProof/>
          <w:sz w:val="24"/>
          <w:szCs w:val="24"/>
        </w:rPr>
        <w:t>population</w:t>
      </w:r>
      <w:r w:rsidRPr="00813818">
        <w:rPr>
          <w:rFonts w:ascii="Calibri" w:hAnsi="Calibri" w:cs="Calibri"/>
          <w:noProof/>
          <w:sz w:val="24"/>
          <w:szCs w:val="24"/>
          <w:lang w:eastAsia="en-GB"/>
        </w:rPr>
        <w:t xml:space="preserve"> </w:t>
      </w:r>
      <w:r w:rsidRPr="00813818">
        <w:rPr>
          <w:rFonts w:ascii="Calibri" w:hAnsi="Calibri" w:cs="Calibri"/>
          <w:noProof/>
          <w:sz w:val="24"/>
          <w:szCs w:val="24"/>
        </w:rPr>
        <w:t xml:space="preserve">methods </w:t>
      </w:r>
      <w:r w:rsidRPr="00813818">
        <w:rPr>
          <w:rFonts w:ascii="Calibri" w:hAnsi="Calibri" w:cs="Calibri"/>
          <w:noProof/>
          <w:sz w:val="24"/>
          <w:szCs w:val="24"/>
          <w:lang w:eastAsia="en-GB"/>
        </w:rPr>
        <w:t xml:space="preserve">can flexibly manage the subpopulations, leading to better performance than single-population algorithms. The flowchart of multi-population </w:t>
      </w:r>
      <w:r w:rsidRPr="00813818">
        <w:rPr>
          <w:rFonts w:ascii="Calibri" w:hAnsi="Calibri" w:cs="Calibri"/>
          <w:noProof/>
          <w:sz w:val="24"/>
          <w:szCs w:val="24"/>
        </w:rPr>
        <w:t xml:space="preserve">methods integrating with nature-inspired optimization </w:t>
      </w:r>
      <w:r w:rsidRPr="00813818">
        <w:rPr>
          <w:rFonts w:ascii="Calibri" w:hAnsi="Calibri" w:cs="Calibri"/>
          <w:noProof/>
          <w:sz w:val="24"/>
          <w:szCs w:val="24"/>
          <w:lang w:eastAsia="en-GB"/>
        </w:rPr>
        <w:t xml:space="preserve">is shown in Figure </w:t>
      </w:r>
      <w:r w:rsidRPr="00813818">
        <w:rPr>
          <w:rFonts w:ascii="Calibri" w:hAnsi="Calibri" w:cs="Calibri"/>
          <w:noProof/>
          <w:sz w:val="24"/>
          <w:szCs w:val="24"/>
        </w:rPr>
        <w:t>3</w:t>
      </w:r>
      <w:r w:rsidRPr="00813818">
        <w:rPr>
          <w:rFonts w:ascii="Calibri" w:hAnsi="Calibri" w:cs="Calibri"/>
          <w:noProof/>
          <w:sz w:val="24"/>
          <w:szCs w:val="24"/>
          <w:lang w:eastAsia="en-GB"/>
        </w:rPr>
        <w:t xml:space="preserve">. </w:t>
      </w:r>
    </w:p>
    <w:p w:rsidR="0017211D" w:rsidRPr="00813818" w:rsidRDefault="0017211D" w:rsidP="0036110D">
      <w:pPr>
        <w:rPr>
          <w:rFonts w:ascii="Calibri" w:hAnsi="Calibri" w:cs="Calibri"/>
          <w:noProof/>
          <w:sz w:val="24"/>
          <w:szCs w:val="24"/>
        </w:rPr>
      </w:pPr>
    </w:p>
    <w:p w:rsidR="0017211D" w:rsidRPr="00813818" w:rsidRDefault="0017211D" w:rsidP="0036110D">
      <w:pPr>
        <w:rPr>
          <w:rFonts w:ascii="Calibri" w:hAnsi="Calibri" w:cs="Calibri"/>
          <w:noProof/>
          <w:sz w:val="24"/>
          <w:szCs w:val="24"/>
        </w:rPr>
      </w:pPr>
    </w:p>
    <w:p w:rsidR="0017211D" w:rsidRPr="00813818" w:rsidRDefault="0017211D" w:rsidP="0036110D">
      <w:pPr>
        <w:jc w:val="center"/>
        <w:rPr>
          <w:rFonts w:ascii="Calibri" w:hAnsi="Calibri" w:cs="Calibri"/>
          <w:sz w:val="20"/>
          <w:szCs w:val="20"/>
        </w:rPr>
      </w:pPr>
      <w:r w:rsidRPr="00813818">
        <w:rPr>
          <w:rFonts w:ascii="Calibri" w:hAnsi="Calibri" w:cs="Calibri"/>
        </w:rPr>
        <w:object w:dxaOrig="9295" w:dyaOrig="8019">
          <v:shape id="_x0000_i1027" type="#_x0000_t75" style="width:450.75pt;height:389.25pt" o:ole="">
            <v:imagedata r:id="rId10" o:title=""/>
          </v:shape>
          <o:OLEObject Type="Embed" ProgID="Visio.Drawing.11" ShapeID="_x0000_i1027" DrawAspect="Content" ObjectID="_1585991626" r:id="rId11"/>
        </w:object>
      </w:r>
    </w:p>
    <w:p w:rsidR="0017211D" w:rsidRPr="00813818" w:rsidRDefault="0017211D" w:rsidP="0036110D">
      <w:pPr>
        <w:jc w:val="center"/>
        <w:rPr>
          <w:rFonts w:ascii="Calibri" w:hAnsi="Calibri" w:cs="Calibri"/>
          <w:sz w:val="20"/>
          <w:szCs w:val="20"/>
        </w:rPr>
      </w:pPr>
    </w:p>
    <w:p w:rsidR="0017211D" w:rsidRPr="00813818" w:rsidRDefault="0017211D" w:rsidP="0036110D">
      <w:pPr>
        <w:jc w:val="center"/>
        <w:rPr>
          <w:rFonts w:ascii="Calibri" w:hAnsi="Calibri" w:cs="Calibri"/>
          <w:sz w:val="20"/>
          <w:szCs w:val="20"/>
        </w:rPr>
      </w:pPr>
      <w:r w:rsidRPr="00813818">
        <w:rPr>
          <w:rFonts w:ascii="Calibri" w:hAnsi="Calibri" w:cs="Calibri"/>
          <w:sz w:val="20"/>
          <w:szCs w:val="20"/>
        </w:rPr>
        <w:t>Figure 3  Flowchart of multi-population methods integrating with nature-inspired optimization algorithms.</w:t>
      </w:r>
    </w:p>
    <w:p w:rsidR="0017211D" w:rsidRPr="00813818" w:rsidRDefault="0017211D" w:rsidP="0036110D">
      <w:pPr>
        <w:rPr>
          <w:rFonts w:ascii="Calibri" w:hAnsi="Calibri" w:cs="Calibri"/>
          <w:noProof/>
          <w:sz w:val="24"/>
          <w:szCs w:val="24"/>
        </w:rPr>
      </w:pPr>
    </w:p>
    <w:p w:rsidR="0017211D" w:rsidRPr="00813818" w:rsidRDefault="0017211D" w:rsidP="0036110D">
      <w:pPr>
        <w:rPr>
          <w:rFonts w:ascii="Calibri" w:hAnsi="Calibri" w:cs="Calibri"/>
          <w:noProof/>
          <w:sz w:val="24"/>
          <w:szCs w:val="24"/>
        </w:rPr>
      </w:pPr>
    </w:p>
    <w:p w:rsidR="0017211D" w:rsidRPr="00813818" w:rsidRDefault="0017211D" w:rsidP="00FE49A7">
      <w:pPr>
        <w:spacing w:line="480" w:lineRule="auto"/>
        <w:ind w:firstLineChars="100" w:firstLine="31680"/>
        <w:rPr>
          <w:rFonts w:ascii="Calibri" w:hAnsi="Calibri" w:cs="Calibri"/>
          <w:noProof/>
          <w:sz w:val="24"/>
          <w:szCs w:val="24"/>
          <w:lang w:eastAsia="en-GB"/>
        </w:rPr>
      </w:pPr>
      <w:r w:rsidRPr="00813818">
        <w:rPr>
          <w:rFonts w:ascii="Calibri" w:hAnsi="Calibri" w:cs="Calibri"/>
          <w:noProof/>
          <w:sz w:val="24"/>
          <w:szCs w:val="24"/>
          <w:lang w:eastAsia="en-GB"/>
        </w:rPr>
        <w:t>The main steps are further described below:</w:t>
      </w:r>
    </w:p>
    <w:p w:rsidR="0017211D" w:rsidRPr="00813818" w:rsidRDefault="0017211D" w:rsidP="0036110D">
      <w:pPr>
        <w:pStyle w:val="NormalWeb"/>
        <w:shd w:val="clear" w:color="auto" w:fill="FFFFFF"/>
        <w:spacing w:before="0" w:beforeAutospacing="0" w:after="0" w:afterAutospacing="0" w:line="480" w:lineRule="auto"/>
        <w:jc w:val="both"/>
        <w:textAlignment w:val="baseline"/>
        <w:rPr>
          <w:rFonts w:ascii="Calibri" w:hAnsi="Calibri" w:cs="Calibri"/>
          <w:noProof/>
          <w:kern w:val="2"/>
          <w:lang w:val="en-US"/>
        </w:rPr>
      </w:pPr>
      <w:r w:rsidRPr="00813818">
        <w:rPr>
          <w:rFonts w:ascii="Calibri" w:hAnsi="Calibri" w:cs="Calibri"/>
          <w:i/>
          <w:iCs/>
          <w:noProof/>
          <w:kern w:val="2"/>
          <w:lang w:val="en-US"/>
        </w:rPr>
        <w:t xml:space="preserve">Step </w:t>
      </w:r>
      <w:r w:rsidRPr="00813818">
        <w:rPr>
          <w:rFonts w:ascii="Calibri" w:hAnsi="Calibri" w:cs="Calibri"/>
          <w:noProof/>
          <w:kern w:val="2"/>
          <w:lang w:val="en-US"/>
        </w:rPr>
        <w:t xml:space="preserve">1: Set parameters, and initialize the population of solutions. The key parameters of multi-population </w:t>
      </w:r>
      <w:r w:rsidRPr="00813818">
        <w:rPr>
          <w:rFonts w:ascii="Calibri" w:hAnsi="Calibri" w:cs="Calibri"/>
          <w:noProof/>
        </w:rPr>
        <w:t xml:space="preserve">methods integrating with nature-inspired optimization </w:t>
      </w:r>
      <w:r w:rsidRPr="00813818">
        <w:rPr>
          <w:rFonts w:ascii="Calibri" w:hAnsi="Calibri" w:cs="Calibri"/>
          <w:noProof/>
          <w:kern w:val="2"/>
          <w:lang w:val="en-US"/>
        </w:rPr>
        <w:t>include the parameters of EA or SI paradigms, the maximum number of iterations, the size of population, the number of subpopulations, and the communication parameters between subpopulations.</w:t>
      </w:r>
    </w:p>
    <w:p w:rsidR="0017211D" w:rsidRPr="00813818" w:rsidRDefault="0017211D" w:rsidP="0036110D">
      <w:pPr>
        <w:pStyle w:val="NormalWeb"/>
        <w:shd w:val="clear" w:color="auto" w:fill="FFFFFF"/>
        <w:spacing w:before="0" w:beforeAutospacing="0" w:after="0" w:afterAutospacing="0" w:line="480" w:lineRule="auto"/>
        <w:jc w:val="both"/>
        <w:textAlignment w:val="baseline"/>
        <w:rPr>
          <w:rFonts w:ascii="Calibri" w:hAnsi="Calibri" w:cs="Calibri"/>
          <w:i/>
          <w:iCs/>
          <w:noProof/>
          <w:kern w:val="2"/>
          <w:lang w:val="en-US" w:eastAsia="zh-CN"/>
        </w:rPr>
      </w:pPr>
      <w:r w:rsidRPr="00813818">
        <w:rPr>
          <w:rFonts w:ascii="Calibri" w:hAnsi="Calibri" w:cs="Calibri"/>
          <w:i/>
          <w:iCs/>
          <w:noProof/>
          <w:kern w:val="2"/>
          <w:lang w:val="en-US"/>
        </w:rPr>
        <w:t xml:space="preserve">Step </w:t>
      </w:r>
      <w:r w:rsidRPr="00813818">
        <w:rPr>
          <w:rFonts w:ascii="Calibri" w:hAnsi="Calibri" w:cs="Calibri"/>
          <w:noProof/>
          <w:kern w:val="2"/>
          <w:lang w:val="en-US"/>
        </w:rPr>
        <w:t>2: Evaluate the population, and the fitness of the generated solutions is calculated using the objective function. Divide the entire population into multipe subpopulations, and each subpopulation may have different sizes of populations. Each subpopulation can be randomly or orderly assigned from the solutions.</w:t>
      </w:r>
      <w:r w:rsidRPr="00813818">
        <w:rPr>
          <w:rFonts w:ascii="Calibri" w:hAnsi="Calibri" w:cs="Calibri"/>
          <w:i/>
          <w:iCs/>
          <w:noProof/>
          <w:kern w:val="2"/>
          <w:lang w:val="en-US"/>
        </w:rPr>
        <w:t xml:space="preserve"> </w:t>
      </w:r>
    </w:p>
    <w:p w:rsidR="0017211D" w:rsidRPr="00813818" w:rsidRDefault="0017211D" w:rsidP="0036110D">
      <w:pPr>
        <w:pStyle w:val="NormalWeb"/>
        <w:shd w:val="clear" w:color="auto" w:fill="FFFFFF"/>
        <w:spacing w:before="0" w:beforeAutospacing="0" w:after="0" w:afterAutospacing="0" w:line="480" w:lineRule="auto"/>
        <w:jc w:val="both"/>
        <w:textAlignment w:val="baseline"/>
        <w:rPr>
          <w:rFonts w:ascii="Calibri" w:hAnsi="Calibri" w:cs="Calibri"/>
          <w:noProof/>
          <w:kern w:val="2"/>
          <w:lang w:val="en-US"/>
        </w:rPr>
      </w:pPr>
      <w:r w:rsidRPr="00813818">
        <w:rPr>
          <w:rFonts w:ascii="Calibri" w:hAnsi="Calibri" w:cs="Calibri"/>
          <w:i/>
          <w:iCs/>
          <w:noProof/>
          <w:kern w:val="2"/>
          <w:lang w:val="en-US"/>
        </w:rPr>
        <w:t xml:space="preserve">Step </w:t>
      </w:r>
      <w:r w:rsidRPr="00813818">
        <w:rPr>
          <w:rFonts w:ascii="Calibri" w:hAnsi="Calibri" w:cs="Calibri"/>
          <w:noProof/>
          <w:kern w:val="2"/>
          <w:lang w:val="en-US"/>
        </w:rPr>
        <w:t xml:space="preserve">3: Create offspring subpopulations, which is the most important part for </w:t>
      </w:r>
      <w:r w:rsidRPr="00813818">
        <w:rPr>
          <w:rFonts w:ascii="Calibri" w:hAnsi="Calibri" w:cs="Calibri"/>
          <w:noProof/>
        </w:rPr>
        <w:t>multi-population methods integrating with nature-inspired optimization</w:t>
      </w:r>
      <w:r w:rsidRPr="00813818">
        <w:rPr>
          <w:rFonts w:ascii="Calibri" w:hAnsi="Calibri" w:cs="Calibri"/>
          <w:noProof/>
          <w:kern w:val="2"/>
          <w:lang w:val="en-US"/>
        </w:rPr>
        <w:t xml:space="preserve">. In this step, we can use a fix or variable number of subpopulations, and we also can use a complex communication mechamism between subpopulations. Different subpopulations can be executed independently or dependently by EA or SI paradigms to generate their own offspring subpopulations. For these EA or SI paradigms, we can use the same strategy for all the subpopulations, or use different strategies for each subpopulation. In addition, for different optimization problems, we can allow all the subpopulations to search in the entire solution space. </w:t>
      </w:r>
    </w:p>
    <w:p w:rsidR="0017211D" w:rsidRPr="00813818" w:rsidRDefault="0017211D" w:rsidP="0036110D">
      <w:pPr>
        <w:pStyle w:val="NormalWeb"/>
        <w:shd w:val="clear" w:color="auto" w:fill="FFFFFF"/>
        <w:spacing w:before="0" w:beforeAutospacing="0" w:after="0" w:afterAutospacing="0" w:line="480" w:lineRule="auto"/>
        <w:jc w:val="both"/>
        <w:textAlignment w:val="baseline"/>
        <w:rPr>
          <w:rFonts w:ascii="Calibri" w:hAnsi="Calibri" w:cs="Calibri"/>
          <w:noProof/>
          <w:kern w:val="2"/>
          <w:lang w:val="en-US"/>
        </w:rPr>
      </w:pPr>
      <w:r w:rsidRPr="00813818">
        <w:rPr>
          <w:rFonts w:ascii="Calibri" w:hAnsi="Calibri" w:cs="Calibri"/>
          <w:i/>
          <w:iCs/>
          <w:noProof/>
          <w:kern w:val="2"/>
          <w:lang w:val="en-US"/>
        </w:rPr>
        <w:t>Step 4</w:t>
      </w:r>
      <w:r w:rsidRPr="00813818">
        <w:rPr>
          <w:rFonts w:ascii="Calibri" w:hAnsi="Calibri" w:cs="Calibri"/>
          <w:noProof/>
          <w:kern w:val="2"/>
          <w:lang w:val="en-US"/>
        </w:rPr>
        <w:t xml:space="preserve">: Evaluate offspring subpopulations and check the stopping condition. If the termination criterion is not met, go to Step 3; otherwise, terminate and output the evaluation results. </w:t>
      </w:r>
    </w:p>
    <w:p w:rsidR="0017211D" w:rsidRPr="00813818" w:rsidRDefault="0017211D" w:rsidP="0036110D">
      <w:pPr>
        <w:spacing w:line="480" w:lineRule="auto"/>
        <w:rPr>
          <w:rFonts w:ascii="Calibri" w:hAnsi="Calibri" w:cs="Calibri"/>
          <w:sz w:val="24"/>
          <w:szCs w:val="24"/>
        </w:rPr>
      </w:pPr>
    </w:p>
    <w:p w:rsidR="0017211D" w:rsidRPr="00813818" w:rsidRDefault="0017211D" w:rsidP="0036110D">
      <w:pPr>
        <w:pStyle w:val="1"/>
        <w:numPr>
          <w:ilvl w:val="0"/>
          <w:numId w:val="1"/>
        </w:numPr>
        <w:spacing w:line="480" w:lineRule="auto"/>
        <w:ind w:left="0"/>
        <w:rPr>
          <w:rFonts w:cs="Times New Roman"/>
        </w:rPr>
      </w:pPr>
      <w:r w:rsidRPr="00813818">
        <w:rPr>
          <w:sz w:val="28"/>
          <w:szCs w:val="28"/>
        </w:rPr>
        <w:t xml:space="preserve">Applications of multi-population </w:t>
      </w:r>
      <w:r w:rsidRPr="00813818">
        <w:rPr>
          <w:sz w:val="28"/>
          <w:szCs w:val="28"/>
          <w:lang w:eastAsia="zh-CN"/>
        </w:rPr>
        <w:t>method</w:t>
      </w:r>
      <w:r w:rsidRPr="00813818">
        <w:rPr>
          <w:sz w:val="28"/>
          <w:szCs w:val="28"/>
        </w:rPr>
        <w:t>s</w:t>
      </w: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 xml:space="preserve">The literature reports numerous applications of multi-population methods to benchmark datasets and real-world problems. This section first provides a summary of optimization problem categories: multi-modal optimization, dynamic optimization, multi-objective optimization, large-scale optimization, combinatorial optimization, constrained optimization, and noisy optimization. Then we review the applications of multi-population methods to in different practices. </w:t>
      </w:r>
    </w:p>
    <w:p w:rsidR="0017211D" w:rsidRPr="00813818" w:rsidRDefault="0017211D" w:rsidP="00536A0A">
      <w:pPr>
        <w:spacing w:beforeLines="50" w:line="480" w:lineRule="auto"/>
        <w:rPr>
          <w:rFonts w:ascii="Calibri" w:hAnsi="Calibri" w:cs="Calibri"/>
          <w:sz w:val="24"/>
          <w:szCs w:val="24"/>
        </w:rPr>
      </w:pPr>
    </w:p>
    <w:p w:rsidR="0017211D" w:rsidRPr="00813818" w:rsidRDefault="0017211D" w:rsidP="0036110D">
      <w:pPr>
        <w:spacing w:line="480" w:lineRule="auto"/>
        <w:rPr>
          <w:rFonts w:ascii="Calibri" w:hAnsi="Calibri" w:cs="Calibri"/>
          <w:b/>
          <w:bCs/>
          <w:sz w:val="24"/>
          <w:szCs w:val="24"/>
        </w:rPr>
      </w:pPr>
      <w:r w:rsidRPr="00813818">
        <w:rPr>
          <w:rFonts w:ascii="Calibri" w:hAnsi="Calibri" w:cs="Calibri"/>
          <w:b/>
          <w:bCs/>
          <w:sz w:val="24"/>
          <w:szCs w:val="24"/>
        </w:rPr>
        <w:t>3.1 Classes of optimization</w:t>
      </w: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3.1.1 Multi-modal optimization</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Many multi-population methods were used to solve multi-modal benchmark functions [68, 78]. Siarry et al. [87] presented a multi-population GA for multi-modal optimization, which created subpopulations within the niches defined by the multiple optima to warrant good diversity. The empirical results showed the reliability of the proposed algorithm. In [88-89], a multi-population cultural algorithm using fuzzy clustering was proposed for multi-modal function optimization, where fuzzy clustering was used to partition the single population into several communicating subpopulations which evolved in parallel whilst cultural exchange ensured population diversity. The simulation results on several multi-modal test functions showed that the proposed method had good performance. A bi-objective multi-population GA was proposed in [90-91] for multi-modal function optimization, in which two separate but complementary fitness objectives were designed to enhance the diversity of the overall populations and exploration of the search space. The experimental results on five multi-modal functions showed that the proposed algorithm outperformed four multi-modal GAs. Zhang and Ding [92] proposed a multi-swarm self-adaptive and cooperative PSO for complex multi-modal functions, in which particles in each sub-swarms shared the best optimum to enhance the cooperative capability. The simulation results showed that the proposed algorithm had better performance than the other algorithms. In [93], Kwasnicka and Przewozniczek proposed a multi-population pattern searching algorithm, which is a new evolutionary method based on the standard messy genetic algorithm for solving optimization problems. In this study, the authors used some of the messy GA ideas like coding and operators in different subpopulations to solve the bottleneck of effectiveness dropdown. The simulations on a set of test functions including multi-modal benchmarks showed that their method had highly competitive performance. In [94], Bolufe and Chen proposed a multi-swarm hybrid algorithm for multi-modal optimization, where some ideas from DE algorithms and EDAs were used to address the new design in multi-swarm systems. The experimental results showed that the proposed hybrid system could perform better than each of the individual components. In [95], Fieldsend presented a new multi-modal evolutionary optimizer, the niching migratory multi-swarm optimizer (NMMSO), which dynamically managed many particle swarms. In the proposed method, sub-swarms were concerned with optimizing separate local modes, and employed measures to allow swarm elements to migrate away from their parent swarm and to merge swarms together under some conditions. The simulation results on multi-modal test problems showed that the proposed method obtained competitive performance. In [96], a pseudo multi-population differential evolution (p-MPDE) was proposed for multi-modal functions, in which the proposed p-MPDE employed a small exemplar population to conduct standard DE operation, and each other individual used the differential of two randomly chosen members in the exemplar population to mutate themselves and evolve. The simulation results showed that the proposed p-MPDE outperformed other state-of-the-art multi-modal algorithms. Xiao et al. [97] presented a novel multi-population co-evolution immune optimization algorithm for most of the existing multi-modal benchmarks, where co-evolution of three subpopulations was promoted through a self-adjusted clone operator to enhance exploration and exploitation. The authors proved that their method outperformed three known immune algorithms and several EAs. A general-purpose asynchronous adaptive multi-population model for a distributed differential evolution (AsAMP-dDE) algorithm was proposed in [98], where the asynchronous migration mechanism and the adaptive procedure allowed reducing the number of the control parameters to be set in the distributed multi-population models. The experimental results showed that this algorithm achieved good performance for the investigated benchmarks including the most of multi-modal functions. </w:t>
      </w:r>
    </w:p>
    <w:p w:rsidR="0017211D" w:rsidRPr="00813818" w:rsidRDefault="0017211D" w:rsidP="0036110D">
      <w:pPr>
        <w:spacing w:line="480" w:lineRule="auto"/>
        <w:rPr>
          <w:rFonts w:ascii="Calibri" w:hAnsi="Calibri" w:cs="Calibri"/>
          <w:sz w:val="24"/>
          <w:szCs w:val="24"/>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 xml:space="preserve">3.1.2 Dynamic optimization </w:t>
      </w: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Multi-population methods have also been used to solve dynamic optimization problems [44, 47, 54, 60, 70, 71]. Branke et al. [99] presented a multi-population approach to dynamic optimization problems, where the proposed algorithm used concepts from a multi-population evolutionary algorithm, which is to find multiple peaks in a multi-modal landscape, to enhance solution search in a dynamic landscape. The experimental results showed that this approach was indeed suitable for moving peak benchmarks. In [100], authors presented new variants of PSO which worked well in dynamic environments, where the main idea was to extend the single population PSO by constructing interacting multi-swarms. The results showed that the proposed multi-swarm optimizer significantly outperformed the single population PSO on the moving peaks benchmarks. In [101], authors proposed a mixed multi-swarm optimization approach applied to dynamic environments, where a set of particles was divided into multiple sub-swarms, and every sub-swarm consisted of two types of particles: classic and quantum ones. Both of them were based on stable symmetric distributions. The experimental results showed that the proposed method had achieved satisfactory efficiency. Another version adopting a multi-swarm PSO based on the concept of quantum for dynamic optimization was proposed in [102]. Yazdani et al. [103] presented a novel multi-swarm PSO algorithm for benchmark functions in dynamic environments. In this study, several mechanisms based on the changes of velocity vectors and particle positions were used to increase the diversity of swarms. The simulation results conducted on moving peak benchmarks showed the superiority of the proposed method. Multi-swarm optimization with chaotic mapping was proposed in [104] for dynamic optimization problems, in which the proposed algorithm adopted an improved multi-swarm approach and employed PSO as a global and local search method. Furthermore, a modified chaotic mapping mechanism was presented to overcome the challenge of diversity loss. The simulation results showed that the proposed algorithm outperformed the others on most of the test cases. Other studies about multi-population methods combining with PSO were presented in the literature [105-110]. Furthermore, a multi-population based geometric collaborative evolutionary</w:t>
      </w:r>
      <w:bookmarkStart w:id="1" w:name="_GoBack"/>
      <w:bookmarkEnd w:id="1"/>
      <w:r w:rsidRPr="00813818">
        <w:rPr>
          <w:rFonts w:ascii="Calibri" w:hAnsi="Calibri" w:cs="Calibri"/>
          <w:sz w:val="24"/>
          <w:szCs w:val="24"/>
        </w:rPr>
        <w:t xml:space="preserve"> algorithm was presented in [111] to solve complex dynamics problems. The numerical results demonstrated that the proposed algorithm was effective. Wu et al. [112-113] designed a multi-population and diffusion univariate marginal distribution algorithm, and the results showed that the proposed algorithm was effective for the function with a moving optimum and could adapt to the dynamic environments. In [114], a simple but effective self-adaptive strategy to control the behaviors of a DE based multi-population algorithm was proposed for dynamic environments. Specifically, the proposed scheme was aimed to control the creation of random individuals by the self-adaptation of the involved parameters. The simulation results showed that the proposed algorithm was as competitive as other efficient methods. Kundu et al. [115] published a similar study which used a multi-population based DE with speciation-based response to dynamic environments. The introduction of external archiving into a multi-population harmony search algorithm to solve dynamic optimization problems was presented by Turky and Abdullah [116]. The results on moving peak benchmarks showed that their modified version was better than the original harmony search algorithms. In [117], Li et al. proposed an adaptive multi-swarm optimizer for dynamic optimization problems, which addressed how to adapt the number of populations to change and how to adaptively maintain the population diversity in a situation where changes were hard to detect or predict. The performance of the proposed algorithm was compared with a set of the standard algorithms based on multi-population methods. Li et al. [118] presented some great challenges for multi-population methods in unconstrained dynamic environments, and analyzed them through experimental studies from the algorithm design point of view. The simulation results showed that the multi-population performance was significantly affected by several crucial issues, including how to adapt the number of subpopulations to dynamic environments, how to determine the search area of each subpopulation, and so on. Li et al. [119] used an adaptive multi-population optimization framework for locating and tracking multiple optima, which was taken as a dynamic optimization problem. In this study, PSO and DE were implemented into the multi-population framework, and the authors discovered that the proposed framework was quite good for dynamic optimization problems. Another version about multi-population optimization framework for dynamic environments was proposed by Uludag et al. [120]. Ozsoydan and Baykasoglu [121] employed a multi-population firefly algorithm to tackle dynamic optimization problems. The experiments on moving peak benchmarks showed that the proposed algorithm significantly improved system performance. A multi-swarm artificial bee colony (MABC) algorithm was proposed in [122] for dynamic optimization problems, where the proposed MABC had a similar framework to the original ABC but used an environment detection technique to track the moving of the optimal solutions of dynamic problems. The experimental results showed that the proposed MABC performed better in terms of offline errors, convergence speeds, and robustness. </w:t>
      </w:r>
    </w:p>
    <w:p w:rsidR="0017211D" w:rsidRPr="00813818" w:rsidRDefault="0017211D" w:rsidP="0036110D">
      <w:pPr>
        <w:spacing w:line="480" w:lineRule="auto"/>
        <w:rPr>
          <w:rFonts w:ascii="Calibri" w:hAnsi="Calibri" w:cs="Calibri"/>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3.1.3 Multi-objective optimization</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Multi-population methods have sometimes been used to solve multi-objective optimization problems [79]. Leong et al. [123] extended multi-population methods to PSO-based multi-objective optimization in order to create multi-population multi-objective PSO, which made use of a dynamic population size and adaptive local archives to improve the diversity within each subpopulation. The computational experiments showed that their method worked better than the other standard methods. Zhang et al. [124] handled multi-objective optimization problems using a multi-swarm cooperative PSO, where each sub-swarm was designed to optimize one specific objective function of the multi-objective problem. The simulation results indicated that the proposed algorithm was highly competitive in solving multi-objective problems. In [125], Yu et al. used a multi-swarm comprehensive learning PSO algorithm to solve the multi-objective sustainable operation problem of the Three Gorges cascaded hydropower system. The experimental results demonstrated that the proposed method had satisfactory convergence and diversity for the cases studied. Liu et al. [126] proposed a co-evolutionary technique based on a multi-swarm PSO for the dynamic multi-objective problem. The simulation results indicated that the proposed algorithm was promising for tackling dynamic multi-objective problems. Other studies using multi-swarm PSO for multi-objective optimization problems were reported in [127-132]. In addition, Kersting and Zabel [133] proposed a new multi-population multi-objective evolutionary algorithm for optimizing NC-tool paths for simultaneous five-axis milling. Their results showed the effectiveness of this multi-population algorithm for optimizing the previously available solutions. Xiao [134] formulated an improved multi-objective evolutionary memetic algorithm by using a multi-population approach. The airport ground services were optimized by the authors to test the performance of their method, and it showed that their method was better than the existing ones in terms of solution quality and Pareto dominance. Shang et al. [135] developed a multi-population cooperative co-evolutionary algorithm for the multi-objective capacitated arc routing problem, where the divide-and-conquer method was applied to decompose the whole population into multiple subpopulations according to different direction vectors, and then each subpopulation was used to search different objective sub-regions simultaneously. The results showed the effectiveness of this multi-population multi-objective algorithm for optimizing the capacitated arc routing problem. In [136], Shi et al. introduced a multi-objective immune algorithm based on a multi-population co-evolutionary strategy, where subpopulations evolved independently, and the unique characteristics of each subpopulation could be effectively maintained. The diversity of the entire population was effectively increased. The results showed that the proposed algorithm achieved satisfactory results in terms of convergence, diversity metrics, and running time on most of the problems. In [137], the author proposed a multi-population Sim-EA algorithm with operator auto-adaptation for the multi-objective firefighter problem, where a new migration mechanism was used to improve the effectiveness of the algorithm. The simulation results showed that the proposed multi-population Sim-EA algorithm produced better results than a decomposition-based algorithm. Castro et al. [138] presented a competent multi-swarm approach for more than three objectives known as many-objective optimization problems (MaOPs). On each sub-swarm, an EDA was used to ensure proper convergence. The empirical results fully demonstrated the superiority of the proposed method on almost all test instances. </w:t>
      </w:r>
    </w:p>
    <w:p w:rsidR="0017211D" w:rsidRPr="00813818" w:rsidRDefault="0017211D" w:rsidP="0036110D">
      <w:pPr>
        <w:spacing w:line="480" w:lineRule="auto"/>
        <w:rPr>
          <w:rFonts w:ascii="Calibri" w:hAnsi="Calibri" w:cs="Calibri"/>
          <w:sz w:val="24"/>
          <w:szCs w:val="24"/>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3.1.4 Large-scale optimization</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Multi-population methods have also been used to solve large-scale optimization problems [45]. Fan and Chang [139] presented a dynamic multi-swarm PSO based on parallel PC cluster systems for optimizing large-scale functions, in which multiple swarms worked in parallel, and used a message passing interface for information interchange among swarms. The simulation results showed that the proposed algorithm was promising in solving large-scale problems. Another version adopting a dynamic multi-swarm PSO with local search for large-scale global optimization was presented in [140]. Moeini et al. [141] introduced a colonial multi-swarm method with modular characteristics to the administration of PSO in large-scale problems, which ensured a decent degree of exploration by administrating a number of parallel swarms. The simulation results on 28 large-scale benchmark problems exhibited significant improvement as the problem dimensionality arose. A novel parallel multi-swarm algorithm based on comprehensive learning PSO was proposed in [142] for large-scale benchmark functions. In this study, multiple swarms had a master-slave relationship and worked cooperatively and concurrently to reach proper convergence. The simulation results showed that the proposed algorithm had good performance over the other variants of PSO. An enhanced version was implemented to handle another set of 20 large-scale optimization functions by Ge et al. [143]. In the meantime, Guo et al. [144] presented a novel multi-population cultural algorithm adopting knowledge migration, where implicit knowledge extracted from each subpopulation directly reflected the information of the dominant search space in order to enhance diversity. The authors proved that their method had better performance than the other methods for large-scale optimization functions. In [145], a new multi-swarm multi-objective optimization method was proposed for dealing with large-scale structural problems. In this method, a multi-objective optimization method combining with clustering and particle regeneration procedure was presented to deal with large scale optimization problems. The experimental results showed that the proposed method outperformed several state-of-the-art approaches. Ali et al. [146] proposed multi-population DE with balanced ensemble of mutation strategies for large-scale global optimization, where the population was divided into independent subpopulations, each with different mutation and updating strategies. The performance of the proposed algorithm was investigated using 19 large-scale optimization functions and the results showed that it had competitive performance. A large-scale optimization application of multi-population differential ABC algorithm was presented by Zhou and Yao [147] for service composition in cloud manufacturing. In their study, the proposed algorithm adopted multiple parallel subpopulations, each of which evolved according to different mutation strategies from differential evolution to generate perturbed sources for foraging bees, and the mutation parameters were adapted independently. The authors found that the proposed algorithm outperformed other hybrid and single population algorithms in the literature. </w:t>
      </w:r>
    </w:p>
    <w:p w:rsidR="0017211D" w:rsidRPr="00813818" w:rsidRDefault="0017211D" w:rsidP="0036110D">
      <w:pPr>
        <w:shd w:val="clear" w:color="auto" w:fill="FCFCFC"/>
        <w:rPr>
          <w:rFonts w:ascii="Calibri" w:hAnsi="Calibri" w:cs="Calibri"/>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3.1.5 Combinatorial optimization</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Sometimes, multi-population methods have been used to solve combinational optimization problems [57, 62]. A study on multi-population GAs for 0/1 knapsack problem was proposed by Lin et al. [148], and the experimental results showed that the proposed approach was comparable to single-population GAs. Another similar study on multi-population GA for multiple-choice multidimensional knapsack problems was proposed by Zhou and Luo [149]. A case on the dynamic vehicle routing problem, which was one of dynamic combinatorial problems, was handled by multi-swarm PSO [150]. In their study, the population of particles was split into a set of interacting swarms. The effectiveness of the approach was tested on a set of benchmarks, and the results showed that the proposed approach significantly outperformed the other meta-heuristics. Xiong and Wei [151] presented a multi-population binary ACO algorithm based on the distribution of food quantity, in which subpopulations learned from each other by the means of ant pheromones. The simulations on the 0/1 multi-knapsack problem demonstrated that their method could obtain satisfactory optimization performance. In [152], the authors discussed adaptive tuning of all the parameters used in a multi-swarm PSO algorithm, and applied the method to the probabilistic traveling salesman problem. The experimental results on a number of benchmark instances showed that the proposed algorithm had better performance than a number of algorithms reported in the literature.</w:t>
      </w:r>
    </w:p>
    <w:p w:rsidR="0017211D" w:rsidRPr="00813818" w:rsidRDefault="0017211D" w:rsidP="0036110D">
      <w:pPr>
        <w:shd w:val="clear" w:color="auto" w:fill="FCFCFC"/>
        <w:rPr>
          <w:rFonts w:ascii="Calibri" w:hAnsi="Calibri" w:cs="Calibri"/>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3.1.6 Constrained optimization</w:t>
      </w: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 xml:space="preserve">Multi-population methods have also been used to solve constrained optimization problems. In [153], a multi-population EA was proposed for solving constrained optimization problems, where the proposed method adopted three populations with different multi-parent crossover operators. During the optimizing process, three populations exchange the best solution in each generation to adjust its search direction to possible optimum solution. The numerical results showed that the proposed method was highly competitive against the other algorithms. Liang and Suganthan [154] presented a dynamic multi-swarm PSO with a novel constraint-handling mechanism. The simulation results on CEC 2006 benchmark functions showed that the modified algorithm had better performance. Another version using a hybrid multi-swarm PSO for solving constrained optimization problems was proposed by Wang and Cai [155]. Applications of a parallel multi-population GA were presented by Gonçalves and Resende [156] for two-dimensional orthogonal packing problems with constraints. The effectiveness of the proposed algorithm was verified on a set of instances, and the results of the study showed that their method outperformed a standard GA. In [157], a scalable multi-swarm based algorithm with Lagrangian relaxation was proposed for the constrained problems, in which the proposed method used a set of techniques in parallel to find near optimal solutions for these problems. The effectiveness of this approach was demonstrated in a rail scheduling problem. In [158], a novel quantum-behavior multi-swarm algorithm based on a parallel architecture was applied to the constrained engineering design. In this study, the method was focused at generating a solution which included better quality of search and higher speed of convergence by using evolutionary strategies. The results showed that the proposed method could obtain better performance. In [159], Srivastava and Singh proposed a hybrid multi-swarm PSO for solving a reactive power dispatch, which was a non-linear and multi-objective constrained optimization problem. The experimental results verified that the effectiveness of the proposed algorithm. In [160], Aimi and Suyama designed IIR filters with constraints using multi-swarm PSO, where the design problem was formulated as the non-linear optimization problem. The effectiveness of the proposed method was verified through several examples. </w:t>
      </w:r>
    </w:p>
    <w:p w:rsidR="0017211D" w:rsidRPr="00813818" w:rsidRDefault="0017211D" w:rsidP="00536A0A">
      <w:pPr>
        <w:spacing w:beforeLines="50" w:line="480" w:lineRule="auto"/>
        <w:rPr>
          <w:rFonts w:ascii="Calibri" w:hAnsi="Calibri" w:cs="Calibri"/>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3.1.7 Noisy optimization</w:t>
      </w: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Some real-world problems are of noisy measurements. In [161], the noisy environment of GA was described, and the effect of noise on GA was analyzed. Then cluster based multi-population GA was proposed for handling the noisy environment. The numerical experiment showed that the performance of the proposed algorithm was better than the traditional GAs. Szeto and Guo [162] applied a multi-population GA for locating multi-optima in a noisy environment. The noise interfered with precision and covering degrees, and affected the optimization performance. In their work, the authors incorporated a multi-population method with adaptive migration to control the information exchange between different subpopulations. The experimental results showed that the proposed algorithm performed better than the other algorithms for handling benchmark functions with noise.</w:t>
      </w:r>
    </w:p>
    <w:p w:rsidR="0017211D" w:rsidRPr="00813818" w:rsidRDefault="0017211D" w:rsidP="0036110D">
      <w:pPr>
        <w:spacing w:line="480" w:lineRule="auto"/>
        <w:rPr>
          <w:rFonts w:ascii="Calibri" w:hAnsi="Calibri" w:cs="Calibri"/>
          <w:sz w:val="24"/>
          <w:szCs w:val="24"/>
        </w:rPr>
      </w:pPr>
    </w:p>
    <w:p w:rsidR="0017211D" w:rsidRPr="00813818" w:rsidRDefault="0017211D" w:rsidP="0036110D">
      <w:pPr>
        <w:widowControl/>
        <w:numPr>
          <w:ilvl w:val="1"/>
          <w:numId w:val="4"/>
        </w:numPr>
        <w:spacing w:after="160" w:line="480" w:lineRule="auto"/>
        <w:rPr>
          <w:rFonts w:ascii="Calibri" w:hAnsi="Calibri" w:cs="Calibri"/>
          <w:b/>
          <w:bCs/>
          <w:sz w:val="24"/>
          <w:szCs w:val="24"/>
        </w:rPr>
      </w:pPr>
      <w:r w:rsidRPr="00813818">
        <w:rPr>
          <w:rFonts w:ascii="Calibri" w:hAnsi="Calibri" w:cs="Calibri"/>
          <w:b/>
          <w:bCs/>
          <w:sz w:val="24"/>
          <w:szCs w:val="24"/>
        </w:rPr>
        <w:t xml:space="preserve">Areas of applications </w:t>
      </w:r>
    </w:p>
    <w:p w:rsidR="0017211D" w:rsidRPr="00813818" w:rsidRDefault="0017211D" w:rsidP="0036110D">
      <w:pPr>
        <w:numPr>
          <w:ilvl w:val="2"/>
          <w:numId w:val="4"/>
        </w:numPr>
        <w:spacing w:line="480" w:lineRule="auto"/>
        <w:rPr>
          <w:rFonts w:ascii="Calibri" w:hAnsi="Calibri" w:cs="Calibri"/>
          <w:sz w:val="24"/>
          <w:szCs w:val="24"/>
        </w:rPr>
      </w:pPr>
      <w:r w:rsidRPr="00813818">
        <w:rPr>
          <w:rFonts w:ascii="Calibri" w:hAnsi="Calibri" w:cs="Calibri"/>
          <w:sz w:val="24"/>
          <w:szCs w:val="24"/>
        </w:rPr>
        <w:t>Applications to scheduling problems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Various paradigms of multi-population methods have been applied to scheduling problems, which comprise some of the most important advances [163-170]. In [171], Qi et al. applied parallel multi-population GA to dynamic job-shop scheduling, where a modified genetic technique was adopted using a specially formulated genetic operator to conduct efficient search. The simulation results indicated that the proposed GA successfully improved the solution obtained from the conventional approaches, particularly in coping with the job-shop scheduling problem. Cochran et al. [172] applied a multi-population GA algorithm to handle parallel machine scheduling problems. The authors concluded that their approach was promising for practical scheduling problems. Zandieh and Karimi [173] studied the performance of an adaptive multi-population GA technique for the multi-objective group scheduling problem in hybrid flexible flowshop with sequence-dependent setup. The computational results showed that the proposed algorithm performed better than the standard GAs. In [174], a multi-population GA was proposed for multi-objective scheduling simulation of flexible job-shop. This study took into account the shortest processing time and the balanced usage of machines, and put forward the multi-population GA solution based on the multi-objective scheduling of flexible job-shop. The experimental results showed that the total machine load and the machine load’s variance were gradually decreased by the proposed algorithm. Other studies that adopted the multi-population GA approach for scheduling problems were presented by Chakraborti and Kumar [175], Zegordi and Nia [176], Toledo et al. [177], and Huang et al. [178]. In [179], an improved multi-population hybrid PSO was proposed for the flexible job-shop scheduling problem, in which searching efficiency was improved and the best processing sequence was found for flexible job-shop scheduling via simultaneous evolution of multiple populations. The proposed method was proved to be valid for flexible job-shop scheduling problems. Liang et al. [180] used a dynamic multi-swarm PSO method for solving the blocking flow shop scheduling problem, in which small multi-swarms and a regrouping schedule were used to minimize makespan. The computational results and comparisons indicated that the proposed algorithm had better performance than the other established algorithms in the literature. In [181], the authors applied a multi-swarm PSO-based optimization approach to handle multi-reservoir operation rules, which was one of the real-world applications of scheduling problems. In their study, the proposed method incorporated multi-swarm into PSO to improve the performance of the standard algorithm. The experimental results on the real-time operation of the Three Reservoir System showed that the proposed approach significantly outperformed the standard stochastic optimization approaches. Other studies that adopted the multi-population PSO for scheduling problems were presented by Liu et al. [182], Li and He [183], and Liu et al. [184]. Moreover, Digalakis and Margaritis [185] proposed a multi-population cultural algorithm for the electrical generator scheduling problem. In the proposed model a variety of selection mechanisms, operators, communication methods, and local search procedures were applied to each subpopulation. The experimental results showed that the proposed framework was useful. A multi-population interactive co-evolutionary algorithm for the flexible job shop scheduling problem was discussed in [186], where the quality of population was improved effectively by the interaction, competition and sharing mechanism among subpopulations. The simulation results showed that the proposed algorithm was an effective method for the flexible job shop scheduling problem. In [187], the authors employed a hybrid multi-population evolutionary algorithm to solve glass container production scheduling, in which a multi-population hierarchically structured GA scheme combined with a simulated annealing and cavity heuristic algorithm to improve system performance. The simulation results demonstrated that their algorithm was more effective than a state-of-the-art commercial solver and a non-hybridized multi-population GA. Recently, Gao and Pan [188] proposed a shuffled multi-swarm micro-migrating birds optimizer for a multi-resource-constrained flexible job-shop scheduling problem, in which a random shuffle process applied to the entire population was invoked periodically to propagate the good information that was found in some of the micro-swarms, and an adaptive search operator based on a problem-specific crossover and two-vector crossover helped to balance exploitation and exploration. The experimental results showed that the proposed method performed significantly better than the existing algorithms. </w:t>
      </w:r>
    </w:p>
    <w:p w:rsidR="0017211D" w:rsidRPr="00813818" w:rsidRDefault="0017211D" w:rsidP="0036110D">
      <w:pPr>
        <w:spacing w:line="480" w:lineRule="auto"/>
        <w:rPr>
          <w:rFonts w:ascii="Calibri" w:hAnsi="Calibri" w:cs="Calibri"/>
          <w:sz w:val="24"/>
          <w:szCs w:val="24"/>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 xml:space="preserve">3.2.2 Applications to path planning </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Multi-population methods are important optimization tools for path planning. Cheng et al. [189-190] presented an immigrants-enhanced multi-population GA for dynamic shortest path routing problems in mobile ad hoc networks, which were taken as a dynamic optimization problem. The experimental results showed that the proposed algorithm could quickly adapt to environmental changes and produce high-quality solutions after each change. Other studies that used a multi-population memetic algorithm and a multi-memory multi-population memetic algorithm for dynamic shortest path routing in mobile ad-hoc networks were presented by Turky et al. [191] and Sabar et al. [192] respectively. In [193], multi-swarm sharing PSO was applied to UAV path planning problem, in which the proposed method was employed to explore a better solution and the variable-length crossover concept was used to share information among different dimension swarms. The simulation result showed that the proposed method had the ability to determine suitable characteristics for flight path. Arantes et al. [194] used a hybrid multi-population GA for unmanned aerial vehicle (UAV) path panning, where the environment was non-convex by the presence of no-fly zones such as mountains, cities and airports. Experimental results demonstrated the effectiveness of the algorithm relative to other methods. In other research, Liang et al. [195-196] solved path planning based on a dynamic multi-swarm PSO with crossover and different constraint handling methods. Experimental results demonstrated the effectiveness of the proposed algorithms. Kuczkowski and Smierzchalski [197] compared single and multi-population evolutionary algorithms for path planning in the navigation situation. The results showed that the multi-population method was better than the single-population method for the studied path planning. Similar problems were solved based on the modified multi-population DE and multi-population GA in [198-199]. PSO with adaptive multi-swarm strategy was proposed in [200] for the capacitated vehicle routing problem with pickups and deliveries, which included goods delivery/pickup optimization, vehicle number optimization, routing path optimization and transportation cost minimization. In this study, the proposed method employed multiple PSO algorithms and an adaptive algorithm with the punishment mechanism to search an optimal solution. The simulation results proved that the method could solve the capacitated vehicle routing problem with the least number of vehicles and less transportation cost simultaneously. Osaba and Diaz [201] designed and implemented a multi-population meta-heuristic for solving the vehicle routing problem, in which the proposed algorithm combined multi-population DE with an elite pool scheme to keep population diversity and avoid prematurely trapping into local optima. The c</w:t>
      </w:r>
      <w:r w:rsidRPr="00813818">
        <w:rPr>
          <w:rFonts w:ascii="Calibri" w:hAnsi="Calibri" w:cs="Calibri"/>
          <w:sz w:val="24"/>
          <w:szCs w:val="24"/>
          <w:shd w:val="clear" w:color="auto" w:fill="FFFFFF"/>
        </w:rPr>
        <w:t>omputational results indicated that the method outperformed other algorithms relative to the given criteria.</w:t>
      </w:r>
      <w:r w:rsidRPr="00813818">
        <w:rPr>
          <w:rFonts w:ascii="Calibri" w:hAnsi="Calibri" w:cs="Calibri"/>
          <w:sz w:val="24"/>
          <w:szCs w:val="24"/>
        </w:rPr>
        <w:t xml:space="preserve"> Similar vehicle routing problems with time windows and stochastic travel and service times were solved based on multi-population memetic algorithm in [202].</w:t>
      </w:r>
    </w:p>
    <w:p w:rsidR="0017211D" w:rsidRPr="00813818" w:rsidRDefault="0017211D" w:rsidP="0036110D">
      <w:pPr>
        <w:rPr>
          <w:rFonts w:ascii="Calibri" w:hAnsi="Calibri" w:cs="Calibri"/>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3.2.3 Applications to data analysis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Data analysis is another important application area for multi-population methods [203-215]. A layered multi-population GP for designing a classifier was presented in [216], where the layer architectures were used to arrange multiple subpopulations to construct a new training set. The authors compared their method to the other algorithms and found that it was an effective approach to the classification problem. Another version was performed on clustering temporal data using a co-operative multi-population approach in [217]. Clustering applications of large probabilistic graphs using a multi-population evolutionary algorithm was presented by Halim et al. [218], in which each subpopulation represented a deterministic version of the same probabilistic graph. The computational experiments showed that the proposed algorithm gave better performance than the baseline methods and the state-of-the-art algorithms. In [219], a multi-population parallel GA for the direct-space crystal structure solution from the powder diffraction data, in which the multi-population GA was based on the independent evolution of different subpopulations, with occasional interaction allowed to occur between different subpopulations. The experimental result showed that the proposed method could create the opportunity for structure determination of molecular crystals of increasing complexity. Other studies that used niche GA and multi-population competition for feature extraction of nonparametric curves was presented by Wei et al. [220]. Yao et al. [221] proposed a multi-population GA for robust and fast ellipse detection from an image, where a number of subpopulations were evolved, and each was clustered around an actual ellipse in the target image. Simulation results indicated that the proposed algorithm significantly outperformed the other algorithms. Li et al. [222] developed a multi-population agent GA which realized parallel search for feature selection. The computational results indicated that the proposed method outperformed the other algorithms relative to the given criteria. Garcia-Nieto and Alba [223] proposed parallel multi-swarm optimizer for gene selection in DNA microarrays datasets. In this work, the proposed method consisted of running a set of independent PSOs following an island model, where a migration policy exchanges solutions with a certain frequency. The experimental results on four well-known cancer datasets showed that the proposed method was able to identify specific genes as significant ones for an accurate classification. In [224], Xiao and Cheng used a multi-swarm PSO method for DNA encoding. In [225], a multi-population GA was used based on the extended finite state machine, which was a popular algorithm used to describe states and actions of software system. The authors proved that their method had better performance comparable to other methods. Podgorelec et al. [226] studied evolving balanced decision trees using a multi-population GA, and the simulation results showed that the proposed method outperformed the other methods. On the other hand, a multi-population multi-strategy DE algorithm for structural optimization of metal nanoclusters was presented in [227], where the product design and downstream life cycle descriptions were modeled by a multi-level graph data structure. Industrial case studies had been implemented to show the effectiveness of the proposed algorithm. Mausa and Grbac [228] proposed a co-evolutionary multi-population GP which combined colonization and migration with three ensemble selection strategies for classification in software defect prediction. Computational results demonstrated the efficiency of the proposed method.</w:t>
      </w:r>
    </w:p>
    <w:p w:rsidR="0017211D" w:rsidRPr="00813818" w:rsidRDefault="0017211D" w:rsidP="0036110D">
      <w:pPr>
        <w:spacing w:line="480" w:lineRule="auto"/>
        <w:rPr>
          <w:rFonts w:ascii="Calibri" w:hAnsi="Calibri" w:cs="Calibri"/>
          <w:sz w:val="24"/>
          <w:szCs w:val="24"/>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3.2.4</w:t>
      </w:r>
      <w:r w:rsidRPr="00813818">
        <w:rPr>
          <w:rFonts w:ascii="Calibri" w:hAnsi="Calibri" w:cs="Calibri"/>
          <w:b/>
          <w:bCs/>
          <w:sz w:val="24"/>
          <w:szCs w:val="24"/>
        </w:rPr>
        <w:t xml:space="preserve"> </w:t>
      </w:r>
      <w:r w:rsidRPr="00813818">
        <w:rPr>
          <w:rFonts w:ascii="Calibri" w:hAnsi="Calibri" w:cs="Calibri"/>
          <w:sz w:val="24"/>
          <w:szCs w:val="24"/>
        </w:rPr>
        <w:t xml:space="preserve">Applications to network </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shd w:val="clear" w:color="auto" w:fill="FFFFFF"/>
        </w:rPr>
        <w:t xml:space="preserve">Quintero and Pierre [229] presented sequential and multi-population memetic algorithms for assigning cells to switch in mobile networks. </w:t>
      </w:r>
      <w:r w:rsidRPr="00813818">
        <w:rPr>
          <w:rFonts w:ascii="Calibri" w:hAnsi="Calibri" w:cs="Calibri"/>
          <w:sz w:val="24"/>
          <w:szCs w:val="24"/>
        </w:rPr>
        <w:t>The proposed algorithms were tested on moderate- and large-sized cellular mobile networks. A similar strategy was implemented for the same problem by Niu et al. [230].</w:t>
      </w:r>
      <w:r w:rsidRPr="00813818">
        <w:rPr>
          <w:rFonts w:ascii="Calibri" w:hAnsi="Calibri" w:cs="Calibri"/>
          <w:sz w:val="24"/>
          <w:szCs w:val="24"/>
          <w:shd w:val="clear" w:color="auto" w:fill="FFFFFF"/>
        </w:rPr>
        <w:t xml:space="preserve"> In [231], Liang et al. improved the performance of fiber Bragg grating (FBG) sensor networks using a novel dynamic multi-swarm PSO. Experimental results showed that the proposed algorithm achieved higher accuracy with less computational cost compared to the other conventional methods. A multi-swarm PSO algorithm for energy-effective clustering in wireless sensor networks was presented in [232]. Simulation results revealed that the suggested method outperformed the other methods.</w:t>
      </w:r>
      <w:r w:rsidRPr="00813818">
        <w:rPr>
          <w:rFonts w:ascii="Calibri" w:hAnsi="Calibri" w:cs="Calibri"/>
          <w:sz w:val="24"/>
          <w:szCs w:val="24"/>
        </w:rPr>
        <w:t xml:space="preserve"> In [233], the authors used a multi-swarm PSO for RFID network planning, which was an optimization model for planning the positions of readers in the RFID network. Simulation results showed that the proposed algorithm proved to be more effective for planning RFID networks than the canonical PSO, and GA with elitism and self-adaptive ES. Xu and Liu [234] proposed a multi-population firefly algorithm for correlated data routing in underwater wireless sensor networks. The simulation results showed that the proposed method achieved better performance than the existing methods in the metrics of packet delivery ratio, energy consumption and network throughput.</w:t>
      </w:r>
      <w:r w:rsidRPr="00813818">
        <w:rPr>
          <w:rFonts w:ascii="Calibri" w:hAnsi="Calibri" w:cs="Calibri"/>
          <w:sz w:val="24"/>
          <w:szCs w:val="24"/>
          <w:shd w:val="clear" w:color="auto" w:fill="FFFFFF"/>
        </w:rPr>
        <w:t xml:space="preserve"> Another version adopted an improved dynamic deployment method based on multi-swarm PSO for wireless sensor network was presented by Ni et al. [235]. Fontes and Goncalves [236] proposed a multi-population hybrid biased random key GA for hop-constrained trees in nonlinear cost flow networks. The results proved the efficiency and effectiveness of the proposed method.</w:t>
      </w:r>
      <w:r w:rsidRPr="00813818">
        <w:rPr>
          <w:rFonts w:ascii="Calibri" w:hAnsi="Calibri" w:cs="Calibri"/>
          <w:sz w:val="24"/>
          <w:szCs w:val="24"/>
        </w:rPr>
        <w:t xml:space="preserve"> </w:t>
      </w:r>
      <w:r w:rsidRPr="00813818">
        <w:rPr>
          <w:rFonts w:ascii="Calibri" w:hAnsi="Calibri" w:cs="Calibri"/>
          <w:sz w:val="24"/>
          <w:szCs w:val="24"/>
          <w:shd w:val="clear" w:color="auto" w:fill="FFFFFF"/>
        </w:rPr>
        <w:t>A multi-population GA was used for internet of things [237], where web service composition was modeled as a multi-criteria goal programming problem. Simulation results showed that the proposed algorithm was capable to solve the large-scale service composition problem in terms of efficiency and scalability. A multi-population cultural algorithm was proposed in [238] for community detection in social network, which was viewed as a reflection of the real world to study to gain insight into the real life societies and events. The comparison results between the proposed algorithm and other well-known algorithms showed that it was able to fast and more accurately find the true communities. In [239], a multi-population cooperative bat algorithm was used for an artificial neural network model, which mainly depended on the connection weights and network structure. Experimental results showed that there was a significant improvement by applying the proposed algorithm to all the test cases.</w:t>
      </w:r>
      <w:r w:rsidRPr="00813818">
        <w:rPr>
          <w:rFonts w:ascii="Calibri" w:hAnsi="Calibri" w:cs="Calibri"/>
          <w:sz w:val="24"/>
          <w:szCs w:val="24"/>
        </w:rPr>
        <w:t xml:space="preserve"> An active multi-population pattern searching algorithm for flow optimization in computer networks and routing spectrum allocation was studied by Przewozniczek [240-241]. In their study, a novel co-evolution schema was combined with linkage learning to tackle high-dimensional and hard optimization problems. The experimental results showed that the proposed algorithm was an effective method for the studied problems. In [242], the authors discussed the possibility of generating complex networks using multi-swarm PSO, and advised employed advanced complex network analysis to improve the performance of multi-swarm PSO. Lin et al. [243] used a multi-population harmony search algorithm for extending the lifetime of dynamic underwater acoustic sensor networks, which was a dynamic optimization problem due to the underwater environment changes. The s</w:t>
      </w:r>
      <w:r w:rsidRPr="00813818">
        <w:rPr>
          <w:rFonts w:ascii="Calibri" w:hAnsi="Calibri" w:cs="Calibri"/>
          <w:sz w:val="24"/>
          <w:szCs w:val="24"/>
          <w:shd w:val="clear" w:color="auto" w:fill="FFFFFF"/>
        </w:rPr>
        <w:t xml:space="preserve">imulation results showed that the proposed method outperformed the other algorithms. </w:t>
      </w:r>
    </w:p>
    <w:p w:rsidR="0017211D" w:rsidRPr="00813818" w:rsidRDefault="0017211D" w:rsidP="0036110D">
      <w:pPr>
        <w:spacing w:line="480" w:lineRule="auto"/>
        <w:rPr>
          <w:rFonts w:ascii="Calibri" w:hAnsi="Calibri" w:cs="Calibri"/>
          <w:sz w:val="24"/>
          <w:szCs w:val="24"/>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3.2.5</w:t>
      </w:r>
      <w:r w:rsidRPr="00813818">
        <w:rPr>
          <w:rFonts w:ascii="Calibri" w:hAnsi="Calibri" w:cs="Calibri"/>
          <w:b/>
          <w:bCs/>
          <w:sz w:val="24"/>
          <w:szCs w:val="24"/>
        </w:rPr>
        <w:t xml:space="preserve"> </w:t>
      </w:r>
      <w:r w:rsidRPr="00813818">
        <w:rPr>
          <w:rFonts w:ascii="Calibri" w:hAnsi="Calibri" w:cs="Calibri"/>
          <w:sz w:val="24"/>
          <w:szCs w:val="24"/>
        </w:rPr>
        <w:t xml:space="preserve">Applications to parameter estimation and control </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Parameter estimation and control is also another important application area for multi-population methods [244-253]. In [254], a multi-population GA based on the dynamic exploration of local optima was proposed to estimate the parameters of a micro-population model of risk-group dynamics. Simulation results showed that the proposed algorithm performed better than the other algorithms. Su and Hou [255] employed a multi-population intelligent GA to find the Pareto-optimal parameters for a nano-particle milling process. Simulation results indicated that the proposed algorithm provided better performance than regular GAs. In [256], an active contour model was solved by multi-population PSO, where the objective was to enhance the concavity searching capability for the control points of the active contour model. Their method was tested on the proposed problem and was compared to other algorithms. A multi-population GA was modified by Angelova and Pencheva [257] for parameter identification of yeast fed-batch cultivation. The experimental results showed that the modified multi-population GA outperformed the standard ones. In [258], Toledo et al. presented a multi-population GA for PID controller auto-tuning. Computational results showed the superior performance of the proposed algorithm. Mukhopadhyay and Banerjee [259] proposed a chaotic multi-swarm PSO for global optimization of an optical chaotic system, where the control and estimation of unknown parameters of chaotic systems were a daunting task. The numerical results showed that for the given system parameters, the proposed algorithm could identify the optimized parameters effectively. A multi-population GA was presented in [260] for optimizing multi-size micro-perforated panel absorbers. In this study, the proposed problem depended on four structure parameters, and the aim was to find an appropriate combination to provide good performance. The results demonstrated the effectiveness of their method on multi-size micro-perforated panel absorbers. Mao and Li [261] used a multi-population GA for dust particle size distribution inversion, which is to characterize aerosol optimal properties and physical properties. The simulation results showed that the proposed method was an important tool for the studied problem. Folly et al. [262] used multi-population PBIL for a design of a power system controller, and simulation results showed that the multi-population PBIL approach performed better than the standard PBIL. Furthermore, the same authors [263] also compared multi-population PBIL and adaptive learning rate PBIL in designing a power system controller, and simulation results showed that multi-population PBIL was as effective as adaptive learning rate PBIL. In [264-265], authors proposed multi-swarm fruit fly optimization algorithm for structural damage identification, which was transformed into an optimization problem. Numerical results showed that the proposed algorithm had a better capacity for structural damage identification than the other methods. </w:t>
      </w:r>
    </w:p>
    <w:p w:rsidR="0017211D" w:rsidRPr="00813818" w:rsidRDefault="0017211D" w:rsidP="0036110D">
      <w:pPr>
        <w:spacing w:line="480" w:lineRule="auto"/>
        <w:rPr>
          <w:rFonts w:ascii="Calibri" w:hAnsi="Calibri" w:cs="Calibri"/>
          <w:sz w:val="24"/>
          <w:szCs w:val="24"/>
        </w:rPr>
      </w:pP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3.2.6</w:t>
      </w:r>
      <w:r w:rsidRPr="00813818">
        <w:rPr>
          <w:rFonts w:ascii="Calibri" w:hAnsi="Calibri" w:cs="Calibri"/>
          <w:b/>
          <w:bCs/>
          <w:sz w:val="24"/>
          <w:szCs w:val="24"/>
        </w:rPr>
        <w:t xml:space="preserve"> </w:t>
      </w:r>
      <w:r w:rsidRPr="00813818">
        <w:rPr>
          <w:rFonts w:ascii="Calibri" w:hAnsi="Calibri" w:cs="Calibri"/>
          <w:sz w:val="24"/>
          <w:szCs w:val="24"/>
        </w:rPr>
        <w:t>Electrical engineering problems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Challenges in electrical engineering problems were often solved by multi-population methods [266-268]. In [269], the authors applied node-depth encoding and multi-objective EA to large-scale distribution system reconfiguration, which was a nonlinear and multi-objective problem. In this study, a multi-objective EA based on subpopulation tables adequately modeled several objectives and constraints, enabling a better exploration of the search space. Tests with networks ranging from 632 to 5166 switches indicated that the proposed method could find network configurations corresponding to power loss reduction of 27.64% for very large networks requiring relatively low running time. In [270], a multi-objective EA was employed for single and multiple fault service restoration in large-scale distribution systems. In this study, two multi-objective EAs used node-depth encoding to efficiently generate adequate service restoration plans for the large distribution systems. Experimental results showed that the number of switching operations required implementing the service restoration plans generated by the proposed method increased in a moderate way with the number of faults. Alves and De Sousa [271] proposed a multi-population GA to solve the multi-objective remote switches allocation problem in distribution systems. In this study, the proposed method obtained the optimal solution considering a priori articulation of preferences established by the decision maker in terms of an aggregating function which combined individual objective values in a single utility value. Simulation results on a 282-bus test system confirmed the efficiency of the proposed method. Furthermore, Alves [272] proposed a multi-population hybrid algorithm to solve the similar problem in distribution systems. The simulation results confirmed the efficiency of the proposed method. In [273], the authors obtained optimal VAR control for real power loss minimization and voltage stability improvement using hybrid multi-swarm PSO. In this study, PSO was implemented as the search engine for each sub-swarm, and DE was applied to improve the personal best of each particle. Effectiveness of the proposed algorithm was proved on the IEEE 30-bus system. In [274], the authors presented a multi-swarm optimization based adaptive fuzzy multi-agent system for micro-grid multi-objective energy management. In the proposed architecture each agent presented a different micro-grids unit. Fuzzy logic was used by each agent to estimate the amount of energy to be generated in order to cover the uncertainty and imprecision related to renewable energy sources and micro-grid constraints, and multi-population PSO was used by a coordinator agent to find the best compromised solution to satisfy economical/environmental objectives based on agent proposals. Simulation results showed the importance of the proposed method compared to the basic PSO. Jena and Chauhan [275] used multi-swarm cooperative PSO to solve distribution feeder reconfiguration and concurrent DG installation problems for power loss minimization, and the effectiveness of the proposed approach was tested with IEEE 33-bus and 69-bus test systems with encouraging results. In [276], authors employed hybrid particle multi-swarm optimization to solve convex and non-convex static and dynamic economic dispatch problems. In their study, the proposed method conducted deep search with fast response, and convex and non-convex cost functions along with equality and inequality constraints had been used to evaluate the performance of the proposed approach. Comparison against the previous techniques showed that the proposed algorithm had better performance. </w:t>
      </w:r>
    </w:p>
    <w:p w:rsidR="0017211D" w:rsidRPr="00813818" w:rsidRDefault="0017211D" w:rsidP="0036110D">
      <w:pPr>
        <w:spacing w:line="480" w:lineRule="auto"/>
        <w:rPr>
          <w:rFonts w:ascii="Calibri" w:hAnsi="Calibri" w:cs="Calibri"/>
          <w:sz w:val="24"/>
          <w:szCs w:val="24"/>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3.2.7</w:t>
      </w:r>
      <w:r w:rsidRPr="00813818">
        <w:rPr>
          <w:rFonts w:ascii="Calibri" w:hAnsi="Calibri" w:cs="Calibri"/>
          <w:b/>
          <w:bCs/>
          <w:sz w:val="24"/>
          <w:szCs w:val="24"/>
        </w:rPr>
        <w:t xml:space="preserve"> </w:t>
      </w:r>
      <w:r w:rsidRPr="00813818">
        <w:rPr>
          <w:rFonts w:ascii="Calibri" w:hAnsi="Calibri" w:cs="Calibri"/>
          <w:sz w:val="24"/>
          <w:szCs w:val="24"/>
        </w:rPr>
        <w:t>Applications to mathematical equation problems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In other research, Mera et al. [277] employed a multi-population GA for tackling ill-posed problems, and the authors proved that their method was able to obtain highly accurate solutions. Another version that adopted entropy-based multi-population GA for nonlinear programming problems was proposed by Li et al. [278]. Simulation results demonstrated the accuracy and efficiency of the proposed algorithm. In [279], authors used multi-population DE for searching nonlinear systems, and one of these nonlinear problems was the boundary value problem. Simulation results showed that the proposed method got better solutions together with a simple convergence analysis. A multi-population parallel imperialist competitive algorithm was presented in [280] for solving systems of nonlinear equations, which were taken as NP-hard problems. In their study, the optimal solutions were obtained by the proposed algorithm, and experimental results demonstrated that the proposed algorithm had good performance. Yeh et al. [281] presented layered multi-population genetic programming for learning ranking functions, which was a complex optimization problem in information retrieval. Experimental results were compared with other approaches and indicated the superiority of the proposed algorithm. </w:t>
      </w:r>
    </w:p>
    <w:p w:rsidR="0017211D" w:rsidRPr="00813818" w:rsidRDefault="0017211D" w:rsidP="00536A0A">
      <w:pPr>
        <w:spacing w:beforeLines="50" w:line="480" w:lineRule="auto"/>
        <w:rPr>
          <w:rFonts w:ascii="Calibri" w:hAnsi="Calibri" w:cs="Calibri"/>
          <w:sz w:val="24"/>
          <w:szCs w:val="24"/>
        </w:rPr>
      </w:pPr>
    </w:p>
    <w:p w:rsidR="0017211D" w:rsidRPr="00813818" w:rsidRDefault="0017211D" w:rsidP="00536A0A">
      <w:pPr>
        <w:spacing w:beforeLines="50" w:line="480" w:lineRule="auto"/>
        <w:rPr>
          <w:rFonts w:ascii="Calibri" w:hAnsi="Calibri" w:cs="Calibri"/>
          <w:sz w:val="24"/>
          <w:szCs w:val="24"/>
        </w:rPr>
      </w:pPr>
      <w:r w:rsidRPr="00813818">
        <w:rPr>
          <w:rFonts w:ascii="Calibri" w:hAnsi="Calibri" w:cs="Calibri"/>
          <w:sz w:val="24"/>
          <w:szCs w:val="24"/>
        </w:rPr>
        <w:t>3.2.8</w:t>
      </w:r>
      <w:r w:rsidRPr="00813818">
        <w:rPr>
          <w:rFonts w:ascii="Calibri" w:hAnsi="Calibri" w:cs="Calibri"/>
          <w:b/>
          <w:bCs/>
          <w:sz w:val="24"/>
          <w:szCs w:val="24"/>
        </w:rPr>
        <w:t xml:space="preserve"> </w:t>
      </w:r>
      <w:r w:rsidRPr="00813818">
        <w:rPr>
          <w:rFonts w:ascii="Calibri" w:hAnsi="Calibri" w:cs="Calibri"/>
          <w:sz w:val="24"/>
          <w:szCs w:val="24"/>
        </w:rPr>
        <w:t>Applications to other problems</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A penalty-guided multi-population GA was presented in [282] for reservoir system optimization. Several real-world applications were used to show the competitiveness of their approach. Li et al. [283] presented an improved multi-population GA for fast flexible docking program. Numerical results demonstrated that their method was able to obtain competitive performance. A similar study that adopted a parallel multi-population biased random-key GA for a container loading problem was proposed by Goncalves and Resende [284]. In another similar study, Zheng et al. [285] developed a multi-objective multi-population biased random-key GA to solve a 3-D container loading problem. Comparisons with other algorithms on hard and weak heterogeneous cases showed that the proposed algorithm had better performance. Xu et al. [286] employed a multi-population cultural algorithm with adaptive diversity preservation to optimize ammonia synthesis process. Results showed that the optimized model improved the prediction accuracy of ammonia synthesis system. The performance of a novel multi-population GA was investigated for a complex system which combined cooling, heating and power system with ground source heat pump system in [287]. A multi-population optimization algorithm for the optimization of wind turbine layout was discussed in [288]. Lastly, multi-population optimization algorithms had been applied to injection molding optimization [289], truss structure optimization [290], ultra-short-term load forecasting [291], fashion design [292], speed synthesis [293], inverse problem in hydrogeology [294], landscape mapping [295], virtual enterprise [296], highway alignment optimization model [297], community detection [298], space manipulators [299], and optimal mass customisation production [300].</w:t>
      </w:r>
    </w:p>
    <w:p w:rsidR="0017211D" w:rsidRPr="00813818" w:rsidRDefault="0017211D" w:rsidP="0036110D">
      <w:pPr>
        <w:rPr>
          <w:rFonts w:ascii="Calibri" w:hAnsi="Calibri" w:cs="Calibri"/>
        </w:rPr>
      </w:pPr>
    </w:p>
    <w:p w:rsidR="0017211D" w:rsidRPr="00813818" w:rsidRDefault="0017211D" w:rsidP="0036110D">
      <w:pPr>
        <w:rPr>
          <w:rFonts w:ascii="Calibri" w:hAnsi="Calibri" w:cs="Calibri"/>
        </w:rPr>
      </w:pPr>
    </w:p>
    <w:p w:rsidR="0017211D" w:rsidRPr="00813818" w:rsidRDefault="0017211D" w:rsidP="0036110D">
      <w:pPr>
        <w:pStyle w:val="1"/>
        <w:numPr>
          <w:ilvl w:val="0"/>
          <w:numId w:val="4"/>
        </w:numPr>
        <w:spacing w:line="480" w:lineRule="auto"/>
        <w:rPr>
          <w:rFonts w:cs="Times New Roman"/>
        </w:rPr>
      </w:pPr>
      <w:r w:rsidRPr="00813818">
        <w:rPr>
          <w:sz w:val="28"/>
          <w:szCs w:val="28"/>
        </w:rPr>
        <w:t>Discussions and conclusions</w:t>
      </w:r>
    </w:p>
    <w:p w:rsidR="0017211D" w:rsidRPr="001959AC" w:rsidRDefault="0017211D" w:rsidP="0036110D">
      <w:pPr>
        <w:spacing w:line="480" w:lineRule="auto"/>
        <w:rPr>
          <w:rFonts w:ascii="Calibri" w:hAnsi="Calibri" w:cs="Calibri"/>
          <w:color w:val="FF0000"/>
          <w:sz w:val="24"/>
          <w:szCs w:val="24"/>
        </w:rPr>
      </w:pPr>
      <w:r w:rsidRPr="00813818">
        <w:rPr>
          <w:rFonts w:ascii="Calibri" w:hAnsi="Calibri" w:cs="Calibri"/>
          <w:sz w:val="24"/>
          <w:szCs w:val="24"/>
        </w:rPr>
        <w:t>Tables 5-7 summarize the literature review of the multi-population methods for nature-inspired optimization. In-depth analyses and findings are achieved based on discussed literature, which provide a deep insight into how to design efficient multi-population methods for solving optimization proble</w:t>
      </w:r>
      <w:r w:rsidRPr="00FE49A7">
        <w:rPr>
          <w:rFonts w:ascii="Calibri" w:hAnsi="Calibri" w:cs="Calibri"/>
          <w:sz w:val="24"/>
          <w:szCs w:val="24"/>
        </w:rPr>
        <w:t xml:space="preserve">ms. Note that another two techniques related to multi-population methods, including “cooperative coevolution” [301-302] and “species” [303-306], are not carefully considered in this paper. Cooperative coevolution is an explicit means of problem decomposition in multi-population evolutionary algorithms. For cooperative coevolution, each subpopulation is responsible for optimizing a subset of variables (i. e., a subcomponent), and different subpopulations are likely to have different contributions to the improvement of the best overall solution to the problem. For the species technique, a species is a subpopulation, defined as a group of individuals in a population that have similar characteristics and are dominated by the best individual, and different species are able to optimize toward different optima simultaneously. The </w:t>
      </w:r>
      <w:r w:rsidRPr="00813818">
        <w:rPr>
          <w:rFonts w:ascii="Calibri" w:hAnsi="Calibri" w:cs="Calibri"/>
          <w:sz w:val="24"/>
          <w:szCs w:val="24"/>
        </w:rPr>
        <w:t xml:space="preserve">publications in the tables are organized according to issues and applications of multi-population methods, as discussed above. </w:t>
      </w:r>
    </w:p>
    <w:p w:rsidR="0017211D" w:rsidRPr="00813818" w:rsidRDefault="0017211D" w:rsidP="0036110D">
      <w:pPr>
        <w:rPr>
          <w:rFonts w:ascii="Calibri" w:hAnsi="Calibri" w:cs="Calibri"/>
        </w:rPr>
      </w:pPr>
    </w:p>
    <w:p w:rsidR="0017211D" w:rsidRPr="00813818" w:rsidRDefault="0017211D" w:rsidP="0036110D">
      <w:pPr>
        <w:jc w:val="center"/>
        <w:rPr>
          <w:rFonts w:ascii="Calibri" w:hAnsi="Calibri" w:cs="Calibri"/>
        </w:rPr>
      </w:pPr>
      <w:r w:rsidRPr="00813818">
        <w:rPr>
          <w:rFonts w:ascii="Calibri" w:hAnsi="Calibri" w:cs="Calibri"/>
        </w:rPr>
        <w:t>Table 5  Basic issues of multi-population methods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4500"/>
        <w:gridCol w:w="2654"/>
      </w:tblGrid>
      <w:tr w:rsidR="0017211D" w:rsidRPr="00813818">
        <w:tc>
          <w:tcPr>
            <w:tcW w:w="1980" w:type="dxa"/>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Basic issues</w:t>
            </w:r>
          </w:p>
        </w:tc>
        <w:tc>
          <w:tcPr>
            <w:tcW w:w="4500"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rPr>
              <w:t>References and methods</w:t>
            </w:r>
          </w:p>
        </w:tc>
        <w:tc>
          <w:tcPr>
            <w:tcW w:w="2654"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Analysis and findings</w:t>
            </w:r>
          </w:p>
        </w:tc>
      </w:tr>
      <w:tr w:rsidR="0017211D" w:rsidRPr="00813818">
        <w:tc>
          <w:tcPr>
            <w:tcW w:w="1980" w:type="dxa"/>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Number of subpopulations</w:t>
            </w:r>
          </w:p>
        </w:tc>
        <w:tc>
          <w:tcPr>
            <w:tcW w:w="4500"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Trojanowski and Wierzchon [31]: Multi-population heuristic method</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Niu et al. [32]: Multi-population cooperative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Togelius et al. [33]: Multi-population competitive coevolution algorithm</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Li et al. [34]: Multi-population competitive coevolution GA</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Guo et al. [35]: Multi-population cooperative cultural algorithm</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Toledo et al. [36]: Hybrid multi-population GA</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Mokom and Kobti [37]: Multi-population cultural algorithm</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Yu [38]: Multi-population ABC</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Aimi and Suyama [39]: Multi-swarm PSO based on particle reallocation strategy</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Chatterjee and Zhou [40]: Multi-population DE</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Bongard [41]: Multi-population GP</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Liang and Suganthan [42, 43]: Dynamic multi-swarm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Yang and Li [44]: Clustering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Zhao et al. [45]: Dynamic multi-swarm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Xia et al. [46]: Multi-swarm competitive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Nseef et al. [47]: Adaptive multi-population ABC</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Peng and Shi [48]: Multi-population cooperative coevolutionary algorithm</w:t>
            </w:r>
          </w:p>
        </w:tc>
        <w:tc>
          <w:tcPr>
            <w:tcW w:w="2654"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The number of subpopulations to be increased or decreased may be related to the phases during the evolution process, and the historical changes of the number of the survived subpopulations.</w:t>
            </w:r>
          </w:p>
        </w:tc>
      </w:tr>
      <w:tr w:rsidR="0017211D" w:rsidRPr="00813818">
        <w:tc>
          <w:tcPr>
            <w:tcW w:w="1980" w:type="dxa"/>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Communication between subpopulations</w:t>
            </w:r>
          </w:p>
        </w:tc>
        <w:tc>
          <w:tcPr>
            <w:tcW w:w="4500"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Toulouse et al. [49]: Cooperative multi-thread heuristics method</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Cantú-Paz [50]: Multi-population parallel GA</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Middendorf et al. [51]: Multi-colony ant algorithms</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El-Abd and Kamel [52]: Multi-swarm cooperative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Chen and Chang [53]: Real-coded multi-population GA</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Zheng and Liu [54]: Multi-swarm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Li and Zeng [55]: Multi-population co-genetic algorithm</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Chen et al. [56]: Multi-swarm coevolution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Lin et al. [57]: Multi-population GA</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Biswas et al. [58]: Multi-population ABC</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Campos et al. [59]: Asynchronous multi-swarm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Turky and Abdullah [60]: Multi-population electromagnetic algorithm</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Michalak [61, 62]: Multi-population EA based on problem similarity</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Li et al. [63]: Multi-population ABC</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Kommenda et al. [64]: Multi-population GP</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Xu et al. [65]: Multi-swarm PSO with cooperative learning strategy</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Upadhyayula and Kobti [66]: Multi-population cultural algorithm</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Wang et al. [67]: Multi-population bat algorithm</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Niu et al. [68]: Symbiosis-based alternative learning multi-swarm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Yany et al. [69]: Orthogonal multi-swarm cooperative PSO</w:t>
            </w:r>
          </w:p>
        </w:tc>
        <w:tc>
          <w:tcPr>
            <w:tcW w:w="2654"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Communication between subpopulations always is helpful for most of the multi-population methods. It is able to significantly improve the search ability when communication parameters including communication rate, communication policy, communication interval, and connection topology, are reasonably set.</w:t>
            </w:r>
          </w:p>
          <w:p w:rsidR="0017211D" w:rsidRPr="00813818" w:rsidRDefault="0017211D" w:rsidP="00FB4D99">
            <w:pPr>
              <w:rPr>
                <w:rFonts w:ascii="Calibri" w:hAnsi="Calibri" w:cs="Calibri"/>
                <w:sz w:val="20"/>
                <w:szCs w:val="20"/>
              </w:rPr>
            </w:pPr>
          </w:p>
          <w:p w:rsidR="0017211D" w:rsidRPr="00813818" w:rsidRDefault="0017211D" w:rsidP="00FB4D99">
            <w:pPr>
              <w:keepNext/>
              <w:keepLines/>
              <w:rPr>
                <w:rFonts w:ascii="Calibri" w:hAnsi="Calibri" w:cs="Calibri"/>
                <w:sz w:val="20"/>
                <w:szCs w:val="20"/>
              </w:rPr>
            </w:pPr>
          </w:p>
        </w:tc>
      </w:tr>
      <w:tr w:rsidR="0017211D" w:rsidRPr="00813818">
        <w:tc>
          <w:tcPr>
            <w:tcW w:w="1980" w:type="dxa"/>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Search area of each subpopulation</w:t>
            </w:r>
          </w:p>
        </w:tc>
        <w:tc>
          <w:tcPr>
            <w:tcW w:w="4500"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Li and Yang [70]: Multi-population GA, PSO and DE</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Pourvaziri and Naderi [71]: Hybrid multi-population GA</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Kobti [72] and Raeesi et al. [73]: Heterogeneous multi-population cultural algorithm</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Ufnalske and Grzesiak [74]: multi-swarm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El Dor et al. [75]: Multi-swarm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Bolufe and Chen [76]: Multi-swarm PSO</w:t>
            </w:r>
          </w:p>
        </w:tc>
        <w:tc>
          <w:tcPr>
            <w:tcW w:w="2654"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Decomposition based strategy is considered as one of the most helpful approaches to determine the search area of each subpopulation, which is able to effectively enhance the optimization performance.</w:t>
            </w:r>
          </w:p>
        </w:tc>
      </w:tr>
      <w:tr w:rsidR="0017211D" w:rsidRPr="00813818">
        <w:tc>
          <w:tcPr>
            <w:tcW w:w="1980" w:type="dxa"/>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Search strategy of each subpopulation</w:t>
            </w:r>
          </w:p>
        </w:tc>
        <w:tc>
          <w:tcPr>
            <w:tcW w:w="4500"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Wu et al. [77]: Multi-population DE</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Li et al. [78]: Multi-population based ensemble mutation method</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Wang and Tang [79]: Adaptive multi-population DE</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Godio [80]: Multi-population GA</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Niu et al. [81]: Multi-swarm cooperative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Zhao et al. [82]: Multi-swarm cooperative multistage perturbation guiding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Ali et al. [83]: Adaptive multi-population DE</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Biswas et al. [84]: Multi-swarm ABC</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Cheng et al. [85]: Multi-swarm PSO</w:t>
            </w:r>
          </w:p>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Vafashoar and Meybodi [86]: Multi-swarm bare bones PSO</w:t>
            </w:r>
          </w:p>
        </w:tc>
        <w:tc>
          <w:tcPr>
            <w:tcW w:w="2654" w:type="dxa"/>
            <w:vAlign w:val="center"/>
          </w:tcPr>
          <w:p w:rsidR="0017211D" w:rsidRPr="00813818" w:rsidRDefault="0017211D" w:rsidP="00FB4D99">
            <w:pPr>
              <w:keepNext/>
              <w:keepLines/>
              <w:rPr>
                <w:rFonts w:ascii="Calibri" w:hAnsi="Calibri" w:cs="Calibri"/>
                <w:sz w:val="20"/>
                <w:szCs w:val="20"/>
              </w:rPr>
            </w:pPr>
            <w:r w:rsidRPr="00813818">
              <w:rPr>
                <w:rFonts w:ascii="Calibri" w:hAnsi="Calibri" w:cs="Calibri"/>
                <w:sz w:val="20"/>
                <w:szCs w:val="20"/>
              </w:rPr>
              <w:t>Each subpopulation using different search strategies is better than a single search strategy throughout the evolution.</w:t>
            </w:r>
          </w:p>
        </w:tc>
      </w:tr>
    </w:tbl>
    <w:p w:rsidR="0017211D" w:rsidRPr="00813818" w:rsidRDefault="0017211D" w:rsidP="0036110D">
      <w:pPr>
        <w:rPr>
          <w:rFonts w:ascii="Calibri" w:hAnsi="Calibri" w:cs="Calibri"/>
        </w:rPr>
      </w:pPr>
    </w:p>
    <w:p w:rsidR="0017211D" w:rsidRPr="00813818" w:rsidRDefault="0017211D" w:rsidP="0036110D">
      <w:pPr>
        <w:jc w:val="center"/>
        <w:rPr>
          <w:rFonts w:ascii="Calibri" w:hAnsi="Calibri" w:cs="Calibri"/>
        </w:rPr>
      </w:pPr>
    </w:p>
    <w:p w:rsidR="0017211D" w:rsidRPr="00813818" w:rsidRDefault="0017211D" w:rsidP="0036110D">
      <w:pPr>
        <w:rPr>
          <w:rFonts w:ascii="Calibri" w:hAnsi="Calibri" w:cs="Calibri"/>
        </w:rPr>
      </w:pPr>
    </w:p>
    <w:p w:rsidR="0017211D" w:rsidRPr="00813818" w:rsidRDefault="0017211D" w:rsidP="0036110D">
      <w:pPr>
        <w:jc w:val="center"/>
        <w:rPr>
          <w:rFonts w:ascii="Calibri" w:hAnsi="Calibri" w:cs="Calibri"/>
        </w:rPr>
      </w:pPr>
      <w:r w:rsidRPr="00813818">
        <w:rPr>
          <w:rFonts w:ascii="Calibri" w:hAnsi="Calibri" w:cs="Calibri"/>
        </w:rPr>
        <w:t>Table 6  Applications of multi-population methods</w:t>
      </w:r>
    </w:p>
    <w:tbl>
      <w:tblPr>
        <w:tblW w:w="9360" w:type="dxa"/>
        <w:tblInd w:w="-106" w:type="dxa"/>
        <w:tblBorders>
          <w:top w:val="single" w:sz="4" w:space="0" w:color="auto"/>
          <w:bottom w:val="single" w:sz="4" w:space="0" w:color="auto"/>
        </w:tblBorders>
        <w:tblLook w:val="01E0"/>
      </w:tblPr>
      <w:tblGrid>
        <w:gridCol w:w="1313"/>
        <w:gridCol w:w="1456"/>
        <w:gridCol w:w="3531"/>
        <w:gridCol w:w="3060"/>
      </w:tblGrid>
      <w:tr w:rsidR="0017211D" w:rsidRPr="00813818">
        <w:tc>
          <w:tcPr>
            <w:tcW w:w="2769" w:type="dxa"/>
            <w:gridSpan w:val="2"/>
            <w:tcBorders>
              <w:top w:val="single" w:sz="4" w:space="0" w:color="auto"/>
              <w:left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Problems</w:t>
            </w:r>
          </w:p>
        </w:tc>
        <w:tc>
          <w:tcPr>
            <w:tcW w:w="3531"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rPr>
              <w:t>References and methods</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Analysis and findings</w:t>
            </w:r>
          </w:p>
        </w:tc>
      </w:tr>
      <w:tr w:rsidR="0017211D" w:rsidRPr="00813818">
        <w:tc>
          <w:tcPr>
            <w:tcW w:w="1313" w:type="dxa"/>
            <w:vMerge w:val="restart"/>
            <w:tcBorders>
              <w:top w:val="single" w:sz="4" w:space="0" w:color="auto"/>
              <w:left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Classes of optimization</w:t>
            </w: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Multi-modal optimization</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Niu et al. [68]: Symbiosis-based alternative learning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 et al. [78]: Multi-population based ensemble mutation method</w:t>
            </w:r>
          </w:p>
          <w:p w:rsidR="0017211D" w:rsidRPr="00813818" w:rsidRDefault="0017211D" w:rsidP="00FB4D99">
            <w:pPr>
              <w:rPr>
                <w:rFonts w:ascii="Calibri" w:hAnsi="Calibri" w:cs="Calibri"/>
                <w:sz w:val="20"/>
                <w:szCs w:val="20"/>
              </w:rPr>
            </w:pPr>
            <w:r w:rsidRPr="00813818">
              <w:rPr>
                <w:rFonts w:ascii="Calibri" w:hAnsi="Calibri" w:cs="Calibri"/>
                <w:sz w:val="20"/>
                <w:szCs w:val="20"/>
              </w:rPr>
              <w:t>Siarry et al. [87]: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Alami and El Imrani [88, 89]: Multi-population culture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Yao et al. [90, 91]: Bi-objective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Zhang and Ding [92]: Multi-swarm self-adaptive and cooperative PSO</w:t>
            </w:r>
          </w:p>
          <w:p w:rsidR="0017211D" w:rsidRPr="00813818" w:rsidRDefault="0017211D" w:rsidP="00FB4D99">
            <w:pPr>
              <w:rPr>
                <w:rFonts w:ascii="Calibri" w:hAnsi="Calibri" w:cs="Calibri"/>
                <w:sz w:val="20"/>
                <w:szCs w:val="20"/>
              </w:rPr>
            </w:pPr>
            <w:r w:rsidRPr="00813818">
              <w:rPr>
                <w:rFonts w:ascii="Calibri" w:hAnsi="Calibri" w:cs="Calibri"/>
                <w:sz w:val="20"/>
                <w:szCs w:val="20"/>
              </w:rPr>
              <w:t>Kwasnicka and Przewoznickek [93]: Multi-population pattern searching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Bolufe and Chen [94]: Multi-population hybrid DE and EDA</w:t>
            </w:r>
          </w:p>
          <w:p w:rsidR="0017211D" w:rsidRPr="00813818" w:rsidRDefault="0017211D" w:rsidP="00FB4D99">
            <w:pPr>
              <w:rPr>
                <w:rFonts w:ascii="Calibri" w:hAnsi="Calibri" w:cs="Calibri"/>
                <w:sz w:val="20"/>
                <w:szCs w:val="20"/>
              </w:rPr>
            </w:pPr>
            <w:r w:rsidRPr="00813818">
              <w:rPr>
                <w:rFonts w:ascii="Calibri" w:hAnsi="Calibri" w:cs="Calibri"/>
                <w:sz w:val="20"/>
                <w:szCs w:val="20"/>
              </w:rPr>
              <w:t>Fieldsend [95]: Niching migratory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 et al. [96]: Pseudo multi-population DE</w:t>
            </w:r>
          </w:p>
          <w:p w:rsidR="0017211D" w:rsidRPr="00813818" w:rsidRDefault="0017211D" w:rsidP="00FB4D99">
            <w:pPr>
              <w:rPr>
                <w:rFonts w:ascii="Calibri" w:hAnsi="Calibri" w:cs="Calibri"/>
                <w:sz w:val="20"/>
                <w:szCs w:val="20"/>
              </w:rPr>
            </w:pPr>
            <w:r w:rsidRPr="00813818">
              <w:rPr>
                <w:rFonts w:ascii="Calibri" w:hAnsi="Calibri" w:cs="Calibri"/>
                <w:sz w:val="20"/>
                <w:szCs w:val="20"/>
              </w:rPr>
              <w:t>Xiao et al. [97]: Multi-population coevolution immune optimization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De Falco et al. [98]: Asynchronous adaptive multi-population DE</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Reference [68] demonstrates that symbiosis-based alternative learning multi-swarm PSO outperforms other multi-swarm versions of PSO for solving multi-modal optimization. </w:t>
            </w:r>
          </w:p>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Reference [78] shows that ensemble-based method is one of the best alternative multi-population methods. </w:t>
            </w:r>
          </w:p>
        </w:tc>
      </w:tr>
      <w:tr w:rsidR="0017211D" w:rsidRPr="00813818">
        <w:tc>
          <w:tcPr>
            <w:tcW w:w="1313" w:type="dxa"/>
            <w:vMerge/>
            <w:tcBorders>
              <w:left w:val="single" w:sz="4" w:space="0" w:color="auto"/>
              <w:right w:val="single" w:sz="4" w:space="0" w:color="auto"/>
            </w:tcBorders>
            <w:vAlign w:val="center"/>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Dynamic optimization</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Yang and Li [44]: Clustering PSO</w:t>
            </w:r>
          </w:p>
          <w:p w:rsidR="0017211D" w:rsidRPr="00813818" w:rsidRDefault="0017211D" w:rsidP="00FB4D99">
            <w:pPr>
              <w:rPr>
                <w:rFonts w:ascii="Calibri" w:hAnsi="Calibri" w:cs="Calibri"/>
                <w:sz w:val="20"/>
                <w:szCs w:val="20"/>
              </w:rPr>
            </w:pPr>
            <w:r w:rsidRPr="00813818">
              <w:rPr>
                <w:rFonts w:ascii="Calibri" w:hAnsi="Calibri" w:cs="Calibri"/>
                <w:sz w:val="20"/>
                <w:szCs w:val="20"/>
              </w:rPr>
              <w:t>Nseef et al. [47]: Multi-population ABC</w:t>
            </w:r>
          </w:p>
          <w:p w:rsidR="0017211D" w:rsidRPr="00813818" w:rsidRDefault="0017211D" w:rsidP="00FB4D99">
            <w:pPr>
              <w:rPr>
                <w:rFonts w:ascii="Calibri" w:hAnsi="Calibri" w:cs="Calibri"/>
                <w:sz w:val="20"/>
                <w:szCs w:val="20"/>
              </w:rPr>
            </w:pPr>
            <w:r w:rsidRPr="00813818">
              <w:rPr>
                <w:rFonts w:ascii="Calibri" w:hAnsi="Calibri" w:cs="Calibri"/>
                <w:sz w:val="20"/>
                <w:szCs w:val="20"/>
              </w:rPr>
              <w:t>Zheng and Liu [54]: Topology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Turky and Abdullah [60]: Multi-population electromagnetic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Li and Yang [70]: Multi-population GA, PSO and DE</w:t>
            </w:r>
          </w:p>
          <w:p w:rsidR="0017211D" w:rsidRPr="00813818" w:rsidRDefault="0017211D" w:rsidP="00FB4D99">
            <w:pPr>
              <w:rPr>
                <w:rFonts w:ascii="Calibri" w:hAnsi="Calibri" w:cs="Calibri"/>
                <w:sz w:val="20"/>
                <w:szCs w:val="20"/>
              </w:rPr>
            </w:pPr>
            <w:r w:rsidRPr="00813818">
              <w:rPr>
                <w:rFonts w:ascii="Calibri" w:hAnsi="Calibri" w:cs="Calibri"/>
                <w:sz w:val="20"/>
                <w:szCs w:val="20"/>
              </w:rPr>
              <w:t>Pourvaziri and Naderi [71]: Hybrid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Branke et al. [99]: Multi-population EA</w:t>
            </w:r>
          </w:p>
          <w:p w:rsidR="0017211D" w:rsidRPr="00813818" w:rsidRDefault="0017211D" w:rsidP="00FB4D99">
            <w:pPr>
              <w:rPr>
                <w:rFonts w:ascii="Calibri" w:hAnsi="Calibri" w:cs="Calibri"/>
                <w:sz w:val="20"/>
                <w:szCs w:val="20"/>
              </w:rPr>
            </w:pPr>
            <w:r w:rsidRPr="00813818">
              <w:rPr>
                <w:rFonts w:ascii="Calibri" w:hAnsi="Calibri" w:cs="Calibri"/>
                <w:sz w:val="20"/>
                <w:szCs w:val="20"/>
              </w:rPr>
              <w:t>Blackwell and Branke [100]: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Trojanowski [101, 102]: Quantum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Yazdani and Nasiri [103, 104]: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Wang et al. [105]: Cooperative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Hu et al. [106]: Multi-swarm PSO with Cauchy mutation </w:t>
            </w:r>
          </w:p>
          <w:p w:rsidR="0017211D" w:rsidRPr="00813818" w:rsidRDefault="0017211D" w:rsidP="00FB4D99">
            <w:pPr>
              <w:rPr>
                <w:rFonts w:ascii="Calibri" w:hAnsi="Calibri" w:cs="Calibri"/>
                <w:sz w:val="20"/>
                <w:szCs w:val="20"/>
              </w:rPr>
            </w:pPr>
            <w:r w:rsidRPr="00813818">
              <w:rPr>
                <w:rFonts w:ascii="Calibri" w:hAnsi="Calibri" w:cs="Calibri"/>
                <w:sz w:val="20"/>
                <w:szCs w:val="20"/>
              </w:rPr>
              <w:t>Del Amo et al. [107, 108]: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Nabizadeh et al. [109]: Multi-swarm cellular PSO</w:t>
            </w:r>
          </w:p>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Liu et al. [110]: Multi-swarm PSO with orthogonal learning </w:t>
            </w:r>
          </w:p>
          <w:p w:rsidR="0017211D" w:rsidRPr="00813818" w:rsidRDefault="0017211D" w:rsidP="00FB4D99">
            <w:pPr>
              <w:rPr>
                <w:rFonts w:ascii="Calibri" w:hAnsi="Calibri" w:cs="Calibri"/>
                <w:sz w:val="20"/>
                <w:szCs w:val="20"/>
              </w:rPr>
            </w:pPr>
            <w:r w:rsidRPr="00813818">
              <w:rPr>
                <w:rFonts w:ascii="Calibri" w:hAnsi="Calibri" w:cs="Calibri"/>
                <w:sz w:val="20"/>
                <w:szCs w:val="20"/>
              </w:rPr>
              <w:t>Gog et al. [111]: Multi-population geometric collaborative EA</w:t>
            </w:r>
          </w:p>
          <w:p w:rsidR="0017211D" w:rsidRPr="00813818" w:rsidRDefault="0017211D" w:rsidP="00FB4D99">
            <w:pPr>
              <w:rPr>
                <w:rFonts w:ascii="Calibri" w:hAnsi="Calibri" w:cs="Calibri"/>
                <w:sz w:val="20"/>
                <w:szCs w:val="20"/>
              </w:rPr>
            </w:pPr>
            <w:r w:rsidRPr="00813818">
              <w:rPr>
                <w:rFonts w:ascii="Calibri" w:hAnsi="Calibri" w:cs="Calibri"/>
                <w:sz w:val="20"/>
                <w:szCs w:val="20"/>
              </w:rPr>
              <w:t>Wu et al. [112, 113]: Multi-population univariate marginal distribution algorithm (UMDA)</w:t>
            </w:r>
          </w:p>
          <w:p w:rsidR="0017211D" w:rsidRPr="00813818" w:rsidRDefault="0017211D" w:rsidP="00FB4D99">
            <w:pPr>
              <w:rPr>
                <w:rFonts w:ascii="Calibri" w:hAnsi="Calibri" w:cs="Calibri"/>
                <w:sz w:val="20"/>
                <w:szCs w:val="20"/>
              </w:rPr>
            </w:pPr>
            <w:r w:rsidRPr="00813818">
              <w:rPr>
                <w:rFonts w:ascii="Calibri" w:hAnsi="Calibri" w:cs="Calibri"/>
                <w:sz w:val="20"/>
                <w:szCs w:val="20"/>
              </w:rPr>
              <w:t>Novoa-Hernandez et al. [114]: Self-adaptive multi-population DE</w:t>
            </w:r>
          </w:p>
          <w:p w:rsidR="0017211D" w:rsidRPr="00813818" w:rsidRDefault="0017211D" w:rsidP="00FB4D99">
            <w:pPr>
              <w:rPr>
                <w:rFonts w:ascii="Calibri" w:hAnsi="Calibri" w:cs="Calibri"/>
                <w:sz w:val="20"/>
                <w:szCs w:val="20"/>
              </w:rPr>
            </w:pPr>
            <w:r w:rsidRPr="00813818">
              <w:rPr>
                <w:rFonts w:ascii="Calibri" w:hAnsi="Calibri" w:cs="Calibri"/>
                <w:sz w:val="20"/>
                <w:szCs w:val="20"/>
              </w:rPr>
              <w:t>Kundu et al. [115]: Multi-population DE with speciation-based response</w:t>
            </w:r>
          </w:p>
          <w:p w:rsidR="0017211D" w:rsidRPr="00813818" w:rsidRDefault="0017211D" w:rsidP="00FB4D99">
            <w:pPr>
              <w:rPr>
                <w:rFonts w:ascii="Calibri" w:hAnsi="Calibri" w:cs="Calibri"/>
                <w:sz w:val="20"/>
                <w:szCs w:val="20"/>
              </w:rPr>
            </w:pPr>
            <w:r w:rsidRPr="00813818">
              <w:rPr>
                <w:rFonts w:ascii="Calibri" w:hAnsi="Calibri" w:cs="Calibri"/>
                <w:sz w:val="20"/>
                <w:szCs w:val="20"/>
              </w:rPr>
              <w:t>Turky and Abdullah [116]: Multi-population harmony search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Li and Yang et al. [117]: Adaptive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 and Nguyen et al. [118, 119]: Adaptive multi-population PSO and DE</w:t>
            </w:r>
          </w:p>
          <w:p w:rsidR="0017211D" w:rsidRPr="00813818" w:rsidRDefault="0017211D" w:rsidP="00FB4D99">
            <w:pPr>
              <w:rPr>
                <w:rFonts w:ascii="Calibri" w:hAnsi="Calibri" w:cs="Calibri"/>
                <w:sz w:val="20"/>
                <w:szCs w:val="20"/>
              </w:rPr>
            </w:pPr>
            <w:r w:rsidRPr="00813818">
              <w:rPr>
                <w:rFonts w:ascii="Calibri" w:hAnsi="Calibri" w:cs="Calibri"/>
                <w:sz w:val="20"/>
                <w:szCs w:val="20"/>
              </w:rPr>
              <w:t>Uludag et al. [120]: Multi-population based incremental learning algorithms (PBIL)</w:t>
            </w:r>
          </w:p>
          <w:p w:rsidR="0017211D" w:rsidRPr="00813818" w:rsidRDefault="0017211D" w:rsidP="00FB4D99">
            <w:pPr>
              <w:rPr>
                <w:rFonts w:ascii="Calibri" w:hAnsi="Calibri" w:cs="Calibri"/>
                <w:sz w:val="20"/>
                <w:szCs w:val="20"/>
              </w:rPr>
            </w:pPr>
            <w:r w:rsidRPr="00813818">
              <w:rPr>
                <w:rFonts w:ascii="Calibri" w:hAnsi="Calibri" w:cs="Calibri"/>
                <w:sz w:val="20"/>
                <w:szCs w:val="20"/>
              </w:rPr>
              <w:t>Ozsoydan and Baykasoglu [121]: Multi-population firefly algorithm (FA)</w:t>
            </w:r>
          </w:p>
          <w:p w:rsidR="0017211D" w:rsidRPr="00813818" w:rsidRDefault="0017211D" w:rsidP="00FB4D99">
            <w:pPr>
              <w:rPr>
                <w:rFonts w:ascii="Calibri" w:hAnsi="Calibri" w:cs="Calibri"/>
                <w:sz w:val="20"/>
                <w:szCs w:val="20"/>
              </w:rPr>
            </w:pPr>
            <w:r w:rsidRPr="00813818">
              <w:rPr>
                <w:rFonts w:ascii="Calibri" w:hAnsi="Calibri" w:cs="Calibri"/>
                <w:sz w:val="20"/>
                <w:szCs w:val="20"/>
              </w:rPr>
              <w:t>Jia et al. [122]: Multi-swarm ABC</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 [119] demonstrates that heuristic clustering-based adaptive multi-population PSO and DE outperforms other multi-swarm versions of PSO and other multi-population EAs for solving dynamic optimization.</w:t>
            </w:r>
          </w:p>
        </w:tc>
      </w:tr>
      <w:tr w:rsidR="0017211D" w:rsidRPr="00813818">
        <w:tc>
          <w:tcPr>
            <w:tcW w:w="1313" w:type="dxa"/>
            <w:vMerge/>
            <w:tcBorders>
              <w:left w:val="single" w:sz="4" w:space="0" w:color="auto"/>
              <w:right w:val="single" w:sz="4" w:space="0" w:color="auto"/>
            </w:tcBorders>
            <w:vAlign w:val="center"/>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Multi-objective optimization</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Wang and Tang [79]: Adaptive multi-population DE</w:t>
            </w:r>
          </w:p>
          <w:p w:rsidR="0017211D" w:rsidRPr="00813818" w:rsidRDefault="0017211D" w:rsidP="00FB4D99">
            <w:pPr>
              <w:rPr>
                <w:rFonts w:ascii="Calibri" w:hAnsi="Calibri" w:cs="Calibri"/>
                <w:sz w:val="20"/>
                <w:szCs w:val="20"/>
              </w:rPr>
            </w:pPr>
            <w:r w:rsidRPr="00813818">
              <w:rPr>
                <w:rFonts w:ascii="Calibri" w:hAnsi="Calibri" w:cs="Calibri"/>
                <w:sz w:val="20"/>
                <w:szCs w:val="20"/>
              </w:rPr>
              <w:t>Leong and Yen[123]: Multi-swarm PSO with dynamic population size and adaptive local archives</w:t>
            </w:r>
          </w:p>
          <w:p w:rsidR="0017211D" w:rsidRPr="00813818" w:rsidRDefault="0017211D" w:rsidP="00FB4D99">
            <w:pPr>
              <w:rPr>
                <w:rFonts w:ascii="Calibri" w:hAnsi="Calibri" w:cs="Calibri"/>
                <w:sz w:val="20"/>
                <w:szCs w:val="20"/>
              </w:rPr>
            </w:pPr>
            <w:r w:rsidRPr="00813818">
              <w:rPr>
                <w:rFonts w:ascii="Calibri" w:hAnsi="Calibri" w:cs="Calibri"/>
                <w:sz w:val="20"/>
                <w:szCs w:val="20"/>
              </w:rPr>
              <w:t>Zhang et al. [124]: Multi-swarm cooperative PSO</w:t>
            </w:r>
          </w:p>
          <w:p w:rsidR="0017211D" w:rsidRPr="00813818" w:rsidRDefault="0017211D" w:rsidP="00FB4D99">
            <w:pPr>
              <w:rPr>
                <w:rFonts w:ascii="Calibri" w:hAnsi="Calibri" w:cs="Calibri"/>
                <w:sz w:val="20"/>
                <w:szCs w:val="20"/>
              </w:rPr>
            </w:pPr>
            <w:r w:rsidRPr="00813818">
              <w:rPr>
                <w:rFonts w:ascii="Calibri" w:hAnsi="Calibri" w:cs="Calibri"/>
                <w:sz w:val="20"/>
                <w:szCs w:val="20"/>
              </w:rPr>
              <w:t>Yu et al. [125]: Multi-swarm comprehensive learning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Liu et al. [126]: Multi-swarm coevolutionary PSO</w:t>
            </w:r>
          </w:p>
          <w:p w:rsidR="0017211D" w:rsidRPr="00813818" w:rsidRDefault="0017211D" w:rsidP="00FB4D99">
            <w:pPr>
              <w:rPr>
                <w:rFonts w:ascii="Calibri" w:hAnsi="Calibri" w:cs="Calibri"/>
                <w:sz w:val="20"/>
                <w:szCs w:val="20"/>
              </w:rPr>
            </w:pPr>
            <w:r w:rsidRPr="00813818">
              <w:rPr>
                <w:rFonts w:ascii="Calibri" w:hAnsi="Calibri" w:cs="Calibri"/>
                <w:sz w:val="20"/>
                <w:szCs w:val="20"/>
              </w:rPr>
              <w:t>Wang and Yang [127]: Interactive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Sun et al. [128]: Multi-swarm multi-objective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Liang et al. [129]: Dynamic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Britto et al. [130, 131]: Iterated multi-swarm PSO and Reference-point based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Yao et al. [132]: Cooperative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Kersting and Zabel [133]: Multi-population multi-objective EAs</w:t>
            </w:r>
          </w:p>
          <w:p w:rsidR="0017211D" w:rsidRPr="00813818" w:rsidRDefault="0017211D" w:rsidP="00FB4D99">
            <w:pPr>
              <w:rPr>
                <w:rFonts w:ascii="Calibri" w:hAnsi="Calibri" w:cs="Calibri"/>
                <w:sz w:val="20"/>
                <w:szCs w:val="20"/>
              </w:rPr>
            </w:pPr>
            <w:r w:rsidRPr="00813818">
              <w:rPr>
                <w:rFonts w:ascii="Calibri" w:hAnsi="Calibri" w:cs="Calibri"/>
                <w:sz w:val="20"/>
                <w:szCs w:val="20"/>
              </w:rPr>
              <w:t>Xiao [134]: Multi-population multi-objective evolutionary memetic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Shang et al. [135]: Multi-population cooperative coevolutionary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Shi et al. [136]: Multi-population coevolutionary multi-objective immune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Michalak [137]: Sim-EA algorithm with operator auto-adaptation</w:t>
            </w:r>
          </w:p>
          <w:p w:rsidR="0017211D" w:rsidRPr="00813818" w:rsidRDefault="0017211D" w:rsidP="00FB4D99">
            <w:pPr>
              <w:rPr>
                <w:rFonts w:ascii="Calibri" w:hAnsi="Calibri" w:cs="Calibri"/>
                <w:sz w:val="20"/>
                <w:szCs w:val="20"/>
              </w:rPr>
            </w:pPr>
            <w:r w:rsidRPr="00813818">
              <w:rPr>
                <w:rFonts w:ascii="Calibri" w:hAnsi="Calibri" w:cs="Calibri"/>
                <w:sz w:val="20"/>
                <w:szCs w:val="20"/>
              </w:rPr>
              <w:t>Castro et al. [138]: Competent multi-swarm PSO</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References [126] and [138] demonstrate that multi-swarm coevolutionary PSOs and competent multi-swarm PSOs outperform the other multi-swarm versions of PSOs for solving multi-objective optimization.</w:t>
            </w:r>
          </w:p>
        </w:tc>
      </w:tr>
      <w:tr w:rsidR="0017211D" w:rsidRPr="00813818">
        <w:tc>
          <w:tcPr>
            <w:tcW w:w="1313" w:type="dxa"/>
            <w:vMerge/>
            <w:tcBorders>
              <w:left w:val="single" w:sz="4" w:space="0" w:color="auto"/>
              <w:right w:val="single" w:sz="4" w:space="0" w:color="auto"/>
            </w:tcBorders>
            <w:vAlign w:val="center"/>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Large-scale optimization</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Zhao et al. [45]: Multi-swarm PSO with sub-regional harmony search</w:t>
            </w:r>
          </w:p>
          <w:p w:rsidR="0017211D" w:rsidRPr="00813818" w:rsidRDefault="0017211D" w:rsidP="00FB4D99">
            <w:pPr>
              <w:rPr>
                <w:rFonts w:ascii="Calibri" w:hAnsi="Calibri" w:cs="Calibri"/>
                <w:sz w:val="20"/>
                <w:szCs w:val="20"/>
              </w:rPr>
            </w:pPr>
            <w:r w:rsidRPr="00813818">
              <w:rPr>
                <w:rFonts w:ascii="Calibri" w:hAnsi="Calibri" w:cs="Calibri"/>
                <w:sz w:val="20"/>
                <w:szCs w:val="20"/>
              </w:rPr>
              <w:t>Fan and Chang [139]: Dynamic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Zhao et al. [140]: Dynamic multi-swarm PSO with local search</w:t>
            </w:r>
          </w:p>
          <w:p w:rsidR="0017211D" w:rsidRPr="00813818" w:rsidRDefault="0017211D" w:rsidP="00FB4D99">
            <w:pPr>
              <w:rPr>
                <w:rFonts w:ascii="Calibri" w:hAnsi="Calibri" w:cs="Calibri"/>
                <w:sz w:val="20"/>
                <w:szCs w:val="20"/>
              </w:rPr>
            </w:pPr>
            <w:r w:rsidRPr="00813818">
              <w:rPr>
                <w:rFonts w:ascii="Calibri" w:hAnsi="Calibri" w:cs="Calibri"/>
                <w:sz w:val="20"/>
                <w:szCs w:val="20"/>
              </w:rPr>
              <w:t>Moeini et al. [141]: Colonial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Gulcu and Kodaz [142]: Parallel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Ge et al. [143]: Diversity-based multi-population DE</w:t>
            </w:r>
          </w:p>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Guo et al. [144]: Multi-population cultural algorithm with knowledge migration </w:t>
            </w:r>
          </w:p>
          <w:p w:rsidR="0017211D" w:rsidRPr="00813818" w:rsidRDefault="0017211D" w:rsidP="00FB4D99">
            <w:pPr>
              <w:rPr>
                <w:rFonts w:ascii="Calibri" w:hAnsi="Calibri" w:cs="Calibri"/>
                <w:sz w:val="20"/>
                <w:szCs w:val="20"/>
              </w:rPr>
            </w:pPr>
            <w:r w:rsidRPr="00813818">
              <w:rPr>
                <w:rFonts w:ascii="Calibri" w:hAnsi="Calibri" w:cs="Calibri"/>
                <w:sz w:val="20"/>
                <w:szCs w:val="20"/>
              </w:rPr>
              <w:t>Kaveh and Laknefadi [145]: Multi-population multi-objective PSO</w:t>
            </w:r>
          </w:p>
          <w:p w:rsidR="0017211D" w:rsidRPr="00813818" w:rsidRDefault="0017211D" w:rsidP="00FB4D99">
            <w:pPr>
              <w:rPr>
                <w:rFonts w:ascii="Calibri" w:hAnsi="Calibri" w:cs="Calibri"/>
                <w:sz w:val="20"/>
                <w:szCs w:val="20"/>
              </w:rPr>
            </w:pPr>
            <w:r w:rsidRPr="00813818">
              <w:rPr>
                <w:rFonts w:ascii="Calibri" w:hAnsi="Calibri" w:cs="Calibri"/>
                <w:sz w:val="20"/>
                <w:szCs w:val="20"/>
              </w:rPr>
              <w:t>Ali et al. [146]: Multi-population DE with balanced ensemble of mutation strategies</w:t>
            </w:r>
          </w:p>
          <w:p w:rsidR="0017211D" w:rsidRPr="00813818" w:rsidRDefault="0017211D" w:rsidP="00FB4D99">
            <w:pPr>
              <w:rPr>
                <w:rFonts w:ascii="Calibri" w:hAnsi="Calibri" w:cs="Calibri"/>
                <w:sz w:val="20"/>
                <w:szCs w:val="20"/>
              </w:rPr>
            </w:pPr>
            <w:r w:rsidRPr="00813818">
              <w:rPr>
                <w:rFonts w:ascii="Calibri" w:hAnsi="Calibri" w:cs="Calibri"/>
                <w:sz w:val="20"/>
                <w:szCs w:val="20"/>
              </w:rPr>
              <w:t>Zhou and Yao [147]: Multi-population parallel self-adaptive differential ABC</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Reference [147] demonstrates that multi-population parallel self-adaptive differential ABC outperforms the other multi-population algorithms for large-scale optimization. </w:t>
            </w:r>
          </w:p>
          <w:p w:rsidR="0017211D" w:rsidRPr="00813818" w:rsidRDefault="0017211D" w:rsidP="00FB4D99">
            <w:pPr>
              <w:rPr>
                <w:rFonts w:ascii="Calibri" w:hAnsi="Calibri" w:cs="Calibri"/>
                <w:sz w:val="20"/>
                <w:szCs w:val="20"/>
              </w:rPr>
            </w:pPr>
          </w:p>
        </w:tc>
      </w:tr>
      <w:tr w:rsidR="0017211D" w:rsidRPr="00813818">
        <w:tc>
          <w:tcPr>
            <w:tcW w:w="1313" w:type="dxa"/>
            <w:vMerge/>
            <w:tcBorders>
              <w:left w:val="single" w:sz="4" w:space="0" w:color="auto"/>
              <w:right w:val="single" w:sz="4" w:space="0" w:color="auto"/>
            </w:tcBorders>
            <w:vAlign w:val="center"/>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Combinatorial optimization</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Lin et al. [57]: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Michalak [62]: Multi-population estimation of distribution algorithm (EDA)</w:t>
            </w:r>
          </w:p>
          <w:p w:rsidR="0017211D" w:rsidRPr="00813818" w:rsidRDefault="0017211D" w:rsidP="00FB4D99">
            <w:pPr>
              <w:rPr>
                <w:rFonts w:ascii="Calibri" w:hAnsi="Calibri" w:cs="Calibri"/>
                <w:sz w:val="20"/>
                <w:szCs w:val="20"/>
              </w:rPr>
            </w:pPr>
            <w:r w:rsidRPr="00813818">
              <w:rPr>
                <w:rFonts w:ascii="Calibri" w:hAnsi="Calibri" w:cs="Calibri"/>
                <w:sz w:val="20"/>
                <w:szCs w:val="20"/>
              </w:rPr>
              <w:t>Lin et al. [148]: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Zhou and Luo [149]: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Khouadjia et al. [150]: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Xiong and Wei [151]: Multi-population binary ACO</w:t>
            </w:r>
          </w:p>
          <w:p w:rsidR="0017211D" w:rsidRPr="00813818" w:rsidRDefault="0017211D" w:rsidP="00FB4D99">
            <w:pPr>
              <w:rPr>
                <w:rFonts w:ascii="Calibri" w:hAnsi="Calibri" w:cs="Calibri"/>
                <w:sz w:val="20"/>
                <w:szCs w:val="20"/>
              </w:rPr>
            </w:pPr>
            <w:r w:rsidRPr="00813818">
              <w:rPr>
                <w:rFonts w:ascii="Calibri" w:hAnsi="Calibri" w:cs="Calibri"/>
                <w:sz w:val="20"/>
                <w:szCs w:val="20"/>
              </w:rPr>
              <w:t>Marinakis et al. [152]: Multi-swarm PSO</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Reference [62] demonstrates that the multi-population estimation of distribution algorithm is one of the best multi-population algorithms for combinatorial optimization. </w:t>
            </w:r>
          </w:p>
          <w:p w:rsidR="0017211D" w:rsidRPr="00813818" w:rsidRDefault="0017211D" w:rsidP="00FB4D99">
            <w:pPr>
              <w:rPr>
                <w:rFonts w:ascii="Calibri" w:hAnsi="Calibri" w:cs="Calibri"/>
                <w:sz w:val="20"/>
                <w:szCs w:val="20"/>
              </w:rPr>
            </w:pPr>
          </w:p>
        </w:tc>
      </w:tr>
      <w:tr w:rsidR="0017211D" w:rsidRPr="00813818">
        <w:tc>
          <w:tcPr>
            <w:tcW w:w="1313" w:type="dxa"/>
            <w:vMerge/>
            <w:tcBorders>
              <w:left w:val="single" w:sz="4" w:space="0" w:color="auto"/>
              <w:right w:val="single" w:sz="4" w:space="0" w:color="auto"/>
            </w:tcBorders>
            <w:vAlign w:val="center"/>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Constrained optimization</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Chen and Kang [153]: Multi-population EAs</w:t>
            </w:r>
          </w:p>
          <w:p w:rsidR="0017211D" w:rsidRPr="00813818" w:rsidRDefault="0017211D" w:rsidP="00FB4D99">
            <w:pPr>
              <w:rPr>
                <w:rFonts w:ascii="Calibri" w:hAnsi="Calibri" w:cs="Calibri"/>
                <w:sz w:val="20"/>
                <w:szCs w:val="20"/>
              </w:rPr>
            </w:pPr>
            <w:r w:rsidRPr="00813818">
              <w:rPr>
                <w:rFonts w:ascii="Calibri" w:hAnsi="Calibri" w:cs="Calibri"/>
                <w:sz w:val="20"/>
                <w:szCs w:val="20"/>
              </w:rPr>
              <w:t>Liang and Suganthan [154]: Dynamic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Wang and Cai [155]: Hybrid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Goncalves and Resende [156]: Parallel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Gomez-lglesias et al. [157]: Scalable multi-swarm PSO with Lagrangian relaxation</w:t>
            </w:r>
          </w:p>
          <w:p w:rsidR="0017211D" w:rsidRPr="00813818" w:rsidRDefault="0017211D" w:rsidP="00FB4D99">
            <w:pPr>
              <w:rPr>
                <w:rFonts w:ascii="Calibri" w:hAnsi="Calibri" w:cs="Calibri"/>
                <w:sz w:val="20"/>
                <w:szCs w:val="20"/>
              </w:rPr>
            </w:pPr>
            <w:r w:rsidRPr="00813818">
              <w:rPr>
                <w:rFonts w:ascii="Calibri" w:hAnsi="Calibri" w:cs="Calibri"/>
                <w:sz w:val="20"/>
                <w:szCs w:val="20"/>
              </w:rPr>
              <w:t>Souza et al. [158]: Quantum-behavior evolutionary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Srivastava and Singh[159]: Hybrid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Aimi and Suyama [160]: Multi-swarm PSO</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 [159] demonstrates that a multi-population PSO hybridizing DE outperforms the other versions of PSO for constrained optimization.</w:t>
            </w:r>
          </w:p>
          <w:p w:rsidR="0017211D" w:rsidRPr="00813818" w:rsidRDefault="0017211D" w:rsidP="00FB4D99">
            <w:pPr>
              <w:rPr>
                <w:rFonts w:ascii="Calibri" w:hAnsi="Calibri" w:cs="Calibri"/>
                <w:sz w:val="20"/>
                <w:szCs w:val="20"/>
              </w:rPr>
            </w:pPr>
          </w:p>
        </w:tc>
      </w:tr>
      <w:tr w:rsidR="0017211D" w:rsidRPr="00813818">
        <w:tc>
          <w:tcPr>
            <w:tcW w:w="1313" w:type="dxa"/>
            <w:vMerge/>
            <w:tcBorders>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Noisy optimization</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Li et al. [161]: Cluster based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Szeto and Guo [162]: Multi-population GA</w:t>
            </w:r>
          </w:p>
        </w:tc>
        <w:tc>
          <w:tcPr>
            <w:tcW w:w="3060"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There are only a few references discussing multi-population algorithms for noisy optimization.</w:t>
            </w:r>
          </w:p>
        </w:tc>
      </w:tr>
      <w:tr w:rsidR="0017211D" w:rsidRPr="00813818">
        <w:tc>
          <w:tcPr>
            <w:tcW w:w="1313" w:type="dxa"/>
            <w:vMerge w:val="restart"/>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Area of applications</w:t>
            </w: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Scheduling problems</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Kapanoglu and Koc [163]: Multi-population parallel GA</w:t>
            </w:r>
          </w:p>
          <w:p w:rsidR="0017211D" w:rsidRPr="00813818" w:rsidRDefault="0017211D" w:rsidP="00FB4D99">
            <w:pPr>
              <w:rPr>
                <w:rFonts w:ascii="Calibri" w:hAnsi="Calibri" w:cs="Calibri"/>
                <w:sz w:val="20"/>
                <w:szCs w:val="20"/>
              </w:rPr>
            </w:pPr>
            <w:r w:rsidRPr="00813818">
              <w:rPr>
                <w:rFonts w:ascii="Calibri" w:hAnsi="Calibri" w:cs="Calibri"/>
                <w:sz w:val="20"/>
                <w:szCs w:val="20"/>
              </w:rPr>
              <w:t>Wang and Li [164]: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Morady and Dal [165]: Multi-population parallel GA</w:t>
            </w:r>
          </w:p>
          <w:p w:rsidR="0017211D" w:rsidRPr="00813818" w:rsidRDefault="0017211D" w:rsidP="00FB4D99">
            <w:pPr>
              <w:rPr>
                <w:rFonts w:ascii="Calibri" w:hAnsi="Calibri" w:cs="Calibri"/>
                <w:sz w:val="20"/>
                <w:szCs w:val="20"/>
              </w:rPr>
            </w:pPr>
            <w:r w:rsidRPr="00813818">
              <w:rPr>
                <w:rFonts w:ascii="Calibri" w:hAnsi="Calibri" w:cs="Calibri"/>
                <w:sz w:val="20"/>
                <w:szCs w:val="20"/>
              </w:rPr>
              <w:t>Sun et al. [166]: Multi-population and self-adaptive GA</w:t>
            </w:r>
          </w:p>
          <w:p w:rsidR="0017211D" w:rsidRPr="00813818" w:rsidRDefault="0017211D" w:rsidP="00FB4D99">
            <w:pPr>
              <w:rPr>
                <w:rFonts w:ascii="Calibri" w:hAnsi="Calibri" w:cs="Calibri"/>
                <w:sz w:val="20"/>
                <w:szCs w:val="20"/>
              </w:rPr>
            </w:pPr>
            <w:r w:rsidRPr="00813818">
              <w:rPr>
                <w:rFonts w:ascii="Calibri" w:hAnsi="Calibri" w:cs="Calibri"/>
                <w:sz w:val="20"/>
                <w:szCs w:val="20"/>
              </w:rPr>
              <w:t>Wang et al. [167]: Adaptive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Yu et al. [168]: Cooperative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 et al. [170]: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Qi et al. [171]: Parallel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Cochran et al. [172]: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Zandieh and Karimi [173]: Adaptive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Zhang et al. [174]: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Chakraborti et al. [175]: Multi-population GA and DE</w:t>
            </w:r>
          </w:p>
          <w:p w:rsidR="0017211D" w:rsidRPr="00813818" w:rsidRDefault="0017211D" w:rsidP="00FB4D99">
            <w:pPr>
              <w:rPr>
                <w:rFonts w:ascii="Calibri" w:hAnsi="Calibri" w:cs="Calibri"/>
                <w:sz w:val="20"/>
                <w:szCs w:val="20"/>
              </w:rPr>
            </w:pPr>
            <w:r w:rsidRPr="00813818">
              <w:rPr>
                <w:rFonts w:ascii="Calibri" w:hAnsi="Calibri" w:cs="Calibri"/>
                <w:sz w:val="20"/>
                <w:szCs w:val="20"/>
              </w:rPr>
              <w:t>Zegordi and Nia [176]: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Toledo et al. [177]: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Huang et al. [178]: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Chen et al. [179]: Multi-population hybrid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Liang et al. [180]: Dynamic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Ostadrahimi et al. [181]: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Liu et al. [182]: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 and He [183]: Cooperative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Liu and Ma [184]: Multi-population PSO based memetic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Digalakis and Margaritis [185]: Multi-population cultural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Xing et al. [186]: Multi-population interactive coevolutionary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Toledo et al. [187]: Hybrid multi-population EAs</w:t>
            </w:r>
          </w:p>
          <w:p w:rsidR="0017211D" w:rsidRPr="00813818" w:rsidRDefault="0017211D" w:rsidP="00FB4D99">
            <w:pPr>
              <w:rPr>
                <w:rFonts w:ascii="Calibri" w:hAnsi="Calibri" w:cs="Calibri"/>
                <w:sz w:val="20"/>
                <w:szCs w:val="20"/>
              </w:rPr>
            </w:pPr>
            <w:r w:rsidRPr="00813818">
              <w:rPr>
                <w:rFonts w:ascii="Calibri" w:hAnsi="Calibri" w:cs="Calibri"/>
                <w:sz w:val="20"/>
                <w:szCs w:val="20"/>
              </w:rPr>
              <w:t>Gao and Pan [188]: Shuffled multi-swarm micro-migrating birds optimizer</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 [188] demonstrates that the multi-population methods combining with new nature inspired optimization algorithms are a hot research trend in recent years, and shuffled multi-swarm micro-migrating birds optimizer outperforms the other multi-population algorithms for solving scheduling problems.</w:t>
            </w:r>
          </w:p>
          <w:p w:rsidR="0017211D" w:rsidRPr="00813818" w:rsidRDefault="0017211D" w:rsidP="00FB4D99">
            <w:pPr>
              <w:rPr>
                <w:rFonts w:ascii="Calibri" w:hAnsi="Calibri" w:cs="Calibri"/>
                <w:sz w:val="20"/>
                <w:szCs w:val="20"/>
              </w:rPr>
            </w:pPr>
          </w:p>
        </w:tc>
      </w:tr>
      <w:tr w:rsidR="0017211D" w:rsidRPr="00813818">
        <w:tc>
          <w:tcPr>
            <w:tcW w:w="1313" w:type="dxa"/>
            <w:vMerge/>
            <w:tcBorders>
              <w:top w:val="nil"/>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Path planning</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Cheng et al. [189, 190]: Multi-population GA with immigrants scheme</w:t>
            </w:r>
          </w:p>
          <w:p w:rsidR="0017211D" w:rsidRPr="00813818" w:rsidRDefault="0017211D" w:rsidP="00FB4D99">
            <w:pPr>
              <w:rPr>
                <w:rFonts w:ascii="Calibri" w:hAnsi="Calibri" w:cs="Calibri"/>
                <w:sz w:val="20"/>
                <w:szCs w:val="20"/>
              </w:rPr>
            </w:pPr>
            <w:r w:rsidRPr="00813818">
              <w:rPr>
                <w:rFonts w:ascii="Calibri" w:hAnsi="Calibri" w:cs="Calibri"/>
                <w:sz w:val="20"/>
                <w:szCs w:val="20"/>
              </w:rPr>
              <w:t>Turky et al. [191]: Multi-population memetic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Sabar et al. [192]: Multi-memory multi-population memetic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Huo et al. [193]: Multi-swarm sharing PSO</w:t>
            </w:r>
          </w:p>
          <w:p w:rsidR="0017211D" w:rsidRPr="00813818" w:rsidRDefault="0017211D" w:rsidP="00FB4D99">
            <w:pPr>
              <w:rPr>
                <w:rFonts w:ascii="Calibri" w:hAnsi="Calibri" w:cs="Calibri"/>
                <w:sz w:val="20"/>
                <w:szCs w:val="20"/>
              </w:rPr>
            </w:pPr>
            <w:r w:rsidRPr="00813818">
              <w:rPr>
                <w:rFonts w:ascii="Calibri" w:hAnsi="Calibri" w:cs="Calibri"/>
                <w:sz w:val="20"/>
                <w:szCs w:val="20"/>
              </w:rPr>
              <w:t>Arantes et al. [194]: Hybrid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Liang et al. [195, 196]: Dynamic multi-swarm PSO with crossover</w:t>
            </w:r>
          </w:p>
          <w:p w:rsidR="0017211D" w:rsidRPr="00813818" w:rsidRDefault="0017211D" w:rsidP="00FB4D99">
            <w:pPr>
              <w:rPr>
                <w:rFonts w:ascii="Calibri" w:hAnsi="Calibri" w:cs="Calibri"/>
                <w:sz w:val="20"/>
                <w:szCs w:val="20"/>
              </w:rPr>
            </w:pPr>
            <w:r w:rsidRPr="00813818">
              <w:rPr>
                <w:rFonts w:ascii="Calibri" w:hAnsi="Calibri" w:cs="Calibri"/>
                <w:sz w:val="20"/>
                <w:szCs w:val="20"/>
              </w:rPr>
              <w:t>Kuczkowski et al. [197]: Multi-population EAs</w:t>
            </w:r>
          </w:p>
          <w:p w:rsidR="0017211D" w:rsidRPr="00813818" w:rsidRDefault="0017211D" w:rsidP="00FB4D99">
            <w:pPr>
              <w:rPr>
                <w:rFonts w:ascii="Calibri" w:hAnsi="Calibri" w:cs="Calibri"/>
                <w:sz w:val="20"/>
                <w:szCs w:val="20"/>
              </w:rPr>
            </w:pPr>
            <w:r w:rsidRPr="00813818">
              <w:rPr>
                <w:rFonts w:ascii="Calibri" w:hAnsi="Calibri" w:cs="Calibri"/>
                <w:sz w:val="20"/>
                <w:szCs w:val="20"/>
              </w:rPr>
              <w:t>Li et al. [198]: Multi-population DE</w:t>
            </w:r>
          </w:p>
          <w:p w:rsidR="0017211D" w:rsidRPr="00813818" w:rsidRDefault="0017211D" w:rsidP="00FB4D99">
            <w:pPr>
              <w:rPr>
                <w:rFonts w:ascii="Calibri" w:hAnsi="Calibri" w:cs="Calibri"/>
                <w:sz w:val="20"/>
                <w:szCs w:val="20"/>
              </w:rPr>
            </w:pPr>
            <w:r w:rsidRPr="00813818">
              <w:rPr>
                <w:rFonts w:ascii="Calibri" w:hAnsi="Calibri" w:cs="Calibri"/>
                <w:sz w:val="20"/>
                <w:szCs w:val="20"/>
              </w:rPr>
              <w:t>Da Silva Arantes et al. [199]: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Chen et al. [200]: PSO with adaptive multi-swarm strategy</w:t>
            </w:r>
          </w:p>
          <w:p w:rsidR="0017211D" w:rsidRPr="00813818" w:rsidRDefault="0017211D" w:rsidP="00FB4D99">
            <w:pPr>
              <w:rPr>
                <w:rFonts w:ascii="Calibri" w:hAnsi="Calibri" w:cs="Calibri"/>
                <w:sz w:val="20"/>
                <w:szCs w:val="20"/>
              </w:rPr>
            </w:pPr>
            <w:r w:rsidRPr="00813818">
              <w:rPr>
                <w:rFonts w:ascii="Calibri" w:hAnsi="Calibri" w:cs="Calibri"/>
                <w:sz w:val="20"/>
                <w:szCs w:val="20"/>
              </w:rPr>
              <w:t>Osaba and Diaz [201]: Multi-population meta-heuristic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Gutierrez et al. [202]: Multi-population memetic algorithm</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 [191] demonstrates that multi-population memetic algorithm outperforms the other multi-population algorithms for solving path planning problems.</w:t>
            </w:r>
          </w:p>
          <w:p w:rsidR="0017211D" w:rsidRPr="00813818" w:rsidRDefault="0017211D" w:rsidP="00FB4D99">
            <w:pPr>
              <w:rPr>
                <w:rFonts w:ascii="Calibri" w:hAnsi="Calibri" w:cs="Calibri"/>
                <w:sz w:val="20"/>
                <w:szCs w:val="20"/>
              </w:rPr>
            </w:pPr>
          </w:p>
        </w:tc>
      </w:tr>
      <w:tr w:rsidR="0017211D" w:rsidRPr="00813818">
        <w:tc>
          <w:tcPr>
            <w:tcW w:w="1313" w:type="dxa"/>
            <w:vMerge/>
            <w:tcBorders>
              <w:top w:val="nil"/>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Data analysis </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Keyhanipour et al. [203]: Layered multi-population GP</w:t>
            </w:r>
          </w:p>
          <w:p w:rsidR="0017211D" w:rsidRPr="00813818" w:rsidRDefault="0017211D" w:rsidP="00FB4D99">
            <w:pPr>
              <w:rPr>
                <w:rFonts w:ascii="Calibri" w:hAnsi="Calibri" w:cs="Calibri"/>
                <w:sz w:val="20"/>
                <w:szCs w:val="20"/>
              </w:rPr>
            </w:pPr>
            <w:r w:rsidRPr="00813818">
              <w:rPr>
                <w:rFonts w:ascii="Calibri" w:hAnsi="Calibri" w:cs="Calibri"/>
                <w:sz w:val="20"/>
                <w:szCs w:val="20"/>
              </w:rPr>
              <w:t>Mao et al. [204]: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Heraguemi et al. [205, 206]: Multi-population cooperative bat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Podgorelec et al. [207]: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Cao [208]: Multi-population elitists shared GA</w:t>
            </w:r>
          </w:p>
          <w:p w:rsidR="0017211D" w:rsidRPr="00813818" w:rsidRDefault="0017211D" w:rsidP="00FB4D99">
            <w:pPr>
              <w:rPr>
                <w:rFonts w:ascii="Calibri" w:hAnsi="Calibri" w:cs="Calibri"/>
                <w:sz w:val="20"/>
                <w:szCs w:val="20"/>
              </w:rPr>
            </w:pPr>
            <w:r w:rsidRPr="00813818">
              <w:rPr>
                <w:rFonts w:ascii="Calibri" w:hAnsi="Calibri" w:cs="Calibri"/>
                <w:sz w:val="20"/>
                <w:szCs w:val="20"/>
              </w:rPr>
              <w:t>Zhu et al. [209]: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Chen and Zhong [210]: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 and Zeng [211]: Multi-population agent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Lin et al. [212]: Layered multi-population GP</w:t>
            </w:r>
          </w:p>
          <w:p w:rsidR="0017211D" w:rsidRPr="00813818" w:rsidRDefault="0017211D" w:rsidP="00FB4D99">
            <w:pPr>
              <w:rPr>
                <w:rFonts w:ascii="Calibri" w:hAnsi="Calibri" w:cs="Calibri"/>
                <w:sz w:val="20"/>
                <w:szCs w:val="20"/>
              </w:rPr>
            </w:pPr>
            <w:r w:rsidRPr="00813818">
              <w:rPr>
                <w:rFonts w:ascii="Calibri" w:hAnsi="Calibri" w:cs="Calibri"/>
                <w:sz w:val="20"/>
                <w:szCs w:val="20"/>
              </w:rPr>
              <w:t>Keyhanipour and Moshiri [213]: Layered multi-population GP</w:t>
            </w:r>
          </w:p>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Liu and Liu [214]: Multi-population collaborative optimization </w:t>
            </w:r>
          </w:p>
          <w:p w:rsidR="0017211D" w:rsidRPr="00813818" w:rsidRDefault="0017211D" w:rsidP="00FB4D99">
            <w:pPr>
              <w:rPr>
                <w:rFonts w:ascii="Calibri" w:hAnsi="Calibri" w:cs="Calibri"/>
                <w:sz w:val="20"/>
                <w:szCs w:val="20"/>
              </w:rPr>
            </w:pPr>
            <w:r w:rsidRPr="00813818">
              <w:rPr>
                <w:rFonts w:ascii="Calibri" w:hAnsi="Calibri" w:cs="Calibri"/>
                <w:sz w:val="20"/>
                <w:szCs w:val="20"/>
              </w:rPr>
              <w:t>Aimi and Suyama [215]: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Lin et al. [216]: Layered multi-population GP</w:t>
            </w:r>
          </w:p>
          <w:p w:rsidR="0017211D" w:rsidRPr="00813818" w:rsidRDefault="0017211D" w:rsidP="00FB4D99">
            <w:pPr>
              <w:rPr>
                <w:rFonts w:ascii="Calibri" w:hAnsi="Calibri" w:cs="Calibri"/>
                <w:sz w:val="20"/>
                <w:szCs w:val="20"/>
              </w:rPr>
            </w:pPr>
            <w:r w:rsidRPr="00813818">
              <w:rPr>
                <w:rFonts w:ascii="Calibri" w:hAnsi="Calibri" w:cs="Calibri"/>
                <w:sz w:val="20"/>
                <w:szCs w:val="20"/>
              </w:rPr>
              <w:t>Georgieva and Engelbrecht [217]: Cooperative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Halim et al. [218]: Multi-population EAs</w:t>
            </w:r>
          </w:p>
          <w:p w:rsidR="0017211D" w:rsidRPr="00813818" w:rsidRDefault="0017211D" w:rsidP="00FB4D99">
            <w:pPr>
              <w:rPr>
                <w:rFonts w:ascii="Calibri" w:hAnsi="Calibri" w:cs="Calibri"/>
                <w:sz w:val="20"/>
                <w:szCs w:val="20"/>
              </w:rPr>
            </w:pPr>
            <w:r w:rsidRPr="00813818">
              <w:rPr>
                <w:rFonts w:ascii="Calibri" w:hAnsi="Calibri" w:cs="Calibri"/>
                <w:sz w:val="20"/>
                <w:szCs w:val="20"/>
              </w:rPr>
              <w:t>Habershon et al. [219]: Multi-population parallel GA</w:t>
            </w:r>
          </w:p>
          <w:p w:rsidR="0017211D" w:rsidRPr="00813818" w:rsidRDefault="0017211D" w:rsidP="00FB4D99">
            <w:pPr>
              <w:rPr>
                <w:rFonts w:ascii="Calibri" w:hAnsi="Calibri" w:cs="Calibri"/>
                <w:sz w:val="20"/>
                <w:szCs w:val="20"/>
              </w:rPr>
            </w:pPr>
            <w:r w:rsidRPr="00813818">
              <w:rPr>
                <w:rFonts w:ascii="Calibri" w:hAnsi="Calibri" w:cs="Calibri"/>
                <w:sz w:val="20"/>
                <w:szCs w:val="20"/>
              </w:rPr>
              <w:t>Wei et al. [220]: Niche GAs and multi-population competition</w:t>
            </w:r>
          </w:p>
          <w:p w:rsidR="0017211D" w:rsidRPr="00813818" w:rsidRDefault="0017211D" w:rsidP="00FB4D99">
            <w:pPr>
              <w:rPr>
                <w:rFonts w:ascii="Calibri" w:hAnsi="Calibri" w:cs="Calibri"/>
                <w:sz w:val="20"/>
                <w:szCs w:val="20"/>
              </w:rPr>
            </w:pPr>
            <w:r w:rsidRPr="00813818">
              <w:rPr>
                <w:rFonts w:ascii="Calibri" w:hAnsi="Calibri" w:cs="Calibri"/>
                <w:sz w:val="20"/>
                <w:szCs w:val="20"/>
              </w:rPr>
              <w:t>Yao et al. [221]: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 et al. [222]: Multi-population agent GA</w:t>
            </w:r>
          </w:p>
          <w:p w:rsidR="0017211D" w:rsidRPr="00813818" w:rsidRDefault="0017211D" w:rsidP="00FB4D99">
            <w:pPr>
              <w:rPr>
                <w:rFonts w:ascii="Calibri" w:hAnsi="Calibri" w:cs="Calibri"/>
                <w:sz w:val="20"/>
                <w:szCs w:val="20"/>
              </w:rPr>
            </w:pPr>
            <w:r w:rsidRPr="00813818">
              <w:rPr>
                <w:rFonts w:ascii="Calibri" w:hAnsi="Calibri" w:cs="Calibri"/>
                <w:sz w:val="20"/>
                <w:szCs w:val="20"/>
              </w:rPr>
              <w:t>Garcia-Nieto and Alba [223]: Parallel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Xiao and Cheng et al. [224]: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Zhou et al. [225]: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Podgorelec et al. [226]: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Fan et al. [227]: Multi-population multi-strategy DE</w:t>
            </w:r>
          </w:p>
          <w:p w:rsidR="0017211D" w:rsidRPr="00813818" w:rsidRDefault="0017211D" w:rsidP="00FB4D99">
            <w:pPr>
              <w:rPr>
                <w:rFonts w:ascii="Calibri" w:hAnsi="Calibri" w:cs="Calibri"/>
                <w:sz w:val="20"/>
                <w:szCs w:val="20"/>
              </w:rPr>
            </w:pPr>
            <w:r w:rsidRPr="00813818">
              <w:rPr>
                <w:rFonts w:ascii="Calibri" w:hAnsi="Calibri" w:cs="Calibri"/>
                <w:sz w:val="20"/>
                <w:szCs w:val="20"/>
              </w:rPr>
              <w:t>Mausa and Grbac [228]: Coevolutionary multi-population GP</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 [228] demonstrates that coevolutionary multi-population genetic programming method outperforms the other multi-population algorithms for solving data analysis problems.</w:t>
            </w:r>
          </w:p>
          <w:p w:rsidR="0017211D" w:rsidRPr="00813818" w:rsidRDefault="0017211D" w:rsidP="00FB4D99">
            <w:pPr>
              <w:rPr>
                <w:rFonts w:ascii="Calibri" w:hAnsi="Calibri" w:cs="Calibri"/>
                <w:sz w:val="20"/>
                <w:szCs w:val="20"/>
              </w:rPr>
            </w:pPr>
          </w:p>
        </w:tc>
      </w:tr>
      <w:tr w:rsidR="0017211D" w:rsidRPr="00813818">
        <w:tc>
          <w:tcPr>
            <w:tcW w:w="1313" w:type="dxa"/>
            <w:vMerge/>
            <w:tcBorders>
              <w:top w:val="nil"/>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Network</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Quintero and Pierre [229]: Sequential and multi-population memetic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Niu et al. [230]: Multi-population cooperative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Liang et al. [231]: Dynamic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Suganthi and Rajagopalan [232]: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Chen et al. [233]: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Xu and Liu [234]: Multi-population firefly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Ni et al. [235]: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Fontes and Goncalves [236]: Multi-population hybrid biased random key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 et al. [237]: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Zadeh and Kobti [238]: Multi-population cultural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Jaddi et al. [239]: Multi-population cooperative bat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Przewozniczek [240, 241]: Multi-population pattern searching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Pluhacek et al. [242]: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Lin et al. [243]: Multi-population harmony search algorithm</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 [241] demonstrates that the multi-population pattern searching algorithm is a new optimization algorithm, and outperforms the other multi-population algorithms for solving network optimization problems.</w:t>
            </w:r>
          </w:p>
          <w:p w:rsidR="0017211D" w:rsidRPr="00813818" w:rsidRDefault="0017211D" w:rsidP="00FB4D99">
            <w:pPr>
              <w:rPr>
                <w:rFonts w:ascii="Calibri" w:hAnsi="Calibri" w:cs="Calibri"/>
                <w:sz w:val="20"/>
                <w:szCs w:val="20"/>
              </w:rPr>
            </w:pPr>
          </w:p>
        </w:tc>
      </w:tr>
      <w:tr w:rsidR="0017211D" w:rsidRPr="00813818">
        <w:tc>
          <w:tcPr>
            <w:tcW w:w="1313" w:type="dxa"/>
            <w:vMerge/>
            <w:tcBorders>
              <w:top w:val="nil"/>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Parameter estimation and control</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Roeva [244]: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Gao et al. [245]: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Chen et al. [246]: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 et al. [247]: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Chang and Wang [248]: Multi-population parallel EDAs</w:t>
            </w:r>
          </w:p>
          <w:p w:rsidR="0017211D" w:rsidRPr="00813818" w:rsidRDefault="0017211D" w:rsidP="00FB4D99">
            <w:pPr>
              <w:rPr>
                <w:rFonts w:ascii="Calibri" w:hAnsi="Calibri" w:cs="Calibri"/>
                <w:sz w:val="20"/>
                <w:szCs w:val="20"/>
              </w:rPr>
            </w:pPr>
            <w:r w:rsidRPr="00813818">
              <w:rPr>
                <w:rFonts w:ascii="Calibri" w:hAnsi="Calibri" w:cs="Calibri"/>
                <w:sz w:val="20"/>
                <w:szCs w:val="20"/>
              </w:rPr>
              <w:t>Li and Chiang [249]: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Lu et al. [250]: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Saini et al. [251]: Hierarchical multi-swarm cooperative PSO</w:t>
            </w:r>
          </w:p>
          <w:p w:rsidR="0017211D" w:rsidRPr="00813818" w:rsidRDefault="0017211D" w:rsidP="00FB4D99">
            <w:pPr>
              <w:rPr>
                <w:rFonts w:ascii="Calibri" w:hAnsi="Calibri" w:cs="Calibri"/>
                <w:sz w:val="20"/>
                <w:szCs w:val="20"/>
              </w:rPr>
            </w:pPr>
            <w:r w:rsidRPr="00813818">
              <w:rPr>
                <w:rFonts w:ascii="Calibri" w:hAnsi="Calibri" w:cs="Calibri"/>
                <w:sz w:val="20"/>
                <w:szCs w:val="20"/>
              </w:rPr>
              <w:t>Lin et al. [252]: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Yuan et al. [253]: Multi-swarm fruit fly optimization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Elketroussi and Fan [254]: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Su and Hou [255]: Multi-population intelligent GA</w:t>
            </w:r>
          </w:p>
          <w:p w:rsidR="0017211D" w:rsidRPr="00813818" w:rsidRDefault="0017211D" w:rsidP="00FB4D99">
            <w:pPr>
              <w:rPr>
                <w:rFonts w:ascii="Calibri" w:hAnsi="Calibri" w:cs="Calibri"/>
                <w:sz w:val="20"/>
                <w:szCs w:val="20"/>
              </w:rPr>
            </w:pPr>
            <w:r w:rsidRPr="00813818">
              <w:rPr>
                <w:rFonts w:ascii="Calibri" w:hAnsi="Calibri" w:cs="Calibri"/>
                <w:sz w:val="20"/>
                <w:szCs w:val="20"/>
              </w:rPr>
              <w:t>Tseng et al. [256]: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Angelova et al. [257]: Modified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Toledo et al. [258]: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Mukhopadhyay and Banerjee [259]: Chaotic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Qian et al. [260]: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Mao and Li [261]: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Folly et al. [262, 263]: Multi-population PBIL</w:t>
            </w:r>
          </w:p>
          <w:p w:rsidR="0017211D" w:rsidRPr="00813818" w:rsidRDefault="0017211D" w:rsidP="00FB4D99">
            <w:pPr>
              <w:rPr>
                <w:rFonts w:ascii="Calibri" w:hAnsi="Calibri" w:cs="Calibri"/>
                <w:sz w:val="20"/>
                <w:szCs w:val="20"/>
              </w:rPr>
            </w:pPr>
            <w:r w:rsidRPr="00813818">
              <w:rPr>
                <w:rFonts w:ascii="Calibri" w:hAnsi="Calibri" w:cs="Calibri"/>
                <w:sz w:val="20"/>
                <w:szCs w:val="20"/>
              </w:rPr>
              <w:t>Li and Lu [264, 265]: Multi-swarm fruit fly optimization algorithm</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 [265] demonstrates that the multi-swarm fruit fly optimization algorithm outperforms the other popular multi-population GAs and PSO algorithms for solving parameter estimation and control problems.</w:t>
            </w:r>
          </w:p>
          <w:p w:rsidR="0017211D" w:rsidRPr="00813818" w:rsidRDefault="0017211D" w:rsidP="00FB4D99">
            <w:pPr>
              <w:rPr>
                <w:rFonts w:ascii="Calibri" w:hAnsi="Calibri" w:cs="Calibri"/>
                <w:sz w:val="20"/>
                <w:szCs w:val="20"/>
              </w:rPr>
            </w:pPr>
          </w:p>
        </w:tc>
      </w:tr>
      <w:tr w:rsidR="0017211D" w:rsidRPr="00813818">
        <w:tc>
          <w:tcPr>
            <w:tcW w:w="1313" w:type="dxa"/>
            <w:vMerge/>
            <w:tcBorders>
              <w:top w:val="nil"/>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Electrical Engineering problems</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Li and Li et al. [266]: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 and Zhang et al. [267]: Dynamic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Zhou et al. [268]: Multi-objective multi-population ACO</w:t>
            </w:r>
          </w:p>
          <w:p w:rsidR="0017211D" w:rsidRPr="00813818" w:rsidRDefault="0017211D" w:rsidP="00FB4D99">
            <w:pPr>
              <w:rPr>
                <w:rFonts w:ascii="Calibri" w:hAnsi="Calibri" w:cs="Calibri"/>
                <w:sz w:val="20"/>
                <w:szCs w:val="20"/>
              </w:rPr>
            </w:pPr>
            <w:r w:rsidRPr="00813818">
              <w:rPr>
                <w:rFonts w:ascii="Calibri" w:hAnsi="Calibri" w:cs="Calibri"/>
                <w:sz w:val="20"/>
                <w:szCs w:val="20"/>
              </w:rPr>
              <w:t>Santos et al. [269]: Node-depth encoding and multi-objective EA</w:t>
            </w:r>
          </w:p>
          <w:p w:rsidR="0017211D" w:rsidRPr="00813818" w:rsidRDefault="0017211D" w:rsidP="00FB4D99">
            <w:pPr>
              <w:rPr>
                <w:rFonts w:ascii="Calibri" w:hAnsi="Calibri" w:cs="Calibri"/>
                <w:sz w:val="20"/>
                <w:szCs w:val="20"/>
              </w:rPr>
            </w:pPr>
            <w:r w:rsidRPr="00813818">
              <w:rPr>
                <w:rFonts w:ascii="Calibri" w:hAnsi="Calibri" w:cs="Calibri"/>
                <w:sz w:val="20"/>
                <w:szCs w:val="20"/>
              </w:rPr>
              <w:t>Sanches et al. [270]: multi-objective EA</w:t>
            </w:r>
          </w:p>
          <w:p w:rsidR="0017211D" w:rsidRPr="00813818" w:rsidRDefault="0017211D" w:rsidP="00FB4D99">
            <w:pPr>
              <w:rPr>
                <w:rFonts w:ascii="Calibri" w:hAnsi="Calibri" w:cs="Calibri"/>
                <w:sz w:val="20"/>
                <w:szCs w:val="20"/>
              </w:rPr>
            </w:pPr>
            <w:r w:rsidRPr="00813818">
              <w:rPr>
                <w:rFonts w:ascii="Calibri" w:hAnsi="Calibri" w:cs="Calibri"/>
                <w:sz w:val="20"/>
                <w:szCs w:val="20"/>
              </w:rPr>
              <w:t>Alves et al. [271, 272]: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Singh and Srivastava [273]: Hybrid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Serraji et al. [274]: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Jena and Chauhan [275]: Multi-swarm co-operative PSO</w:t>
            </w:r>
          </w:p>
          <w:p w:rsidR="0017211D" w:rsidRPr="00813818" w:rsidRDefault="0017211D" w:rsidP="00FB4D99">
            <w:pPr>
              <w:rPr>
                <w:rFonts w:ascii="Calibri" w:hAnsi="Calibri" w:cs="Calibri"/>
                <w:sz w:val="20"/>
                <w:szCs w:val="20"/>
              </w:rPr>
            </w:pPr>
            <w:r w:rsidRPr="00813818">
              <w:rPr>
                <w:rFonts w:ascii="Calibri" w:hAnsi="Calibri" w:cs="Calibri"/>
                <w:sz w:val="20"/>
                <w:szCs w:val="20"/>
              </w:rPr>
              <w:t>Nawaz et al. [276]: Hybrid particle multi-swarm optimization</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 [276] demonstrates that the hybrid particle multi-swarm optimization outperforms other versions of PSO for solving electrical engineering problems.</w:t>
            </w:r>
          </w:p>
          <w:p w:rsidR="0017211D" w:rsidRPr="00813818" w:rsidRDefault="0017211D" w:rsidP="00FB4D99">
            <w:pPr>
              <w:rPr>
                <w:rFonts w:ascii="Calibri" w:hAnsi="Calibri" w:cs="Calibri"/>
                <w:sz w:val="20"/>
                <w:szCs w:val="20"/>
              </w:rPr>
            </w:pPr>
          </w:p>
        </w:tc>
      </w:tr>
      <w:tr w:rsidR="0017211D" w:rsidRPr="00813818">
        <w:tc>
          <w:tcPr>
            <w:tcW w:w="1313" w:type="dxa"/>
            <w:vMerge/>
            <w:tcBorders>
              <w:top w:val="nil"/>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Mathematical equation problems</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Mera et al. [277]: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 et al. [278]: Entropy-based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Liu et al. [279]: Multi-population DE</w:t>
            </w:r>
          </w:p>
          <w:p w:rsidR="0017211D" w:rsidRPr="00813818" w:rsidRDefault="0017211D" w:rsidP="00FB4D99">
            <w:pPr>
              <w:rPr>
                <w:rFonts w:ascii="Calibri" w:hAnsi="Calibri" w:cs="Calibri"/>
                <w:sz w:val="20"/>
                <w:szCs w:val="20"/>
              </w:rPr>
            </w:pPr>
            <w:r w:rsidRPr="00813818">
              <w:rPr>
                <w:rFonts w:ascii="Calibri" w:hAnsi="Calibri" w:cs="Calibri"/>
                <w:sz w:val="20"/>
                <w:szCs w:val="20"/>
              </w:rPr>
              <w:t>Majd et al. [280]: Multi-population parallel imperialist competitive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Yeh and Lin [281]: Layered multi-population GP</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Reference [281] demonstrates that the layered multi-population GP outperforms the other state-of-the-art methods for solving mathematical equation problems.</w:t>
            </w:r>
          </w:p>
          <w:p w:rsidR="0017211D" w:rsidRPr="00813818" w:rsidRDefault="0017211D" w:rsidP="00FB4D99">
            <w:pPr>
              <w:rPr>
                <w:rFonts w:ascii="Calibri" w:hAnsi="Calibri" w:cs="Calibri"/>
                <w:sz w:val="20"/>
                <w:szCs w:val="20"/>
              </w:rPr>
            </w:pPr>
          </w:p>
        </w:tc>
      </w:tr>
      <w:tr w:rsidR="0017211D" w:rsidRPr="00813818">
        <w:tc>
          <w:tcPr>
            <w:tcW w:w="1313" w:type="dxa"/>
            <w:vMerge/>
            <w:tcBorders>
              <w:top w:val="nil"/>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536A0A">
            <w:pPr>
              <w:spacing w:beforeLines="20" w:afterLines="20"/>
              <w:rPr>
                <w:rFonts w:ascii="Calibri" w:hAnsi="Calibri" w:cs="Calibri"/>
                <w:sz w:val="20"/>
                <w:szCs w:val="20"/>
              </w:rPr>
            </w:pPr>
            <w:r w:rsidRPr="00813818">
              <w:rPr>
                <w:rFonts w:ascii="Calibri" w:hAnsi="Calibri" w:cs="Calibri"/>
                <w:sz w:val="20"/>
                <w:szCs w:val="20"/>
              </w:rPr>
              <w:t>Other problems</w:t>
            </w:r>
          </w:p>
        </w:tc>
        <w:tc>
          <w:tcPr>
            <w:tcW w:w="3531" w:type="dxa"/>
            <w:tcBorders>
              <w:top w:val="single" w:sz="4" w:space="0" w:color="auto"/>
              <w:left w:val="single" w:sz="4" w:space="0" w:color="auto"/>
              <w:bottom w:val="single" w:sz="4" w:space="0" w:color="auto"/>
              <w:right w:val="single" w:sz="4" w:space="0" w:color="auto"/>
            </w:tcBorders>
          </w:tcPr>
          <w:p w:rsidR="0017211D" w:rsidRPr="00813818" w:rsidRDefault="0017211D" w:rsidP="00FB4D99">
            <w:pPr>
              <w:rPr>
                <w:rFonts w:ascii="Calibri" w:hAnsi="Calibri" w:cs="Calibri"/>
                <w:sz w:val="20"/>
                <w:szCs w:val="20"/>
              </w:rPr>
            </w:pPr>
            <w:r w:rsidRPr="00813818">
              <w:rPr>
                <w:rFonts w:ascii="Calibri" w:hAnsi="Calibri" w:cs="Calibri"/>
                <w:sz w:val="20"/>
                <w:szCs w:val="20"/>
              </w:rPr>
              <w:t>Ndiritu [282]: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Li et al. [283]: Improve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Goncalves and Resende [284]: Parallel multi-population biased random-key GA</w:t>
            </w:r>
          </w:p>
          <w:p w:rsidR="0017211D" w:rsidRPr="00813818" w:rsidRDefault="0017211D" w:rsidP="00FB4D99">
            <w:pPr>
              <w:rPr>
                <w:rFonts w:ascii="Calibri" w:hAnsi="Calibri" w:cs="Calibri"/>
                <w:sz w:val="20"/>
                <w:szCs w:val="20"/>
              </w:rPr>
            </w:pPr>
            <w:r w:rsidRPr="00813818">
              <w:rPr>
                <w:rFonts w:ascii="Calibri" w:hAnsi="Calibri" w:cs="Calibri"/>
                <w:sz w:val="20"/>
                <w:szCs w:val="20"/>
              </w:rPr>
              <w:t>Zheng et al. [285]: Multi-objective multi-population biased random-key GA</w:t>
            </w:r>
          </w:p>
          <w:p w:rsidR="0017211D" w:rsidRPr="00813818" w:rsidRDefault="0017211D" w:rsidP="00FB4D99">
            <w:pPr>
              <w:rPr>
                <w:rFonts w:ascii="Calibri" w:hAnsi="Calibri" w:cs="Calibri"/>
                <w:sz w:val="20"/>
                <w:szCs w:val="20"/>
              </w:rPr>
            </w:pPr>
            <w:r w:rsidRPr="00813818">
              <w:rPr>
                <w:rFonts w:ascii="Calibri" w:hAnsi="Calibri" w:cs="Calibri"/>
                <w:sz w:val="20"/>
                <w:szCs w:val="20"/>
              </w:rPr>
              <w:t>Xu et al. [286]: Multi-population cultural algorithm with adaptive diversity preservation</w:t>
            </w:r>
          </w:p>
          <w:p w:rsidR="0017211D" w:rsidRPr="00813818" w:rsidRDefault="0017211D" w:rsidP="00FB4D99">
            <w:pPr>
              <w:rPr>
                <w:rFonts w:ascii="Calibri" w:hAnsi="Calibri" w:cs="Calibri"/>
                <w:sz w:val="20"/>
                <w:szCs w:val="20"/>
              </w:rPr>
            </w:pPr>
            <w:r w:rsidRPr="00813818">
              <w:rPr>
                <w:rFonts w:ascii="Calibri" w:hAnsi="Calibri" w:cs="Calibri"/>
                <w:sz w:val="20"/>
                <w:szCs w:val="20"/>
              </w:rPr>
              <w:t>Zeng et al. [287]: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Gao et al. [288]: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Wu et al. [289]: Distributed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Wu and Tseng [290]: Adaptive multi-population DE</w:t>
            </w:r>
          </w:p>
          <w:p w:rsidR="0017211D" w:rsidRPr="00813818" w:rsidRDefault="0017211D" w:rsidP="00FB4D99">
            <w:pPr>
              <w:rPr>
                <w:rFonts w:ascii="Calibri" w:hAnsi="Calibri" w:cs="Calibri"/>
                <w:sz w:val="20"/>
                <w:szCs w:val="20"/>
              </w:rPr>
            </w:pPr>
            <w:r w:rsidRPr="00813818">
              <w:rPr>
                <w:rFonts w:ascii="Calibri" w:hAnsi="Calibri" w:cs="Calibri"/>
                <w:sz w:val="20"/>
                <w:szCs w:val="20"/>
              </w:rPr>
              <w:t>Liang et al. [291]: Dynamic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Gong et al. [292]: Interactive GA with multi-population adaptive hierarchy</w:t>
            </w:r>
          </w:p>
          <w:p w:rsidR="0017211D" w:rsidRPr="00813818" w:rsidRDefault="0017211D" w:rsidP="00FB4D99">
            <w:pPr>
              <w:rPr>
                <w:rFonts w:ascii="Calibri" w:hAnsi="Calibri" w:cs="Calibri"/>
                <w:sz w:val="20"/>
                <w:szCs w:val="20"/>
              </w:rPr>
            </w:pPr>
            <w:r w:rsidRPr="00813818">
              <w:rPr>
                <w:rFonts w:ascii="Calibri" w:hAnsi="Calibri" w:cs="Calibri"/>
                <w:sz w:val="20"/>
                <w:szCs w:val="20"/>
              </w:rPr>
              <w:t>Brito and Rodriguez [293]: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Karpouzos et al. [294]: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LGuo and Szeto [295]: Multi-population GA</w:t>
            </w:r>
          </w:p>
          <w:p w:rsidR="0017211D" w:rsidRPr="00813818" w:rsidRDefault="0017211D" w:rsidP="00FB4D99">
            <w:pPr>
              <w:rPr>
                <w:rFonts w:ascii="Calibri" w:hAnsi="Calibri" w:cs="Calibri"/>
                <w:sz w:val="20"/>
                <w:szCs w:val="20"/>
              </w:rPr>
            </w:pPr>
            <w:r w:rsidRPr="00813818">
              <w:rPr>
                <w:rFonts w:ascii="Calibri" w:hAnsi="Calibri" w:cs="Calibri"/>
                <w:sz w:val="20"/>
                <w:szCs w:val="20"/>
              </w:rPr>
              <w:t>Lu et al. [296]: Multi-swarm PSO</w:t>
            </w:r>
          </w:p>
          <w:p w:rsidR="0017211D" w:rsidRPr="00813818" w:rsidRDefault="0017211D" w:rsidP="00FB4D99">
            <w:pPr>
              <w:rPr>
                <w:rFonts w:ascii="Calibri" w:hAnsi="Calibri" w:cs="Calibri"/>
                <w:sz w:val="20"/>
                <w:szCs w:val="20"/>
              </w:rPr>
            </w:pPr>
            <w:r w:rsidRPr="00813818">
              <w:rPr>
                <w:rFonts w:ascii="Calibri" w:hAnsi="Calibri" w:cs="Calibri"/>
                <w:sz w:val="20"/>
                <w:szCs w:val="20"/>
              </w:rPr>
              <w:t>Chen et al. [297]: Adaptive GA based on multi-population parallel EA</w:t>
            </w:r>
          </w:p>
          <w:p w:rsidR="0017211D" w:rsidRPr="00813818" w:rsidRDefault="0017211D" w:rsidP="00FB4D99">
            <w:pPr>
              <w:rPr>
                <w:rFonts w:ascii="Calibri" w:hAnsi="Calibri" w:cs="Calibri"/>
                <w:sz w:val="20"/>
                <w:szCs w:val="20"/>
              </w:rPr>
            </w:pPr>
            <w:r w:rsidRPr="00813818">
              <w:rPr>
                <w:rFonts w:ascii="Calibri" w:hAnsi="Calibri" w:cs="Calibri"/>
                <w:sz w:val="20"/>
                <w:szCs w:val="20"/>
              </w:rPr>
              <w:t>Liu et al. [298]: Multi-population fruit fly optimization algorithm</w:t>
            </w:r>
          </w:p>
          <w:p w:rsidR="0017211D" w:rsidRPr="00813818" w:rsidRDefault="0017211D" w:rsidP="00FB4D99">
            <w:pPr>
              <w:rPr>
                <w:rFonts w:ascii="Calibri" w:hAnsi="Calibri" w:cs="Calibri"/>
                <w:sz w:val="20"/>
                <w:szCs w:val="20"/>
              </w:rPr>
            </w:pPr>
            <w:r w:rsidRPr="00813818">
              <w:rPr>
                <w:rFonts w:ascii="Calibri" w:hAnsi="Calibri" w:cs="Calibri"/>
                <w:sz w:val="20"/>
                <w:szCs w:val="20"/>
              </w:rPr>
              <w:t>Zhang et al. [299]: Multi-population PSO</w:t>
            </w:r>
          </w:p>
          <w:p w:rsidR="0017211D" w:rsidRPr="00813818" w:rsidRDefault="0017211D" w:rsidP="00FB4D99">
            <w:pPr>
              <w:rPr>
                <w:rFonts w:ascii="Calibri" w:hAnsi="Calibri" w:cs="Calibri"/>
                <w:sz w:val="20"/>
                <w:szCs w:val="20"/>
              </w:rPr>
            </w:pPr>
            <w:r w:rsidRPr="00813818">
              <w:rPr>
                <w:rFonts w:ascii="Calibri" w:hAnsi="Calibri" w:cs="Calibri"/>
                <w:sz w:val="20"/>
                <w:szCs w:val="20"/>
              </w:rPr>
              <w:t>Yu et al. [300]: Multi-population coevolutionary GP</w:t>
            </w:r>
          </w:p>
        </w:tc>
        <w:tc>
          <w:tcPr>
            <w:tcW w:w="3060" w:type="dxa"/>
            <w:tcBorders>
              <w:top w:val="single" w:sz="4" w:space="0" w:color="auto"/>
              <w:left w:val="single" w:sz="4" w:space="0" w:color="auto"/>
              <w:bottom w:val="single" w:sz="4" w:space="0" w:color="auto"/>
              <w:right w:val="single" w:sz="4" w:space="0" w:color="auto"/>
            </w:tcBorders>
            <w:vAlign w:val="center"/>
          </w:tcPr>
          <w:p w:rsidR="0017211D" w:rsidRPr="00813818" w:rsidRDefault="0017211D" w:rsidP="00FB4D99">
            <w:pPr>
              <w:rPr>
                <w:rFonts w:ascii="Calibri" w:hAnsi="Calibri" w:cs="Calibri"/>
                <w:sz w:val="20"/>
                <w:szCs w:val="20"/>
              </w:rPr>
            </w:pPr>
            <w:r w:rsidRPr="00813818">
              <w:rPr>
                <w:rFonts w:ascii="Calibri" w:hAnsi="Calibri" w:cs="Calibri"/>
                <w:sz w:val="20"/>
                <w:szCs w:val="20"/>
              </w:rPr>
              <w:t xml:space="preserve">Reference [298] demonstrates that </w:t>
            </w:r>
          </w:p>
          <w:p w:rsidR="0017211D" w:rsidRPr="00813818" w:rsidRDefault="0017211D" w:rsidP="00FB4D99">
            <w:pPr>
              <w:rPr>
                <w:rFonts w:ascii="Calibri" w:hAnsi="Calibri" w:cs="Calibri"/>
                <w:sz w:val="20"/>
                <w:szCs w:val="20"/>
              </w:rPr>
            </w:pPr>
            <w:r w:rsidRPr="00813818">
              <w:rPr>
                <w:rFonts w:ascii="Calibri" w:hAnsi="Calibri" w:cs="Calibri"/>
                <w:sz w:val="20"/>
                <w:szCs w:val="20"/>
              </w:rPr>
              <w:t>Multi-population methods combining with new nature inspired optimization algorithms can result in good optimization performance. Meanwhile, reference [300] demonstrates that effective multi-population techniques combined with classical optimization algorithms can also obtain satisfying performance.</w:t>
            </w:r>
          </w:p>
        </w:tc>
      </w:tr>
    </w:tbl>
    <w:p w:rsidR="0017211D" w:rsidRPr="00813818" w:rsidRDefault="0017211D" w:rsidP="0036110D">
      <w:pPr>
        <w:spacing w:line="252" w:lineRule="auto"/>
        <w:rPr>
          <w:rFonts w:ascii="Calibri" w:hAnsi="Calibri" w:cs="Calibri"/>
          <w:sz w:val="24"/>
          <w:szCs w:val="24"/>
        </w:rPr>
      </w:pPr>
    </w:p>
    <w:p w:rsidR="0017211D" w:rsidRPr="00813818" w:rsidRDefault="0017211D" w:rsidP="0036110D">
      <w:pPr>
        <w:spacing w:line="252" w:lineRule="auto"/>
        <w:rPr>
          <w:rFonts w:ascii="Calibri" w:hAnsi="Calibri" w:cs="Calibri"/>
          <w:sz w:val="24"/>
          <w:szCs w:val="24"/>
        </w:rPr>
      </w:pPr>
    </w:p>
    <w:p w:rsidR="0017211D" w:rsidRPr="00813818" w:rsidRDefault="0017211D" w:rsidP="0036110D">
      <w:pPr>
        <w:spacing w:line="252" w:lineRule="auto"/>
        <w:rPr>
          <w:rFonts w:ascii="Calibri" w:hAnsi="Calibri" w:cs="Calibri"/>
          <w:sz w:val="24"/>
          <w:szCs w:val="24"/>
        </w:rPr>
      </w:pPr>
    </w:p>
    <w:p w:rsidR="0017211D" w:rsidRPr="00813818" w:rsidRDefault="0017211D" w:rsidP="00536A0A">
      <w:pPr>
        <w:spacing w:beforeLines="50" w:line="480" w:lineRule="auto"/>
        <w:rPr>
          <w:rFonts w:ascii="Calibri" w:hAnsi="Calibri" w:cs="Calibri"/>
          <w:b/>
          <w:bCs/>
          <w:sz w:val="24"/>
          <w:szCs w:val="24"/>
        </w:rPr>
      </w:pPr>
      <w:r w:rsidRPr="00813818">
        <w:rPr>
          <w:rFonts w:ascii="Calibri" w:hAnsi="Calibri" w:cs="Calibri"/>
          <w:b/>
          <w:bCs/>
          <w:sz w:val="24"/>
          <w:szCs w:val="24"/>
        </w:rPr>
        <w:t>Suggestions for Future Research</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The development of multi-population methods is diverse and rapidly expanding, but there are still many open research areas. The first and important area for future research is to appropriately handle four fundamental issues of multi-population methods in nature-inspired optimization algorithms, including the number of subpopulations, the communication between subpopulations, the search area of subpopulations, and the search strategy of subpopulations. Currently, most existing multi-population methods just use pre-defined parameters, which are based on empirical experience, to determine the parameter setting of subpopulations. Some of the other studies assume that some prior information of optimization problems has been known. In this case, problem information can be used to guide the configuration of multi-population parameters. However, for the most of cases, we need to deeply explore these issues to develop good multi-population methods to more effectively solve a variety of problems. It should also be possible to design automatic schemes so that multi-population methods can adaptively self-tune. One may need to adaptively adjust the number of subpopulations for different phases during the evolution process, or adaptively determine the search area and search strategy for each subpopulation according to the historical information. One may need to develop learning based approaches to explore communication strategy between subpopulations, to avoid premature convergence of multi-population algorithms.</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Another area for the future research is additional mathematical tools for the theoretical analysis of multi-population methods. There are few publications about the theoretical aspects of multi-population methods to help investigate the impact of multi-population for optimization problems [30</w:t>
      </w:r>
      <w:r>
        <w:rPr>
          <w:rFonts w:ascii="Calibri" w:hAnsi="Calibri" w:cs="Calibri"/>
          <w:sz w:val="24"/>
          <w:szCs w:val="24"/>
        </w:rPr>
        <w:t>7</w:t>
      </w:r>
      <w:r w:rsidRPr="00813818">
        <w:rPr>
          <w:rFonts w:ascii="Calibri" w:hAnsi="Calibri" w:cs="Calibri"/>
          <w:sz w:val="24"/>
          <w:szCs w:val="24"/>
        </w:rPr>
        <w:t>-30</w:t>
      </w:r>
      <w:r>
        <w:rPr>
          <w:rFonts w:ascii="Calibri" w:hAnsi="Calibri" w:cs="Calibri"/>
          <w:sz w:val="24"/>
          <w:szCs w:val="24"/>
        </w:rPr>
        <w:t>8</w:t>
      </w:r>
      <w:r w:rsidRPr="00813818">
        <w:rPr>
          <w:rFonts w:ascii="Calibri" w:hAnsi="Calibri" w:cs="Calibri"/>
          <w:sz w:val="24"/>
          <w:szCs w:val="24"/>
        </w:rPr>
        <w:t>], which greatly limits the further generalizations, improvements and applications of multi-population methods. Therefore, it is challenging to obtain quantitative results for optimization problems using theoretical analysis. Quantitative results such as theoretical comparisons with other optimization methods could be of great interest to the multi-population optimization research community. Furthermore, theoretical analysis could provide insights as to what types of multi-population methods are hard or easy for what types of optimization problems.</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Another area for the future research is new algorithmic frameworks. The current popular frameworks of multi-population methods are parallel cooperation and serial cooperation. But there are still other new frameworks that have not yet been experimented, or combinations of these frameworks have not yet been explored in any depth. These frameworks will also raise other new researches and opportunities.</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Additional research is additional applications of multi-population methods. As we have seen from this review, the multi-population applications are very diverse. The applications of multi-population methods to complex optimization problems, including many-objective optimization, large-scale optimization, and their combinations, would be of great interest. Many more applications of multi-population methods integrating with nature-inspired optimization algorithms can emerge with wide applications.</w:t>
      </w:r>
    </w:p>
    <w:p w:rsidR="0017211D" w:rsidRPr="00813818" w:rsidRDefault="0017211D" w:rsidP="00FE49A7">
      <w:pPr>
        <w:spacing w:line="480" w:lineRule="auto"/>
        <w:ind w:firstLineChars="100" w:firstLine="31680"/>
        <w:rPr>
          <w:rFonts w:ascii="Calibri" w:hAnsi="Calibri" w:cs="Calibri"/>
          <w:sz w:val="24"/>
          <w:szCs w:val="24"/>
        </w:rPr>
      </w:pPr>
      <w:r w:rsidRPr="00813818">
        <w:rPr>
          <w:rFonts w:ascii="Calibri" w:hAnsi="Calibri" w:cs="Calibri"/>
          <w:sz w:val="24"/>
          <w:szCs w:val="24"/>
        </w:rPr>
        <w:t>Many of these open research questions are common across different fields of computer intelligence. The open questions in the research of multi-population methods are similar to those in the other areas of computer intelligence. Research which is first driven by practical problems, and which is then generalized to broad results and conclusions, has the greatest likelihood to make a strong impact on the field, and so this is the research approach that is recommended for future work in the area of multi-population methods.</w:t>
      </w:r>
    </w:p>
    <w:p w:rsidR="0017211D" w:rsidRPr="00813818" w:rsidRDefault="0017211D" w:rsidP="00536A0A">
      <w:pPr>
        <w:spacing w:beforeLines="50" w:line="480" w:lineRule="auto"/>
        <w:rPr>
          <w:rFonts w:ascii="Calibri" w:hAnsi="Calibri" w:cs="Calibri"/>
          <w:b/>
          <w:bCs/>
          <w:sz w:val="24"/>
          <w:szCs w:val="24"/>
        </w:rPr>
      </w:pPr>
      <w:r w:rsidRPr="00813818">
        <w:rPr>
          <w:rFonts w:ascii="Calibri" w:hAnsi="Calibri" w:cs="Calibri"/>
          <w:b/>
          <w:bCs/>
          <w:sz w:val="24"/>
          <w:szCs w:val="24"/>
        </w:rPr>
        <w:t>Summary</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 xml:space="preserve">This review has summarized the development of multi-population methods during the last 10 years. The review has shown some basic issues of multi-population methods, but these basic issues are always challenging and important for the development of multi-population methods. The review has also shown that multi-population methods can be practically applied to any optimization problem domain. Multi-population methods have been applied to multi-modal optimization, dynamic optimization, large-scale optimization, multi-objective optimization, combinatorial optimization, constrained optimization, and noisy optimization. Multi-population methods are simple, versatile, and flexible, and have proven to be efficient for solving a wide variety of real-world problems. The applications of multi-population methods include scheduling problems, path planning, network, parameter estimation and control, electrical engineering problems, mathematical equation problems and many others. Multi-population methods have proven to be useful to the optimization and engineering community, as well as to researchers who are currently working or will work in these areas. </w:t>
      </w:r>
    </w:p>
    <w:p w:rsidR="0017211D" w:rsidRPr="00813818" w:rsidRDefault="0017211D" w:rsidP="0036110D">
      <w:pPr>
        <w:spacing w:line="480" w:lineRule="auto"/>
        <w:rPr>
          <w:rFonts w:ascii="Calibri" w:hAnsi="Calibri" w:cs="Calibri"/>
          <w:sz w:val="24"/>
          <w:szCs w:val="24"/>
        </w:rPr>
      </w:pPr>
    </w:p>
    <w:p w:rsidR="0017211D" w:rsidRPr="00813818" w:rsidRDefault="0017211D" w:rsidP="0036110D">
      <w:pPr>
        <w:spacing w:line="480" w:lineRule="auto"/>
        <w:rPr>
          <w:rFonts w:ascii="Calibri" w:hAnsi="Calibri" w:cs="Calibri"/>
          <w:sz w:val="28"/>
          <w:szCs w:val="28"/>
        </w:rPr>
      </w:pPr>
      <w:r w:rsidRPr="00813818">
        <w:rPr>
          <w:rFonts w:ascii="Calibri" w:hAnsi="Calibri" w:cs="Calibri"/>
          <w:sz w:val="28"/>
          <w:szCs w:val="28"/>
        </w:rPr>
        <w:t xml:space="preserve">Acknowledgment </w:t>
      </w:r>
    </w:p>
    <w:p w:rsidR="0017211D" w:rsidRPr="00813818" w:rsidRDefault="0017211D" w:rsidP="0036110D">
      <w:pPr>
        <w:spacing w:line="480" w:lineRule="auto"/>
        <w:rPr>
          <w:rFonts w:ascii="Calibri" w:hAnsi="Calibri" w:cs="Calibri"/>
          <w:sz w:val="24"/>
          <w:szCs w:val="24"/>
        </w:rPr>
      </w:pPr>
      <w:r w:rsidRPr="00813818">
        <w:rPr>
          <w:rFonts w:ascii="Calibri" w:hAnsi="Calibri" w:cs="Calibri"/>
          <w:sz w:val="24"/>
          <w:szCs w:val="24"/>
        </w:rPr>
        <w:t>This material is based upon work supported by the National Natural Science Foundation of China under Grant Nos. 61640316, 61633016 and 61533010, Zhejiang Province Public Technology Applied Research Project under Grant No. 2017C31111. H. Zhou is supported by UK EPSRC under Grants EP/N508664/1, EP/R007187/1 and EP/N011074/1, and Royal Society-Newton Advanced Fellowship under Grant NA160342.</w:t>
      </w:r>
    </w:p>
    <w:p w:rsidR="0017211D" w:rsidRPr="00813818" w:rsidRDefault="0017211D" w:rsidP="0036110D">
      <w:pPr>
        <w:rPr>
          <w:rFonts w:ascii="Calibri" w:hAnsi="Calibri" w:cs="Calibri"/>
        </w:rPr>
      </w:pPr>
    </w:p>
    <w:p w:rsidR="0017211D" w:rsidRPr="00813818" w:rsidRDefault="0017211D" w:rsidP="0036110D">
      <w:pPr>
        <w:rPr>
          <w:rFonts w:ascii="Calibri" w:hAnsi="Calibri" w:cs="Calibri"/>
          <w:b/>
          <w:bCs/>
          <w:sz w:val="28"/>
          <w:szCs w:val="28"/>
        </w:rPr>
      </w:pPr>
      <w:r w:rsidRPr="00813818">
        <w:rPr>
          <w:rFonts w:ascii="Calibri" w:hAnsi="Calibri" w:cs="Calibri"/>
          <w:b/>
          <w:bCs/>
          <w:sz w:val="28"/>
          <w:szCs w:val="28"/>
        </w:rPr>
        <w:t>Reference</w:t>
      </w:r>
    </w:p>
    <w:p w:rsidR="0017211D" w:rsidRPr="00813818" w:rsidRDefault="0017211D" w:rsidP="0036110D">
      <w:pPr>
        <w:numPr>
          <w:ilvl w:val="0"/>
          <w:numId w:val="2"/>
        </w:numPr>
        <w:spacing w:line="480" w:lineRule="auto"/>
        <w:rPr>
          <w:rFonts w:ascii="Calibri" w:hAnsi="Calibri" w:cs="Calibri"/>
          <w:sz w:val="24"/>
          <w:szCs w:val="24"/>
        </w:rPr>
      </w:pPr>
      <w:bookmarkStart w:id="2" w:name="_Ref469611158"/>
      <w:r w:rsidRPr="00813818">
        <w:rPr>
          <w:rFonts w:ascii="Calibri" w:hAnsi="Calibri" w:cs="Calibri"/>
          <w:sz w:val="24"/>
          <w:szCs w:val="24"/>
        </w:rPr>
        <w:t>D. Simon, Evolutionary Optimization Algorithms, Wiley Press, 2013.</w:t>
      </w:r>
      <w:bookmarkEnd w:id="2"/>
    </w:p>
    <w:p w:rsidR="0017211D" w:rsidRPr="00813818" w:rsidRDefault="0017211D" w:rsidP="0036110D">
      <w:pPr>
        <w:numPr>
          <w:ilvl w:val="0"/>
          <w:numId w:val="2"/>
        </w:numPr>
        <w:spacing w:line="480" w:lineRule="auto"/>
        <w:rPr>
          <w:rFonts w:ascii="Calibri" w:hAnsi="Calibri" w:cs="Calibri"/>
          <w:sz w:val="24"/>
          <w:szCs w:val="24"/>
        </w:rPr>
      </w:pPr>
      <w:bookmarkStart w:id="3" w:name="_Ref469611190"/>
      <w:r w:rsidRPr="00813818">
        <w:rPr>
          <w:rFonts w:ascii="Calibri" w:hAnsi="Calibri" w:cs="Calibri"/>
          <w:sz w:val="24"/>
          <w:szCs w:val="24"/>
        </w:rPr>
        <w:t>X. Yang, Nature-inspired Optimization Algorithms, Elsevier Press, 2016.</w:t>
      </w:r>
    </w:p>
    <w:bookmarkEnd w:id="3"/>
    <w:p w:rsidR="0017211D" w:rsidRPr="00813818" w:rsidRDefault="0017211D" w:rsidP="0036110D">
      <w:pPr>
        <w:numPr>
          <w:ilvl w:val="0"/>
          <w:numId w:val="2"/>
        </w:numPr>
        <w:spacing w:line="480" w:lineRule="auto"/>
        <w:rPr>
          <w:rFonts w:ascii="Calibri" w:hAnsi="Calibri" w:cs="Calibri"/>
          <w:sz w:val="24"/>
          <w:szCs w:val="24"/>
        </w:rPr>
      </w:pPr>
      <w:r w:rsidRPr="00813818">
        <w:rPr>
          <w:rFonts w:ascii="Calibri" w:hAnsi="Calibri" w:cs="Calibri"/>
          <w:sz w:val="24"/>
          <w:szCs w:val="24"/>
        </w:rPr>
        <w:t>H. Ma, D. Simon, M. Fei, Z. Chen, On the equivalences and differences of evolutionary algorithms, Engineering Applications of Artificial Intelligence, 26 (10) (2013): 2397-2407.</w:t>
      </w:r>
    </w:p>
    <w:p w:rsidR="0017211D" w:rsidRPr="00813818" w:rsidRDefault="0017211D" w:rsidP="0036110D">
      <w:pPr>
        <w:numPr>
          <w:ilvl w:val="0"/>
          <w:numId w:val="2"/>
        </w:numPr>
        <w:spacing w:line="480" w:lineRule="auto"/>
        <w:rPr>
          <w:rFonts w:ascii="Calibri" w:hAnsi="Calibri" w:cs="Calibri"/>
          <w:sz w:val="24"/>
          <w:szCs w:val="24"/>
        </w:rPr>
      </w:pPr>
      <w:r w:rsidRPr="00813818">
        <w:rPr>
          <w:rFonts w:ascii="Calibri" w:hAnsi="Calibri" w:cs="Calibri"/>
          <w:sz w:val="24"/>
          <w:szCs w:val="24"/>
        </w:rPr>
        <w:t>H. Ma, S. Ye, D. Simon, M. Fei, Conceptual and numerical comparisons of swarm intelligence optimization algorithms, Soft Computing, 21 (11) (2017): 3081-3100.</w:t>
      </w:r>
    </w:p>
    <w:p w:rsidR="0017211D" w:rsidRPr="00813818" w:rsidRDefault="0017211D" w:rsidP="0036110D">
      <w:pPr>
        <w:numPr>
          <w:ilvl w:val="0"/>
          <w:numId w:val="2"/>
        </w:numPr>
        <w:spacing w:line="480" w:lineRule="auto"/>
        <w:rPr>
          <w:rFonts w:ascii="Calibri" w:hAnsi="Calibri" w:cs="Calibri"/>
          <w:sz w:val="24"/>
          <w:szCs w:val="24"/>
        </w:rPr>
      </w:pPr>
      <w:r w:rsidRPr="00813818">
        <w:rPr>
          <w:rFonts w:ascii="Calibri" w:hAnsi="Calibri" w:cs="Calibri"/>
          <w:sz w:val="24"/>
          <w:szCs w:val="24"/>
        </w:rPr>
        <w:t>C. Reeves, J. Rowe, Genetic Algorithms: Principles and Perspectives, Kluwer, 2006.</w:t>
      </w:r>
    </w:p>
    <w:p w:rsidR="0017211D" w:rsidRPr="00813818" w:rsidRDefault="0017211D" w:rsidP="0036110D">
      <w:pPr>
        <w:numPr>
          <w:ilvl w:val="0"/>
          <w:numId w:val="2"/>
        </w:numPr>
        <w:spacing w:line="480" w:lineRule="auto"/>
        <w:rPr>
          <w:rFonts w:ascii="Calibri" w:hAnsi="Calibri" w:cs="Calibri"/>
          <w:sz w:val="24"/>
          <w:szCs w:val="24"/>
        </w:rPr>
      </w:pPr>
      <w:r w:rsidRPr="00813818">
        <w:rPr>
          <w:rFonts w:ascii="Calibri" w:hAnsi="Calibri" w:cs="Calibri"/>
          <w:sz w:val="24"/>
          <w:szCs w:val="24"/>
        </w:rPr>
        <w:t>H. G. Beyer, Toward a theory of evolution strategies: The (μ, λ)-theory, Evolutionary Computation, 2 (4) (1994): 381-407.</w:t>
      </w:r>
    </w:p>
    <w:p w:rsidR="0017211D" w:rsidRPr="00813818" w:rsidRDefault="0017211D" w:rsidP="0036110D">
      <w:pPr>
        <w:widowControl/>
        <w:numPr>
          <w:ilvl w:val="0"/>
          <w:numId w:val="2"/>
        </w:numPr>
        <w:spacing w:line="480" w:lineRule="auto"/>
        <w:rPr>
          <w:rFonts w:ascii="Calibri" w:hAnsi="Calibri" w:cs="Calibri"/>
          <w:sz w:val="24"/>
          <w:szCs w:val="24"/>
        </w:rPr>
      </w:pPr>
      <w:bookmarkStart w:id="4" w:name="_Ref469611226"/>
      <w:r w:rsidRPr="00813818">
        <w:rPr>
          <w:rFonts w:ascii="Calibri" w:hAnsi="Calibri" w:cs="Calibri"/>
          <w:sz w:val="24"/>
          <w:szCs w:val="24"/>
        </w:rPr>
        <w:t>X. Yao, Y. Liu, G. Lin, Evolutionary programming made faster, IEEE Transactions on Evolutionary Computation, 3 (2) (1999): 82-102</w:t>
      </w:r>
      <w:bookmarkEnd w:id="4"/>
      <w:r w:rsidRPr="00813818">
        <w:rPr>
          <w:rFonts w:ascii="Calibri" w:hAnsi="Calibri" w:cs="Calibri"/>
          <w:sz w:val="24"/>
          <w:szCs w:val="24"/>
        </w:rPr>
        <w:t>.</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W. B. Langdon, S. M. Gustafson, Genetic programming and evolvable machines: ten years of reviews, Genetic Programming and Evolvable Machines, 11 (3/4) (2010): 321-338.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Hauschild, M. Pelikan, An introduction and survey of estimation of distribution algorithms, Swarm and Evolutionary Computation, 1 (3) (2011): 111-128.</w:t>
      </w:r>
    </w:p>
    <w:p w:rsidR="0017211D" w:rsidRPr="00813818" w:rsidRDefault="0017211D" w:rsidP="0036110D">
      <w:pPr>
        <w:widowControl/>
        <w:numPr>
          <w:ilvl w:val="0"/>
          <w:numId w:val="2"/>
        </w:numPr>
        <w:spacing w:line="480" w:lineRule="auto"/>
        <w:rPr>
          <w:rFonts w:ascii="Calibri" w:hAnsi="Calibri" w:cs="Calibri"/>
          <w:sz w:val="24"/>
          <w:szCs w:val="24"/>
        </w:rPr>
      </w:pPr>
      <w:bookmarkStart w:id="5" w:name="_Ref469611414"/>
      <w:r w:rsidRPr="00813818">
        <w:rPr>
          <w:rFonts w:ascii="Calibri" w:hAnsi="Calibri" w:cs="Calibri"/>
          <w:sz w:val="24"/>
          <w:szCs w:val="24"/>
        </w:rPr>
        <w:t>S. Das, P. N. Suganthan, Differential evolution – A survey of the state-of-the-art, IEEE Transactions on Evolutionary Computation, 15 (1) (2011): 4-31</w:t>
      </w:r>
      <w:bookmarkEnd w:id="5"/>
      <w:r w:rsidRPr="00813818">
        <w:rPr>
          <w:rFonts w:ascii="Calibri" w:hAnsi="Calibri" w:cs="Calibri"/>
          <w:sz w:val="24"/>
          <w:szCs w:val="24"/>
        </w:rPr>
        <w:t>.</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Das, S. Mullick, P. N. Suganthan, Recent advances in differential evolution – An updated survey, Swarm and Evolutionary Computation, 27 (2016): 1-30.</w:t>
      </w:r>
    </w:p>
    <w:p w:rsidR="0017211D" w:rsidRPr="00813818" w:rsidRDefault="0017211D" w:rsidP="0036110D">
      <w:pPr>
        <w:numPr>
          <w:ilvl w:val="0"/>
          <w:numId w:val="2"/>
        </w:numPr>
        <w:spacing w:line="480" w:lineRule="auto"/>
        <w:rPr>
          <w:rFonts w:ascii="Calibri" w:hAnsi="Calibri" w:cs="Calibri"/>
          <w:sz w:val="24"/>
          <w:szCs w:val="24"/>
        </w:rPr>
      </w:pPr>
      <w:bookmarkStart w:id="6" w:name="_Ref469611387"/>
      <w:r w:rsidRPr="00813818">
        <w:rPr>
          <w:rFonts w:ascii="Calibri" w:hAnsi="Calibri" w:cs="Calibri"/>
          <w:sz w:val="24"/>
          <w:szCs w:val="24"/>
        </w:rPr>
        <w:t>D. Simon, Biogeography-based optimization, IEEE Transactions on Evolutionary Computation, 12 (6) (2009): 702-713</w:t>
      </w:r>
      <w:bookmarkEnd w:id="6"/>
      <w:r w:rsidRPr="00813818">
        <w:rPr>
          <w:rFonts w:ascii="Calibri" w:hAnsi="Calibri" w:cs="Calibri"/>
          <w:sz w:val="24"/>
          <w:szCs w:val="24"/>
        </w:rPr>
        <w:t>.</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Ma, D. Simon, Evolutionary Computation with Biogeography-Based Optimization, Wiley-ISTE, 2016.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Ye, H. Ma, S. Xu, M. Fei, An effective fireworks algorithm for warehouse-scheduling problem, Transactions of the Institute of Measurement and Control, 39 (1) (2017): 75-85.</w:t>
      </w:r>
    </w:p>
    <w:p w:rsidR="0017211D" w:rsidRPr="00813818" w:rsidRDefault="0017211D" w:rsidP="0036110D">
      <w:pPr>
        <w:widowControl/>
        <w:numPr>
          <w:ilvl w:val="0"/>
          <w:numId w:val="2"/>
        </w:numPr>
        <w:spacing w:line="480" w:lineRule="auto"/>
        <w:rPr>
          <w:rFonts w:ascii="Calibri" w:hAnsi="Calibri" w:cs="Calibri"/>
          <w:sz w:val="24"/>
          <w:szCs w:val="24"/>
        </w:rPr>
      </w:pPr>
      <w:bookmarkStart w:id="7" w:name="_Ref469611236"/>
      <w:r w:rsidRPr="00813818">
        <w:rPr>
          <w:rFonts w:ascii="Calibri" w:hAnsi="Calibri" w:cs="Calibri"/>
          <w:sz w:val="24"/>
          <w:szCs w:val="24"/>
        </w:rPr>
        <w:t>M. Dorigo, L. Gambardella, Ant colony system: a cooperative learning approach to the traveling salesman problem, IEEE Transactions on Evolutionary Computation, 1 (3) (1997): 53-66</w:t>
      </w:r>
      <w:bookmarkEnd w:id="7"/>
      <w:r w:rsidRPr="00813818">
        <w:rPr>
          <w:rFonts w:ascii="Calibri" w:hAnsi="Calibri" w:cs="Calibri"/>
          <w:sz w:val="24"/>
          <w:szCs w:val="24"/>
        </w:rPr>
        <w:t>.</w:t>
      </w:r>
    </w:p>
    <w:p w:rsidR="0017211D" w:rsidRPr="00813818" w:rsidRDefault="0017211D" w:rsidP="0036110D">
      <w:pPr>
        <w:widowControl/>
        <w:numPr>
          <w:ilvl w:val="0"/>
          <w:numId w:val="2"/>
        </w:numPr>
        <w:spacing w:line="480" w:lineRule="auto"/>
        <w:rPr>
          <w:rFonts w:ascii="Calibri" w:hAnsi="Calibri" w:cs="Calibri"/>
          <w:sz w:val="24"/>
          <w:szCs w:val="24"/>
        </w:rPr>
      </w:pPr>
      <w:bookmarkStart w:id="8" w:name="_Ref469611321"/>
      <w:r w:rsidRPr="00813818">
        <w:rPr>
          <w:rFonts w:ascii="Calibri" w:hAnsi="Calibri" w:cs="Calibri"/>
          <w:sz w:val="24"/>
          <w:szCs w:val="24"/>
        </w:rPr>
        <w:t>M. Clerc, Particle Swarm Optimization, ISTE Publishing, 2006.</w:t>
      </w:r>
      <w:bookmarkEnd w:id="8"/>
    </w:p>
    <w:p w:rsidR="0017211D" w:rsidRPr="00813818" w:rsidRDefault="0017211D" w:rsidP="0036110D">
      <w:pPr>
        <w:numPr>
          <w:ilvl w:val="0"/>
          <w:numId w:val="2"/>
        </w:numPr>
        <w:spacing w:line="480" w:lineRule="auto"/>
        <w:rPr>
          <w:rFonts w:ascii="Calibri" w:hAnsi="Calibri" w:cs="Calibri"/>
          <w:sz w:val="24"/>
          <w:szCs w:val="24"/>
        </w:rPr>
      </w:pPr>
      <w:r w:rsidRPr="00813818">
        <w:rPr>
          <w:rFonts w:ascii="Calibri" w:hAnsi="Calibri" w:cs="Calibri"/>
          <w:sz w:val="24"/>
          <w:szCs w:val="24"/>
        </w:rPr>
        <w:t>D. Karaboga, B. Basturk, A powerful and efficient algorithm for numerical function optimization: artificial bee colony (ABC) algorithm, Journal of Global Optimization, 39 (3) (2007): 459-471.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I. Fister, I. Jr. Fister, X. S. Yang, J. Brest, A comprehensive review of firefly algorithms, Swarm and Evolutionary Computation, 13 (2013): 34-46.</w:t>
      </w:r>
    </w:p>
    <w:p w:rsidR="0017211D" w:rsidRPr="00813818" w:rsidRDefault="0017211D" w:rsidP="0036110D">
      <w:pPr>
        <w:widowControl/>
        <w:numPr>
          <w:ilvl w:val="0"/>
          <w:numId w:val="2"/>
        </w:numPr>
        <w:spacing w:line="480" w:lineRule="auto"/>
        <w:rPr>
          <w:rFonts w:ascii="Calibri" w:hAnsi="Calibri" w:cs="Calibri"/>
          <w:sz w:val="24"/>
          <w:szCs w:val="24"/>
        </w:rPr>
      </w:pPr>
      <w:bookmarkStart w:id="9" w:name="_Ref469611307"/>
      <w:r w:rsidRPr="00813818">
        <w:rPr>
          <w:rFonts w:ascii="Calibri" w:hAnsi="Calibri" w:cs="Calibri"/>
          <w:sz w:val="24"/>
          <w:szCs w:val="24"/>
        </w:rPr>
        <w:t>A. Bolaji, M. Al-Betar, M. Awadallah, A. Khader, L. Abualigah, A comprehensive review: Krill herd algorithm (KH) and its applications, Applied Soft Computing, 49 (2016): 437-446</w:t>
      </w:r>
      <w:bookmarkEnd w:id="9"/>
      <w:r w:rsidRPr="00813818">
        <w:rPr>
          <w:rFonts w:ascii="Calibri" w:hAnsi="Calibri" w:cs="Calibri"/>
          <w:sz w:val="24"/>
          <w:szCs w:val="24"/>
        </w:rPr>
        <w:t>.</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Mirjalili, S. M. Mirjalili, A. Lewis, Grey wolf optimizer, Advances in Engineering Software, 69 (2014): 46-61.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Baghmisheh, K. Madani, A. Navarbaf, A discrete shuffled frog optimization algorithm, The Artificial Intelligence Review, 36 (4) (2011): 267-284.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Bansal, H. Sharma, S. Jadon, M. Clerc, Spider monkey optimization algorithm for numerical optimization, Memetic computing, 6 (1) (2014): 31-47.</w:t>
      </w:r>
    </w:p>
    <w:p w:rsidR="0017211D" w:rsidRPr="00813818" w:rsidRDefault="0017211D" w:rsidP="0036110D">
      <w:pPr>
        <w:widowControl/>
        <w:numPr>
          <w:ilvl w:val="0"/>
          <w:numId w:val="2"/>
        </w:numPr>
        <w:spacing w:line="480" w:lineRule="auto"/>
        <w:rPr>
          <w:rFonts w:ascii="Calibri" w:hAnsi="Calibri" w:cs="Calibri"/>
          <w:sz w:val="24"/>
          <w:szCs w:val="24"/>
          <w:lang w:eastAsia="en-US"/>
        </w:rPr>
      </w:pPr>
      <w:r w:rsidRPr="00813818">
        <w:rPr>
          <w:rFonts w:ascii="Calibri" w:hAnsi="Calibri" w:cs="Calibri"/>
          <w:sz w:val="24"/>
          <w:szCs w:val="24"/>
        </w:rPr>
        <w:t>S. Mirjalili, A. Lewis, The whale optimization algorithm, Advances in Engineering Software, 95 (2016): 51-67.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M. El-Abd, M. Kamel, A taxonomy of cooperative particle swarm optimizers, International Journal of Computational Intelligence Research, 4 (2) (2008): 137-144.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El-Abd, M. Kamel, A taxonomy of cooperative search algorithms, In: Proceeding of International Workshop on Hybrid Metaheuristics, Barcelona, Spain, Aug. 2005, pp. 32-41.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Nowostawski, R. Poli, Parallel genetic algorithm taxonomy, In: Proceeding of the 3rd International Conference on Knowledge-Based Intelligent Information Engineering Systems, Adelaide, Australia, Aug. 1999, pp. 88-92.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G. Tewolde, D. Hanna, R. Haskell, Multi-swarm parallel PSO: Hardware implementation, In: Proceeding of IEEE Swarm Intelligence Symposium, Nashville, USA, Mar. 2009, pp. 60-66.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Solomon, P. Thulasiraman, R. Thulasiram, Collaborative multi-swarm PSO for task matching using graphics processing units, In: Proceeding of 13th Annual Genetic and Evolutionary Computation Conference, Dublin, Ireland, Jul. 2011, pp. 1563-1570.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W. Franz, P. Thulasiraman, R. Thulasiram, Optimization of an openCL-based multi-swarm PSO algorithm on an APU, In: Proceeding of 10th International Conference on Parallel Processing and Applied Mathematics, Warsaw, Poland, Sep. 2013, pp. 140-150.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Chen, CiteSpace II: Detecting and visualizing emerging trends and transient patterns in scientific literature, Journal of the Association for Information Science and Technology, 57 (3) (2006): 359-377.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K. Trojanowski, S. Wierzchon, Studying properties of multipopulation heuristic approach to non-stationary optimisation tasks, In: Proceeding of International Intelligent Information Systems/Intelligent Information Processing and Web Mining Conference, Zakopane, Poland, Jun. 2003, pp. 23-32.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B. Niu, Y. Zhu, X. He, Multi-population cooperative particle swarm optimization, In: Proceeding of European Conference on Artificial Life, Canterbury, UK, Sep. 2005, pp. 874-883.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Togelius, P. Burrow, M. Simon, Multi-population competitive co-evolution of ear racing controllers, In: Proceeding of IEEE Congress on Evolutionary Computation, Singapore, Sep. 2007, pp.4043-4050.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B. Li, T. Lin, L. Liao, C. Fan, Genetic algorithm based on multipopulation competitive coevolution, In: Proceeding of IEEE Congress on Evolutionary Computation, Hong Kong, China, Jun. 2008, pp. 1-8.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Guo, D. Liu, J. Cheng, Multi-population cooperative cultural algorithms, In: Proceeding of International Conference on Intelligent Computing, Zhengzhou, China, Aug. 2011, pp. 199-206.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Toledo, R. De Oliveira, P. Franç, A hybrid multi-population genetic algorithm applied to solve the multi-level capacitated lot sizing problem with backlogging, Computers &amp; Operations Research, 40 (4) (2013): 910-919.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F. Mokom, Z. Kobti, Improving artifact selection via agent migration in multi-population cultural algorithms, In: Proceeding of IEEE Symposium on Swarm Intelligence (SIS), Orlando, FL, USA, Dec. 2014, pp. 1-8.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G. Yu, A new multi-population-based artificial bee colony for numerical optimization, International Journal of Computing Science and Mathematics, 7 (6) (2016): 509-515.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H. Aimi, K. Suyama, IIR filter design using multi-swarm PSO based on particle reallocation strategy, IEICE Transactions on Fundamentals of Electronics, Communications and Computer Sciences, 99 (11) (2016): 1947-1954.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I. Chatterjee, M. Zhou, Differential evolution algorithms under multi-population strategy, In: Proceeding of Wireless and Optical Communication Conference, Newark, NJ, USA, Apr. 2017, pp. 1-8.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Bongard, Coevolutionary dynamics of a multi-population genetic programming system, In: Proceeding of 5th European Conference on Artificial Life, Lausanne, Switzerland, Sep. 1999, pp. 154-158.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J. Liang, P. N. Suganthan, Dynamic multi-swarm particle swarm optimizer with local search, In: Proceeding of IEEE Congress on Evolutionary Computation, Edinburgh, UK, Sep. 2005, pp. 522-528.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J. Liang, P. N. Suganthan, Dynamic multi-swarm particle swarm optimizer, In: Proceeding of IEEE Swarm Intelligence Symposium, Pasadena, CA, Jun. 2005, pp. 124-129.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Yang, C. Li, A clustering particle swarm optimizer for locating and tracking multiple optima in dynamic environments, IEEE Transactions on Evolutionary Computation, 14 (6) (2010): 959-974.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Zhao, P. N. Suganthan, S. Das, Dynamic multi-swarm particle swarm optimizer with sub-regional harmony search, In: Proceeding of 2010 IEEE World Congress on Computational Intelligence, Barcelona, Spain, Jul. 2010, pp. 18-23.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L. Xia, J. Chu, Z. Geng, A multiswarm competitive particle swarm algorithm for optimization control of an ethylene cracking furnace, Applied Artificial Intelligence, 28 (1) (2014): 30-46.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Nseef, S. Abdullah, A. Turky, G. Kendall, An adaptive multi-population artificial bee colony algorithm for dynamic optimisation problems, Knowledge-Based Systems, 104 (2016): 14-23.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Peng, Z. Shi, Finding informative collaborators for cooperative co-evolutionary algorithms using a dynamic multi-population framework, In: Proceeding of IEEE Symposium Series on Computational Intelligence (SSCI), Athens, Greece, Dec. 2016, pp. 1-6.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Toulouse, T. G. Craninc, M. Grendeau, Communication issues in designing cooperative multi-thread parallel searches, Meta-Heuristics: Theory and Applications, pp. 501-522. 1996.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E. Cantú-Paz, Topologies, migration rates, and multi-population parallel genetic algorithms, In: Proceedings of the 1st Annual Conference on Genetic and Evolutionary Computation, Jul. 1999, pp. 91-98.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Middendorf, F. Reischle, H. Schmeck, Information exchange in multi colony ant algorithms, In: Proceedings of International Parallel and Distributed Processing Symposium, Cancun, Mexico, May 2000, pp. 645-652.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El-Abd, M. Kamel, Factors governing the behavior of multiple cooperating swarms, In: Proceedings of the 7th Annual Conference on Genetic and Evolutionary Computation, Washington, USA, Jun. 2005, pp. 269-270.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L. Chen, F. Chang, Applying a real-coded multi-population genetic algorithm to multi-reservoir operation, Hydrological processes, 21 (5) (2007): 688-698.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X. Zheng, H. Liu, A different topology multi-swarm PSO in dynamic environment, In: Proceeding of IEEE International Symposium on IT in Medicine &amp; Education, Jinan, China, Aug. 2009, pp. 790-795.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Li, X. Zeng, Multi-population co-genetic algorithm with double chain-like agents structure for parallel global numerical optimization, Applied Intelligence, 32 (3) (2010): 292-310.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Chen, Y. Zhu, K. Hu, Discrete and continuous optimization based on multi-swarm coevolution, Natural Computing, 9 (3) (2010): 659-682.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W. Lin, T. Hong, S. Liu, J. Lin, Revisiting the design of adaptive migration schemes for multipopulation genetic algorithms, In: Proceeding of Conference on Technologies and Applications of Artificial Intelligence, Taipei, Taiwan, Nov. 2012, pp. 338-343.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Biswas, S. Kundu, D. Bose, et al., Migrating forager population in a multi-population artificial bee colony algorithm with modified perturbation schemes, In: Proceeding of IEEE Symposium on Swarm Intelligence, Singapore, Apr. 2013, pp. 248-255.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A. Campos, A. Pozo, E. Duarte, Evaluation of asynchronous multi-swarm particle optimization on several topologies, Concurrency and Computation: Practice and Experience, 25 (8) (2013): 1057-1071.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Turky, S. Abdullah, A multi-population electromagnetic algorithm for dynamic optimisation problems, Applied Soft Computing, 30 (22) (2014): 474-482.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K. Michalak, Sim-EA: An evolutionary algorithm based on problem similarity, In: Proceeding of Intelligent Data Engineering and Automated Learning, 2014, pp. 191-198.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K. Michalak, Sim-EDA: A multipopulation estimation of distribution algorithm based on problem similarity, In: Proceeding of European Conference on Evolutionary Computation in Combinatorial Optimization, 2016, pp. 235-250.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Li, Y. Zhao, J. Li, et al., Artificial bee colony optimizer with bee-to-bee communication and multipopulation coevolution for multilevel threshold image segmentation, Mathematical Problems in Engineering, Article number: 272947, 2015.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Kommenda, M. Affenzeller, G. Kronberger, et al. Multi-population genetic programming with data migration for symbolic regression, In: Proceeding of Computational Intelligence and Efficiency in Engineering Systems, 2015, pp. 75-87.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X. Xu, Y. Tang, J. Li, C. Hua, X. Guan, Dynamic multi-swarm particle swarm optimizer with cooperative learning strategy, Applied Soft Computing, 29 (2015): 169-183.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Upadhyayula, Z. Kobti, Population migration using dominance in multi-population cultural algorithms, In: Proceeding of International Conference on Machine Learning and Applications, Miami, USA, Dec. 2015, pp. 614-617.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G. Wang, B. Chang, Z. Zhang, A multi-swarm bat algorithm for global optimization, In: Proceeding of IEEE Congress on Evolutionary Computation, Sendai, Japan, May 2015, pp. 480-485.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B. Niu, H. Huang, L. Tan, Q. Duan, Symbiosis-based alternative learning multi-swarm particle swarm optimization, IEEE/ACM Transactions on Computational Biology and Bioinformatics, 14 (1) (2017): 4-14.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Yang, H. Zhu, Y. Wang, An orthogonal multi-swarm cooperative PSO algorithm with a particle trajectory knowledge base, Symmetry, 9 (1) (2017): 1-19.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Li, S. Yang, A general framework of multipopulation methods with clustering in undetectable dynamic environments, IEEE Transactions on Evolutionary Computation, 16 (4) (2012): 556-577.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Pourvaziri, B. Naderi, A hybrid multi-population genetic algorithm for the dynamic facility layout problem, Applied Soft Computing, 30 (24) (2014): 457-469.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Z. Kobti, Heterogeneous multi-population cultural algorithm, In: Proceeding of IEEE Congress on Evolutionary Computation (CEC), Cancun, Mexico, Jun. 2013, pp. 292-299.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N. Raeesi, R. Mohammad, Z. Kobti, Heterogeneous multi-population cultural algorithm with a dynamic dimension decomposition strategy, In: Proceeding of the 27th Canadian Conference on Artificial Intelligence, Montreal, Canada, May 2014, pp. 345-350.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B. Ufnalski, L. Grzesiak, Plug-in direct particle swarm repetitive controller with a reduced dimensionality of a fitness landscape – a multi-swarm approach, Bulletin of the Polish Academy of Sciences Technical Sciences, 63 (4) (2015): 857-866.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A. El Dor, M. Clerc, P. Siarry, A multi-swarm PSO using charged particles in a partitioned search space for continuous optimization, Computational Optimization and Applications, 53 (1) (2012): 271-295.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R. Bolufe, S. Chen, An analysis of sub-swarms in multi-swarm systems, In: Proceeding of the 24th Australasian Joint Conference on Artificial Intelligence, Perth, Australia, Dec. 2011, pp. 271-278.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G. Wu, R. Mallipeddi, P. N. Suganthan, R. Wang, H. Chen, Differential evolution with multi-population based ensemble of mutation strategies, Information Sciences, 329 (2016): 329-345.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Li, S. Ma, Y. Wang, Multi-population based ensemble mutation method for single objective bi-level optimization problem, IEEE Access, 4 (2016): 7262-7274.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Wang, L. Tang, An adaptive multi-population differential evolution algorithm for continuous multi-objective optimization, Information Sciences, 348 (2016): 124-141.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A. Godio. Multi population genetic algorithm to estimate snow properties from GPR data, Journal of Applied Geophysics, 131 (2016): 133-144.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B. Niu, Y. Zhu, X. He, H. Wu, MCPSO: A multi-swarm cooperative particle swarm optimizer, Applied Mathematics and Computation, 185 (2) (2007): 1050-1062.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X. Zhao, Z. Liu, X. Yang, A multi-swarm cooperative multistage perturbation guiding particle swarm optimizer, Applied Soft Computing, 22 (2014): 77-93.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Ali, N. Awad, P. N. Suganthan, R. Reynold, An adaptive multipopulation differential evolution with dynamic population reduction, IEEE Transactions on Cybernetics, 47 (9) (2017): 2768-2779.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Biswas, S. Das, S. Debchoudhury, S. Kundu, Co-evolving bee colonies by forager migration: a multi-swarm based artificial bee colony algorithm for global search space, Applied Mathematics &amp; Computation, 232 (3) (2014): 216-234.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R. Cheng, C. Sun, Y. Jin, A multi-swarm evolutionary framework based on a feedback mechanism, In: Proceeding of IEEE Congress on Evolutionary Computation, Cancun, Mexico, Jun. 2013, pp. 718-724.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R. Vafashoar, M. Meybodi, Multi swarm bare bones particle swarm optimization with distribution adaption, Applied Soft Computing, 47 (2016): 534-552.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P. Siarry, A. Petrowski, M. Bessaou, A multipopulation genetic algorithm aimed at multimodal optimization, Advances in Engineering Software, 33 (4) (2002): 207-213.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Alami, A. El Imrani, A. Bouroumi, A multipopulation cultural algorithm using fuzzy clustering, Applied Soft Computing, 7 (2) (2007): 506-519.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Alami, A. El Imrani, Dielectric composite multimodal optimization using a multipopulation cultural algorithm, Intelligent Data Analysis, 12 (4) (2008): 80-102.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Yao, N. Kharma, P. Grogono, BMPGA: a bi-objective multi-population genetic algorithm for multi-modal function optimization, In: Proceeding of IEEE Congress on Evolutionary Computation, Edinburgh, UK, Sep. 2005, pp. 816-823.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Yao, N. Kharma, P. Grogono, Bi-objective multipopulation genetic algorithm for multimodal function optimization, IEEE Transactions on Evolutionary Computation, 14 (1) (2010): 80-102.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Zhang, X. Ding, A multi-swarm self-adaptive and cooperative particle swarm optimization, Engineering applications of artificial intelligence, 24 (6) (2011): 958-967.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Kwasnicka, M. Przewozniczek, Multi population pattern searching algorithm: a new evolutionary method based on the idea of messy genetic algorithm, IEEE Transactions on evolutionary computation, 15 (5) (2011): 715-734.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R. Bolufe, S. Chen, Multi-swarm hybrid for multi-modal optimization, In: Proceeding of IEEE Congress on Evolutionary Computation, Brisbane, Australia, Jun. 2012, pp. 1-8.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Fieldsend, Running up those hills: multi-modal search with the niching migratory multi-swarm optimizer, In: proceeding of IEEE Congress on Evolutionary Computation, Beijing, China, Jul. 2014, pp. 2593-2600.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Li, Y. Gong, Z. Zhan, W. Chen, J. Zhang, Pseudo multi-population differential evolution for multimodal optimization, In: Proceeding of the 10th International Conference on Natural Computation (ICNC), Xiamen, China, Aug. 2014, pp. 457-462.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Xiao, W. Li, B. Liu, P. Ni, A novel multi-population coevolution immune optimization algorithm, Soft Computing, 9 (20) (2016): 3657-3671.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I. De Falco, U. Scafuri, E. Tarantino, A. Della Cioppa, An asynchronous adaptive multi-population model for distributed differential evolution, In: Proceeding of IEEE Congress on Evolutionary Computation (CEC), Vancouver, Canada, Jul. 2016, pp. 5010-5017.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Branke, T. Kaussler, C. Smidt, A multi-population approach to dynamic optimization problems, In: Proceeding of the 4th International Conference on Adaptive Computing in Design and Manufacture, Plymouth, England, Apr. 2000, pp. 299-307.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T. Blackwell, J. Branke, Multi-swarm optimization in dynamic environments, In: Proceeding of 2004 Conference Applications of Evolutionary Computing, Coimbra, Portugal, Apr. 2004, pp. 489-500.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K. Trojanowski, </w:t>
      </w:r>
      <w:hyperlink r:id="rId12" w:history="1">
        <w:r w:rsidRPr="00813818">
          <w:rPr>
            <w:rFonts w:ascii="Calibri" w:hAnsi="Calibri" w:cs="Calibri"/>
            <w:sz w:val="24"/>
            <w:szCs w:val="24"/>
          </w:rPr>
          <w:t>Non-uniform distributions of quantum particles in multi-swarm optimization for dynamic tasks</w:t>
        </w:r>
      </w:hyperlink>
      <w:r w:rsidRPr="00813818">
        <w:rPr>
          <w:rFonts w:ascii="Calibri" w:hAnsi="Calibri" w:cs="Calibri"/>
          <w:sz w:val="24"/>
          <w:szCs w:val="24"/>
        </w:rPr>
        <w:t>, In: Proceeding of the 8th International Conference on Computational Science, Jun. 2008, pp. 843-852.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K. Trojanowski, Properties of quantum particles in multi-swarms for dynamic optimization, Fundamenta Informaticae, 95 (2-3) (2009): 349-380.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D. Yazdani, B. Nasiri, A. Sepas-Moghaddam, M. Meybodi, A novel multi-swarm algorithm for optimization in dynamic environments based on particle swarm optimization, Applied Soft Computing, 13 (4) (2013): 2144-2158.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D. Yazdani, B. Nasiri, A. Sepas-Moghaddam, M. Meybodi, A novel multi-swarm algorithm for optimization in dynamic environments based on particle swarm optimization, Applied Soft Computing, 13 (4) (2013): 2144-2158.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G. Wang, J. Chen, F. Pan, Cooperative multi-swarms particle swarm optimizer for dynamic environment optimization, In: Proceeding of the 27th Chinese Control Conference, Kunming, China, Jul. 2008, pp. 43-48.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Hu, X. Wu, Y. Wang, et al., Multi-swarm particle swarm optimizer with cauchy mutation for dynamic optimization problems, In: Proceeding of the 4th International Symposium on Intelligence Computation and Applications, Huangshi, China, Oct. 2009, pp. 443-450.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I. Del Amo, D. Pelta, J. Gonzalez, et al., An analysis of particle properties on a multi-swarm PSO for dynamic optimization problems, In: Proceeding of the 13th Conference of the Spanish Association for Artificial Intelligence, Seville, Spain, Nov. 2009, pp. 32-40.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I. Del Amo, D. Pelta, J. Gonzalez, Using heuristic rules to enhance a multiswarm PSO for dynamic environments, In: Proceeding of 2010 IEEE World Congress on Computational Intelligence, Jul. 2010, Barcelona, Spain, pp. 1-8.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Nabizadeh, A. Rezvanian, M. Meybodi, A multi-swarm cellular PSO based on clonal Selection algorithm in dynamic environments, In: Proceeding of IEEE/OSA/IAPR International Conference on Informatics, Electronics and Vision, Dhaka, Bangladesh, May, 2012, pp. 482-486.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R. Liu, X. Niu, L. Jiao, et al., A multi-swarm particle swarm optimization with orthogonal learning for locating and tracking multiple optimization in dynamic environments, In: Proceeding of IEEE Congress on Evolutionary Computation, Beijing, China, Jul. 2014, pp. 754-761.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Gog, C. Chira, D. Dumitrescu, Asynchronous evolutionary search: multi-population collaboration and complex dynamics, In: Proceeding of IEEE Congress on Evolutionary Computation, Trondheim, Norway, May 2009, pp. 240-246.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Wu, Y. Wang, X. Liu, J. Ye, Multi-population and diffusion UMDA for dynamic multimodal problems, Journal of Systems Engineering and Electronics, 21 (5) (2010): 777-783.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Wu, Y. Wang, X. Liu, Multi-population based univariate marginal distribution algorithm for dynamic optimization problems, Journal of Intelligent &amp; Robotic Systems, 59 (2) (2010): 127-144.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P. Novoa-Hernandez, C. Cruz, D. Pelta, Self-adaptive, multipopulation differential evolution in dynamic environments, Soft Computing, 17 (10) (2013): pp. 1861-1881.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Kundu, D. Basu, S. Sheli, Multipopulation-based differential evolution with speciation-based response to dynamic environments, In: Proceeding of the 4th International Conference on Swarm, Evolutionary, and Memetic Computing, Chennai, India, Dec. 2013, pp. 222-235.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Turky, S. Abdullah, A multi-population harmony search algorithm with external archive for dynamic optimization problems, Information Sciences, 272 (2014): 84-95.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Li, S. Yang, M. Yang, An adaptive multi-swarm Optimizer for dynamic optimization problems, Evolutionary Computation, 22 (4) (2014): 559-594.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Li, T. Nguyen, M. Yang, S. Yang, S. Zeng, Multi-population methods in unconstrained continuous dynamic environments: The challenges, Information Sciences, 296 (2015): 95-118.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Li, T. Nguyen, M. Yang, M. Mavrovouniotis, S. Yang, An adaptive multipopulation framework for locating and tracking multiple optima, IEEE Transactions on Evolutionary Computation, 20 (4) (2016): 590-605.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G. Uludag, B. Kiraz, A. Etaner-Uyar, E. Özcan, A hybrid multi-population framework for dynamic environments combining online and offline learning, Soft Computing, 17 (12) (2013): 2327-2348.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F. Ozsoydan, A. Baykasoglu, A multi-population firefly algorithm for dynamic optimization problems, In: Proceeding of International Conference on Evolving and Adaptive Intelligent Systems (EAIS), Douai, France, Dec. 2015, pp.1-7.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D. Jia, S. Qu, L. Li, A multiswarm artificial bee colony algorithm for dynamic optimization problems, In: Proceeding of International Conference on Information System and Artificial Intelligence, Hong Kong, China, Jun. 2016, pp. 441-445.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W. Leong, G. Yen, PSO-based multiobjective optimization with dynamic population size and adaptive local archives, IEEE Transactions on Systems, Man, and Cybernetics, Part B: Cybernetics, 38 (5) (2008): 1270-1293.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Y. Zhang, D. Gong, Z. Ding, Handling multi-objective optimization problems with a multi-swarm cooperative particle swarm optimizer, Expert Systems with Applications, 38 (11) (2011): 13933-13941.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Yu, H. Sun, H. Wang, Z. Liu, J. Zhao, T. Zhou, H. Qin, Multi-objective sustainable operation of the Three Gorges cascaded hydropower system using multi-swarm comprehensive learning particle swarm optimization, Energies, 9 (6) (2016): 438.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R. Liu, J. Li, C. Mu, L. Jiao, A coevolutionary technique based on multi-swarm particle swarm optimization for dynamic multi-objective optimization, European Journal of Operational Research, 261 (3) (2017): 1028-1051.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Wang, Y. Yang, Handling multiobjective problems with a novel interactive multi-swarm PSO, In: Proceeding of the 4th International Conference on Intelligent Computing, Shanghai, China, Sep. 2008, 575-582.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Sun, B. Van Wyk, Z. Wang, A new multi-swarm multi-objective particle swarm optimization based on Pareto front set, In: Proceeding of the 7th International Conference on Intelligent Computing, Zhengzhou, China, Aug. 2011, pp. 203-209.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J. Liang, B. Qu, P. N. Suganthan, B. Niu, Dynamic multi-swarm particle swarm optimization for multi-objective optimization problems, In: Proceeding of IEEE Congress on Evolutionary Computation (CEC), Brisbane, Australia, Jun. 2012, pp. 1-8.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Britto, S. Mostaghim, A. Pozo, Iterated multi-swarm: A multi-swarm algorithm based on archiving methods, In: Proceeding of the 15th Genetic and Evolutionary Computation Conference, Amsterdam, Netherlands, Jul. 2013, pp. 583-590.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Britto, A. Pozo, Reference-point based multi-swarm algorithm for many-objective problems, In: Proceeding of 2015 Brazilian Conference on Intelligent Systems, Natal, Brazil, Nov. 2015, pp. 252-257.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G. Yao, Y. Ding, K. Hao, Multi-objective workflow scheduling in cloud system based on cooperative multi-swarm optimization algorithm, Journal of Central South University, 25 (5) (2017): 1050-1062.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P. Kersting, A. Zabel, Optimizing NC-tool paths for simultaneous five-axis milling based on multi-population multi-objective evolutionary algorithms, Advances in Engineering Software, 40 (6) (2009): 452-463.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Z. Xiao, An improved multi-objective evolutionary memetic algorithm based on multi-population and its application, In: Proceeding of Fourth International Conference on Digital Image Processing, May 2012, pp. 1-10.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R. Shang, Y. Wang, J. Wang, L. Jiao, S. Wang, L. Qi, A multi-population cooperative coevolutionary algorithm for multi-objective capacitated arc routing problem, Information Sciences, 277 (2014): 609-642.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Shi, M. Gong, W. Ma, A multipopulation coevolutionary strategy for multiobjective immune algorithm, Scientific World Journal, Article number: 539128, 2014.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K. Michalak, The sim-EA algorithm with operator autoadaptation for the multiobjective firefighter problem, In: Proceeding of European Conference on Evolutionary Computation in Combinatorial Optimization, Porto, Portugal, Mar. 2015, pp. 184-196.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O. Castro, R. Santana, A. Pozo, </w:t>
      </w:r>
      <w:hyperlink r:id="rId13" w:history="1">
        <w:r w:rsidRPr="00813818">
          <w:rPr>
            <w:rFonts w:ascii="Calibri" w:hAnsi="Calibri" w:cs="Calibri"/>
            <w:sz w:val="24"/>
            <w:szCs w:val="24"/>
          </w:rPr>
          <w:t>C-Multi: A competent multi-swarm approach for many-objective problems</w:t>
        </w:r>
      </w:hyperlink>
      <w:r w:rsidRPr="00813818">
        <w:rPr>
          <w:rFonts w:ascii="Calibri" w:hAnsi="Calibri" w:cs="Calibri"/>
          <w:sz w:val="24"/>
          <w:szCs w:val="24"/>
        </w:rPr>
        <w:t>, Neurocomputing, 180 (SI) (2016): 68-78.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S. Fan, J. Chang, Dynamic multi-swarm particle swarm optimizer using parallel PC cluster systems for global optimization of large-scale multimodal functions, Engineering Optimization, 42 (5) (2010): 431-451.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S. Zhao, J. J. Liang, P. N. Suganthan, M. Tasgetiren, Dynamic multi-swarm particle swarm optimizer with local search for large scale global optimization, In: Proceeding of IEEE World Congress on Computational Intelligence, Hong Kong, China, Jun. 2008, pp. 3845-3852.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Moeini, P. Tajvar, R. Asgharian, et al., Colonial multi-swarm: A modular spproach to administration of particle swarm optimization in large scale problems, In: Proceeding of the 22nd Iranian Conference on Electrical Engineering, Tehran, Iran, May 20-22, 2014, pp. 986-991.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S. Gulcu, H. Kodaz, A novel parallel multi-swarm algorithm based on comprehensive learning particle swarm optimization, Engineering Applications of Artificial Intelligence, 45 (2015): 33-45.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Ge, W. Yu, J. Zhang, Diversity-based multi-population differential evolution for large-scale optimization, In: Proceedings of the Genetic and Evolutionary Computation Conference, Denver, USA, Jul. 2016, pp. 31-32.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Guo, J. Cheng, Y. Cao, Y. Lin, A novel multi-population cultural algorithm adopting knowledge migration, Soft Computing, 15 (5) (2011): 897-905.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Kaveh, K. Laknejadi, A new multi-swarm multi-objective optimization method for structural design, Advances in Engineering Software, 58 (2013): 54-69.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Ali, N. Awad, P. N. Suganthan, Multi-population differential evolution with balanced ensemble of mutation strategies for large-scale global optimization, Applied Soft Computing, 33 (2015): 304-327.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Zhou, X. Yao, Multi-population parallel self-adaptive differential artificial bee colony algorithm with application in large-scale service composition for cloud manufacturing, Applied Soft Computing, 56 (2017): 379-397.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W. Lin, T. Hong, S. Liu, On adapting migration parameters for multi-population genetic algorithms, In: Proceeding of IEEE International Conference on Systems, Man and Cybernetics, The Hague, Netherlands, Oct. 2004, pp. 5731-5735.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Q. Zhou, W. Luo, A novel multi-population genetic algorithm for multiple-choice multidimensional knapsack problems, In: Proceeding of the 5th International Symposium on Intelligence Computation and Applications, Wuhan, China, Oct. 2010, pp. 148-157.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M. </w:t>
      </w:r>
      <w:bookmarkStart w:id="10" w:name="OLE_LINK1"/>
      <w:r w:rsidRPr="00813818">
        <w:rPr>
          <w:rFonts w:ascii="Calibri" w:hAnsi="Calibri" w:cs="Calibri"/>
          <w:sz w:val="24"/>
          <w:szCs w:val="24"/>
        </w:rPr>
        <w:t>Khouadjia</w:t>
      </w:r>
      <w:bookmarkEnd w:id="10"/>
      <w:r w:rsidRPr="00813818">
        <w:rPr>
          <w:rFonts w:ascii="Calibri" w:hAnsi="Calibri" w:cs="Calibri"/>
          <w:sz w:val="24"/>
          <w:szCs w:val="24"/>
        </w:rPr>
        <w:t>, E. Alba, L. Jourdan, et al., Multi-swarm optimization for dynamic combinatorial problems: A case study on dynamic vehicle routing problem, In: Proceeding of the 7th International Conference on Swarm Intelligence, Brussels, Belgium, Sep. 2010, pp. 227-232.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W. Xiong, P. Wei, Multi-population binary ant colony optimization algorithm based on the distribution of food quantity, In: Proceeding of the 30th Chinese Control Conference (CCC), Yantai, China, Jul. 2011, pp. 5387-5391.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Marinakis, M. Marinaki, A. Migdalas, Adaptive tunning of all parameters in a multi-swarm particle swarm optimization algorithm: An application to the probabilistic traveling Salesman problem, In: Proceeding of Conference on Optimization Control and Applications in the Information Age, Macedonia, Greece, Jun. 2014, pp. 187-207.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Z. Chen, L. Kang, Multi-population evolutionary algorithm for solving constrained optimization problems, In: Proceeding of the 2nd International Conference on Artificial Intelligence Applications and Innovations, Beijing, China, Sep. 2005, pp. 381-395.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J. Liang, P. N. Suganthan, Dynamic multi-swarm particle swarm optimizer with a novel constraint-handling mechanism. In: Proceeding of IEEE Congress on Evolutionary Computation, Vancouver, Canada, Jul. 2006, pp. 9-16.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Y. Wang, Z. Cai, A hybrid multi-swarm particle swarm optimization to solve constrained optimization problems, Frontiers of Computer Science in China, 3 (1) (2009): 38-52.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Gonçalves, M. Resende, A parallel multi-population genetic algorithm for a constrained two-dimensional orthogonal packing problem, Journal of Combinatorial Optimization, 22 (2) (2011): 180-201.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Gomez-Iglesias, A. Ernst, G. Singh, Scalable multi swarm-based algorithms with Lagrangian relaxation for constrained problems, In: Proceeding of the 12th IEEE International Conference on Trust, Security and Privacy in Computing and Communications, Melbourne, Australia, Jul. 2013, pp. 1073-1080.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D. Souza, O. Teixeira, D. Monteiro, et al., A novel competitive quantum-behaviour evolutionary multi-swarm optimizer algorithm based on CUDA architecture applied to constrained Engineering design, In: Proceeding of the 9th International Conference on Swarm Intelligence, Brussels, Belgium, Sep. 2014, pp. 206-213.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L. Srivastava, H. Singh, Hybrid multi-swarm particle swarm optimi</w:t>
      </w:r>
      <w:r>
        <w:rPr>
          <w:rFonts w:ascii="Calibri" w:hAnsi="Calibri" w:cs="Calibri"/>
          <w:sz w:val="24"/>
          <w:szCs w:val="24"/>
        </w:rPr>
        <w:t>z</w:t>
      </w:r>
      <w:r w:rsidRPr="00813818">
        <w:rPr>
          <w:rFonts w:ascii="Calibri" w:hAnsi="Calibri" w:cs="Calibri"/>
          <w:sz w:val="24"/>
          <w:szCs w:val="24"/>
        </w:rPr>
        <w:t xml:space="preserve">ation based multi-objective reactive power dispatch, IET Generation, Transmission &amp; Distribution, 9 (8) (2015): 727-739.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Aimi, K. Suyama, Design of IIR filters with constraints using multi-swarm PSO, In: Proceeding of International Symposium on Intelligent Signal Processing and Communication Systems, Phuket, Thailand, Oct. 2016, pp. 476-481.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Li, M. Li, X. Yang, Cluster based multi-populations genetic algorithm in noisy environment, In: Proceeding of Chinese Conference on Pattern Recognition, Nanjing, China, Nov. 2009, pp. 161-165.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K. Szeto, Y. Guo, Multi-population genetic algorithm for locating multi-optima in noisy complex landscape, Communications in Statistics-Theory and Methods, 40 (16) (2011): 3029-3048. </w:t>
      </w:r>
    </w:p>
    <w:p w:rsidR="0017211D" w:rsidRPr="00813818" w:rsidRDefault="0017211D" w:rsidP="0036110D">
      <w:pPr>
        <w:widowControl/>
        <w:numPr>
          <w:ilvl w:val="0"/>
          <w:numId w:val="2"/>
        </w:numPr>
        <w:spacing w:line="480" w:lineRule="auto"/>
        <w:rPr>
          <w:rFonts w:ascii="Calibri" w:hAnsi="Calibri" w:cs="Calibri"/>
          <w:b/>
          <w:bCs/>
          <w:sz w:val="24"/>
          <w:szCs w:val="24"/>
        </w:rPr>
      </w:pPr>
      <w:r w:rsidRPr="00813818">
        <w:rPr>
          <w:rFonts w:ascii="Calibri" w:hAnsi="Calibri" w:cs="Calibri"/>
          <w:sz w:val="24"/>
          <w:szCs w:val="24"/>
        </w:rPr>
        <w:t>M. Kapanoglu, I. Koc, A multi-population parallel genetic algorithm for highly constrained continuous galvanizing line scheduling, In: Proceeding of International Workshop on Hybrid Metaheuristics, Gran Canaria, Spain, Oct. 2006, pp. 28-41.</w:t>
      </w:r>
    </w:p>
    <w:p w:rsidR="0017211D" w:rsidRPr="00813818" w:rsidRDefault="0017211D" w:rsidP="0036110D">
      <w:pPr>
        <w:widowControl/>
        <w:numPr>
          <w:ilvl w:val="0"/>
          <w:numId w:val="2"/>
        </w:numPr>
        <w:spacing w:line="480" w:lineRule="auto"/>
        <w:rPr>
          <w:rFonts w:ascii="Calibri" w:hAnsi="Calibri" w:cs="Calibri"/>
          <w:b/>
          <w:bCs/>
          <w:sz w:val="24"/>
          <w:szCs w:val="24"/>
        </w:rPr>
      </w:pPr>
      <w:r w:rsidRPr="00813818">
        <w:rPr>
          <w:rFonts w:ascii="Calibri" w:hAnsi="Calibri" w:cs="Calibri"/>
          <w:sz w:val="24"/>
          <w:szCs w:val="24"/>
        </w:rPr>
        <w:t>B. Wang, J. Li, Load balancing task scheduling based on multi-population genetic algorithm in cloud computing, In: Proceeding of the 35th Chinese Control Conference (CCC), Chengdu, China, Jul. 2016, pp. 5261-5266.</w:t>
      </w:r>
    </w:p>
    <w:p w:rsidR="0017211D" w:rsidRPr="00813818" w:rsidRDefault="0017211D" w:rsidP="0036110D">
      <w:pPr>
        <w:widowControl/>
        <w:numPr>
          <w:ilvl w:val="0"/>
          <w:numId w:val="2"/>
        </w:numPr>
        <w:spacing w:line="480" w:lineRule="auto"/>
        <w:rPr>
          <w:rFonts w:ascii="Calibri" w:hAnsi="Calibri" w:cs="Calibri"/>
          <w:b/>
          <w:bCs/>
          <w:sz w:val="24"/>
          <w:szCs w:val="24"/>
        </w:rPr>
      </w:pPr>
      <w:r w:rsidRPr="00813818">
        <w:rPr>
          <w:rFonts w:ascii="Calibri" w:hAnsi="Calibri" w:cs="Calibri"/>
          <w:sz w:val="24"/>
          <w:szCs w:val="24"/>
        </w:rPr>
        <w:t>R. Morady, D. Dal, A multi-population based parallel genetic algorithm for multiprocessor task scheduling with Communication Costs, In: Proceeding of IEEE Symposium on Computers and Communication (ISCC), Messina, Italy, Jun. 2016, pp. 766-772.</w:t>
      </w:r>
    </w:p>
    <w:p w:rsidR="0017211D" w:rsidRPr="00813818" w:rsidRDefault="0017211D" w:rsidP="0036110D">
      <w:pPr>
        <w:widowControl/>
        <w:numPr>
          <w:ilvl w:val="0"/>
          <w:numId w:val="2"/>
        </w:numPr>
        <w:spacing w:line="480" w:lineRule="auto"/>
        <w:rPr>
          <w:rFonts w:ascii="Calibri" w:hAnsi="Calibri" w:cs="Calibri"/>
          <w:b/>
          <w:bCs/>
          <w:sz w:val="24"/>
          <w:szCs w:val="24"/>
        </w:rPr>
      </w:pPr>
      <w:r w:rsidRPr="00813818">
        <w:rPr>
          <w:rFonts w:ascii="Calibri" w:hAnsi="Calibri" w:cs="Calibri"/>
          <w:sz w:val="24"/>
          <w:szCs w:val="24"/>
        </w:rPr>
        <w:t xml:space="preserve">H. Sun, J. Yu, H. Wang, Multi-population and self-adaptive genetic algorithm based on simulated annealing for permutation flow shop scheduling problem, In: Proceedings of the 2015 Chinese Intelligent Automation Conference, 2015, pp. 11-19. </w:t>
      </w:r>
    </w:p>
    <w:p w:rsidR="0017211D" w:rsidRPr="00813818" w:rsidRDefault="0017211D" w:rsidP="0036110D">
      <w:pPr>
        <w:widowControl/>
        <w:numPr>
          <w:ilvl w:val="0"/>
          <w:numId w:val="2"/>
        </w:numPr>
        <w:spacing w:line="480" w:lineRule="auto"/>
        <w:rPr>
          <w:rFonts w:ascii="Calibri" w:hAnsi="Calibri" w:cs="Calibri"/>
          <w:b/>
          <w:bCs/>
          <w:sz w:val="24"/>
          <w:szCs w:val="24"/>
        </w:rPr>
      </w:pPr>
      <w:r w:rsidRPr="00813818">
        <w:rPr>
          <w:rFonts w:ascii="Calibri" w:hAnsi="Calibri" w:cs="Calibri"/>
          <w:sz w:val="24"/>
          <w:szCs w:val="24"/>
        </w:rPr>
        <w:t>L. Wang, J. Cai, M. Li, An adaptive multi-population genetic algorithm for job-shop scheduling problem, Advances in Manufacturing, 4 (2) (2016): 142-149.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B. Yu, B. Jiao, X. Gu, Cooperative particle swarm optimizer based on multi-population and its application to flow-shop scheduling problem, In: Proceeding of Asia Simulation Conference/7th International Conference on System Simulation and Scientific Computing, Beijing, China, Oct. 2008, pp. 1536-1542.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Liang, W. Sun, M. Huang, Flexible job shop scheduling based on multi-population genetic-variable neighborhood search algorithm, In: Proceeding of the 4th International Conference on Computer Science and Network Technology, Harbin, China, Dec. 2015, pp. 244-248.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Li, Y. Lin, W. Chen, Multi-swarm particle swarm optimization for payment scheduling, In: Proceeding of the 7th International Conference on Information Science and Technology, Da Nang, Vietnam, Apr. 2017, pp. 284-291.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Qi, G. Burns, D. Harrison, The application of parallel multipopulation genetic algorithms to dynamic job-shop scheduling, </w:t>
      </w:r>
      <w:hyperlink r:id="rId14" w:tooltip="查看期刊影响" w:history="1">
        <w:r w:rsidRPr="00813818">
          <w:rPr>
            <w:rFonts w:ascii="Calibri" w:hAnsi="Calibri" w:cs="Calibri"/>
            <w:sz w:val="24"/>
            <w:szCs w:val="24"/>
          </w:rPr>
          <w:t xml:space="preserve">International Journal of Advanced Manufacturing Technology, </w:t>
        </w:r>
      </w:hyperlink>
      <w:r w:rsidRPr="00813818">
        <w:rPr>
          <w:rFonts w:ascii="Calibri" w:hAnsi="Calibri" w:cs="Calibri"/>
          <w:sz w:val="24"/>
          <w:szCs w:val="24"/>
        </w:rPr>
        <w:t>16 (8) (2000): 609-615.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Cochran, S. Horng, J. Fowler, A multi-population genetic algorithm to solve multi-objective scheduling problems for parallel machines, Computers &amp; Operations Research, 30 (7) (2003): 1087-1102.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Zandieh, N. Karimi, An adaptive multi-population genetic algorithm to solve the multi-objective group scheduling problem in hybrid flexible flowshop with sequence-dependent setup times, Journal of Intelligent Manufacturing, 22 (6) (2011): 979-989.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W. Zhang, J. Wen, Y. Zhu, Multi-objective scheduling simulation of flexible job-shop based on multi-population genetic algorithm, International Journal of Simulation Modeling, 16 (2) (2017): 313-321.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N. Chakraborti, A. Kumar, The optimal scheduling of a reversing strip mill: Studies using multipopulation genetic algorithms and differential evolution, Materials and Manufacturing Processes, 18 (3) (2003): 433-445.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Zegordi, M. Nia, A multi-population genetic algorithm for transportation scheduling, Transportation Research Part E: Logistics and Transportation Review, 45 (6) (2009): 946-959.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Toledo, P. França, R. Morabito, A. Kimms, Multi-population genetic algorithm to solve the synchronized and integrated two-level lot sizing and scheduling problem, International Journal of Production Research, 47 (11) (2009): 3097-3119.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Huang, X. Ma, S. Su, T. Tang, Optimization of train operation in multiple interstations with multi-population genetic algorithm, Energies, 8 (12) (2015): 14311-14329.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W. Chen, D. Luo, J. Guo, An improved multi-population hybrid particle swarm optimization for flexible job-shop scheduling problem, In: Proceeding of the 10th International Conference on Intelligent Technologies, Guilin, China, Dec. 12-15, 2009, pp. 620-624.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J. Liang, Q. Pan, C. Tiejun, L. Wang, Solving the blocking flow shop scheduling problem by a dynamic multi-swarm particle swarm optimizer, The International Journal of Advanced Manufacturing Technology, 55 (5) (2011): 755-762.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L. Ostadrahimi, M. Marino, A. Afshar, Multi-reservoir operation rules: multi-swarm PSO-based optimization approach, Water Resources Management, 26 (2) (2012): 407-427.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Liu, A. Abraham, Z. Wang, A multi-swarm approach to multi-objective flexible job-shop scheduling problems, Fundamental Information, 95 (4) (2009): 465-489.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D. Li, Q. He, A version of cooperative multi-swarm PSO using electoral mechanism to solve hybrid flow shop scheduling problem, Przeglad Elektrotechniczny, 88 (5B), (2012): 22-26.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R. Liu, C. Ma, W. Ma, et al., A multipopulation PSO based memetic algorithm for permutation flow shop scheduling, Scientific World Journal, Article Nnumber: 387194, 2013.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Digalakis, K. Margaritis, A multipopulation cultural algorithm for the electrical generator scheduling problem, Mathematics and Computers in Simulation, 60 (3-5) (2002): 293-301.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L. Xing, Y. Chen, K. Yang, Multi-population interactive coevolutionary algorithm for flexible job shop scheduling problems, Computational Optimization and Applications, 48 (1) (2011): 139-155.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Toledo, M. Da Silva Arantes, R. De Oliveira, B. Almada-Lobo, Glass container production scheduling through hybrid multi-population based evolutionary algorithm, Applied Soft Computing, 13 (3) (2013): 1352-1364.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L. Gao, Q. Pan, A shuffled multi-swarm micro-migrating birds optimizer for a multi-resource-constrained flexible job shop scheduling problem, Information Sciences, 372 (2016): 655-676.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Cheng, S. Yang, Multi-population genetic algorithms with immigrants scheme for dynamic shortest path routing problems in mobile ad hoc networks, Lecture Notes in Computer Science, 6024 (2010): 562-571.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Cheng, S. Yang, X. Wang, Immigrants-enhanced multi-population genetic algorithms for dynamic shortest path routing problems in mobile ad hoc networks, Applied Artificial Intelligence, 26 (7) (2012): 673-695.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Turky, N. Sabar, A. Song, A multi-population memetic algorithm for dynamic shortest path routing in mobile ad-hoc networks, In: Proceeding of IEEE Congress on Evolutionary Computation (CEC), Vancouver, Canada, Jul. 2016, pp. 4119-4126.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N. Sabar, A. Turky, A. Song, A multi-memory multi-population memetic algorithm for dynamic shortest path routing in mobile ad-hoc networks, In: Proceedings of the 14th Pacific Rim International Conference on Trends in Artificial Intelligence, Phuket, Thailand, Aug. 2016, pp. 406-418.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Huo, T. Lai, T. Sun, The preliminary study on multi-swarm sharing particle swarm optimization Applied to UAV path planning problem, In: Proceeding of the IEEE Congress on Evolutionary Computation, New Orleans, USA, JUN 05-08, 2011, pp. 1770-1776.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Arantes, J. Arantes, C. Toledo, B. Williams, A hybrid multi-population genetic algorithm for UAV path planning, In: Proceedings of the Genetic and Evolutionary Computation Conference, Denver, USA, Jul. 2016, pp. 853-860.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J. Liang, H. Song, B. Qu, X. Mao, Path planning based on dynamic multi-swarm particle swarm optimizer with crossover, In: Proceeding of International Conference on Intelligent Computing, Huangshan, China, Jul. 2012, pp. 159-166.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J. Liang, H. Song, B. Qu, Performance evaluation of dynamic multi-swarm particle swarm optimizer with different constraint handling methods on path planning problems, In: Proceeding of IEEE Workshop on Memetic Computing (MC), Singapore, Apr. 2013, pp. 65-71.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T. Kuczkowski, R. Śmierzchalski, Comparison of single and multi-population evolutionary algorithm for path planning in navigation situation, Solid State Phenomena, 210 (2014): 166-177.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Z. Li, J. Jia, M. Cheng, Z. Cui, Solving path planning of UAV based on modified multi-population differential evolution algorithm, In: Proceeding of International Symposium on Neural Network, Hong Kong,  China, Nov. 2014, pp. 602-610.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Da Silva Arantes, M. Da Silva Arantes, C. Toledo, B. Williams, A multi-population genetic algorithm for UAV path re-planning under critical situation, In: Proceeding of the 27th International Conference on Tools with Artificial Intelligence (ICTAI), Vietri sul Mare, Italy, Nov. 2015, pp. 486-493.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K. Chen, Y. Dai, K. Fan, </w:t>
      </w:r>
      <w:r>
        <w:rPr>
          <w:rFonts w:ascii="Calibri" w:hAnsi="Calibri" w:cs="Calibri"/>
          <w:sz w:val="24"/>
          <w:szCs w:val="24"/>
        </w:rPr>
        <w:t>T. Baba</w:t>
      </w:r>
      <w:r w:rsidRPr="00813818">
        <w:rPr>
          <w:rFonts w:ascii="Calibri" w:hAnsi="Calibri" w:cs="Calibri"/>
          <w:sz w:val="24"/>
          <w:szCs w:val="24"/>
        </w:rPr>
        <w:t xml:space="preserve">, A particle swarm optimization with adaptive multi-swarm strategy for capacitated vehicle routing problem, In: Proceeding of International Conference on Industrial Networks and Intelligent systems, Tokyo, Japan, Mar. 2-4, 2015, pp. 79-83.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E. Osaba, F. Díaz, Design and implementation of a combinatorial optimization multi-population meta-heuristic for solving vehicle routing problems, International Journal of Interactive Multimedia and Artificial Intelligence, 4 (2) (2016): 89-90.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Gutierrez, L. Dieulle, N. Labadie, N. Velasco, A multi population memetic algorithm for the vehicle routing problem with time windows and stochastic travel and service times, IFAC-PapersOnLine, 49 (12) (2016): 1204-1209.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Keyhanipour, B. Moshiri, F. Oroumchian, M. Rahgozar, K. Badie, Learning to rank: new approach with the layered multi-population genetic programming on click-through features, Genetic Programming and Evolvable Machines, 17 (3) (2016): 203-230.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Mao, H. Zhao, H. Sheng, Particle size distributions based on a multipopulation genetic algorithm used in multiwavelength Lidar, Journal of Russian Laser Research, 37 (1) (2016): 69-81.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 K. Heraguemi, N. Kamel, H. Drias, Multi-population cooperative bat algorithm for association rule mining, In: Proceeding of Computational Collective Intelligence, Madrid, Spain, Sep. 2015, pp. 265-274.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K. Heraguemi, N. Kamel, H. Drias, Multi-swarm bat algorithm for association rule mining using multiple cooperative strategies, Applied Intelligence, 45 (4) (2016): 1-13.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V. Podgorelec, S. Karakatic, A multi-population genetic algorithm for inducing balanced decision trees on telecommunications churn data, Elektronika ir Elektrotechnika, 19 (6) (2013): 121-124.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Cao, Multi-population elitists shared genetic algorithm for outlier detection of spectroscopy analysis, Spectroscopy and Spectral Analysis, 31 (7) (2011): 1847-1851.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Zhu, L. Jiao, J. Pan, Multi-population genetic algorithm for feature selection, In: Proceeding of the 2nd International Conference on Natural Computation, Xian, China, Sep. 2006, pp. 480-487.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Chen, Y. Zhong, Automatic path-oriented test data generation using a multi-population genetic algorithm, In: Proceeding of the 4th International Conference on Natural Computation, Oct. 2008, pp. 566-570.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Li, X. Zeng, Feature selection method with multi-population agent genetic algorithm, In: Proceeding of the 15th International Conference on Neuro-Information Processing, Nov. 2008, pp. 493-500.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Lin, J. Yeh, C. Liu, Learning to Rank for Information Retrieval Using Layered Multi-Population Genetic Programming, In: Proceeding of IEEE International Conference on Computational Intelligence and Cybernetics, Bali, Indonesia, Jul. 2012, pp. 45-49.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Keyhanipour, B. Moshiri, Designing a web spam classifier based on feature fusion in the layered multi-population genetic programming framework, In: Proceeding of the 16th International Conference on Information Fusion, Jul. 2013, pp. 53-60.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Liu, D. Liu, Extraction of text classification rules based on multi-population collaborative optimization, In: Proceeding of IEEE International Conference on Cybernetic Intelligent Systems, Sep. 2008, pp. 353-357.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Aimi, K. Suyama, Design of IIR filters with constraints using multi-swarm PSO, In: Proceeding of International Symposium on Intelligent Signal Processing and Communication Systems, Phuket, Thailand, Oct. 2016, pp. 476-481.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Lin, H. Ke, B. Chien, W. Yang, Designing a classifier by a layered multi-population genetic programming approach, Pattern Recognition, 40 (8) (2007): 2211-2225.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K. Georgieva, A. Engelbrecht, A cooperative multi-population approach to clustering temporal data, In: Proceeding of IEEE Congress on Evolutionary Computation (CEC), Cancun, Mexico, Jun. 2013, pp. 1983-1991.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Z. Halim, M. Waqas, S. Hussain, Clustering large probabilistic graphs using multi-population evolutionary algorithm, Information Sciences, 317 (2015): 78-95.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S. Habershon, K. Harris, R. Johnston, Development of a multipopulation parallel genetic algorithm for structure solution from powder diffraction data, Journal of Computational Chemistry, 24 (14) (2003): 1766-1774.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W. Wei, Q. Wang, H. Wang, H. Zhang, The feature extraction of nonparametric curves based on niche genetic algorithms and multi-population competition, Pattern Recognition Letters, 26 (10) (2005): 1483-1497.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Yao, N. Kharma, P. Grogono, A multi-population genetic algorithm for robust and fast ellipse detection, Pattern Analysis &amp; Applications, 8 (1) (2005): 149-162.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Li, S. Zhang, X. Zeng, Research of multi-population agent genetic algorithm for feature selection, Expert Systems with Applications, 36 (9) (2009): 11570-11581.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Garcia-Nieto, E. Alba, Parallel multi-swarm optimizer for gene selection in DNA microarrays, Applied Intelligence, 37 (2) (2012): 255-266.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Xiao, Z. Cheng, A multi-swarm particle swarm optimization to solve DNA encoding in DNA computation, Journal of Computational and Theoretical Nanoscience, 210 (5) (2013): 1129-1136.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Zhou, R. Zhao, F. You, EFSM-based test data generation with multi-population genetic algorithm, In: Proceeding of the 5th IEEE International Conference on Software Engineering and Service Science (ICSESS), Beijing, China, Jun. 2014, pp. 925-928.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V. Podgorelec, S. Karakatič, R. Barros, M. Basgalupp, Evolving balanced decision trees with a multi-population genetic algorithm, In: Proceeding of IEEE Congress on Evolutionary Computation (CEC), Sendai, Japan, May 2015, pp. 54-61.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T. Fan, G. Shao, Q. Ji, J. Zheng, T. Liu, Y. Wen, A multi-populations multi-strategies differential evolution algorithm for structural optimization of metal nanoclusters, Computer Physics Communications, 208 (2016): 64-72.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G. Mauša, T. Grbac, Co-evolutionary multi-population genetic programming for classification in software defect prediction: An empirical case study, Applied Soft Computing, 55 (2017): 331-351.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Quintero, S. Pierre, Sequential and multi-population memetic algorithms for assigning cells to switches in mobile networks, Computer Networks, 43 (3) (2003): 247-261.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B. Niu, Y. Zhu, X. He, A multi-population cooperative particle swarm optimizer for neural network training, In: Proceeding of International Symposium on Neural Networks, Chengdu, China, May, 2006, pp. 570-576.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J. Liang, C. Chan, V. Huang, P.</w:t>
      </w:r>
      <w:r>
        <w:rPr>
          <w:rFonts w:ascii="Calibri" w:hAnsi="Calibri" w:cs="Calibri"/>
          <w:sz w:val="24"/>
          <w:szCs w:val="24"/>
        </w:rPr>
        <w:t xml:space="preserve"> </w:t>
      </w:r>
      <w:r w:rsidRPr="00813818">
        <w:rPr>
          <w:rFonts w:ascii="Calibri" w:hAnsi="Calibri" w:cs="Calibri"/>
          <w:sz w:val="24"/>
          <w:szCs w:val="24"/>
        </w:rPr>
        <w:t xml:space="preserve">N. Suganthan, Improving the performance of a FBG sensor network using a novel dynamic multi-swarm particle swarm optimizer, Optoelectronics and Advanced Materials – Rapid Communications, 1 (8) (2007): 373-378.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S. Suganthi, S. Rajagopalan, Multi-swarm particle swarm optimization for energy-effective clustering in wireless sensor networks, Wireless Personal Communications, 94 (4) (2007): 2487-2497.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H. Chen, Y. Zhu, K. Hu, et al., </w:t>
      </w:r>
      <w:hyperlink r:id="rId15" w:history="1">
        <w:r w:rsidRPr="00813818">
          <w:rPr>
            <w:rFonts w:ascii="Calibri" w:hAnsi="Calibri" w:cs="Calibri"/>
            <w:sz w:val="24"/>
            <w:szCs w:val="24"/>
          </w:rPr>
          <w:t>RFID network planning using a multi-swarm optimizer</w:t>
        </w:r>
      </w:hyperlink>
      <w:r w:rsidRPr="00813818">
        <w:rPr>
          <w:rFonts w:ascii="Calibri" w:hAnsi="Calibri" w:cs="Calibri"/>
          <w:sz w:val="24"/>
          <w:szCs w:val="24"/>
        </w:rPr>
        <w:t>, Journal of Network and Computer Applications, 34 (3) (2011): 888-901.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Xu, G. Liu, A multipopulation firefly algorithm for correlated data routing in underwater wireless sensor networks, International Journal of Distributed Sensor Networks, 2013: 245-253.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Q. Ni, H. Du, Q. Pan, C. Cao, Y. Zhai, An improved dynamic deployment method for wireless sensor network based on multi-swarm particle swarm optimization, Natural Computing, 16 (1) (2017): 5-13.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D. Fontes, J. Gonçalves, A multi-population hybrid biased random key genetic algorithm for hop-constrained trees in nonlinear cost flow networks, Optimization Letters, 7 (6) (2013): 1-22.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Q. Li, R. Dou, F. Chen, G. Nan, A QoS-oriented Web service composition approach based on multi-population genetic algorithm for Internet of things, International Journal of Computational Intelligence Systems, 7 (2014): 26-34.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P. Zadeh, Z. Kobti, A multi-population cultural algorithm for community detection in social networks, Procedia Computer Science, 52 (2015): 342-349.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N. Jaddi, S. Abdullah, A. Hamdan, Multi-population cooperative bat algorithm-based optimization of artificial neural network model, Information Sciences, 294 (2015): 628-644.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Przewozniczek, Multi population pattern searching algorithm for solving routing spectrum allocation with joint unicast and anycast problem in elastic optical networks, In: Proceeding of the 16th International Conference on Intelligent Data Engineering and Automated Learning, Wroclaw, Poland, Oct. 2015, pp. 328-339.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Przewozniczek, Active multi-population pattern searching algorithm for flow optimization in computer networks – The novel coevolution schema combined with linkage learning, Information Sciences, 355 (2016): 15-36.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Pluhacek, R. Senkerik, A. Viktorin, Creating complex networks using multi-swarm PSO, In: Proceeding of the 8th International Conference on Intelligent Networking and Collaborative Systems, Ostrava, Czech Republic, Sep. 2016, pp. 180-185.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Lin, D. Deng, S. Wang, Extending the lifetime of dynamic underwater acoustic sensor networks using multi-population harmony search algorithm, IEEE Sensors Journal, 16 (11) (2016): 4034-4042.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O. Roeva, Multipopulation genetic algorithms: a tool for parameter optimization of cultivation processes models, In: Proceeding of the 6th International Conference on Numerical Methods and Applications, Borovets, Bulgaria, Aug. 2006, pp. 255-262.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Gao, Z. Li, X. Hu, A multi-population particle swarm optimizer and its application to blind multichannel estimation, In: Proceeding of the 3rd International Conference on Natural Computation, Haikou, China, Aug. 2007, pp. 654-661.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Z. Chen, Y. Zhao, Y. Zheng, Neural network electrical machine faults diagnosis based on multi-population GA, In: Proceeding of International Joint Conference on Neural Networks, Hong Kong, China, Jun. 2008, pp. 3795-3801.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Li, Z. Ma, Y. Hu, Hand-eye calibration of measurement robot based on multi-population particle swarm optimization, In: Proceeding of the 7th World Congress on Intelligent Control and Automation, Chongqing, China, Jun. 2008, pp. 4887-4890.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Chang, L. Wang, A multi-population parallel estimation of distribution algorithms based on clayton and gumbel copulas, In: Proceeding of the 3rd International Conference on Artificial Intelligence and Computational Intelligence, Taiyuan, China, Sep. 2011, pp. 634-640.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Li, T. Chiang, Complex fuzzy computing to time series prediction - A multi-swarm PSO learning approach, Daegu, South Korea, Apr. 2011, pp. 242-251.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K. Lu, J. Li, X. An, Road vanishing-point detection: A multi-population genetic algorithm based approach, In: Proceeding of Chinese Automation Congress, Changsha, China, Nov. 2013, pp. 415-419.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Saini, N. Zakaria, D. Rohaya, Markerless human motion tracking using hierarchical multi-swarm cooperative particle swarm optimization, Plos One, 10 (5) (2015): 1-10.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Lin, X. Fang, X. Zhao, Study on energy-saving optimization of train coasting control based on multi-population genetic algorithm, In: Proceeding of the 3rd IEEE International Conference on Control, Automation and Robotics, Nagoya, Japan, Apr. 2017, pp. 627-632.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Yuan, X. Dai, J. Zhao, et al., On a novel multi-swarm fruit fly optimization algorithm and its application, Applied Mathematics and Computation, 233 (2014): 260-271.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Elketroussi, D. Fan, Optimization of simulation models with GADELO: a multi-population genetic algorithm, International journal of bio-medical computing, 35 (1) (1994): 61-77.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Su, T. Hou, Using multi-population intelligent genetic algorithm to find the pareto-optimal parameters for a nano-particle milling process, Expert Systems with applications, 34 (4) (2008): 2502-2510.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Tseng, J. Hsieh, J. Jeng, Active contour model via multi-population particle swarm optimization, Expert Systems with Applications, 36 (3) (2009): 5348-5352.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M. Angelova, T. Pencheva, T. Pencheva, Modified multi-population </w:t>
      </w:r>
      <w:r>
        <w:rPr>
          <w:rFonts w:ascii="Calibri" w:hAnsi="Calibri" w:cs="Calibri"/>
          <w:sz w:val="24"/>
          <w:szCs w:val="24"/>
        </w:rPr>
        <w:t>g</w:t>
      </w:r>
      <w:r w:rsidRPr="00813818">
        <w:rPr>
          <w:rFonts w:ascii="Calibri" w:hAnsi="Calibri" w:cs="Calibri"/>
          <w:sz w:val="24"/>
          <w:szCs w:val="24"/>
        </w:rPr>
        <w:t>enetic algorithms for yeast fed-batch cultivation parameter identification, Bioautomation, 13 (4) (2009): 163-172.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Toledo, J. Lima, M. Da Silva Arantes, A multi-population genetic algorithm approach for PID controller auto-tuning, In: Proceeding of the 17th Conference on Emerging Technologies &amp; Factory Automation (ETFA), Krakow, Poland, Sep. 2012, pp. 1-8.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S. Mukhopadhyay, S. Banerjee, Global optimization of an optical chaotic system by chaotic multi swarm particle swarm optimization, Expert Systems with Applications, 39 (1) (2012): 917-924.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Y. Qian, K. Cui, S. Liu, Z. Li, D. Shao, D. Kong, S. Sun, Optimization of multi-size micro-perforated panel absorbers using multi-population genetic algorithm, Noise Control Engineering Journal, 62 (1) (2014): 37-46.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Mao, J. Li, Dust particle size distribution inversion based on the multi population genetic algorithm, Terrestrial, Atmospheric &amp; Oceanic Sciences, 25 (6) (2014): 791-800.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K. Folly, G. Venayagamoorthy, Power system controller design using multi-population PBIL, In: Proceeding of IEEE Symposium on Computational Intelligence Applications in Smart Grid, Singapore, Apr. 2013, pp. 37-43.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K. Folly, Comparison of multi-population PBIL and adaptive learning rate PBIL in designing power system controller, In: Proceeding of International Conference in Swarm Intelligence, Hefei, China, Oct. China, 2014, pp. 135-145.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Li, Z. Lu, Multi-swarm fruit fly optimization algorithm for truss damage identification, In: Proceeding of International Conference on Control, Automation and Artificial Intelligence, Phuket, Thailand, Aug. 2015, pp. 178-182.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Li, Z. Lu, Multi-swarm fruit fly optimization algorithm for structural damage identification, Structural Engineering and Mechanics, 56 (3) (2015): 409-422.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Li, W. Li, W. Yan, Daily generation scheduling for reducing unit regulating frequency using multi-population genetic algorithm, In: Proceeding of IEEE Conference of General Meeting of the IEEE-Power-and-Energy-Society, San Diego, USA, Jul. 2012, pp. 1-6.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Li X. Zhang, Z. Guo, Reconfiguration of distribution network based on improved dynamic multi-swarm particle swarm optimization, In: Proceeding of the 35th Chinese Control Conference, Chengdu, China, Jul. 2016, pp. 9952-9956.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Zhou, C. Wang, Y. Li, A multi-objective multi-population ant colony optimization for economic emission dispatch considering power system, Applied Mathematical Modeling, 45 (2017): 684-704.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C. Santos, A. C. B. Delbem, J. B. A. London Junior, N. G. Bretas, Node-depth encoding and multiobjective evolutionary algorithm applied to large-scale distribution system reconfiguration, IEEE Transactions on Power Systems, 25 (3) (2010): 1254-1265.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D. S. Sanches, J. B. London Junior, A. C. B. Delbem, Multi-objective evolutionary algorithm for single and multiple fault service restoration in large-scale distribution systems, Electric Power Systems Research, 110 (2014): 144-153.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Alves, R. De Sousa, A multi-population genetic algorithm to solve multi-objective remote switches allocation problem in distribution networks, In: Proceeding of IEEE Symposium Series on Computational Intelligence, Orlando, USA, Dec. 2014, 155-162.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Alves, A multi-population hybrid algorithm to solve multi-objective remote switches placement problem in distribution networks, Journal of Control Automation and Electrical Systems, 26 (5) (2015): 545-555.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Singh, L. Srivastava, Optimal VAR control for real power loss minimization and voltage stability improvement using hybrid Multi-Swarm PSO, In: Proceeding of IEEE International Conference on Circuit, Power and Computing Technologies, Kanyakumari, India, Mar. 2016, pp.1-6.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M. Serraji, D. El Amine, J. Boumhidi, Multi swarm optimization based adaptive fuzzy multi agent system for microgrid multi-objective energy management, International Journal of Knowledge-Based and Intelligent Engineering Systems, 20 (4) (2016): 229-243.</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S. Jena, S. Chauhan, Solving distribution feeder reconfiguration and concurrent DG installation problems for power loss minimization by multi swarm cooperative PSO algorithm, In: Proceeding of IEEE/PES Transmission and Distribution Conference and Exposition, Dallas, USA, May 2016, pp. 1-6.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Nawaz, E. Mustafa, N. Saleem, Solving convex and non-convex static and dynamic economic dispatch problems using hybrid particle multi-swarm optimization, Tehnicki Vjesnik-Technical Gazette, 24 (4) (2017): 1095-1102.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N. Mera, L. Elliott, D. Ingham, A multi-population genetic algorithm approach for solving ill-posed problems, Computational Mechanics, 33 (4) (2004): 254-262.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Li, Y. Sun, Y. Guo, F. Chu, Z. Guo, An entropy-based multi-population genetic algorithm and its application, In: Proceeding of International Conference on Intelligent Computing, Hefei, China, Aug. 2005, pp. 957-966.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Liu, Y. Liu, Z. Wang, Searching nonlinear systems by multi-population differential evolution, In: Proceeding of the 4th International Conference on Natural Computation, Jian, China, Oct. 2008, pp. 356-361.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A. Majd, M. Abdollahi, G. Sahebi, D. Abdollahi, M. Daneshtalab, J. Plosila, H. Tenhunen, Multi-population parallel imperialist competitive algorithm for solving systems of nonlinear equations, In: Proceeding of International Conference on High Performance Computing &amp; Simulation (HPCS), Innsbruck, Austria, Jul. 2016, pp. 767-775.</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Yeh, J. Lin, Learning ranking functions for information retrieval using layered multi-population genetic programming, Malaysian Journal of Computer Science, 30 (1) (2017): 27-47.</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Ndiritu, Reservoir system optimisation using a penalty approach and a multi-population genetic algorithm, Water SA, 29 (3) (2003): 273-280.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H. Li, C. Li, C. Gui, X. Luo, K. Chen, J. Shen, X. Wang, H. Jiang, GAsDock: a new approach for rapid flexible docking based on an improved multi-population genetic algorithm, Bioorganic &amp; medicinal chemistry letters, 14 (18) (2004): 4671-4676.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Gonçalves, M. Resende, A parallel multi-population biased random-key genetic algorithm for a container loading problem, Computers &amp; Operations Research, 39 (2) (2012): 179-190.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Zheng, C. Chien, M. Gen, Multi-objective multi-population biased random-key genetic algorithm for the 3-D container loading problem, Computers &amp; Industrial Engineering, 89 (2015): 80-87.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W. Xu, R. Wang, L. Zhang, X. Gu, A multi-population cultural algorithm with adaptive diversity preservation and its application in ammonia synthesis process, Neural Computing &amp; Applications, 21 (6) (2012): 1129-1140.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R. Zeng, H. Li, L. Liu, X. Zhang, G. Zhang, A novel method based on multi-population genetic algorithm for CCHP–GSHP coupling system optimization, Energy Conversion and Management, 105 (2015): 1138-1148.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X. Gao, H. Yang, L. Lin, P. Koo, Wind turbine layout optimization using multi-population genetic algorithm and a case study in Hong Kong offshore, Journal of Wind Engineering and Industrial Aerodynamics, 139 (2015): 89-99.</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Wu, C. Ku, H. Pai, Injection molding optimization with weld line design constraint using distributed multi-population genetic algorithm, The International Journal of Advanced Manufacturing Technology, 52 (1) (2011): 131-141.</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C. Wu, K. Tseng, Truss structure optimization using adaptive multi-population differential evolution, Structural and Multidisciplinary Optimization, 42 (4) (2010): 575-590.</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J. J. Liang, H. Song, B. Qu, W. Liu, A. Qin, Neural network based on dynamic multi-swarm particle Swarm optimizer for ultra-short-term load forecasting, In: Proceeding of International Conference in Swarm Intelligence, Hefei, China, Oct. 2014, pp. 384-391. </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D. Gong, G. Hao, Y. Zhou, X. Sun, Interactive genetic algorithms with multi-population adaptive hierarchy and their application in fashion design, Applied Mathematics and Computation, 185 (2) (2007): 1098-1108.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Brito, W. Rodriguez, Multipopulation genetic learning of midsagittal articulatory models for speech synthesis, In: Proceeding of IEEE International Conference on Granular Computing, Atlanta, USA, May 2006, pp. 166-172.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D. Karpouzos, F. Delay, K. Katsifarakis, A multipopulation genetic algorithm to solve the inverse problem in hydrogeology, Water Resources Research, 37 (9) (2001): 2291-2302.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Y. Guo, K. Szeto, Landscape mapping by multi-population genetic algorithm, In: Proceeding of International Workshop on Nature Inspired Cooperative Strategies for Optimization, Tenerife, Spain, 2008, pp. 165-176.</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F. Lu, M. Huang, W. Ching, Multi-swarm particle swarm optimization based risk management model for virtual enterprise, In: Proceeding of World Summit on Genetic and Evolutionary Computation, Shanghai, China, Jun. 2009, pp. 387-392.</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J. Chen, Y. Guo, M. Lv, An adaptive genetic algorithm based on multi-population parallel evolutionary for highway alignment optimization model, In: Proceeding of International Conference on Information Technology for Manufacturing Systems, Shanghai, China, May 2011, pp. 1499-1504.</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Q. Liu, B. Zhou, S. Li, Community detection utilizing a novel multi-swarm fruit fly optimization algorithm with hill-climbing strategy, Arabian Journal for Science and Engineering, 41 (3) (2016): 807-828.</w:t>
      </w:r>
    </w:p>
    <w:p w:rsidR="0017211D" w:rsidRPr="00813818"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Q. Zhang, L. Ji, D. Zhou, Nonholonomic motion planning for minimizing base disturbances of space manipulators based on multi-swarm PSO, Robotica, 35 (4) (2017): 861-875.</w:t>
      </w:r>
    </w:p>
    <w:p w:rsidR="0017211D" w:rsidRPr="00EF386A" w:rsidRDefault="0017211D" w:rsidP="0036110D">
      <w:pPr>
        <w:widowControl/>
        <w:numPr>
          <w:ilvl w:val="0"/>
          <w:numId w:val="2"/>
        </w:numPr>
        <w:spacing w:line="480" w:lineRule="auto"/>
        <w:rPr>
          <w:rFonts w:ascii="Calibri" w:hAnsi="Calibri" w:cs="Calibri"/>
          <w:sz w:val="24"/>
          <w:szCs w:val="24"/>
        </w:rPr>
      </w:pPr>
      <w:r w:rsidRPr="00813818">
        <w:rPr>
          <w:rFonts w:ascii="Calibri" w:hAnsi="Calibri" w:cs="Calibri"/>
          <w:sz w:val="24"/>
          <w:szCs w:val="24"/>
        </w:rPr>
        <w:t xml:space="preserve">B. Yu, H. Zhao, D. Xue, A multi-population co-evolutionary genetic programming approach for optimal mass customisation production, International Journal of </w:t>
      </w:r>
      <w:r w:rsidRPr="00EF386A">
        <w:rPr>
          <w:rFonts w:ascii="Calibri" w:hAnsi="Calibri" w:cs="Calibri"/>
          <w:sz w:val="24"/>
          <w:szCs w:val="24"/>
        </w:rPr>
        <w:t>Production Research, 55 (3) (2017): 1-21.</w:t>
      </w:r>
    </w:p>
    <w:p w:rsidR="0017211D" w:rsidRPr="00EF386A" w:rsidRDefault="0017211D" w:rsidP="000F780E">
      <w:pPr>
        <w:widowControl/>
        <w:numPr>
          <w:ilvl w:val="0"/>
          <w:numId w:val="2"/>
        </w:numPr>
        <w:spacing w:line="480" w:lineRule="auto"/>
        <w:rPr>
          <w:rFonts w:ascii="Calibri" w:hAnsi="Calibri" w:cs="Calibri"/>
          <w:sz w:val="24"/>
          <w:szCs w:val="24"/>
        </w:rPr>
      </w:pPr>
      <w:r w:rsidRPr="00EF386A">
        <w:rPr>
          <w:rFonts w:ascii="Calibri" w:hAnsi="Calibri" w:cs="Calibri"/>
          <w:sz w:val="24"/>
          <w:szCs w:val="24"/>
        </w:rPr>
        <w:t>M. N. Omidvar, B. Kazimipour, X. Li, X. Yao, CBCC3 - A contribution-based cooperative co-evolutionary algorithm with improved exploration/exploitation balance, In: Proceeding of IEEE Congress on Evolutionary Computation, Vancouver, Canada, Jul. 2016, pp. 3541-3548.</w:t>
      </w:r>
    </w:p>
    <w:p w:rsidR="0017211D" w:rsidRPr="00EF386A" w:rsidRDefault="0017211D" w:rsidP="000F780E">
      <w:pPr>
        <w:widowControl/>
        <w:numPr>
          <w:ilvl w:val="0"/>
          <w:numId w:val="2"/>
        </w:numPr>
        <w:spacing w:line="480" w:lineRule="auto"/>
        <w:rPr>
          <w:rFonts w:ascii="Calibri" w:hAnsi="Calibri" w:cs="Calibri"/>
          <w:sz w:val="24"/>
          <w:szCs w:val="24"/>
        </w:rPr>
      </w:pPr>
      <w:r w:rsidRPr="00EF386A">
        <w:rPr>
          <w:rFonts w:ascii="Calibri" w:hAnsi="Calibri" w:cs="Calibri"/>
          <w:sz w:val="24"/>
          <w:szCs w:val="24"/>
        </w:rPr>
        <w:t>M. Yang, M. N. Omidvar, C, Li, X. Li, Z. Cai, B. Kazimipour, X. Yao, Efficient resource allocation in cooperative co-evolution for large-scale global optimization, IEEE Transactions on Evolutionary Computation, 21 (4) (2017): 493-505.</w:t>
      </w:r>
    </w:p>
    <w:p w:rsidR="0017211D" w:rsidRPr="00EF386A" w:rsidRDefault="0017211D" w:rsidP="000F780E">
      <w:pPr>
        <w:widowControl/>
        <w:numPr>
          <w:ilvl w:val="0"/>
          <w:numId w:val="2"/>
        </w:numPr>
        <w:spacing w:line="480" w:lineRule="auto"/>
        <w:rPr>
          <w:rFonts w:ascii="Calibri" w:hAnsi="Calibri" w:cs="Calibri"/>
          <w:sz w:val="24"/>
          <w:szCs w:val="24"/>
        </w:rPr>
      </w:pPr>
      <w:r w:rsidRPr="00EF386A">
        <w:rPr>
          <w:rFonts w:ascii="Calibri" w:hAnsi="Calibri" w:cs="Calibri"/>
          <w:sz w:val="24"/>
          <w:szCs w:val="24"/>
        </w:rPr>
        <w:t>D. Parrott, X. Li, Locating and tracking multiple dynamic optima by a particle swarm model using speciation, IEEE Transactions on Evolutionary Computation, 10 (4) (2006): 440-458.</w:t>
      </w:r>
    </w:p>
    <w:p w:rsidR="0017211D" w:rsidRPr="00EF386A" w:rsidRDefault="0017211D" w:rsidP="000F780E">
      <w:pPr>
        <w:widowControl/>
        <w:numPr>
          <w:ilvl w:val="0"/>
          <w:numId w:val="2"/>
        </w:numPr>
        <w:spacing w:line="480" w:lineRule="auto"/>
        <w:rPr>
          <w:rFonts w:ascii="Calibri" w:hAnsi="Calibri" w:cs="Calibri"/>
          <w:sz w:val="24"/>
          <w:szCs w:val="24"/>
        </w:rPr>
      </w:pPr>
      <w:r w:rsidRPr="00EF386A">
        <w:rPr>
          <w:rFonts w:ascii="Calibri" w:hAnsi="Calibri" w:cs="Calibri"/>
          <w:sz w:val="24"/>
          <w:szCs w:val="24"/>
        </w:rPr>
        <w:t>J. Li, X. Li, A. Wood, Species based evolutionary algorithms for multimodal optimization: A brief review, In: Proceeding of IEEE Congress on Evolutionary Computation, Barcelona, Spain, Jul. 2010, pp. 1-8.</w:t>
      </w:r>
    </w:p>
    <w:p w:rsidR="0017211D" w:rsidRPr="00EF386A" w:rsidRDefault="0017211D" w:rsidP="000F780E">
      <w:pPr>
        <w:widowControl/>
        <w:numPr>
          <w:ilvl w:val="0"/>
          <w:numId w:val="2"/>
        </w:numPr>
        <w:spacing w:line="480" w:lineRule="auto"/>
        <w:rPr>
          <w:rFonts w:ascii="Calibri" w:hAnsi="Calibri" w:cs="Calibri"/>
          <w:sz w:val="24"/>
          <w:szCs w:val="24"/>
        </w:rPr>
      </w:pPr>
      <w:r w:rsidRPr="00EF386A">
        <w:rPr>
          <w:rFonts w:ascii="Calibri" w:hAnsi="Calibri" w:cs="Calibri"/>
          <w:sz w:val="24"/>
          <w:szCs w:val="24"/>
        </w:rPr>
        <w:t>W. Luo, J. Sun, C. Bu, H. Liang, Species-based particle swarm optimizer enhanced by memory for dynamic optimization, Applied Soft Computing, 47 (2016): 130-140.</w:t>
      </w:r>
    </w:p>
    <w:p w:rsidR="0017211D" w:rsidRPr="00EF386A" w:rsidRDefault="0017211D" w:rsidP="000F780E">
      <w:pPr>
        <w:widowControl/>
        <w:numPr>
          <w:ilvl w:val="0"/>
          <w:numId w:val="2"/>
        </w:numPr>
        <w:spacing w:line="480" w:lineRule="auto"/>
        <w:rPr>
          <w:rFonts w:ascii="Calibri" w:hAnsi="Calibri" w:cs="Calibri"/>
          <w:sz w:val="24"/>
          <w:szCs w:val="24"/>
        </w:rPr>
      </w:pPr>
      <w:r w:rsidRPr="00EF386A">
        <w:rPr>
          <w:rFonts w:ascii="Calibri" w:hAnsi="Calibri" w:cs="Calibri"/>
          <w:sz w:val="24"/>
          <w:szCs w:val="24"/>
        </w:rPr>
        <w:t>C. Bu, W. Luo, L. Yue, Continuous dynamic constrained optimization with ensemble of locating and tracking feasible regions strategies, IEEE Transactions on Evolutionary Computation, 21 (1) (2017): 14-33.</w:t>
      </w:r>
    </w:p>
    <w:p w:rsidR="0017211D" w:rsidRPr="00EF386A" w:rsidRDefault="0017211D" w:rsidP="0036110D">
      <w:pPr>
        <w:widowControl/>
        <w:numPr>
          <w:ilvl w:val="0"/>
          <w:numId w:val="2"/>
        </w:numPr>
        <w:spacing w:line="480" w:lineRule="auto"/>
        <w:rPr>
          <w:rFonts w:ascii="Calibri" w:hAnsi="Calibri" w:cs="Calibri"/>
          <w:sz w:val="24"/>
          <w:szCs w:val="24"/>
        </w:rPr>
      </w:pPr>
      <w:r w:rsidRPr="00EF386A">
        <w:rPr>
          <w:rFonts w:ascii="Calibri" w:hAnsi="Calibri" w:cs="Calibri"/>
          <w:sz w:val="24"/>
          <w:szCs w:val="24"/>
        </w:rPr>
        <w:t>E. Cantu-Paz, Markov chain models of parallel genetic algorithms, IEEE Transactions on Evolutionary Computation, 4 (3) (2000): 216-226.</w:t>
      </w:r>
    </w:p>
    <w:p w:rsidR="0017211D" w:rsidRPr="00174F38" w:rsidRDefault="0017211D" w:rsidP="00174F38">
      <w:pPr>
        <w:widowControl/>
        <w:numPr>
          <w:ilvl w:val="0"/>
          <w:numId w:val="2"/>
        </w:numPr>
        <w:spacing w:line="480" w:lineRule="auto"/>
        <w:rPr>
          <w:rFonts w:ascii="Calibri" w:hAnsi="Calibri" w:cs="Calibri"/>
          <w:sz w:val="24"/>
          <w:szCs w:val="24"/>
        </w:rPr>
      </w:pPr>
      <w:r w:rsidRPr="00EF386A">
        <w:t>A</w:t>
      </w:r>
      <w:r w:rsidRPr="00EF386A">
        <w:rPr>
          <w:rFonts w:ascii="Calibri" w:hAnsi="Calibri" w:cs="Calibri"/>
          <w:sz w:val="24"/>
          <w:szCs w:val="24"/>
        </w:rPr>
        <w:t>. Zaloga, S. Burakov, E. Semenkin, Research on convergence of multipopulation binary- and real-coded genetic algorithms for solution of crystal structure from X-Ray powder diffraction data, In: Proceeding of Symposium on European-Materi</w:t>
      </w:r>
      <w:r w:rsidRPr="00174F38">
        <w:rPr>
          <w:rFonts w:ascii="Calibri" w:hAnsi="Calibri" w:cs="Calibri"/>
          <w:sz w:val="24"/>
          <w:szCs w:val="24"/>
        </w:rPr>
        <w:t>als-Research-Society, Warsaw, Poland, Sep. 2014, pp. 724-728.</w:t>
      </w:r>
    </w:p>
    <w:p w:rsidR="0017211D" w:rsidRPr="00174F38" w:rsidRDefault="0017211D">
      <w:pPr>
        <w:rPr>
          <w:lang w:val="en-GB"/>
        </w:rPr>
      </w:pPr>
    </w:p>
    <w:sectPr w:rsidR="0017211D" w:rsidRPr="00174F38" w:rsidSect="005A7B61">
      <w:pgSz w:w="11906" w:h="16838"/>
      <w:pgMar w:top="1134" w:right="1440" w:bottom="113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11D" w:rsidRDefault="0017211D" w:rsidP="00687284">
      <w:r>
        <w:separator/>
      </w:r>
    </w:p>
  </w:endnote>
  <w:endnote w:type="continuationSeparator" w:id="1">
    <w:p w:rsidR="0017211D" w:rsidRDefault="0017211D" w:rsidP="006872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11D" w:rsidRDefault="0017211D" w:rsidP="00687284">
      <w:r>
        <w:separator/>
      </w:r>
    </w:p>
  </w:footnote>
  <w:footnote w:type="continuationSeparator" w:id="1">
    <w:p w:rsidR="0017211D" w:rsidRDefault="0017211D" w:rsidP="006872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B64B1"/>
    <w:multiLevelType w:val="hybridMultilevel"/>
    <w:tmpl w:val="7D7C5A32"/>
    <w:lvl w:ilvl="0" w:tplc="D932016A">
      <w:start w:val="1"/>
      <w:numFmt w:val="decimal"/>
      <w:lvlText w:val="[%1]"/>
      <w:lvlJc w:val="left"/>
      <w:pPr>
        <w:tabs>
          <w:tab w:val="num" w:pos="539"/>
        </w:tabs>
        <w:ind w:left="539" w:hanging="539"/>
      </w:pPr>
      <w:rPr>
        <w:rFonts w:hint="eastAsia"/>
        <w:color w:val="auto"/>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1C08132B"/>
    <w:multiLevelType w:val="hybridMultilevel"/>
    <w:tmpl w:val="F2D46DB8"/>
    <w:lvl w:ilvl="0" w:tplc="D932016A">
      <w:start w:val="1"/>
      <w:numFmt w:val="decimal"/>
      <w:lvlText w:val="[%1]"/>
      <w:lvlJc w:val="left"/>
      <w:pPr>
        <w:tabs>
          <w:tab w:val="num" w:pos="539"/>
        </w:tabs>
        <w:ind w:left="539" w:hanging="539"/>
      </w:pPr>
      <w:rPr>
        <w:rFonts w:hint="eastAsia"/>
        <w:color w:val="auto"/>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23662CA0"/>
    <w:multiLevelType w:val="hybridMultilevel"/>
    <w:tmpl w:val="A9ACDBE0"/>
    <w:lvl w:ilvl="0" w:tplc="9E3AAC9C">
      <w:start w:val="1"/>
      <w:numFmt w:val="decimal"/>
      <w:lvlText w:val="[%1]"/>
      <w:lvlJc w:val="left"/>
      <w:pPr>
        <w:tabs>
          <w:tab w:val="num" w:pos="539"/>
        </w:tabs>
        <w:ind w:left="539" w:hanging="539"/>
      </w:pPr>
      <w:rPr>
        <w:rFonts w:hint="eastAsia"/>
        <w:b w:val="0"/>
        <w:bCs w:val="0"/>
        <w:color w:val="auto"/>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2F784EE7"/>
    <w:multiLevelType w:val="multilevel"/>
    <w:tmpl w:val="953A693C"/>
    <w:lvl w:ilvl="0">
      <w:start w:val="3"/>
      <w:numFmt w:val="decimal"/>
      <w:lvlText w:val="%1"/>
      <w:lvlJc w:val="left"/>
      <w:pPr>
        <w:tabs>
          <w:tab w:val="num" w:pos="360"/>
        </w:tabs>
        <w:ind w:left="360" w:hanging="360"/>
      </w:pPr>
      <w:rPr>
        <w:rFonts w:hint="default"/>
        <w:b w:val="0"/>
        <w:bCs w:val="0"/>
        <w:sz w:val="28"/>
        <w:szCs w:val="28"/>
      </w:rPr>
    </w:lvl>
    <w:lvl w:ilvl="1">
      <w:start w:val="2"/>
      <w:numFmt w:val="decimal"/>
      <w:lvlText w:val="%1.%2"/>
      <w:lvlJc w:val="left"/>
      <w:pPr>
        <w:tabs>
          <w:tab w:val="num" w:pos="360"/>
        </w:tabs>
        <w:ind w:left="360" w:hanging="360"/>
      </w:pPr>
      <w:rPr>
        <w:rFonts w:hint="default"/>
        <w:b/>
        <w:bCs/>
        <w:sz w:val="22"/>
        <w:szCs w:val="22"/>
      </w:rPr>
    </w:lvl>
    <w:lvl w:ilvl="2">
      <w:start w:val="1"/>
      <w:numFmt w:val="decimal"/>
      <w:lvlText w:val="%1.%2.%3"/>
      <w:lvlJc w:val="left"/>
      <w:pPr>
        <w:tabs>
          <w:tab w:val="num" w:pos="720"/>
        </w:tabs>
        <w:ind w:left="720" w:hanging="720"/>
      </w:pPr>
      <w:rPr>
        <w:rFonts w:hint="default"/>
        <w:b w:val="0"/>
        <w:bCs w:val="0"/>
        <w:sz w:val="22"/>
        <w:szCs w:val="22"/>
      </w:rPr>
    </w:lvl>
    <w:lvl w:ilvl="3">
      <w:start w:val="1"/>
      <w:numFmt w:val="decimal"/>
      <w:lvlText w:val="%1.%2.%3.%4"/>
      <w:lvlJc w:val="left"/>
      <w:pPr>
        <w:tabs>
          <w:tab w:val="num" w:pos="720"/>
        </w:tabs>
        <w:ind w:left="720" w:hanging="720"/>
      </w:pPr>
      <w:rPr>
        <w:rFonts w:hint="default"/>
        <w:b w:val="0"/>
        <w:bCs w:val="0"/>
        <w:sz w:val="22"/>
        <w:szCs w:val="22"/>
      </w:rPr>
    </w:lvl>
    <w:lvl w:ilvl="4">
      <w:start w:val="1"/>
      <w:numFmt w:val="decimal"/>
      <w:lvlText w:val="%1.%2.%3.%4.%5"/>
      <w:lvlJc w:val="left"/>
      <w:pPr>
        <w:tabs>
          <w:tab w:val="num" w:pos="1080"/>
        </w:tabs>
        <w:ind w:left="1080" w:hanging="1080"/>
      </w:pPr>
      <w:rPr>
        <w:rFonts w:hint="default"/>
        <w:b w:val="0"/>
        <w:bCs w:val="0"/>
        <w:sz w:val="22"/>
        <w:szCs w:val="22"/>
      </w:rPr>
    </w:lvl>
    <w:lvl w:ilvl="5">
      <w:start w:val="1"/>
      <w:numFmt w:val="decimal"/>
      <w:lvlText w:val="%1.%2.%3.%4.%5.%6"/>
      <w:lvlJc w:val="left"/>
      <w:pPr>
        <w:tabs>
          <w:tab w:val="num" w:pos="1080"/>
        </w:tabs>
        <w:ind w:left="1080" w:hanging="1080"/>
      </w:pPr>
      <w:rPr>
        <w:rFonts w:hint="default"/>
        <w:b w:val="0"/>
        <w:bCs w:val="0"/>
        <w:sz w:val="22"/>
        <w:szCs w:val="22"/>
      </w:rPr>
    </w:lvl>
    <w:lvl w:ilvl="6">
      <w:start w:val="1"/>
      <w:numFmt w:val="decimal"/>
      <w:lvlText w:val="%1.%2.%3.%4.%5.%6.%7"/>
      <w:lvlJc w:val="left"/>
      <w:pPr>
        <w:tabs>
          <w:tab w:val="num" w:pos="1440"/>
        </w:tabs>
        <w:ind w:left="1440" w:hanging="1440"/>
      </w:pPr>
      <w:rPr>
        <w:rFonts w:hint="default"/>
        <w:b w:val="0"/>
        <w:bCs w:val="0"/>
        <w:sz w:val="22"/>
        <w:szCs w:val="22"/>
      </w:rPr>
    </w:lvl>
    <w:lvl w:ilvl="7">
      <w:start w:val="1"/>
      <w:numFmt w:val="decimal"/>
      <w:lvlText w:val="%1.%2.%3.%4.%5.%6.%7.%8"/>
      <w:lvlJc w:val="left"/>
      <w:pPr>
        <w:tabs>
          <w:tab w:val="num" w:pos="1440"/>
        </w:tabs>
        <w:ind w:left="1440" w:hanging="1440"/>
      </w:pPr>
      <w:rPr>
        <w:rFonts w:hint="default"/>
        <w:b w:val="0"/>
        <w:bCs w:val="0"/>
        <w:sz w:val="22"/>
        <w:szCs w:val="22"/>
      </w:rPr>
    </w:lvl>
    <w:lvl w:ilvl="8">
      <w:start w:val="1"/>
      <w:numFmt w:val="decimal"/>
      <w:lvlText w:val="%1.%2.%3.%4.%5.%6.%7.%8.%9"/>
      <w:lvlJc w:val="left"/>
      <w:pPr>
        <w:tabs>
          <w:tab w:val="num" w:pos="1800"/>
        </w:tabs>
        <w:ind w:left="1800" w:hanging="1800"/>
      </w:pPr>
      <w:rPr>
        <w:rFonts w:hint="default"/>
        <w:b w:val="0"/>
        <w:bCs w:val="0"/>
        <w:sz w:val="22"/>
        <w:szCs w:val="22"/>
      </w:rPr>
    </w:lvl>
  </w:abstractNum>
  <w:abstractNum w:abstractNumId="4">
    <w:nsid w:val="48DC6DC5"/>
    <w:multiLevelType w:val="multilevel"/>
    <w:tmpl w:val="505A20C0"/>
    <w:lvl w:ilvl="0">
      <w:start w:val="1"/>
      <w:numFmt w:val="decimal"/>
      <w:lvlText w:val="%1."/>
      <w:lvlJc w:val="left"/>
      <w:pPr>
        <w:tabs>
          <w:tab w:val="num" w:pos="0"/>
        </w:tabs>
      </w:pPr>
      <w:rPr>
        <w:rFonts w:hint="default"/>
        <w:sz w:val="28"/>
        <w:szCs w:val="28"/>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2160" w:hanging="1800"/>
      </w:pPr>
      <w:rPr>
        <w:rFonts w:hint="default"/>
      </w:rPr>
    </w:lvl>
  </w:abstractNum>
  <w:abstractNum w:abstractNumId="5">
    <w:nsid w:val="66B33C1F"/>
    <w:multiLevelType w:val="multilevel"/>
    <w:tmpl w:val="7D7C5A32"/>
    <w:lvl w:ilvl="0">
      <w:start w:val="1"/>
      <w:numFmt w:val="decimal"/>
      <w:lvlText w:val="[%1]"/>
      <w:lvlJc w:val="left"/>
      <w:pPr>
        <w:tabs>
          <w:tab w:val="num" w:pos="539"/>
        </w:tabs>
        <w:ind w:left="539" w:hanging="539"/>
      </w:pPr>
      <w:rPr>
        <w:rFonts w:hint="eastAsia"/>
        <w:color w:val="auto"/>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76822DD7"/>
    <w:multiLevelType w:val="multilevel"/>
    <w:tmpl w:val="7BE6A340"/>
    <w:lvl w:ilvl="0">
      <w:start w:val="1"/>
      <w:numFmt w:val="decimal"/>
      <w:lvlText w:val="[%1]"/>
      <w:lvlJc w:val="left"/>
      <w:pPr>
        <w:tabs>
          <w:tab w:val="num" w:pos="539"/>
        </w:tabs>
        <w:ind w:left="539" w:hanging="539"/>
      </w:pPr>
      <w:rPr>
        <w:rFonts w:ascii="宋体" w:eastAsia="宋体" w:hAnsi="宋体" w:hint="eastAsia"/>
        <w:b w:val="0"/>
        <w:bCs w:val="0"/>
      </w:rPr>
    </w:lvl>
    <w:lvl w:ilvl="1">
      <w:start w:val="1"/>
      <w:numFmt w:val="lowerLetter"/>
      <w:lvlText w:val="%2)"/>
      <w:lvlJc w:val="left"/>
      <w:pPr>
        <w:tabs>
          <w:tab w:val="num" w:pos="840"/>
        </w:tabs>
        <w:ind w:left="840" w:hanging="420"/>
      </w:pPr>
      <w:rPr>
        <w:rFonts w:ascii="Times New Roman" w:hAnsi="Times New Roman" w:hint="default"/>
      </w:rPr>
    </w:lvl>
    <w:lvl w:ilvl="2">
      <w:start w:val="1"/>
      <w:numFmt w:val="lowerRoman"/>
      <w:lvlText w:val="%3."/>
      <w:lvlJc w:val="right"/>
      <w:pPr>
        <w:tabs>
          <w:tab w:val="num" w:pos="1260"/>
        </w:tabs>
        <w:ind w:left="1260" w:hanging="420"/>
      </w:pPr>
      <w:rPr>
        <w:rFonts w:ascii="Times New Roman" w:hAnsi="Times New Roman" w:hint="default"/>
      </w:rPr>
    </w:lvl>
    <w:lvl w:ilvl="3">
      <w:start w:val="1"/>
      <w:numFmt w:val="decimal"/>
      <w:lvlText w:val="%4."/>
      <w:lvlJc w:val="left"/>
      <w:pPr>
        <w:tabs>
          <w:tab w:val="num" w:pos="1680"/>
        </w:tabs>
        <w:ind w:left="1680" w:hanging="420"/>
      </w:pPr>
      <w:rPr>
        <w:rFonts w:ascii="Times New Roman" w:hAnsi="Times New Roman" w:hint="default"/>
      </w:rPr>
    </w:lvl>
    <w:lvl w:ilvl="4">
      <w:start w:val="1"/>
      <w:numFmt w:val="lowerLetter"/>
      <w:lvlText w:val="%5)"/>
      <w:lvlJc w:val="left"/>
      <w:pPr>
        <w:tabs>
          <w:tab w:val="num" w:pos="2100"/>
        </w:tabs>
        <w:ind w:left="2100" w:hanging="420"/>
      </w:pPr>
      <w:rPr>
        <w:rFonts w:ascii="Times New Roman" w:hAnsi="Times New Roman" w:hint="default"/>
      </w:rPr>
    </w:lvl>
    <w:lvl w:ilvl="5">
      <w:start w:val="1"/>
      <w:numFmt w:val="lowerRoman"/>
      <w:lvlText w:val="%6."/>
      <w:lvlJc w:val="right"/>
      <w:pPr>
        <w:tabs>
          <w:tab w:val="num" w:pos="2520"/>
        </w:tabs>
        <w:ind w:left="2520" w:hanging="420"/>
      </w:pPr>
      <w:rPr>
        <w:rFonts w:ascii="Times New Roman" w:hAnsi="Times New Roman" w:hint="default"/>
      </w:rPr>
    </w:lvl>
    <w:lvl w:ilvl="6">
      <w:start w:val="1"/>
      <w:numFmt w:val="decimal"/>
      <w:lvlText w:val="%7."/>
      <w:lvlJc w:val="left"/>
      <w:pPr>
        <w:tabs>
          <w:tab w:val="num" w:pos="2940"/>
        </w:tabs>
        <w:ind w:left="2940" w:hanging="420"/>
      </w:pPr>
      <w:rPr>
        <w:rFonts w:ascii="Times New Roman" w:hAnsi="Times New Roman" w:hint="default"/>
      </w:rPr>
    </w:lvl>
    <w:lvl w:ilvl="7">
      <w:start w:val="1"/>
      <w:numFmt w:val="lowerLetter"/>
      <w:lvlText w:val="%8)"/>
      <w:lvlJc w:val="left"/>
      <w:pPr>
        <w:tabs>
          <w:tab w:val="num" w:pos="3360"/>
        </w:tabs>
        <w:ind w:left="3360" w:hanging="420"/>
      </w:pPr>
      <w:rPr>
        <w:rFonts w:ascii="Times New Roman" w:hAnsi="Times New Roman" w:hint="default"/>
      </w:rPr>
    </w:lvl>
    <w:lvl w:ilvl="8">
      <w:start w:val="1"/>
      <w:numFmt w:val="lowerRoman"/>
      <w:lvlText w:val="%9."/>
      <w:lvlJc w:val="right"/>
      <w:pPr>
        <w:tabs>
          <w:tab w:val="num" w:pos="3780"/>
        </w:tabs>
        <w:ind w:left="3780" w:hanging="420"/>
      </w:pPr>
      <w:rPr>
        <w:rFonts w:ascii="Times New Roman" w:hAnsi="Times New Roman" w:hint="default"/>
      </w:rPr>
    </w:lvl>
  </w:abstractNum>
  <w:num w:numId="1">
    <w:abstractNumId w:val="4"/>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110D"/>
    <w:rsid w:val="00033ED8"/>
    <w:rsid w:val="00040CA0"/>
    <w:rsid w:val="00046566"/>
    <w:rsid w:val="00063947"/>
    <w:rsid w:val="000F780E"/>
    <w:rsid w:val="001036E2"/>
    <w:rsid w:val="001073AE"/>
    <w:rsid w:val="00107581"/>
    <w:rsid w:val="00126ECF"/>
    <w:rsid w:val="001513F4"/>
    <w:rsid w:val="0015303D"/>
    <w:rsid w:val="00153C82"/>
    <w:rsid w:val="00157B0D"/>
    <w:rsid w:val="00162EEA"/>
    <w:rsid w:val="0017211D"/>
    <w:rsid w:val="00174F38"/>
    <w:rsid w:val="001959AC"/>
    <w:rsid w:val="001B3ED8"/>
    <w:rsid w:val="001C123E"/>
    <w:rsid w:val="001E2598"/>
    <w:rsid w:val="001E6264"/>
    <w:rsid w:val="001F0525"/>
    <w:rsid w:val="001F3977"/>
    <w:rsid w:val="00204EA8"/>
    <w:rsid w:val="00223250"/>
    <w:rsid w:val="00225746"/>
    <w:rsid w:val="002631B1"/>
    <w:rsid w:val="002679BE"/>
    <w:rsid w:val="0028464C"/>
    <w:rsid w:val="002A02FC"/>
    <w:rsid w:val="002A262B"/>
    <w:rsid w:val="002B1977"/>
    <w:rsid w:val="002B388C"/>
    <w:rsid w:val="002C45F0"/>
    <w:rsid w:val="002C7EA8"/>
    <w:rsid w:val="002D12B4"/>
    <w:rsid w:val="002F665F"/>
    <w:rsid w:val="003179B0"/>
    <w:rsid w:val="00320A1F"/>
    <w:rsid w:val="00332380"/>
    <w:rsid w:val="00340BD6"/>
    <w:rsid w:val="0035216A"/>
    <w:rsid w:val="00353BD5"/>
    <w:rsid w:val="0035484C"/>
    <w:rsid w:val="0036110D"/>
    <w:rsid w:val="00364B02"/>
    <w:rsid w:val="00377A32"/>
    <w:rsid w:val="003B2BCB"/>
    <w:rsid w:val="003D090C"/>
    <w:rsid w:val="003F07EF"/>
    <w:rsid w:val="003F7B68"/>
    <w:rsid w:val="00405A57"/>
    <w:rsid w:val="00417786"/>
    <w:rsid w:val="00463DB8"/>
    <w:rsid w:val="004768BF"/>
    <w:rsid w:val="004B6431"/>
    <w:rsid w:val="004B7011"/>
    <w:rsid w:val="004E7C2C"/>
    <w:rsid w:val="005115E5"/>
    <w:rsid w:val="00515CC7"/>
    <w:rsid w:val="00536A0A"/>
    <w:rsid w:val="00555016"/>
    <w:rsid w:val="005A7B61"/>
    <w:rsid w:val="005C31CD"/>
    <w:rsid w:val="005C6F1E"/>
    <w:rsid w:val="005D7C6B"/>
    <w:rsid w:val="00615CB6"/>
    <w:rsid w:val="0061615A"/>
    <w:rsid w:val="00630E8A"/>
    <w:rsid w:val="00645C53"/>
    <w:rsid w:val="006563A2"/>
    <w:rsid w:val="006653D7"/>
    <w:rsid w:val="00666A4F"/>
    <w:rsid w:val="006761CF"/>
    <w:rsid w:val="00677B2C"/>
    <w:rsid w:val="00687284"/>
    <w:rsid w:val="00697BA3"/>
    <w:rsid w:val="006A058F"/>
    <w:rsid w:val="006A3EA4"/>
    <w:rsid w:val="006A539E"/>
    <w:rsid w:val="0072141C"/>
    <w:rsid w:val="00727659"/>
    <w:rsid w:val="00727715"/>
    <w:rsid w:val="00751E20"/>
    <w:rsid w:val="00755B4D"/>
    <w:rsid w:val="007613AD"/>
    <w:rsid w:val="00764C60"/>
    <w:rsid w:val="00772D97"/>
    <w:rsid w:val="00784B40"/>
    <w:rsid w:val="00796CCB"/>
    <w:rsid w:val="007971A3"/>
    <w:rsid w:val="007974EA"/>
    <w:rsid w:val="007A783D"/>
    <w:rsid w:val="007F1C16"/>
    <w:rsid w:val="00813818"/>
    <w:rsid w:val="00816950"/>
    <w:rsid w:val="008175CF"/>
    <w:rsid w:val="00825E49"/>
    <w:rsid w:val="00855519"/>
    <w:rsid w:val="008818B3"/>
    <w:rsid w:val="008878DE"/>
    <w:rsid w:val="008A4F37"/>
    <w:rsid w:val="008C3EC4"/>
    <w:rsid w:val="008D4BA5"/>
    <w:rsid w:val="008E0C78"/>
    <w:rsid w:val="008F0BF0"/>
    <w:rsid w:val="00901E56"/>
    <w:rsid w:val="009056A4"/>
    <w:rsid w:val="00957145"/>
    <w:rsid w:val="00967354"/>
    <w:rsid w:val="00993D53"/>
    <w:rsid w:val="009B1732"/>
    <w:rsid w:val="009C7935"/>
    <w:rsid w:val="009D1720"/>
    <w:rsid w:val="009F17DF"/>
    <w:rsid w:val="00A07A2A"/>
    <w:rsid w:val="00A12B95"/>
    <w:rsid w:val="00A41167"/>
    <w:rsid w:val="00AB378B"/>
    <w:rsid w:val="00AE1C1D"/>
    <w:rsid w:val="00B01B94"/>
    <w:rsid w:val="00B11BD2"/>
    <w:rsid w:val="00B13AB9"/>
    <w:rsid w:val="00B945A0"/>
    <w:rsid w:val="00BA4489"/>
    <w:rsid w:val="00BA7B6A"/>
    <w:rsid w:val="00BB35E1"/>
    <w:rsid w:val="00BB4379"/>
    <w:rsid w:val="00BC4610"/>
    <w:rsid w:val="00BD2E00"/>
    <w:rsid w:val="00C653AD"/>
    <w:rsid w:val="00C7264C"/>
    <w:rsid w:val="00CB2E05"/>
    <w:rsid w:val="00CC3595"/>
    <w:rsid w:val="00CD1076"/>
    <w:rsid w:val="00CE47BC"/>
    <w:rsid w:val="00CF6D3A"/>
    <w:rsid w:val="00D23812"/>
    <w:rsid w:val="00D7315A"/>
    <w:rsid w:val="00D75808"/>
    <w:rsid w:val="00D96C78"/>
    <w:rsid w:val="00DA0569"/>
    <w:rsid w:val="00DB712D"/>
    <w:rsid w:val="00DE05E4"/>
    <w:rsid w:val="00E01F56"/>
    <w:rsid w:val="00E345E0"/>
    <w:rsid w:val="00E348E7"/>
    <w:rsid w:val="00E505AE"/>
    <w:rsid w:val="00E565FC"/>
    <w:rsid w:val="00E74242"/>
    <w:rsid w:val="00E86371"/>
    <w:rsid w:val="00E9100A"/>
    <w:rsid w:val="00EC37C5"/>
    <w:rsid w:val="00ED43B4"/>
    <w:rsid w:val="00EE4B21"/>
    <w:rsid w:val="00EF386A"/>
    <w:rsid w:val="00EF59F9"/>
    <w:rsid w:val="00F0012A"/>
    <w:rsid w:val="00F245F3"/>
    <w:rsid w:val="00F2750D"/>
    <w:rsid w:val="00F330CE"/>
    <w:rsid w:val="00F75082"/>
    <w:rsid w:val="00F83D86"/>
    <w:rsid w:val="00F9395F"/>
    <w:rsid w:val="00FA2D96"/>
    <w:rsid w:val="00FB4D99"/>
    <w:rsid w:val="00FE065F"/>
    <w:rsid w:val="00FE1685"/>
    <w:rsid w:val="00FE49A7"/>
    <w:rsid w:val="00FE52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6110D"/>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next w:val="Normal"/>
    <w:uiPriority w:val="99"/>
    <w:rsid w:val="0036110D"/>
    <w:pPr>
      <w:framePr w:w="9072" w:hSpace="187" w:vSpace="187" w:wrap="notBeside" w:vAnchor="text" w:hAnchor="page" w:xAlign="center" w:y="1"/>
      <w:widowControl/>
      <w:spacing w:after="320"/>
      <w:jc w:val="center"/>
    </w:pPr>
    <w:rPr>
      <w:kern w:val="0"/>
      <w:sz w:val="22"/>
      <w:szCs w:val="22"/>
      <w:lang w:eastAsia="en-US"/>
    </w:rPr>
  </w:style>
  <w:style w:type="paragraph" w:customStyle="1" w:styleId="Abstract">
    <w:name w:val="Abstract"/>
    <w:basedOn w:val="Normal"/>
    <w:next w:val="Normal"/>
    <w:uiPriority w:val="99"/>
    <w:rsid w:val="0036110D"/>
    <w:pPr>
      <w:widowControl/>
      <w:spacing w:before="20"/>
      <w:ind w:firstLine="202"/>
    </w:pPr>
    <w:rPr>
      <w:b/>
      <w:bCs/>
      <w:kern w:val="0"/>
      <w:sz w:val="18"/>
      <w:szCs w:val="18"/>
      <w:lang w:eastAsia="en-US"/>
    </w:rPr>
  </w:style>
  <w:style w:type="paragraph" w:customStyle="1" w:styleId="1">
    <w:name w:val="列出段落1"/>
    <w:basedOn w:val="Normal"/>
    <w:uiPriority w:val="99"/>
    <w:rsid w:val="0036110D"/>
    <w:pPr>
      <w:widowControl/>
      <w:spacing w:after="160" w:line="259" w:lineRule="auto"/>
      <w:ind w:left="720"/>
      <w:jc w:val="left"/>
    </w:pPr>
    <w:rPr>
      <w:rFonts w:ascii="Calibri" w:hAnsi="Calibri" w:cs="Calibri"/>
      <w:kern w:val="0"/>
      <w:sz w:val="22"/>
      <w:szCs w:val="22"/>
      <w:lang w:val="en-GB" w:eastAsia="en-US"/>
    </w:rPr>
  </w:style>
  <w:style w:type="paragraph" w:styleId="Header">
    <w:name w:val="header"/>
    <w:basedOn w:val="Normal"/>
    <w:link w:val="HeaderChar"/>
    <w:uiPriority w:val="99"/>
    <w:rsid w:val="0036110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6110D"/>
    <w:rPr>
      <w:rFonts w:ascii="Times New Roman" w:eastAsia="宋体" w:hAnsi="Times New Roman" w:cs="Times New Roman"/>
      <w:sz w:val="18"/>
      <w:szCs w:val="18"/>
    </w:rPr>
  </w:style>
  <w:style w:type="paragraph" w:styleId="Footer">
    <w:name w:val="footer"/>
    <w:basedOn w:val="Normal"/>
    <w:link w:val="FooterChar"/>
    <w:uiPriority w:val="99"/>
    <w:rsid w:val="0036110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6110D"/>
    <w:rPr>
      <w:rFonts w:ascii="Times New Roman" w:eastAsia="宋体" w:hAnsi="Times New Roman" w:cs="Times New Roman"/>
      <w:sz w:val="18"/>
      <w:szCs w:val="18"/>
    </w:rPr>
  </w:style>
  <w:style w:type="paragraph" w:styleId="NormalWeb">
    <w:name w:val="Normal (Web)"/>
    <w:basedOn w:val="Normal"/>
    <w:uiPriority w:val="99"/>
    <w:rsid w:val="0036110D"/>
    <w:pPr>
      <w:widowControl/>
      <w:spacing w:before="100" w:beforeAutospacing="1" w:after="100" w:afterAutospacing="1"/>
      <w:jc w:val="left"/>
    </w:pPr>
    <w:rPr>
      <w:kern w:val="0"/>
      <w:sz w:val="24"/>
      <w:szCs w:val="24"/>
      <w:lang w:val="en-GB" w:eastAsia="en-GB"/>
    </w:rPr>
  </w:style>
  <w:style w:type="paragraph" w:styleId="CommentText">
    <w:name w:val="annotation text"/>
    <w:basedOn w:val="Normal"/>
    <w:link w:val="CommentTextChar"/>
    <w:uiPriority w:val="99"/>
    <w:semiHidden/>
    <w:rsid w:val="0036110D"/>
    <w:rPr>
      <w:sz w:val="20"/>
      <w:szCs w:val="20"/>
    </w:rPr>
  </w:style>
  <w:style w:type="character" w:customStyle="1" w:styleId="CommentTextChar">
    <w:name w:val="Comment Text Char"/>
    <w:basedOn w:val="DefaultParagraphFont"/>
    <w:link w:val="CommentText"/>
    <w:uiPriority w:val="99"/>
    <w:locked/>
    <w:rsid w:val="0036110D"/>
    <w:rPr>
      <w:rFonts w:ascii="Times New Roman" w:eastAsia="宋体" w:hAnsi="Times New Roman" w:cs="Times New Roman"/>
      <w:sz w:val="20"/>
      <w:szCs w:val="20"/>
    </w:rPr>
  </w:style>
  <w:style w:type="paragraph" w:styleId="CommentSubject">
    <w:name w:val="annotation subject"/>
    <w:basedOn w:val="CommentText"/>
    <w:next w:val="CommentText"/>
    <w:link w:val="CommentSubjectChar"/>
    <w:uiPriority w:val="99"/>
    <w:semiHidden/>
    <w:rsid w:val="0036110D"/>
    <w:rPr>
      <w:b/>
      <w:bCs/>
    </w:rPr>
  </w:style>
  <w:style w:type="character" w:customStyle="1" w:styleId="CommentSubjectChar">
    <w:name w:val="Comment Subject Char"/>
    <w:basedOn w:val="CommentTextChar"/>
    <w:link w:val="CommentSubject"/>
    <w:uiPriority w:val="99"/>
    <w:locked/>
    <w:rsid w:val="0036110D"/>
    <w:rPr>
      <w:b/>
      <w:bCs/>
    </w:rPr>
  </w:style>
  <w:style w:type="paragraph" w:styleId="BalloonText">
    <w:name w:val="Balloon Text"/>
    <w:basedOn w:val="Normal"/>
    <w:link w:val="BalloonTextChar"/>
    <w:uiPriority w:val="99"/>
    <w:semiHidden/>
    <w:rsid w:val="0036110D"/>
    <w:rPr>
      <w:rFonts w:ascii="Segoe UI" w:hAnsi="Segoe UI" w:cs="Segoe UI"/>
      <w:sz w:val="18"/>
      <w:szCs w:val="18"/>
    </w:rPr>
  </w:style>
  <w:style w:type="character" w:customStyle="1" w:styleId="BalloonTextChar">
    <w:name w:val="Balloon Text Char"/>
    <w:basedOn w:val="DefaultParagraphFont"/>
    <w:link w:val="BalloonText"/>
    <w:uiPriority w:val="99"/>
    <w:locked/>
    <w:rsid w:val="0036110D"/>
    <w:rPr>
      <w:rFonts w:ascii="Segoe UI" w:eastAsia="宋体" w:hAnsi="Segoe UI" w:cs="Segoe UI"/>
      <w:sz w:val="18"/>
      <w:szCs w:val="18"/>
    </w:rPr>
  </w:style>
  <w:style w:type="character" w:customStyle="1" w:styleId="apple-converted-space">
    <w:name w:val="apple-converted-space"/>
    <w:basedOn w:val="DefaultParagraphFont"/>
    <w:uiPriority w:val="99"/>
    <w:rsid w:val="0036110D"/>
  </w:style>
  <w:style w:type="character" w:styleId="CommentReference">
    <w:name w:val="annotation reference"/>
    <w:basedOn w:val="DefaultParagraphFont"/>
    <w:uiPriority w:val="99"/>
    <w:semiHidden/>
    <w:rsid w:val="0036110D"/>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apps.webofknowledge.com/full_record.do?product=WOS&amp;search_mode=GeneralSearch&amp;qid=32&amp;SID=Y1pyowzlwvOoTyMRX8o&amp;page=1&amp;doc=45"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apps.webofknowledge.com/full_record.do?product=WOS&amp;search_mode=GeneralSearch&amp;qid=1&amp;SID=Q1RgB2VPQenxMw1Rops&amp;page=7&amp;doc=33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yperlink" Target="http://apps.webofknowledge.com/full_record.do?product=WOS&amp;search_mode=GeneralSearch&amp;qid=1&amp;SID=W1VjhA8BURKyCr1DmR2&amp;page=5&amp;doc=237" TargetMode="Externa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194</TotalTime>
  <Pages>102</Pages>
  <Words>26086</Words>
  <Characters>-32766</Characters>
  <Application>Microsoft Office Outlook</Application>
  <DocSecurity>0</DocSecurity>
  <Lines>0</Lines>
  <Paragraphs>0</Paragraphs>
  <ScaleCrop>false</ScaleCrop>
  <Company>USX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dc:creator>
  <cp:keywords/>
  <dc:description/>
  <cp:lastModifiedBy>Mahp</cp:lastModifiedBy>
  <cp:revision>22</cp:revision>
  <dcterms:created xsi:type="dcterms:W3CDTF">2018-03-07T13:27:00Z</dcterms:created>
  <dcterms:modified xsi:type="dcterms:W3CDTF">2018-04-23T04:27:00Z</dcterms:modified>
</cp:coreProperties>
</file>