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247A8" w14:textId="77777777" w:rsidR="00FD23BC" w:rsidRDefault="00123D55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73C3DC" wp14:editId="702DA1DD">
                <wp:simplePos x="0" y="0"/>
                <wp:positionH relativeFrom="column">
                  <wp:posOffset>6939915</wp:posOffset>
                </wp:positionH>
                <wp:positionV relativeFrom="paragraph">
                  <wp:posOffset>5039360</wp:posOffset>
                </wp:positionV>
                <wp:extent cx="3167380" cy="2159635"/>
                <wp:effectExtent l="76200" t="76200" r="90170" b="882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64C01" w14:textId="77777777" w:rsidR="00D835F6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law and order</w:t>
                            </w:r>
                          </w:p>
                          <w:p w14:paraId="310E8D11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3C3D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46.45pt;margin-top:396.8pt;width:249.4pt;height:170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" fillcolor="white [3201]" strokeweight=".5pt">
                <v:textbox>
                  <w:txbxContent>
                    <w:p w14:paraId="0F364C01" w14:textId="77777777" w:rsidR="00D835F6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law and order</w:t>
                      </w:r>
                    </w:p>
                    <w:p w14:paraId="310E8D11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A79E69" wp14:editId="3674F730">
                <wp:simplePos x="0" y="0"/>
                <wp:positionH relativeFrom="column">
                  <wp:posOffset>6939915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DC07CA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British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79E69" id="Text Box 10" o:spid="_x0000_s1027" type="#_x0000_t202" style="position:absolute;margin-left:546.45pt;margin-top:197.7pt;width:249.4pt;height:17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" fillcolor="white [3201]" strokeweight=".5pt">
                <v:textbox>
                  <w:txbxContent>
                    <w:p w14:paraId="2EDC07CA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British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3BCC7F" wp14:editId="5120F8BB">
                <wp:simplePos x="0" y="0"/>
                <wp:positionH relativeFrom="column">
                  <wp:posOffset>6941185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0D09D" w14:textId="77777777" w:rsidR="000002DD" w:rsidRPr="00123D55" w:rsidRDefault="004970FA" w:rsidP="00811FE7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rich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3BCC7F" id="Text Box 7" o:spid="_x0000_s1028" type="#_x0000_t202" style="position:absolute;margin-left:546.55pt;margin-top:-2.2pt;width:249.4pt;height:170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" fillcolor="white [3201]" strokeweight=".5pt">
                <v:textbox>
                  <w:txbxContent>
                    <w:p w14:paraId="53B0D09D" w14:textId="77777777" w:rsidR="000002DD" w:rsidRPr="00123D55" w:rsidRDefault="004970FA" w:rsidP="00811FE7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rich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8F2FA8B" wp14:editId="1C8293D2">
                <wp:simplePos x="0" y="0"/>
                <wp:positionH relativeFrom="column">
                  <wp:posOffset>6779260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262838" id="Straight Connector 2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3.8pt,-1.45pt" to="533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" strokecolor="black [3213]">
                <v:stroke dashstyle="dashDot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6D935D" wp14:editId="7EBB39D6">
                <wp:simplePos x="0" y="0"/>
                <wp:positionH relativeFrom="column">
                  <wp:posOffset>-80645</wp:posOffset>
                </wp:positionH>
                <wp:positionV relativeFrom="paragraph">
                  <wp:posOffset>5041265</wp:posOffset>
                </wp:positionV>
                <wp:extent cx="3167380" cy="2159635"/>
                <wp:effectExtent l="76200" t="76200" r="90170" b="8826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ysClr val="windowText" lastClr="000000">
                              <a:alpha val="40000"/>
                            </a:sysClr>
                          </a:glow>
                        </a:effectLst>
                      </wps:spPr>
                      <wps:txbx>
                        <w:txbxContent>
                          <w:p w14:paraId="4DCEEA1F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German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D935D" id="Text Box 3" o:spid="_x0000_s1029" type="#_x0000_t202" style="position:absolute;margin-left:-6.35pt;margin-top:396.95pt;width:249.4pt;height:17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" fillcolor="window" strokeweight=".5pt">
                <v:textbox>
                  <w:txbxContent>
                    <w:p w14:paraId="4DCEEA1F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German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A6CBE3" wp14:editId="6CE8BB1F">
                <wp:simplePos x="0" y="0"/>
                <wp:positionH relativeFrom="column">
                  <wp:posOffset>-78105</wp:posOffset>
                </wp:positionH>
                <wp:positionV relativeFrom="paragraph">
                  <wp:posOffset>2510790</wp:posOffset>
                </wp:positionV>
                <wp:extent cx="3167380" cy="2159635"/>
                <wp:effectExtent l="76200" t="76200" r="90170" b="882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D8DF6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poor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6CBE3" id="Text Box 6" o:spid="_x0000_s1030" type="#_x0000_t202" style="position:absolute;margin-left:-6.15pt;margin-top:197.7pt;width:249.4pt;height:170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" fillcolor="white [3201]" strokeweight=".5pt">
                <v:textbox>
                  <w:txbxContent>
                    <w:p w14:paraId="7CCD8DF6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poor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F979D" wp14:editId="6948258B">
                <wp:simplePos x="0" y="0"/>
                <wp:positionH relativeFrom="column">
                  <wp:posOffset>-78740</wp:posOffset>
                </wp:positionH>
                <wp:positionV relativeFrom="paragraph">
                  <wp:posOffset>-27940</wp:posOffset>
                </wp:positionV>
                <wp:extent cx="3167380" cy="2159635"/>
                <wp:effectExtent l="76200" t="76200" r="90170" b="882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7380" cy="2159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27CEC" w14:textId="77777777" w:rsidR="000002DD" w:rsidRPr="00A96246" w:rsidRDefault="00DA3CB1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literate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F979D" id="Text Box 1" o:spid="_x0000_s1031" type="#_x0000_t202" style="position:absolute;margin-left:-6.2pt;margin-top:-2.2pt;width:249.4pt;height:17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" fillcolor="white [3201]" strokeweight=".5pt">
                <v:textbox>
                  <w:txbxContent>
                    <w:p w14:paraId="56427CEC" w14:textId="77777777" w:rsidR="000002DD" w:rsidRPr="00A96246" w:rsidRDefault="00DA3CB1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literate</w:t>
                      </w:r>
                    </w:p>
                  </w:txbxContent>
                </v:textbox>
              </v:shap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D53897" wp14:editId="01E8AC56">
                <wp:simplePos x="0" y="0"/>
                <wp:positionH relativeFrom="column">
                  <wp:posOffset>3274060</wp:posOffset>
                </wp:positionH>
                <wp:positionV relativeFrom="paragraph">
                  <wp:posOffset>-18415</wp:posOffset>
                </wp:positionV>
                <wp:extent cx="0" cy="7217410"/>
                <wp:effectExtent l="0" t="0" r="19050" b="254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174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DE373B" id="Straight Connector 20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7.8pt,-1.45pt" to="257.8pt,56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" strokecolor="black [3213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280A8D" wp14:editId="59299C9D">
                <wp:simplePos x="0" y="0"/>
                <wp:positionH relativeFrom="column">
                  <wp:posOffset>-126365</wp:posOffset>
                </wp:positionH>
                <wp:positionV relativeFrom="paragraph">
                  <wp:posOffset>4877435</wp:posOffset>
                </wp:positionV>
                <wp:extent cx="10364470" cy="0"/>
                <wp:effectExtent l="0" t="0" r="1778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03CC4F" id="Straight Connector 16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384.05pt" to="806.15pt,38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" strokecolor="black [3040]">
                <v:stroke dashstyle="dashDot"/>
              </v:line>
            </w:pict>
          </mc:Fallback>
        </mc:AlternateContent>
      </w:r>
      <w:r w:rsidR="00202ED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6A1844" wp14:editId="7D31AB63">
                <wp:simplePos x="0" y="0"/>
                <wp:positionH relativeFrom="column">
                  <wp:posOffset>-126365</wp:posOffset>
                </wp:positionH>
                <wp:positionV relativeFrom="paragraph">
                  <wp:posOffset>2324735</wp:posOffset>
                </wp:positionV>
                <wp:extent cx="10364470" cy="0"/>
                <wp:effectExtent l="0" t="0" r="1778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6447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8AF752" id="Straight Connector 1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95pt,183.05pt" to="806.15pt,18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" strokecolor="black [3040]">
                <v:stroke dashstyle="dashDot"/>
              </v:lin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88E820" wp14:editId="203E1ADF">
                <wp:simplePos x="0" y="0"/>
                <wp:positionH relativeFrom="column">
                  <wp:posOffset>3444240</wp:posOffset>
                </wp:positionH>
                <wp:positionV relativeFrom="paragraph">
                  <wp:posOffset>5034915</wp:posOffset>
                </wp:positionV>
                <wp:extent cx="3168000" cy="2160000"/>
                <wp:effectExtent l="76200" t="76200" r="90170" b="8826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08B58" w14:textId="77777777" w:rsidR="00D835F6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educated</w:t>
                            </w:r>
                          </w:p>
                          <w:p w14:paraId="47AE9B3D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8E820" id="Text Box 12" o:spid="_x0000_s1032" type="#_x0000_t202" style="position:absolute;margin-left:271.2pt;margin-top:396.45pt;width:249.45pt;height:17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" fillcolor="white [3201]" strokeweight=".5pt">
                <v:textbox>
                  <w:txbxContent>
                    <w:p w14:paraId="7AC08B58" w14:textId="77777777" w:rsidR="00D835F6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educated</w:t>
                      </w:r>
                    </w:p>
                    <w:p w14:paraId="47AE9B3D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99B19C" wp14:editId="683F63EB">
                <wp:simplePos x="0" y="0"/>
                <wp:positionH relativeFrom="column">
                  <wp:posOffset>3444240</wp:posOffset>
                </wp:positionH>
                <wp:positionV relativeFrom="paragraph">
                  <wp:posOffset>2520315</wp:posOffset>
                </wp:positionV>
                <wp:extent cx="3168000" cy="2160000"/>
                <wp:effectExtent l="76200" t="76200" r="90170" b="882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FC6B61" w14:textId="77777777" w:rsidR="000002DD" w:rsidRPr="00123D55" w:rsidRDefault="004970FA" w:rsidP="00D835F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96"/>
                              </w:rPr>
                              <w:t>craftsman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9B19C" id="Text Box 9" o:spid="_x0000_s1033" type="#_x0000_t202" style="position:absolute;margin-left:271.2pt;margin-top:198.45pt;width:249.45pt;height:170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" fillcolor="white [3201]" strokeweight=".5pt">
                <v:textbox>
                  <w:txbxContent>
                    <w:p w14:paraId="0DFC6B61" w14:textId="77777777" w:rsidR="000002DD" w:rsidRPr="00123D55" w:rsidRDefault="004970FA" w:rsidP="00D835F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96"/>
                        </w:rPr>
                        <w:t>craftsman</w:t>
                      </w:r>
                    </w:p>
                  </w:txbxContent>
                </v:textbox>
              </v:shape>
            </w:pict>
          </mc:Fallback>
        </mc:AlternateContent>
      </w:r>
      <w:r w:rsidR="000002D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E91BB1" wp14:editId="23D82FAB">
                <wp:simplePos x="0" y="0"/>
                <wp:positionH relativeFrom="column">
                  <wp:posOffset>3442335</wp:posOffset>
                </wp:positionH>
                <wp:positionV relativeFrom="paragraph">
                  <wp:posOffset>-14605</wp:posOffset>
                </wp:positionV>
                <wp:extent cx="3168000" cy="2160000"/>
                <wp:effectExtent l="76200" t="76200" r="90170" b="882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000" cy="21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63500">
                            <a:schemeClr val="tx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88DAC" w14:textId="77777777" w:rsidR="00A96246" w:rsidRPr="00A96246" w:rsidRDefault="004970FA" w:rsidP="00A96246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  <w:szCs w:val="48"/>
                              </w:rPr>
                              <w:t>illiterate</w:t>
                            </w:r>
                          </w:p>
                          <w:p w14:paraId="0AFFC300" w14:textId="77777777" w:rsidR="000002DD" w:rsidRPr="00123D55" w:rsidRDefault="000002DD" w:rsidP="00123D55">
                            <w:pPr>
                              <w:spacing w:after="0"/>
                              <w:rPr>
                                <w:rFonts w:ascii="Arial Black" w:hAnsi="Arial Black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91BB1" id="Text Box 5" o:spid="_x0000_s1034" type="#_x0000_t202" style="position:absolute;margin-left:271.05pt;margin-top:-1.15pt;width:249.45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" fillcolor="white [3201]" strokeweight=".5pt">
                <v:textbox>
                  <w:txbxContent>
                    <w:p w14:paraId="2A188DAC" w14:textId="77777777" w:rsidR="00A96246" w:rsidRPr="00A96246" w:rsidRDefault="004970FA" w:rsidP="00A96246">
                      <w:pPr>
                        <w:spacing w:after="0"/>
                        <w:jc w:val="center"/>
                        <w:rPr>
                          <w:rFonts w:ascii="Arial Black" w:hAnsi="Arial Black"/>
                          <w:sz w:val="48"/>
                          <w:szCs w:val="48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  <w:szCs w:val="48"/>
                        </w:rPr>
                        <w:t>illiterate</w:t>
                      </w:r>
                    </w:p>
                    <w:p w14:paraId="0AFFC300" w14:textId="77777777" w:rsidR="000002DD" w:rsidRPr="00123D55" w:rsidRDefault="000002DD" w:rsidP="00123D55">
                      <w:pPr>
                        <w:spacing w:after="0"/>
                        <w:rPr>
                          <w:rFonts w:ascii="Arial Black" w:hAnsi="Arial Black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D23BC" w:rsidSect="005C457C">
      <w:pgSz w:w="16838" w:h="11906" w:orient="landscape"/>
      <w:pgMar w:top="284" w:right="454" w:bottom="28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4FBE7" w14:textId="77777777" w:rsidR="00594DEB" w:rsidRDefault="00594DEB" w:rsidP="002A4EB5">
      <w:pPr>
        <w:spacing w:after="0" w:line="240" w:lineRule="auto"/>
      </w:pPr>
      <w:r>
        <w:separator/>
      </w:r>
    </w:p>
  </w:endnote>
  <w:endnote w:type="continuationSeparator" w:id="0">
    <w:p w14:paraId="33205DB7" w14:textId="77777777" w:rsidR="00594DEB" w:rsidRDefault="00594DEB" w:rsidP="002A4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853D8" w14:textId="77777777" w:rsidR="00594DEB" w:rsidRDefault="00594DEB" w:rsidP="002A4EB5">
      <w:pPr>
        <w:spacing w:after="0" w:line="240" w:lineRule="auto"/>
      </w:pPr>
      <w:r>
        <w:separator/>
      </w:r>
    </w:p>
  </w:footnote>
  <w:footnote w:type="continuationSeparator" w:id="0">
    <w:p w14:paraId="27BCE3DF" w14:textId="77777777" w:rsidR="00594DEB" w:rsidRDefault="00594DEB" w:rsidP="002A4E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81"/>
    <w:rsid w:val="000002DD"/>
    <w:rsid w:val="00045C3F"/>
    <w:rsid w:val="00123D55"/>
    <w:rsid w:val="00202ED6"/>
    <w:rsid w:val="0021008D"/>
    <w:rsid w:val="00246B46"/>
    <w:rsid w:val="002A4EB5"/>
    <w:rsid w:val="002B15A9"/>
    <w:rsid w:val="003E67A8"/>
    <w:rsid w:val="003F0FD3"/>
    <w:rsid w:val="003F5405"/>
    <w:rsid w:val="004970FA"/>
    <w:rsid w:val="004D283F"/>
    <w:rsid w:val="004E5630"/>
    <w:rsid w:val="00515BDF"/>
    <w:rsid w:val="00552FE4"/>
    <w:rsid w:val="005649CC"/>
    <w:rsid w:val="00594DEB"/>
    <w:rsid w:val="0059754B"/>
    <w:rsid w:val="005C457C"/>
    <w:rsid w:val="005F794C"/>
    <w:rsid w:val="006D65AA"/>
    <w:rsid w:val="00743E90"/>
    <w:rsid w:val="00763D71"/>
    <w:rsid w:val="007738F9"/>
    <w:rsid w:val="007A0A3F"/>
    <w:rsid w:val="00811FE7"/>
    <w:rsid w:val="0083576B"/>
    <w:rsid w:val="008E67D1"/>
    <w:rsid w:val="00957365"/>
    <w:rsid w:val="00994BB0"/>
    <w:rsid w:val="00997701"/>
    <w:rsid w:val="009D4A05"/>
    <w:rsid w:val="00A92C9F"/>
    <w:rsid w:val="00A96246"/>
    <w:rsid w:val="00B07EC6"/>
    <w:rsid w:val="00B13208"/>
    <w:rsid w:val="00B22F13"/>
    <w:rsid w:val="00B71DB1"/>
    <w:rsid w:val="00B8711C"/>
    <w:rsid w:val="00BD0CEB"/>
    <w:rsid w:val="00C12568"/>
    <w:rsid w:val="00C3213B"/>
    <w:rsid w:val="00C4783E"/>
    <w:rsid w:val="00C74403"/>
    <w:rsid w:val="00CD5EE3"/>
    <w:rsid w:val="00CF0981"/>
    <w:rsid w:val="00D07A7A"/>
    <w:rsid w:val="00D527A3"/>
    <w:rsid w:val="00D70174"/>
    <w:rsid w:val="00D835F6"/>
    <w:rsid w:val="00DA3CB1"/>
    <w:rsid w:val="00E11CBB"/>
    <w:rsid w:val="00E1551A"/>
    <w:rsid w:val="00EB590B"/>
    <w:rsid w:val="00F43098"/>
    <w:rsid w:val="00F44505"/>
    <w:rsid w:val="00F77FA5"/>
    <w:rsid w:val="00FD23BC"/>
    <w:rsid w:val="00FF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A6C7F"/>
  <w15:docId w15:val="{CFD25828-146F-4412-9C8E-FD380659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D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0C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EB5"/>
  </w:style>
  <w:style w:type="paragraph" w:styleId="Footer">
    <w:name w:val="footer"/>
    <w:basedOn w:val="Normal"/>
    <w:link w:val="FooterChar"/>
    <w:uiPriority w:val="99"/>
    <w:unhideWhenUsed/>
    <w:rsid w:val="002A4E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E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77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1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70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129263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439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27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270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149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4766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504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907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271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912775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785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59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613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92411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13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8345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4504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5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single" w:sz="6" w:space="15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606888">
                                                                                                      <w:marLeft w:val="900"/>
                                                                                                      <w:marRight w:val="0"/>
                                                                                                      <w:marTop w:val="18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50039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6767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8755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3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43298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8171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0983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391564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807109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939566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953951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730377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4895947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2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la26\AppData\Local\Temp\Temp1_3x3_vocabulary_flash_card_template.zip\3x3_Vocabulary_Flash_Car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40FDE-5EE7-44E3-98BD-83319B22A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3x3_Vocabulary_Flash_Card_Template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3x3 Vocabulary Flash Card Template</vt:lpstr>
    </vt:vector>
  </TitlesOfParts>
  <Company/>
  <LinksUpToDate>false</LinksUpToDate>
  <CharactersWithSpaces>13</CharactersWithSpaces>
  <SharedDoc>false</SharedDoc>
  <HyperlinkBase>http://www.class-templates.com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3x3 Vocabulary Flash Card Template</dc:title>
  <dc:subject>Flash Cards</dc:subject>
  <dc:creator>jla26</dc:creator>
  <cp:keywords>Flash Card Template</cp:keywords>
  <dc:description>Replace 'Insert text here' with your own words.</dc:description>
  <cp:lastModifiedBy>Sarah</cp:lastModifiedBy>
  <cp:revision>2</cp:revision>
  <dcterms:created xsi:type="dcterms:W3CDTF">2018-04-04T13:41:00Z</dcterms:created>
  <dcterms:modified xsi:type="dcterms:W3CDTF">2018-04-04T13:41:00Z</dcterms:modified>
  <cp:category>Flash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completed">
    <vt:filetime>2013-10-21T23:00:00Z</vt:filetime>
  </property>
  <property fmtid="{D5CDD505-2E9C-101B-9397-08002B2CF9AE}" pid="3" name="Document number">
    <vt:lpwstr>3x3_Vocabulary_Flash_Card_Template</vt:lpwstr>
  </property>
  <property fmtid="{D5CDD505-2E9C-101B-9397-08002B2CF9AE}" pid="4" name="Publisher">
    <vt:lpwstr>class-templates.com</vt:lpwstr>
  </property>
</Properties>
</file>