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47D" w:rsidRPr="0003447D" w:rsidRDefault="0003447D">
      <w:pPr>
        <w:rPr>
          <w:b/>
          <w:sz w:val="40"/>
        </w:rPr>
      </w:pPr>
      <w:r w:rsidRPr="0003447D">
        <w:rPr>
          <w:b/>
          <w:sz w:val="40"/>
        </w:rPr>
        <w:t>Spontaneous Coronary Artery Dissection</w:t>
      </w:r>
    </w:p>
    <w:p w:rsidR="0003447D" w:rsidRPr="005F27A3" w:rsidRDefault="0003447D">
      <w:pPr>
        <w:rPr>
          <w:b/>
        </w:rPr>
      </w:pPr>
      <w:r w:rsidRPr="005F27A3">
        <w:rPr>
          <w:b/>
        </w:rPr>
        <w:t>Authors and Affiliations:</w:t>
      </w:r>
    </w:p>
    <w:p w:rsidR="00161BAE" w:rsidRPr="00A24606" w:rsidRDefault="00161BAE">
      <w:pPr>
        <w:rPr>
          <w:vertAlign w:val="superscript"/>
        </w:rPr>
      </w:pPr>
      <w:r w:rsidRPr="005F27A3">
        <w:t>Abtehale Al-</w:t>
      </w:r>
      <w:proofErr w:type="gramStart"/>
      <w:r w:rsidRPr="005F27A3">
        <w:t>Hussaini</w:t>
      </w:r>
      <w:r w:rsidR="00A24606">
        <w:rPr>
          <w:vertAlign w:val="superscript"/>
        </w:rPr>
        <w:t>1</w:t>
      </w:r>
      <w:r w:rsidR="00083660">
        <w:rPr>
          <w:vertAlign w:val="superscript"/>
        </w:rPr>
        <w:t xml:space="preserve"> </w:t>
      </w:r>
      <w:r w:rsidR="0067072F">
        <w:rPr>
          <w:vertAlign w:val="superscript"/>
        </w:rPr>
        <w:t xml:space="preserve"> </w:t>
      </w:r>
      <w:r w:rsidR="00576E75">
        <w:t>and</w:t>
      </w:r>
      <w:proofErr w:type="gramEnd"/>
      <w:r w:rsidR="00576E75">
        <w:t xml:space="preserve"> </w:t>
      </w:r>
      <w:r w:rsidRPr="005F27A3">
        <w:t>David Adlam</w:t>
      </w:r>
      <w:r w:rsidR="00A24606">
        <w:rPr>
          <w:vertAlign w:val="superscript"/>
        </w:rPr>
        <w:t>1</w:t>
      </w:r>
      <w:r w:rsidR="00A160C7">
        <w:rPr>
          <w:vertAlign w:val="superscript"/>
        </w:rPr>
        <w:t>*</w:t>
      </w:r>
    </w:p>
    <w:p w:rsidR="0003447D" w:rsidRDefault="00A24606" w:rsidP="002D5975">
      <w:pPr>
        <w:spacing w:after="0"/>
      </w:pPr>
      <w:r w:rsidRPr="00A24606">
        <w:rPr>
          <w:vertAlign w:val="superscript"/>
        </w:rPr>
        <w:t>1</w:t>
      </w:r>
      <w:r>
        <w:t xml:space="preserve"> </w:t>
      </w:r>
      <w:r w:rsidR="00161BAE" w:rsidRPr="005F27A3">
        <w:t xml:space="preserve">Department of Cardiovascular Sciences, </w:t>
      </w:r>
      <w:r w:rsidR="005F27A3" w:rsidRPr="005F27A3">
        <w:t xml:space="preserve">University of Leicester, Glenfield Hospital, </w:t>
      </w:r>
      <w:proofErr w:type="spellStart"/>
      <w:r w:rsidR="005F27A3" w:rsidRPr="005F27A3">
        <w:t>Groby</w:t>
      </w:r>
      <w:proofErr w:type="spellEnd"/>
      <w:r w:rsidR="005F27A3" w:rsidRPr="005F27A3">
        <w:t xml:space="preserve"> Road, Leicester, LE3 9QP, UK</w:t>
      </w:r>
    </w:p>
    <w:p w:rsidR="00A24606" w:rsidRDefault="00A24606"/>
    <w:p w:rsidR="00C27B11" w:rsidRPr="00A24606" w:rsidRDefault="00C27B11">
      <w:r>
        <w:t>Corresponding author: David Adlam</w:t>
      </w:r>
    </w:p>
    <w:p w:rsidR="005F27A3" w:rsidRDefault="005F27A3">
      <w:r w:rsidRPr="005F27A3">
        <w:t xml:space="preserve">Email: </w:t>
      </w:r>
      <w:hyperlink r:id="rId8" w:history="1">
        <w:r w:rsidRPr="005F27A3">
          <w:rPr>
            <w:rStyle w:val="Hyperlink"/>
          </w:rPr>
          <w:t>da134@le.ac.uk</w:t>
        </w:r>
      </w:hyperlink>
    </w:p>
    <w:p w:rsidR="005F27A3" w:rsidRPr="005F27A3" w:rsidRDefault="005F27A3">
      <w:r>
        <w:t xml:space="preserve">Webpage: </w:t>
      </w:r>
      <w:r w:rsidRPr="005F27A3">
        <w:t>https://scad.lcbru.le.ac.uk/</w:t>
      </w:r>
    </w:p>
    <w:p w:rsidR="005F27A3" w:rsidRPr="005F27A3" w:rsidRDefault="005F27A3">
      <w:r w:rsidRPr="005F27A3">
        <w:t>Telephone: +44 (0)116 250 1451</w:t>
      </w:r>
    </w:p>
    <w:tbl>
      <w:tblPr>
        <w:tblW w:w="10238" w:type="dxa"/>
        <w:tblInd w:w="-108" w:type="dxa"/>
        <w:tblBorders>
          <w:top w:val="nil"/>
          <w:left w:val="nil"/>
          <w:bottom w:val="nil"/>
          <w:right w:val="nil"/>
        </w:tblBorders>
        <w:tblLayout w:type="fixed"/>
        <w:tblLook w:val="0000" w:firstRow="0" w:lastRow="0" w:firstColumn="0" w:lastColumn="0" w:noHBand="0" w:noVBand="0"/>
      </w:tblPr>
      <w:tblGrid>
        <w:gridCol w:w="10238"/>
      </w:tblGrid>
      <w:tr w:rsidR="005F27A3" w:rsidRPr="005F27A3" w:rsidTr="005F27A3">
        <w:trPr>
          <w:trHeight w:val="126"/>
        </w:trPr>
        <w:tc>
          <w:tcPr>
            <w:tcW w:w="10238" w:type="dxa"/>
          </w:tcPr>
          <w:p w:rsidR="005F27A3" w:rsidRPr="005F27A3" w:rsidRDefault="005F27A3" w:rsidP="005F27A3">
            <w:pPr>
              <w:pStyle w:val="Default"/>
              <w:rPr>
                <w:sz w:val="22"/>
                <w:szCs w:val="22"/>
              </w:rPr>
            </w:pPr>
            <w:r w:rsidRPr="005F27A3">
              <w:rPr>
                <w:sz w:val="22"/>
                <w:szCs w:val="22"/>
              </w:rPr>
              <w:t xml:space="preserve">Fax: +44 (0)116 287 5792 </w:t>
            </w:r>
          </w:p>
        </w:tc>
      </w:tr>
    </w:tbl>
    <w:p w:rsidR="005F27A3" w:rsidRDefault="005F27A3"/>
    <w:p w:rsidR="005F27A3" w:rsidRDefault="005F27A3">
      <w:pPr>
        <w:rPr>
          <w:b/>
        </w:rPr>
      </w:pPr>
      <w:bookmarkStart w:id="0" w:name="_GoBack"/>
      <w:r>
        <w:rPr>
          <w:b/>
        </w:rPr>
        <w:t>Learning objectives:</w:t>
      </w:r>
    </w:p>
    <w:p w:rsidR="005F27A3" w:rsidRPr="005F27A3" w:rsidRDefault="005F27A3" w:rsidP="005F27A3">
      <w:pPr>
        <w:pStyle w:val="ListParagraph"/>
        <w:numPr>
          <w:ilvl w:val="0"/>
          <w:numId w:val="1"/>
        </w:numPr>
        <w:rPr>
          <w:b/>
        </w:rPr>
      </w:pPr>
      <w:r>
        <w:t>To recognise spontaneous coronary artery dissection as a cause of myocardial infarction in low risk, predominantly female, patients</w:t>
      </w:r>
    </w:p>
    <w:p w:rsidR="005F27A3" w:rsidRPr="0098727F" w:rsidRDefault="005F27A3" w:rsidP="005F27A3">
      <w:pPr>
        <w:pStyle w:val="ListParagraph"/>
        <w:numPr>
          <w:ilvl w:val="0"/>
          <w:numId w:val="1"/>
        </w:numPr>
        <w:rPr>
          <w:b/>
        </w:rPr>
      </w:pPr>
      <w:r>
        <w:t xml:space="preserve">To </w:t>
      </w:r>
      <w:r w:rsidR="009769E9">
        <w:t xml:space="preserve">understand that although spontaneous coronary artery dissection is an important cause of </w:t>
      </w:r>
      <w:proofErr w:type="spellStart"/>
      <w:r w:rsidR="009769E9">
        <w:t>peripartum</w:t>
      </w:r>
      <w:proofErr w:type="spellEnd"/>
      <w:r w:rsidR="009769E9">
        <w:t xml:space="preserve"> myocardial infarction, ~90% of incident cases are not pregnant</w:t>
      </w:r>
    </w:p>
    <w:p w:rsidR="0098727F" w:rsidRPr="0098727F" w:rsidRDefault="0098727F" w:rsidP="005F27A3">
      <w:pPr>
        <w:pStyle w:val="ListParagraph"/>
        <w:numPr>
          <w:ilvl w:val="0"/>
          <w:numId w:val="1"/>
        </w:numPr>
        <w:rPr>
          <w:b/>
        </w:rPr>
      </w:pPr>
      <w:r>
        <w:t xml:space="preserve">To be aware </w:t>
      </w:r>
      <w:r w:rsidR="00681196">
        <w:t>that a visible dissection flap at angiography is absent in the majority of cases</w:t>
      </w:r>
    </w:p>
    <w:p w:rsidR="0098727F" w:rsidRPr="00FB00DC" w:rsidRDefault="0098727F" w:rsidP="006F27E6">
      <w:pPr>
        <w:pStyle w:val="ListParagraph"/>
        <w:numPr>
          <w:ilvl w:val="0"/>
          <w:numId w:val="1"/>
        </w:numPr>
        <w:rPr>
          <w:b/>
        </w:rPr>
      </w:pPr>
      <w:r>
        <w:t xml:space="preserve">To understand the </w:t>
      </w:r>
      <w:r w:rsidR="00FB00DC">
        <w:t xml:space="preserve">rationale for an </w:t>
      </w:r>
      <w:r w:rsidR="00681196">
        <w:t xml:space="preserve">‘as conservative as possible’ </w:t>
      </w:r>
      <w:r>
        <w:t xml:space="preserve">approach to revascularisation and </w:t>
      </w:r>
      <w:r w:rsidR="00681196">
        <w:t xml:space="preserve">key challenges in medical </w:t>
      </w:r>
      <w:r>
        <w:t xml:space="preserve">treatment </w:t>
      </w:r>
    </w:p>
    <w:p w:rsidR="0098727F" w:rsidRDefault="0098727F" w:rsidP="0098727F">
      <w:pPr>
        <w:rPr>
          <w:b/>
        </w:rPr>
      </w:pPr>
      <w:r>
        <w:rPr>
          <w:b/>
        </w:rPr>
        <w:t>Introduction</w:t>
      </w:r>
    </w:p>
    <w:p w:rsidR="0098727F" w:rsidRDefault="00D665D6" w:rsidP="00B1489D">
      <w:pPr>
        <w:jc w:val="both"/>
      </w:pPr>
      <w:r>
        <w:t>Spontaneous coronary artery dissection</w:t>
      </w:r>
      <w:r w:rsidR="002F5953">
        <w:t xml:space="preserve"> (SCAD)</w:t>
      </w:r>
      <w:r>
        <w:t xml:space="preserve"> is an increasingly recognised cause of non-atherosclerotic acute coronary syndromes leading to myocardial infarction. It is characterised by </w:t>
      </w:r>
      <w:r w:rsidR="002F5953">
        <w:t xml:space="preserve">the presence of blood entering and separating the layers of the coronary arterial wall to form a false lumen. This leads to external compression of the true coronary lumen restricting coronary blood flow and leading to coronary insufficiency (Figure 1). </w:t>
      </w:r>
      <w:r w:rsidR="007F7AE4">
        <w:t xml:space="preserve">SCAD should be distinguished from atherosclerotic dissections arising from plaque rupture events </w:t>
      </w:r>
      <w:r w:rsidR="00F02E0A">
        <w:t>or</w:t>
      </w:r>
      <w:r w:rsidR="007F7AE4">
        <w:t xml:space="preserve"> erosions allowing blood to enter the intimal space and from </w:t>
      </w:r>
      <w:r w:rsidR="00F97C66">
        <w:t>iatrogenic</w:t>
      </w:r>
      <w:r w:rsidR="007F7AE4">
        <w:t xml:space="preserve"> dissections arising during coronary procedures. </w:t>
      </w:r>
    </w:p>
    <w:p w:rsidR="006747C6" w:rsidRPr="006747C6" w:rsidRDefault="006747C6" w:rsidP="00B1489D">
      <w:pPr>
        <w:jc w:val="both"/>
        <w:rPr>
          <w:b/>
        </w:rPr>
      </w:pPr>
      <w:r>
        <w:rPr>
          <w:b/>
        </w:rPr>
        <w:t>Main text</w:t>
      </w:r>
    </w:p>
    <w:p w:rsidR="0098727F" w:rsidRPr="00C1483B" w:rsidRDefault="00B12C44" w:rsidP="00B1489D">
      <w:pPr>
        <w:jc w:val="both"/>
        <w:rPr>
          <w:b/>
          <w:i/>
        </w:rPr>
      </w:pPr>
      <w:r w:rsidRPr="00C1483B">
        <w:rPr>
          <w:b/>
          <w:i/>
        </w:rPr>
        <w:t>Epidemiology</w:t>
      </w:r>
    </w:p>
    <w:p w:rsidR="00A55DEE" w:rsidRDefault="002F5953" w:rsidP="00B1489D">
      <w:pPr>
        <w:jc w:val="both"/>
      </w:pPr>
      <w:r>
        <w:t>The true incidence of SCAD is unknown</w:t>
      </w:r>
      <w:r w:rsidR="006C7B7D">
        <w:t>, largely because m</w:t>
      </w:r>
      <w:r w:rsidR="00F02E0A">
        <w:t>ost</w:t>
      </w:r>
      <w:r w:rsidR="006C7B7D">
        <w:t xml:space="preserve"> patients fall into the lowest risk categories for conventional atherosclerotic disease</w:t>
      </w:r>
      <w:r w:rsidR="00A55DEE">
        <w:t xml:space="preserve"> leading</w:t>
      </w:r>
      <w:r w:rsidR="006C7B7D">
        <w:t xml:space="preserve"> to under-diagnosis </w:t>
      </w:r>
      <w:r w:rsidR="007F7AE4">
        <w:t>and probably lower rates of presentation by patients.</w:t>
      </w:r>
      <w:hyperlink w:anchor="_ENREF_1" w:tooltip="Tweet, 2016 #79" w:history="1">
        <w:r w:rsidR="0043174E">
          <w:fldChar w:fldCharType="begin"/>
        </w:r>
        <w:r w:rsidR="0043174E">
          <w:instrText xml:space="preserve"> ADDIN EN.CITE &lt;EndNote&gt;&lt;Cite&gt;&lt;Author&gt;Tweet&lt;/Author&gt;&lt;Year&gt;2016&lt;/Year&gt;&lt;RecNum&gt;79&lt;/RecNum&gt;&lt;DisplayText&gt;&lt;style face="superscript"&gt;1&lt;/style&gt;&lt;/DisplayText&gt;&lt;record&gt;&lt;rec-number&gt;79&lt;/rec-number&gt;&lt;foreign-keys&gt;&lt;key app="EN" db-id="ftf2xrzzyz9frkexr0lvvfpjset9respddav"&gt;79&lt;/key&gt;&lt;/foreign-keys&gt;&lt;ref-type name="Journal Article"&gt;17&lt;/ref-type&gt;&lt;contributors&gt;&lt;authors&gt;&lt;author&gt;Tweet, M. S.&lt;/author&gt;&lt;author&gt;Gulati, R.&lt;/author&gt;&lt;author&gt;Hayes, S. N.&lt;/author&gt;&lt;/authors&gt;&lt;/contributors&gt;&lt;auth-address&gt;Department of Internal Medicine, Division of Cardiovascular Diseases, Mayo Clinic, 200 1st Street SW, Rochester, MN, 55905, USA. tweet.marysia@mayo.edu.&amp;#xD;Department of Internal Medicine, Division of Cardiovascular Diseases, Mayo Clinic, 200 1st Street SW, Rochester, MN, 55905, USA.&lt;/auth-address&gt;&lt;titles&gt;&lt;title&gt;Spontaneous Coronary Artery Dissection&lt;/title&gt;&lt;secondary-title&gt;Curr Cardiol Rep&lt;/secondary-title&gt;&lt;alt-title&gt;Current cardiology reports&lt;/alt-title&gt;&lt;/titles&gt;&lt;periodical&gt;&lt;full-title&gt;Curr Cardiol Rep&lt;/full-title&gt;&lt;abbr-1&gt;Current cardiology reports&lt;/abbr-1&gt;&lt;/periodical&gt;&lt;alt-periodical&gt;&lt;full-title&gt;Curr Cardiol Rep&lt;/full-title&gt;&lt;abbr-1&gt;Current cardiology reports&lt;/abbr-1&gt;&lt;/alt-periodical&gt;&lt;pages&gt;60&lt;/pages&gt;&lt;volume&gt;18&lt;/volume&gt;&lt;number&gt;7&lt;/number&gt;&lt;edition&gt;2016/05/25&lt;/edition&gt;&lt;dates&gt;&lt;year&gt;2016&lt;/year&gt;&lt;pub-dates&gt;&lt;date&gt;Jul&lt;/date&gt;&lt;/pub-dates&gt;&lt;/dates&gt;&lt;isbn&gt;1534-3170 (Electronic)&amp;#xD;1523-3782 (Linking)&lt;/isbn&gt;&lt;accession-num&gt;27216840&lt;/accession-num&gt;&lt;work-type&gt;Review&lt;/work-type&gt;&lt;urls&gt;&lt;related-urls&gt;&lt;url&gt;http://www.ncbi.nlm.nih.gov/pubmed/27216840&lt;/url&gt;&lt;/related-urls&gt;&lt;/urls&gt;&lt;electronic-resource-num&gt;10.1007/s11886-016-0737-6&lt;/electronic-resource-num&gt;&lt;language&gt;eng&lt;/language&gt;&lt;/record&gt;&lt;/Cite&gt;&lt;/EndNote&gt;</w:instrText>
        </w:r>
        <w:r w:rsidR="0043174E">
          <w:fldChar w:fldCharType="separate"/>
        </w:r>
        <w:r w:rsidR="0043174E" w:rsidRPr="0043174E">
          <w:rPr>
            <w:noProof/>
            <w:vertAlign w:val="superscript"/>
          </w:rPr>
          <w:t>1</w:t>
        </w:r>
        <w:r w:rsidR="0043174E">
          <w:fldChar w:fldCharType="end"/>
        </w:r>
      </w:hyperlink>
      <w:r w:rsidR="007F7AE4">
        <w:t xml:space="preserve"> Historically thought to be very rare, increasing use of high sensitivity Troponin </w:t>
      </w:r>
      <w:r w:rsidR="00F02E0A">
        <w:t>with</w:t>
      </w:r>
      <w:r w:rsidR="007F7AE4">
        <w:t xml:space="preserve"> early angiography for the assessment of acute chest pain presentations has led to a greater recognition of </w:t>
      </w:r>
      <w:r w:rsidR="004C2306">
        <w:t>SCAD.</w:t>
      </w:r>
      <w:r w:rsidR="00D95577">
        <w:t xml:space="preserve"> </w:t>
      </w:r>
      <w:r w:rsidR="000F2F34">
        <w:t xml:space="preserve">However, accurate angiographic diagnosis can be challenging </w:t>
      </w:r>
      <w:r w:rsidR="00936332">
        <w:t xml:space="preserve">and </w:t>
      </w:r>
      <w:r w:rsidR="008C6775">
        <w:t>reported rates of SCAD diagnosis from angiographic registries (0.2% - 0.7% of angiograms; 2.0% of ACS angiograms)</w:t>
      </w:r>
      <w:r w:rsidR="00870A30">
        <w:fldChar w:fldCharType="begin">
          <w:fldData xml:space="preserve">PEVuZE5vdGU+PENpdGU+PEF1dGhvcj5WYW56ZXR0bzwvQXV0aG9yPjxZZWFyPjIwMDk8L1llYXI+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</w:fldData>
        </w:fldChar>
      </w:r>
      <w:r w:rsidR="0043174E">
        <w:instrText xml:space="preserve"> ADDIN EN.CITE </w:instrText>
      </w:r>
      <w:r w:rsidR="0043174E">
        <w:fldChar w:fldCharType="begin">
          <w:fldData xml:space="preserve">PEVuZE5vdGU+PENpdGU+PEF1dGhvcj5WYW56ZXR0bzwvQXV0aG9yPjxZZWFyPjIwMDk8L1llYXI+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</w:fldData>
        </w:fldChar>
      </w:r>
      <w:r w:rsidR="0043174E">
        <w:instrText xml:space="preserve"> ADDIN EN.CITE.DATA </w:instrText>
      </w:r>
      <w:r w:rsidR="0043174E">
        <w:fldChar w:fldCharType="end"/>
      </w:r>
      <w:r w:rsidR="00870A30">
        <w:fldChar w:fldCharType="separate"/>
      </w:r>
      <w:hyperlink w:anchor="_ENREF_2" w:tooltip="Vanzetto, 2009 #23" w:history="1">
        <w:r w:rsidR="0043174E" w:rsidRPr="0043174E">
          <w:rPr>
            <w:noProof/>
            <w:vertAlign w:val="superscript"/>
          </w:rPr>
          <w:t>2</w:t>
        </w:r>
      </w:hyperlink>
      <w:r w:rsidR="0043174E" w:rsidRPr="0043174E">
        <w:rPr>
          <w:noProof/>
          <w:vertAlign w:val="superscript"/>
        </w:rPr>
        <w:t xml:space="preserve">, </w:t>
      </w:r>
      <w:hyperlink w:anchor="_ENREF_3" w:tooltip="Mortensen, 2009 #25" w:history="1">
        <w:r w:rsidR="0043174E" w:rsidRPr="0043174E">
          <w:rPr>
            <w:noProof/>
            <w:vertAlign w:val="superscript"/>
          </w:rPr>
          <w:t>3</w:t>
        </w:r>
      </w:hyperlink>
      <w:r w:rsidR="00870A30">
        <w:fldChar w:fldCharType="end"/>
      </w:r>
      <w:r w:rsidR="008C6775">
        <w:t xml:space="preserve"> probably significantly underrepresent true </w:t>
      </w:r>
      <w:r w:rsidR="00A55DEE">
        <w:t>SCAD</w:t>
      </w:r>
      <w:r w:rsidR="008C6775">
        <w:t xml:space="preserve"> </w:t>
      </w:r>
      <w:r w:rsidR="00332E1A">
        <w:t>incidence</w:t>
      </w:r>
      <w:r w:rsidR="008C6775">
        <w:t xml:space="preserve">. </w:t>
      </w:r>
      <w:r w:rsidR="00691939">
        <w:t xml:space="preserve">There are currently no blood biomarkers which distinguish SCAD from other causes of ACS. </w:t>
      </w:r>
    </w:p>
    <w:p w:rsidR="0004789B" w:rsidRDefault="00A55DEE" w:rsidP="0004789B">
      <w:pPr>
        <w:jc w:val="both"/>
      </w:pPr>
      <w:r>
        <w:lastRenderedPageBreak/>
        <w:t>SCA</w:t>
      </w:r>
      <w:r w:rsidR="007B52C9">
        <w:t xml:space="preserve">D overwhelmingly affects </w:t>
      </w:r>
      <w:r w:rsidR="001C2AEE">
        <w:t xml:space="preserve">young to middle-aged </w:t>
      </w:r>
      <w:r w:rsidR="007B52C9">
        <w:t xml:space="preserve">women with males accounting for </w:t>
      </w:r>
      <w:r w:rsidR="001C2AEE">
        <w:t>less than</w:t>
      </w:r>
      <w:r w:rsidR="008573AB">
        <w:t xml:space="preserve"> </w:t>
      </w:r>
      <w:r w:rsidR="007B52C9">
        <w:t xml:space="preserve">10% of cases in </w:t>
      </w:r>
      <w:r w:rsidR="001C2AEE">
        <w:t xml:space="preserve">most </w:t>
      </w:r>
      <w:r w:rsidR="007B52C9">
        <w:t>large contemporary series</w:t>
      </w:r>
      <w:r w:rsidR="0043174E">
        <w:t>.</w:t>
      </w:r>
      <w:hyperlink w:anchor="_ENREF_4" w:tooltip="Tweet, 2012 #22" w:history="1">
        <w:r w:rsidR="0043174E">
          <w:fldChar w:fldCharType="begin">
            <w:fldData xml:space="preserve">PEVuZE5vdGU+PENpdGU+PEF1dGhvcj5Ud2VldDwvQXV0aG9yPjxZZWFyPjIwMTI8L1llYXI+PFJl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</w:fldData>
          </w:fldChar>
        </w:r>
        <w:r w:rsidR="0043174E">
          <w:instrText xml:space="preserve"> ADDIN EN.CITE </w:instrText>
        </w:r>
        <w:r w:rsidR="0043174E">
          <w:fldChar w:fldCharType="begin">
            <w:fldData xml:space="preserve">PEVuZE5vdGU+PENpdGU+PEF1dGhvcj5Ud2VldDwvQXV0aG9yPjxZZWFyPjIwMTI8L1llYXI+PFJl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</w:fldData>
          </w:fldChar>
        </w:r>
        <w:r w:rsidR="0043174E">
          <w:instrText xml:space="preserve"> ADDIN EN.CITE.DATA </w:instrText>
        </w:r>
        <w:r w:rsidR="0043174E">
          <w:fldChar w:fldCharType="end"/>
        </w:r>
        <w:r w:rsidR="0043174E">
          <w:fldChar w:fldCharType="separate"/>
        </w:r>
        <w:r w:rsidR="0043174E" w:rsidRPr="0043174E">
          <w:rPr>
            <w:noProof/>
            <w:vertAlign w:val="superscript"/>
          </w:rPr>
          <w:t>4-8</w:t>
        </w:r>
        <w:r w:rsidR="0043174E">
          <w:fldChar w:fldCharType="end"/>
        </w:r>
      </w:hyperlink>
      <w:r w:rsidR="007B52C9">
        <w:t xml:space="preserve"> </w:t>
      </w:r>
      <w:r w:rsidR="002E2D36">
        <w:t>Indeed around a quarter of ACS presentations in women under the age of 50</w:t>
      </w:r>
      <w:r w:rsidR="00A22DD1">
        <w:t xml:space="preserve"> are reportedly due to SCAD</w:t>
      </w:r>
      <w:r w:rsidR="0043174E">
        <w:t>.</w:t>
      </w:r>
      <w:r w:rsidR="00870A30">
        <w:fldChar w:fldCharType="begin">
          <w:fldData xml:space="preserve">PEVuZE5vdGU+PENpdGU+PEF1dGhvcj5OYWthc2hpbWE8L0F1dGhvcj48WWVhcj4yMDE2PC9ZZWFy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</w:fldData>
        </w:fldChar>
      </w:r>
      <w:r w:rsidR="0043174E">
        <w:instrText xml:space="preserve"> ADDIN EN.CITE </w:instrText>
      </w:r>
      <w:r w:rsidR="0043174E">
        <w:fldChar w:fldCharType="begin">
          <w:fldData xml:space="preserve">PEVuZE5vdGU+PENpdGU+PEF1dGhvcj5OYWthc2hpbWE8L0F1dGhvcj48WWVhcj4yMDE2PC9ZZWFy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</w:fldData>
        </w:fldChar>
      </w:r>
      <w:r w:rsidR="0043174E">
        <w:instrText xml:space="preserve"> ADDIN EN.CITE.DATA </w:instrText>
      </w:r>
      <w:r w:rsidR="0043174E">
        <w:fldChar w:fldCharType="end"/>
      </w:r>
      <w:r w:rsidR="00870A30">
        <w:fldChar w:fldCharType="separate"/>
      </w:r>
      <w:hyperlink w:anchor="_ENREF_8" w:tooltip="Nakashima, 2016 #35" w:history="1">
        <w:r w:rsidR="0043174E" w:rsidRPr="0043174E">
          <w:rPr>
            <w:noProof/>
            <w:vertAlign w:val="superscript"/>
          </w:rPr>
          <w:t>8</w:t>
        </w:r>
      </w:hyperlink>
      <w:r w:rsidR="0043174E" w:rsidRPr="0043174E">
        <w:rPr>
          <w:noProof/>
          <w:vertAlign w:val="superscript"/>
        </w:rPr>
        <w:t xml:space="preserve">, </w:t>
      </w:r>
      <w:hyperlink w:anchor="_ENREF_9" w:tooltip="Saw, 2014 #33" w:history="1">
        <w:r w:rsidR="0043174E" w:rsidRPr="0043174E">
          <w:rPr>
            <w:noProof/>
            <w:vertAlign w:val="superscript"/>
          </w:rPr>
          <w:t>9</w:t>
        </w:r>
      </w:hyperlink>
      <w:r w:rsidR="00870A30">
        <w:fldChar w:fldCharType="end"/>
      </w:r>
      <w:r w:rsidR="002E2D36">
        <w:t xml:space="preserve"> </w:t>
      </w:r>
      <w:r w:rsidR="00C17120">
        <w:t xml:space="preserve">The </w:t>
      </w:r>
      <w:r w:rsidR="00403F82">
        <w:t xml:space="preserve">mean age </w:t>
      </w:r>
      <w:r w:rsidR="00A22DD1">
        <w:t xml:space="preserve">of affected patients </w:t>
      </w:r>
      <w:r w:rsidR="00403F82">
        <w:t>ranges from</w:t>
      </w:r>
      <w:r w:rsidR="00052E27">
        <w:t xml:space="preserve"> 42-53</w:t>
      </w:r>
      <w:r w:rsidR="00F02E0A">
        <w:t xml:space="preserve"> but the condition has been reported in patients aged 1</w:t>
      </w:r>
      <w:r w:rsidR="00F7102C">
        <w:t>8</w:t>
      </w:r>
      <w:r w:rsidR="00F02E0A">
        <w:t>-84</w:t>
      </w:r>
      <w:r w:rsidR="0043174E">
        <w:t>.</w:t>
      </w:r>
      <w:r w:rsidR="00870A30">
        <w:fldChar w:fldCharType="begin">
          <w:fldData xml:space="preserve">PEVuZE5vdGU+PENpdGU+PEF1dGhvcj5TYXc8L0F1dGhvcj48WWVhcj4yMDE0PC9ZZWFyPjxSZWNO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</w:fldData>
        </w:fldChar>
      </w:r>
      <w:r w:rsidR="0043174E">
        <w:instrText xml:space="preserve"> ADDIN EN.CITE </w:instrText>
      </w:r>
      <w:r w:rsidR="0043174E">
        <w:fldChar w:fldCharType="begin">
          <w:fldData xml:space="preserve">PEVuZE5vdGU+PENpdGU+PEF1dGhvcj5TYXc8L0F1dGhvcj48WWVhcj4yMDE0PC9ZZWFyPjxSZWNO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</w:fldData>
        </w:fldChar>
      </w:r>
      <w:r w:rsidR="0043174E">
        <w:instrText xml:space="preserve"> ADDIN EN.CITE.DATA </w:instrText>
      </w:r>
      <w:r w:rsidR="0043174E">
        <w:fldChar w:fldCharType="end"/>
      </w:r>
      <w:r w:rsidR="00870A30">
        <w:fldChar w:fldCharType="separate"/>
      </w:r>
      <w:hyperlink w:anchor="_ENREF_4" w:tooltip="Tweet, 2012 #22" w:history="1">
        <w:r w:rsidR="0043174E" w:rsidRPr="0043174E">
          <w:rPr>
            <w:noProof/>
            <w:vertAlign w:val="superscript"/>
          </w:rPr>
          <w:t>4</w:t>
        </w:r>
      </w:hyperlink>
      <w:r w:rsidR="0043174E" w:rsidRPr="0043174E">
        <w:rPr>
          <w:noProof/>
          <w:vertAlign w:val="superscript"/>
        </w:rPr>
        <w:t xml:space="preserve">, </w:t>
      </w:r>
      <w:hyperlink w:anchor="_ENREF_5" w:tooltip="Saw, 2014 #27" w:history="1">
        <w:r w:rsidR="0043174E" w:rsidRPr="0043174E">
          <w:rPr>
            <w:noProof/>
            <w:vertAlign w:val="superscript"/>
          </w:rPr>
          <w:t>5</w:t>
        </w:r>
      </w:hyperlink>
      <w:r w:rsidR="00870A30">
        <w:fldChar w:fldCharType="end"/>
      </w:r>
      <w:r w:rsidR="0004789B">
        <w:t xml:space="preserve"> </w:t>
      </w:r>
    </w:p>
    <w:p w:rsidR="00BA41DF" w:rsidRPr="00E15499" w:rsidRDefault="00E15499" w:rsidP="00B1489D">
      <w:pPr>
        <w:jc w:val="both"/>
        <w:rPr>
          <w:i/>
        </w:rPr>
      </w:pPr>
      <w:r w:rsidRPr="00E15499">
        <w:rPr>
          <w:i/>
        </w:rPr>
        <w:t>Pregnancy</w:t>
      </w:r>
    </w:p>
    <w:p w:rsidR="00A55DEE" w:rsidRDefault="001C2AEE" w:rsidP="00B1489D">
      <w:pPr>
        <w:jc w:val="both"/>
      </w:pPr>
      <w:r>
        <w:t xml:space="preserve">Although historically </w:t>
      </w:r>
      <w:r w:rsidR="00A22DD1">
        <w:t>described</w:t>
      </w:r>
      <w:r>
        <w:t xml:space="preserve"> </w:t>
      </w:r>
      <w:r w:rsidR="00F7102C">
        <w:t>primarily in the context of</w:t>
      </w:r>
      <w:r>
        <w:t xml:space="preserve"> </w:t>
      </w:r>
      <w:proofErr w:type="spellStart"/>
      <w:r>
        <w:t>peri</w:t>
      </w:r>
      <w:proofErr w:type="spellEnd"/>
      <w:r>
        <w:t xml:space="preserve">-partum myocardial infarction, </w:t>
      </w:r>
      <w:r w:rsidR="00052E27">
        <w:t>SCAD associated with pregnancy is now recognised to account for a small proportion of the overall disease burden (5-</w:t>
      </w:r>
      <w:r w:rsidR="00E629F5">
        <w:t>18%)</w:t>
      </w:r>
      <w:r w:rsidR="0043174E">
        <w:t>.</w:t>
      </w:r>
      <w:r w:rsidR="00870A30">
        <w:fldChar w:fldCharType="begin">
          <w:fldData xml:space="preserve">PEVuZE5vdGU+PENpdGU+PEF1dGhvcj5OYWthc2hpbWE8L0F1dGhvcj48WWVhcj4yMDE2PC9ZZWFy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</w:fldData>
        </w:fldChar>
      </w:r>
      <w:r w:rsidR="0043174E">
        <w:instrText xml:space="preserve"> ADDIN EN.CITE </w:instrText>
      </w:r>
      <w:r w:rsidR="0043174E">
        <w:fldChar w:fldCharType="begin">
          <w:fldData xml:space="preserve">PEVuZE5vdGU+PENpdGU+PEF1dGhvcj5OYWthc2hpbWE8L0F1dGhvcj48WWVhcj4yMDE2PC9ZZWFy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</w:fldData>
        </w:fldChar>
      </w:r>
      <w:r w:rsidR="0043174E">
        <w:instrText xml:space="preserve"> ADDIN EN.CITE.DATA </w:instrText>
      </w:r>
      <w:r w:rsidR="0043174E">
        <w:fldChar w:fldCharType="end"/>
      </w:r>
      <w:r w:rsidR="00870A30">
        <w:fldChar w:fldCharType="separate"/>
      </w:r>
      <w:hyperlink w:anchor="_ENREF_4" w:tooltip="Tweet, 2012 #22" w:history="1">
        <w:r w:rsidR="0043174E" w:rsidRPr="0043174E">
          <w:rPr>
            <w:noProof/>
            <w:vertAlign w:val="superscript"/>
          </w:rPr>
          <w:t>4</w:t>
        </w:r>
      </w:hyperlink>
      <w:r w:rsidR="0043174E" w:rsidRPr="0043174E">
        <w:rPr>
          <w:noProof/>
          <w:vertAlign w:val="superscript"/>
        </w:rPr>
        <w:t xml:space="preserve">, </w:t>
      </w:r>
      <w:hyperlink w:anchor="_ENREF_8" w:tooltip="Nakashima, 2016 #35" w:history="1">
        <w:r w:rsidR="0043174E" w:rsidRPr="0043174E">
          <w:rPr>
            <w:noProof/>
            <w:vertAlign w:val="superscript"/>
          </w:rPr>
          <w:t>8</w:t>
        </w:r>
      </w:hyperlink>
      <w:r w:rsidR="00870A30">
        <w:fldChar w:fldCharType="end"/>
      </w:r>
      <w:r w:rsidR="00185498">
        <w:t xml:space="preserve"> SCAD may</w:t>
      </w:r>
      <w:r w:rsidR="00B1489D">
        <w:t xml:space="preserve"> however </w:t>
      </w:r>
      <w:r w:rsidR="00DB0574">
        <w:t>cause</w:t>
      </w:r>
      <w:r w:rsidR="00B1489D">
        <w:t xml:space="preserve"> a</w:t>
      </w:r>
      <w:r w:rsidR="00185498">
        <w:t xml:space="preserve"> significant proportion of </w:t>
      </w:r>
      <w:proofErr w:type="spellStart"/>
      <w:r w:rsidR="00185498">
        <w:t>peripartum</w:t>
      </w:r>
      <w:proofErr w:type="spellEnd"/>
      <w:r w:rsidR="00185498">
        <w:t xml:space="preserve"> myocardial infarctions</w:t>
      </w:r>
      <w:r w:rsidR="00B1489D">
        <w:t>, predominantly occurring late in gestation or</w:t>
      </w:r>
      <w:r w:rsidR="00211939">
        <w:t xml:space="preserve"> early, late or sometimes very late in the</w:t>
      </w:r>
      <w:r w:rsidR="00B1489D">
        <w:t xml:space="preserve"> </w:t>
      </w:r>
      <w:proofErr w:type="spellStart"/>
      <w:r w:rsidR="00B1489D">
        <w:t>post partum</w:t>
      </w:r>
      <w:proofErr w:type="spellEnd"/>
      <w:r w:rsidR="00B1489D">
        <w:t xml:space="preserve"> period</w:t>
      </w:r>
      <w:r w:rsidR="0043174E">
        <w:t>.</w:t>
      </w:r>
      <w:hyperlink w:anchor="_ENREF_10" w:tooltip="Elkayam, 2014 #36" w:history="1">
        <w:r w:rsidR="0043174E">
          <w:fldChar w:fldCharType="begin">
            <w:fldData xml:space="preserve">PEVuZE5vdGU+PENpdGU+PEF1dGhvcj5FbGtheWFtPC9BdXRob3I+PFllYXI+MjAxNDwvWWVhcj48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</w:fldData>
          </w:fldChar>
        </w:r>
        <w:r w:rsidR="0043174E">
          <w:instrText xml:space="preserve"> ADDIN EN.CITE </w:instrText>
        </w:r>
        <w:r w:rsidR="0043174E">
          <w:fldChar w:fldCharType="begin">
            <w:fldData xml:space="preserve">PEVuZE5vdGU+PENpdGU+PEF1dGhvcj5FbGtheWFtPC9BdXRob3I+PFllYXI+MjAxNDwvWWVhcj48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</w:fldData>
          </w:fldChar>
        </w:r>
        <w:r w:rsidR="0043174E">
          <w:instrText xml:space="preserve"> ADDIN EN.CITE.DATA </w:instrText>
        </w:r>
        <w:r w:rsidR="0043174E">
          <w:fldChar w:fldCharType="end"/>
        </w:r>
        <w:r w:rsidR="0043174E">
          <w:fldChar w:fldCharType="separate"/>
        </w:r>
        <w:r w:rsidR="0043174E" w:rsidRPr="002938F9">
          <w:rPr>
            <w:noProof/>
            <w:vertAlign w:val="superscript"/>
          </w:rPr>
          <w:t>10-12</w:t>
        </w:r>
        <w:r w:rsidR="0043174E">
          <w:fldChar w:fldCharType="end"/>
        </w:r>
      </w:hyperlink>
      <w:r w:rsidR="00B1489D">
        <w:t xml:space="preserve"> </w:t>
      </w:r>
      <w:r w:rsidR="00211939">
        <w:t>Some</w:t>
      </w:r>
      <w:r w:rsidR="005A4DE3">
        <w:t xml:space="preserve"> evidence </w:t>
      </w:r>
      <w:r w:rsidR="00211939">
        <w:t xml:space="preserve">suggests </w:t>
      </w:r>
      <w:r w:rsidR="005A4DE3">
        <w:t xml:space="preserve">that </w:t>
      </w:r>
      <w:proofErr w:type="spellStart"/>
      <w:r w:rsidR="005A4DE3">
        <w:t>multiparity</w:t>
      </w:r>
      <w:proofErr w:type="spellEnd"/>
      <w:r w:rsidR="005A4DE3">
        <w:t xml:space="preserve"> might </w:t>
      </w:r>
      <w:r w:rsidR="00332E1A">
        <w:t>be a risk for</w:t>
      </w:r>
      <w:r w:rsidR="005A4DE3">
        <w:t xml:space="preserve"> pregnancy associated SCAD</w:t>
      </w:r>
      <w:r w:rsidR="0043174E">
        <w:t>.</w:t>
      </w:r>
      <w:r w:rsidR="00870A30">
        <w:fldChar w:fldCharType="begin">
          <w:fldData xml:space="preserve">PEVuZE5vdGU+PENpdGU+PEF1dGhvcj5WaWpheWFyYWdoYXZhbjwvQXV0aG9yPjxZZWFyPjIwMTQ8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</w:fldData>
        </w:fldChar>
      </w:r>
      <w:r w:rsidR="0043174E">
        <w:instrText xml:space="preserve"> ADDIN EN.CITE </w:instrText>
      </w:r>
      <w:r w:rsidR="0043174E">
        <w:fldChar w:fldCharType="begin">
          <w:fldData xml:space="preserve">PEVuZE5vdGU+PENpdGU+PEF1dGhvcj5WaWpheWFyYWdoYXZhbjwvQXV0aG9yPjxZZWFyPjIwMTQ8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</w:fldData>
        </w:fldChar>
      </w:r>
      <w:r w:rsidR="0043174E">
        <w:instrText xml:space="preserve"> ADDIN EN.CITE.DATA </w:instrText>
      </w:r>
      <w:r w:rsidR="0043174E">
        <w:fldChar w:fldCharType="end"/>
      </w:r>
      <w:r w:rsidR="00870A30">
        <w:fldChar w:fldCharType="separate"/>
      </w:r>
      <w:hyperlink w:anchor="_ENREF_7" w:tooltip="Rogowski, 2015 #29" w:history="1">
        <w:r w:rsidR="0043174E" w:rsidRPr="0043174E">
          <w:rPr>
            <w:noProof/>
            <w:vertAlign w:val="superscript"/>
          </w:rPr>
          <w:t>7</w:t>
        </w:r>
      </w:hyperlink>
      <w:r w:rsidR="0043174E" w:rsidRPr="0043174E">
        <w:rPr>
          <w:noProof/>
          <w:vertAlign w:val="superscript"/>
        </w:rPr>
        <w:t xml:space="preserve">, </w:t>
      </w:r>
      <w:hyperlink w:anchor="_ENREF_13" w:tooltip="Vijayaraghavan, 2014 #57" w:history="1">
        <w:r w:rsidR="0043174E" w:rsidRPr="0043174E">
          <w:rPr>
            <w:noProof/>
            <w:vertAlign w:val="superscript"/>
          </w:rPr>
          <w:t>13</w:t>
        </w:r>
      </w:hyperlink>
      <w:r w:rsidR="00870A30">
        <w:fldChar w:fldCharType="end"/>
      </w:r>
      <w:r w:rsidR="005A4DE3">
        <w:t xml:space="preserve"> </w:t>
      </w:r>
    </w:p>
    <w:p w:rsidR="0004789B" w:rsidRPr="00E15499" w:rsidRDefault="00E15499" w:rsidP="0004789B">
      <w:pPr>
        <w:rPr>
          <w:i/>
        </w:rPr>
      </w:pPr>
      <w:r w:rsidRPr="00E15499">
        <w:rPr>
          <w:i/>
        </w:rPr>
        <w:t>Mechanical stressors</w:t>
      </w:r>
    </w:p>
    <w:p w:rsidR="0004789B" w:rsidRDefault="0004789B" w:rsidP="0004789B">
      <w:pPr>
        <w:jc w:val="both"/>
      </w:pPr>
      <w:r>
        <w:t>SCAD may be precipitated by Valsalva-type manoeuvres such as coughing</w:t>
      </w:r>
      <w:hyperlink w:anchor="_ENREF_14" w:tooltip="Sivam, 2014 #61" w:history="1">
        <w:r w:rsidR="0043174E">
          <w:fldChar w:fldCharType="begin">
            <w:fldData xml:space="preserve">PEVuZE5vdGU+PENpdGU+PEF1dGhvcj5TaXZhbTwvQXV0aG9yPjxZZWFyPjIwMTQ8L1llYXI+PFJl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</w:fldData>
          </w:fldChar>
        </w:r>
        <w:r w:rsidR="0043174E">
          <w:instrText xml:space="preserve"> ADDIN EN.CITE </w:instrText>
        </w:r>
        <w:r w:rsidR="0043174E">
          <w:fldChar w:fldCharType="begin">
            <w:fldData xml:space="preserve">PEVuZE5vdGU+PENpdGU+PEF1dGhvcj5TaXZhbTwvQXV0aG9yPjxZZWFyPjIwMTQ8L1llYXI+PFJl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</w:fldData>
          </w:fldChar>
        </w:r>
        <w:r w:rsidR="0043174E">
          <w:instrText xml:space="preserve"> ADDIN EN.CITE.DATA </w:instrText>
        </w:r>
        <w:r w:rsidR="0043174E">
          <w:fldChar w:fldCharType="end"/>
        </w:r>
        <w:r w:rsidR="0043174E">
          <w:fldChar w:fldCharType="separate"/>
        </w:r>
        <w:r w:rsidR="0043174E" w:rsidRPr="002938F9">
          <w:rPr>
            <w:noProof/>
            <w:vertAlign w:val="superscript"/>
          </w:rPr>
          <w:t>14</w:t>
        </w:r>
        <w:r w:rsidR="0043174E">
          <w:fldChar w:fldCharType="end"/>
        </w:r>
      </w:hyperlink>
      <w:r>
        <w:t>, vomiting</w:t>
      </w:r>
      <w:hyperlink w:anchor="_ENREF_15" w:tooltip="Velusamy, 2002 #62" w:history="1">
        <w:r w:rsidR="0043174E">
          <w:fldChar w:fldCharType="begin"/>
        </w:r>
        <w:r w:rsidR="0043174E">
          <w:instrText xml:space="preserve"> ADDIN EN.CITE &lt;EndNote&gt;&lt;Cite&gt;&lt;Author&gt;Velusamy&lt;/Author&gt;&lt;Year&gt;2002&lt;/Year&gt;&lt;RecNum&gt;62&lt;/RecNum&gt;&lt;DisplayText&gt;&lt;style face="superscript"&gt;15&lt;/style&gt;&lt;/DisplayText&gt;&lt;record&gt;&lt;rec-number&gt;62&lt;/rec-number&gt;&lt;foreign-keys&gt;&lt;key app="EN" db-id="ftf2xrzzyz9frkexr0lvvfpjset9respddav"&gt;62&lt;/key&gt;&lt;/foreign-keys&gt;&lt;ref-type name="Journal Article"&gt;17&lt;/ref-type&gt;&lt;contributors&gt;&lt;authors&gt;&lt;author&gt;Velusamy, M.&lt;/author&gt;&lt;author&gt;Fisherkeller, M.&lt;/author&gt;&lt;author&gt;Keenan, M. E.&lt;/author&gt;&lt;author&gt;Kiernan, F. J.&lt;/author&gt;&lt;author&gt;Fram, D. B.&lt;/author&gt;&lt;/authors&gt;&lt;/contributors&gt;&lt;auth-address&gt;Cardiac Catheterization Laboratory, Hartford Hospital, University of Connecticut, 80 Seymour Street, Hartford, CT 06102, USA.&lt;/auth-address&gt;&lt;titles&gt;&lt;title&gt;Spontaneous coronary artery dissection in a young woman precipitated by retching&lt;/title&gt;&lt;secondary-title&gt;J Invasive Cardiol&lt;/secondary-title&gt;&lt;alt-title&gt;The Journal of invasive cardiology&lt;/alt-title&gt;&lt;/titles&gt;&lt;periodical&gt;&lt;full-title&gt;J Invasive Cardiol&lt;/full-title&gt;&lt;abbr-1&gt;The Journal of invasive cardiology&lt;/abbr-1&gt;&lt;/periodical&gt;&lt;alt-periodical&gt;&lt;full-title&gt;J Invasive Cardiol&lt;/full-title&gt;&lt;abbr-1&gt;The Journal of invasive cardiology&lt;/abbr-1&gt;&lt;/alt-periodical&gt;&lt;pages&gt;198-201&lt;/pages&gt;&lt;volume&gt;14&lt;/volume&gt;&lt;number&gt;4&lt;/number&gt;&lt;edition&gt;2002/03/30&lt;/edition&gt;&lt;keywords&gt;&lt;keyword&gt;Adult&lt;/keyword&gt;&lt;keyword&gt;Aneurysm, Dissecting/*etiology/radiography&lt;/keyword&gt;&lt;keyword&gt;Coronary Aneurysm/*etiology/radiography&lt;/keyword&gt;&lt;keyword&gt;Coronary Angiography&lt;/keyword&gt;&lt;keyword&gt;Coronary Artery Bypass&lt;/keyword&gt;&lt;keyword&gt;Female&lt;/keyword&gt;&lt;keyword&gt;Humans&lt;/keyword&gt;&lt;keyword&gt;Myocardial Infarction/*etiology&lt;/keyword&gt;&lt;keyword&gt;Vomiting/*complications&lt;/keyword&gt;&lt;/keywords&gt;&lt;dates&gt;&lt;year&gt;2002&lt;/year&gt;&lt;pub-dates&gt;&lt;date&gt;Apr&lt;/date&gt;&lt;/pub-dates&gt;&lt;/dates&gt;&lt;isbn&gt;1042-3931 (Print)&amp;#xD;1042-3931 (Linking)&lt;/isbn&gt;&lt;accession-num&gt;11923575&lt;/accession-num&gt;&lt;work-type&gt;Case Reports&lt;/work-type&gt;&lt;urls&gt;&lt;related-urls&gt;&lt;url&gt;http://www.ncbi.nlm.nih.gov/pubmed/11923575&lt;/url&gt;&lt;/related-urls&gt;&lt;/urls&gt;&lt;language&gt;eng&lt;/language&gt;&lt;/record&gt;&lt;/Cite&gt;&lt;/EndNote&gt;</w:instrText>
        </w:r>
        <w:r w:rsidR="0043174E">
          <w:fldChar w:fldCharType="separate"/>
        </w:r>
        <w:r w:rsidR="0043174E" w:rsidRPr="002938F9">
          <w:rPr>
            <w:noProof/>
            <w:vertAlign w:val="superscript"/>
          </w:rPr>
          <w:t>15</w:t>
        </w:r>
        <w:r w:rsidR="0043174E">
          <w:fldChar w:fldCharType="end"/>
        </w:r>
      </w:hyperlink>
      <w:r w:rsidR="002938F9">
        <w:t>,</w:t>
      </w:r>
      <w:r>
        <w:t xml:space="preserve"> heavy lifting</w:t>
      </w:r>
      <w:hyperlink w:anchor="_ENREF_16" w:tooltip="Yiangou, 2016 #60" w:history="1">
        <w:r w:rsidR="0043174E">
          <w:fldChar w:fldCharType="begin"/>
        </w:r>
        <w:r w:rsidR="0043174E">
          <w:instrText xml:space="preserve"> ADDIN EN.CITE &lt;EndNote&gt;&lt;Cite&gt;&lt;Author&gt;Yiangou&lt;/Author&gt;&lt;Year&gt;2016&lt;/Year&gt;&lt;RecNum&gt;60&lt;/RecNum&gt;&lt;DisplayText&gt;&lt;style face="superscript"&gt;16&lt;/style&gt;&lt;/DisplayText&gt;&lt;record&gt;&lt;rec-number&gt;60&lt;/rec-number&gt;&lt;foreign-keys&gt;&lt;key app="EN" db-id="ftf2xrzzyz9frkexr0lvvfpjset9respddav"&gt;60&lt;/key&gt;&lt;/foreign-keys&gt;&lt;ref-type name="Journal Article"&gt;17&lt;/ref-type&gt;&lt;contributors&gt;&lt;authors&gt;&lt;author&gt;Yiangou, K.&lt;/author&gt;&lt;author&gt;Papadopoulos, K.&lt;/author&gt;&lt;author&gt;Azina, C.&lt;/author&gt;&lt;/authors&gt;&lt;/contributors&gt;&lt;titles&gt;&lt;title&gt;Heavy Lifting Causing Spontaneous Coronary Artery Dissection with Anterior Myocardial Infarction in a 54-Year-Old Woman&lt;/title&gt;&lt;secondary-title&gt;Tex Heart Inst J&lt;/secondary-title&gt;&lt;alt-title&gt;Texas Heart Institute journal&lt;/alt-title&gt;&lt;/titles&gt;&lt;periodical&gt;&lt;full-title&gt;Tex Heart Inst J&lt;/full-title&gt;&lt;abbr-1&gt;Texas Heart Institute journal&lt;/abbr-1&gt;&lt;/periodical&gt;&lt;alt-periodical&gt;&lt;full-title&gt;Tex Heart Inst J&lt;/full-title&gt;&lt;abbr-1&gt;Texas Heart Institute journal&lt;/abbr-1&gt;&lt;/alt-periodical&gt;&lt;pages&gt;189-91&lt;/pages&gt;&lt;volume&gt;43&lt;/volume&gt;&lt;number&gt;2&lt;/number&gt;&lt;edition&gt;2016/04/30&lt;/edition&gt;&lt;dates&gt;&lt;year&gt;2016&lt;/year&gt;&lt;pub-dates&gt;&lt;date&gt;Apr&lt;/date&gt;&lt;/pub-dates&gt;&lt;/dates&gt;&lt;isbn&gt;1526-6702 (Electronic)&amp;#xD;0730-2347 (Linking)&lt;/isbn&gt;&lt;accession-num&gt;27127443&lt;/accession-num&gt;&lt;urls&gt;&lt;related-urls&gt;&lt;url&gt;http://www.ncbi.nlm.nih.gov/pubmed/27127443&lt;/url&gt;&lt;/related-urls&gt;&lt;/urls&gt;&lt;custom2&gt;4845561&lt;/custom2&gt;&lt;electronic-resource-num&gt;10.14503/THIJ-15-5097&lt;/electronic-resource-num&gt;&lt;language&gt;eng&lt;/language&gt;&lt;/record&gt;&lt;/Cite&gt;&lt;/EndNote&gt;</w:instrText>
        </w:r>
        <w:r w:rsidR="0043174E">
          <w:fldChar w:fldCharType="separate"/>
        </w:r>
        <w:r w:rsidR="0043174E" w:rsidRPr="002938F9">
          <w:rPr>
            <w:noProof/>
            <w:vertAlign w:val="superscript"/>
          </w:rPr>
          <w:t>16</w:t>
        </w:r>
        <w:r w:rsidR="0043174E">
          <w:fldChar w:fldCharType="end"/>
        </w:r>
      </w:hyperlink>
      <w:r w:rsidR="002938F9">
        <w:t xml:space="preserve"> or by extreme or isometric exercise</w:t>
      </w:r>
      <w:r>
        <w:t>.</w:t>
      </w:r>
      <w:hyperlink w:anchor="_ENREF_17" w:tooltip="Balakrishnan, 2016 #63" w:history="1">
        <w:r w:rsidR="0043174E">
          <w:fldChar w:fldCharType="begin">
            <w:fldData xml:space="preserve">PEVuZE5vdGU+PENpdGU+PEF1dGhvcj5CYWxha3Jpc2huYW48L0F1dGhvcj48WWVhcj4yMDE2PC9Z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</w:fldData>
          </w:fldChar>
        </w:r>
        <w:r w:rsidR="0043174E">
          <w:instrText xml:space="preserve"> ADDIN EN.CITE </w:instrText>
        </w:r>
        <w:r w:rsidR="0043174E">
          <w:fldChar w:fldCharType="begin">
            <w:fldData xml:space="preserve">PEVuZE5vdGU+PENpdGU+PEF1dGhvcj5CYWxha3Jpc2huYW48L0F1dGhvcj48WWVhcj4yMDE2PC9Z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17-19</w:t>
        </w:r>
        <w:r w:rsidR="0043174E">
          <w:fldChar w:fldCharType="end"/>
        </w:r>
      </w:hyperlink>
      <w:r>
        <w:t xml:space="preserve"> It is hypothesised that this results from transient increases </w:t>
      </w:r>
      <w:r w:rsidR="0043174E">
        <w:t xml:space="preserve">in coronary wall shear stress. </w:t>
      </w:r>
      <w:r w:rsidR="00013B04">
        <w:t xml:space="preserve">In some cases </w:t>
      </w:r>
      <w:r w:rsidR="0043174E">
        <w:t xml:space="preserve">however, </w:t>
      </w:r>
      <w:r w:rsidR="00013B04">
        <w:t xml:space="preserve">there seems to be a significant lag time between the last exercise episode and the onset of symptoms of SCAD, suggesting high exercise capacity may be part of a SCAD patient phenotype rather than a direct cause of the dissection. </w:t>
      </w:r>
      <w:r w:rsidR="00D854EB">
        <w:t>A</w:t>
      </w:r>
      <w:r>
        <w:t>n association with exercise is more frequent in male SCAD cases</w:t>
      </w:r>
      <w:hyperlink w:anchor="_ENREF_20" w:tooltip="Fahmy, 2016 #78" w:history="1">
        <w:r w:rsidR="0043174E">
          <w:fldChar w:fldCharType="begin"/>
        </w:r>
        <w:r w:rsidR="0043174E">
          <w:instrText xml:space="preserve"> ADDIN EN.CITE &lt;EndNote&gt;&lt;Cite&gt;&lt;Author&gt;Fahmy&lt;/Author&gt;&lt;Year&gt;2016&lt;/Year&gt;&lt;RecNum&gt;78&lt;/RecNum&gt;&lt;DisplayText&gt;&lt;style face="superscript"&gt;20&lt;/style&gt;&lt;/DisplayText&gt;&lt;record&gt;&lt;rec-number&gt;78&lt;/rec-number&gt;&lt;foreign-keys&gt;&lt;key app="EN" db-id="ftf2xrzzyz9frkexr0lvvfpjset9respddav"&gt;78&lt;/key&gt;&lt;/foreign-keys&gt;&lt;ref-type name="Journal Article"&gt;17&lt;/ref-type&gt;&lt;contributors&gt;&lt;authors&gt;&lt;author&gt;Fahmy, P.&lt;/author&gt;&lt;author&gt;Prakash, R.&lt;/author&gt;&lt;author&gt;Starovoytov, A.&lt;/author&gt;&lt;author&gt;Boone, R.&lt;/author&gt;&lt;author&gt;Saw, J.&lt;/author&gt;&lt;/authors&gt;&lt;/contributors&gt;&lt;titles&gt;&lt;title&gt;Pre-Disposing and Precipitating Factors in Men With Spontaneous Coronary Artery Dissection&lt;/title&gt;&lt;secondary-title&gt;JACC Cardiovasc Interv&lt;/secondary-title&gt;&lt;alt-title&gt;JACC. Cardiovascular interventions&lt;/alt-title&gt;&lt;/titles&gt;&lt;periodical&gt;&lt;full-title&gt;JACC Cardiovasc Interv&lt;/full-title&gt;&lt;abbr-1&gt;JACC. Cardiovascular interventions&lt;/abbr-1&gt;&lt;/periodical&gt;&lt;alt-periodical&gt;&lt;full-title&gt;JACC Cardiovasc Interv&lt;/full-title&gt;&lt;abbr-1&gt;JACC. Cardiovascular interventions&lt;/abbr-1&gt;&lt;/alt-periodical&gt;&lt;pages&gt;866-8&lt;/pages&gt;&lt;volume&gt;9&lt;/volume&gt;&lt;number&gt;8&lt;/number&gt;&lt;edition&gt;2016/04/23&lt;/edition&gt;&lt;dates&gt;&lt;year&gt;2016&lt;/year&gt;&lt;pub-dates&gt;&lt;date&gt;Apr 25&lt;/date&gt;&lt;/pub-dates&gt;&lt;/dates&gt;&lt;isbn&gt;1876-7605 (Electronic)&amp;#xD;1936-8798 (Linking)&lt;/isbn&gt;&lt;accession-num&gt;27101917&lt;/accession-num&gt;&lt;work-type&gt;Letter&lt;/work-type&gt;&lt;urls&gt;&lt;related-urls&gt;&lt;url&gt;http://www.ncbi.nlm.nih.gov/pubmed/27101917&lt;/url&gt;&lt;/related-urls&gt;&lt;/urls&gt;&lt;electronic-resource-num&gt;10.1016/j.jcin.2016.02.024&lt;/electronic-resource-num&gt;&lt;language&gt;eng&lt;/language&gt;&lt;/record&gt;&lt;/Cite&gt;&lt;/EndNote&gt;</w:instrText>
        </w:r>
        <w:r w:rsidR="0043174E">
          <w:fldChar w:fldCharType="separate"/>
        </w:r>
        <w:r w:rsidR="0043174E" w:rsidRPr="002938F9">
          <w:rPr>
            <w:noProof/>
            <w:vertAlign w:val="superscript"/>
          </w:rPr>
          <w:t>20</w:t>
        </w:r>
        <w:r w:rsidR="0043174E">
          <w:fldChar w:fldCharType="end"/>
        </w:r>
      </w:hyperlink>
      <w:r>
        <w:t xml:space="preserve">. Altered coronary shear stress and </w:t>
      </w:r>
      <w:proofErr w:type="spellStart"/>
      <w:r>
        <w:t>vasoreactivity</w:t>
      </w:r>
      <w:proofErr w:type="spellEnd"/>
      <w:r>
        <w:t xml:space="preserve"> may </w:t>
      </w:r>
      <w:r w:rsidR="00013B04">
        <w:t xml:space="preserve">also </w:t>
      </w:r>
      <w:r>
        <w:t>explain the rare case-reports associating SCAD with cocaine</w:t>
      </w:r>
      <w:r w:rsidR="0043174E">
        <w:t>,</w:t>
      </w:r>
      <w:hyperlink w:anchor="_ENREF_21" w:tooltip="Katikaneni, 2013 #68" w:history="1">
        <w:r w:rsidR="0043174E">
          <w:fldChar w:fldCharType="begin">
            <w:fldData xml:space="preserve">PEVuZE5vdGU+PENpdGU+PEF1dGhvcj5LYXRpa2FuZW5pPC9BdXRob3I+PFllYXI+MjAxMzwvWWVh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</w:fldData>
          </w:fldChar>
        </w:r>
        <w:r w:rsidR="0043174E">
          <w:instrText xml:space="preserve"> ADDIN EN.CITE </w:instrText>
        </w:r>
        <w:r w:rsidR="0043174E">
          <w:fldChar w:fldCharType="begin">
            <w:fldData xml:space="preserve">PEVuZE5vdGU+PENpdGU+PEF1dGhvcj5LYXRpa2FuZW5pPC9BdXRob3I+PFllYXI+MjAxMzwvWWVh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21-23</w:t>
        </w:r>
        <w:r w:rsidR="0043174E">
          <w:fldChar w:fldCharType="end"/>
        </w:r>
      </w:hyperlink>
      <w:r>
        <w:t xml:space="preserve"> amphetamine use</w:t>
      </w:r>
      <w:r w:rsidR="00870A30">
        <w:fldChar w:fldCharType="begin">
          <w:fldData xml:space="preserve">PEVuZE5vdGU+PENpdGU+PEF1dGhvcj5BZnphbDwvQXV0aG9yPjxZZWFyPjIwMTU8L1llYXI+PFJl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</w:fldData>
        </w:fldChar>
      </w:r>
      <w:r w:rsidR="0043174E">
        <w:instrText xml:space="preserve"> ADDIN EN.CITE </w:instrText>
      </w:r>
      <w:r w:rsidR="0043174E">
        <w:fldChar w:fldCharType="begin">
          <w:fldData xml:space="preserve">PEVuZE5vdGU+PENpdGU+PEF1dGhvcj5BZnphbDwvQXV0aG9yPjxZZWFyPjIwMTU8L1llYXI+PFJl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</w:fldData>
        </w:fldChar>
      </w:r>
      <w:r w:rsidR="0043174E">
        <w:instrText xml:space="preserve"> ADDIN EN.CITE.DATA </w:instrText>
      </w:r>
      <w:r w:rsidR="0043174E">
        <w:fldChar w:fldCharType="end"/>
      </w:r>
      <w:r w:rsidR="00870A30">
        <w:fldChar w:fldCharType="separate"/>
      </w:r>
      <w:hyperlink w:anchor="_ENREF_5" w:tooltip="Saw, 2014 #27" w:history="1">
        <w:r w:rsidR="0043174E" w:rsidRPr="0043174E">
          <w:rPr>
            <w:noProof/>
            <w:vertAlign w:val="superscript"/>
          </w:rPr>
          <w:t>5</w:t>
        </w:r>
      </w:hyperlink>
      <w:r w:rsidR="0043174E" w:rsidRPr="0043174E">
        <w:rPr>
          <w:noProof/>
          <w:vertAlign w:val="superscript"/>
        </w:rPr>
        <w:t xml:space="preserve">, </w:t>
      </w:r>
      <w:hyperlink w:anchor="_ENREF_24" w:tooltip="Afzal, 2015 #73" w:history="1">
        <w:r w:rsidR="0043174E" w:rsidRPr="0043174E">
          <w:rPr>
            <w:noProof/>
            <w:vertAlign w:val="superscript"/>
          </w:rPr>
          <w:t>24</w:t>
        </w:r>
      </w:hyperlink>
      <w:r w:rsidR="0043174E" w:rsidRPr="0043174E">
        <w:rPr>
          <w:noProof/>
          <w:vertAlign w:val="superscript"/>
        </w:rPr>
        <w:t xml:space="preserve">, </w:t>
      </w:r>
      <w:hyperlink w:anchor="_ENREF_25" w:tooltip="Kanwar, 2010 #75" w:history="1">
        <w:r w:rsidR="0043174E" w:rsidRPr="0043174E">
          <w:rPr>
            <w:noProof/>
            <w:vertAlign w:val="superscript"/>
          </w:rPr>
          <w:t>25</w:t>
        </w:r>
      </w:hyperlink>
      <w:r w:rsidR="00870A30">
        <w:fldChar w:fldCharType="end"/>
      </w:r>
      <w:r w:rsidR="00E15499" w:rsidRPr="00E15499">
        <w:t xml:space="preserve"> </w:t>
      </w:r>
      <w:r w:rsidR="00E15499">
        <w:t>and a possible association with migraine</w:t>
      </w:r>
      <w:r w:rsidR="0043174E">
        <w:t>.</w:t>
      </w:r>
      <w:hyperlink w:anchor="_ENREF_26" w:tooltip="Eleid, 2014 #132" w:history="1">
        <w:r w:rsidR="0043174E">
          <w:fldChar w:fldCharType="begin">
            <w:fldData xml:space="preserve">PEVuZE5vdGU+PENpdGU+PEF1dGhvcj5FbGVpZDwvQXV0aG9yPjxZZWFyPjIwMTQ8L1llYXI+PFJl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</w:fldData>
          </w:fldChar>
        </w:r>
        <w:r w:rsidR="0043174E">
          <w:instrText xml:space="preserve"> ADDIN EN.CITE </w:instrText>
        </w:r>
        <w:r w:rsidR="0043174E">
          <w:fldChar w:fldCharType="begin">
            <w:fldData xml:space="preserve">PEVuZE5vdGU+PENpdGU+PEF1dGhvcj5FbGVpZDwvQXV0aG9yPjxZZWFyPjIwMTQ8L1llYXI+PFJl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26</w:t>
        </w:r>
        <w:r w:rsidR="0043174E">
          <w:fldChar w:fldCharType="end"/>
        </w:r>
      </w:hyperlink>
    </w:p>
    <w:p w:rsidR="00576E75" w:rsidRPr="00E15499" w:rsidRDefault="00E15499" w:rsidP="0004789B">
      <w:pPr>
        <w:jc w:val="both"/>
        <w:rPr>
          <w:i/>
        </w:rPr>
      </w:pPr>
      <w:r w:rsidRPr="00E15499">
        <w:rPr>
          <w:i/>
        </w:rPr>
        <w:t>Emotional stressors</w:t>
      </w:r>
    </w:p>
    <w:p w:rsidR="0093443D" w:rsidRDefault="00D854EB" w:rsidP="0004789B">
      <w:pPr>
        <w:jc w:val="both"/>
      </w:pPr>
      <w:r>
        <w:t>E</w:t>
      </w:r>
      <w:r w:rsidR="0093443D">
        <w:t xml:space="preserve">motional stress and sometimes preceding physical illness </w:t>
      </w:r>
      <w:r>
        <w:t xml:space="preserve">are reportedly associated </w:t>
      </w:r>
      <w:r w:rsidR="0093443D">
        <w:t>with SCAD events</w:t>
      </w:r>
      <w:r w:rsidR="008E5BA0">
        <w:t>, with apparent emotional precipitants more common in female patients</w:t>
      </w:r>
      <w:r w:rsidR="0043174E">
        <w:t>.</w:t>
      </w:r>
      <w:r w:rsidR="00870A30">
        <w:fldChar w:fldCharType="begin">
          <w:fldData xml:space="preserve">PEVuZE5vdGU+PENpdGU+PEF1dGhvcj5GYWhteTwvQXV0aG9yPjxZZWFyPjIwMTY8L1llYXI+PFJl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</w:fldData>
        </w:fldChar>
      </w:r>
      <w:r w:rsidR="0043174E">
        <w:instrText xml:space="preserve"> ADDIN EN.CITE </w:instrText>
      </w:r>
      <w:r w:rsidR="0043174E">
        <w:fldChar w:fldCharType="begin">
          <w:fldData xml:space="preserve">PEVuZE5vdGU+PENpdGU+PEF1dGhvcj5GYWhteTwvQXV0aG9yPjxZZWFyPjIwMTY8L1llYXI+PFJl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</w:fldData>
        </w:fldChar>
      </w:r>
      <w:r w:rsidR="0043174E">
        <w:instrText xml:space="preserve"> ADDIN EN.CITE.DATA </w:instrText>
      </w:r>
      <w:r w:rsidR="0043174E">
        <w:fldChar w:fldCharType="end"/>
      </w:r>
      <w:r w:rsidR="00870A30">
        <w:fldChar w:fldCharType="separate"/>
      </w:r>
      <w:hyperlink w:anchor="_ENREF_5" w:tooltip="Saw, 2014 #27" w:history="1">
        <w:r w:rsidR="0043174E" w:rsidRPr="0043174E">
          <w:rPr>
            <w:noProof/>
            <w:vertAlign w:val="superscript"/>
          </w:rPr>
          <w:t>5</w:t>
        </w:r>
      </w:hyperlink>
      <w:r w:rsidR="0043174E" w:rsidRPr="0043174E">
        <w:rPr>
          <w:noProof/>
          <w:vertAlign w:val="superscript"/>
        </w:rPr>
        <w:t xml:space="preserve">, </w:t>
      </w:r>
      <w:hyperlink w:anchor="_ENREF_8" w:tooltip="Nakashima, 2016 #35" w:history="1">
        <w:r w:rsidR="0043174E" w:rsidRPr="0043174E">
          <w:rPr>
            <w:noProof/>
            <w:vertAlign w:val="superscript"/>
          </w:rPr>
          <w:t>8</w:t>
        </w:r>
      </w:hyperlink>
      <w:r w:rsidR="0043174E" w:rsidRPr="0043174E">
        <w:rPr>
          <w:noProof/>
          <w:vertAlign w:val="superscript"/>
        </w:rPr>
        <w:t xml:space="preserve">, </w:t>
      </w:r>
      <w:hyperlink w:anchor="_ENREF_20" w:tooltip="Fahmy, 2016 #78" w:history="1">
        <w:r w:rsidR="0043174E" w:rsidRPr="0043174E">
          <w:rPr>
            <w:noProof/>
            <w:vertAlign w:val="superscript"/>
          </w:rPr>
          <w:t>20</w:t>
        </w:r>
      </w:hyperlink>
      <w:r w:rsidR="00870A30">
        <w:fldChar w:fldCharType="end"/>
      </w:r>
      <w:r w:rsidR="0093443D">
        <w:t xml:space="preserve"> </w:t>
      </w:r>
    </w:p>
    <w:p w:rsidR="00B1489D" w:rsidRPr="00E15499" w:rsidRDefault="00BA41DF" w:rsidP="0098727F">
      <w:pPr>
        <w:rPr>
          <w:i/>
        </w:rPr>
      </w:pPr>
      <w:r w:rsidRPr="00E15499">
        <w:rPr>
          <w:i/>
        </w:rPr>
        <w:t>Connective disorders, autoimmune and inflammatory disorders</w:t>
      </w:r>
    </w:p>
    <w:p w:rsidR="009657F7" w:rsidRDefault="00B12C44" w:rsidP="00835D6A">
      <w:pPr>
        <w:jc w:val="both"/>
      </w:pPr>
      <w:r>
        <w:t xml:space="preserve">There are several reports of SCAD in patients with known connective tissue disorders (e.g. </w:t>
      </w:r>
      <w:proofErr w:type="spellStart"/>
      <w:r>
        <w:t>Marfan</w:t>
      </w:r>
      <w:proofErr w:type="spellEnd"/>
      <w:r w:rsidR="0043174E">
        <w:fldChar w:fldCharType="begin"/>
      </w:r>
      <w:r w:rsidR="0043174E">
        <w:instrText xml:space="preserve"> HYPERLINK \l "_ENREF_27" \o "Sato, 2014 #39" </w:instrText>
      </w:r>
      <w:r w:rsidR="0043174E">
        <w:fldChar w:fldCharType="separate"/>
      </w:r>
      <w:r w:rsidR="0043174E">
        <w:fldChar w:fldCharType="begin"/>
      </w:r>
      <w:r w:rsidR="0043174E">
        <w:instrText xml:space="preserve"> ADDIN EN.CITE &lt;EndNote&gt;&lt;Cite&gt;&lt;Author&gt;Sato&lt;/Author&gt;&lt;Year&gt;2014&lt;/Year&gt;&lt;RecNum&gt;39&lt;/RecNum&gt;&lt;DisplayText&gt;&lt;style face="superscript"&gt;27&lt;/style&gt;&lt;/DisplayText&gt;&lt;record&gt;&lt;rec-number&gt;39&lt;/rec-number&gt;&lt;foreign-keys&gt;&lt;key app="EN" db-id="ftf2xrzzyz9frkexr0lvvfpjset9respddav"&gt;39&lt;/key&gt;&lt;/foreign-keys&gt;&lt;ref-type name="Journal Article"&gt;17&lt;/ref-type&gt;&lt;contributors&gt;&lt;authors&gt;&lt;author&gt;Sato, C.&lt;/author&gt;&lt;author&gt;Wakabayashi, K.&lt;/author&gt;&lt;author&gt;Suzuki, H.&lt;/author&gt;&lt;/authors&gt;&lt;/contributors&gt;&lt;auth-address&gt;Division of Cardiology, Showa University Fujigaoka Hospital, 1-30, Fujigaoka, Aoba-ku, Yokohama, Japan.&amp;#xD;Division of Cardiology, Showa University Fujigaoka Hospital, 1-30, Fujigaoka, Aoba-ku, Yokohama, Japan. Electronic address: kwaka@live.jp.&lt;/auth-address&gt;&lt;titles&gt;&lt;title&gt;Natural course of isolated spontaneous coronary artery dissection in Marfan syndrome&lt;/title&gt;&lt;secondary-title&gt;Int J Cardiol&lt;/secondary-title&gt;&lt;alt-title&gt;International journal of cardiology&lt;/alt-title&gt;&lt;/titles&gt;&lt;periodical&gt;&lt;full-title&gt;Int J Cardiol&lt;/full-title&gt;&lt;abbr-1&gt;International journal of cardiology&lt;/abbr-1&gt;&lt;/periodical&gt;&lt;alt-periodical&gt;&lt;full-title&gt;Int J Cardiol&lt;/full-title&gt;&lt;abbr-1&gt;International journal of cardiology&lt;/abbr-1&gt;&lt;/alt-periodical&gt;&lt;pages&gt;20-2&lt;/pages&gt;&lt;volume&gt;177&lt;/volume&gt;&lt;number&gt;1&lt;/number&gt;&lt;edition&gt;2014/12/17&lt;/edition&gt;&lt;keywords&gt;&lt;keyword&gt;Adult&lt;/keyword&gt;&lt;keyword&gt;Coronary Vessel Anomalies/*complications/*radiography&lt;/keyword&gt;&lt;keyword&gt;Female&lt;/keyword&gt;&lt;keyword&gt;Humans&lt;/keyword&gt;&lt;keyword&gt;Marfan Syndrome/*complications/*radiography&lt;/keyword&gt;&lt;keyword&gt;Vascular Diseases/complications/*congenital/radiography&lt;/keyword&gt;&lt;/keywords&gt;&lt;dates&gt;&lt;year&gt;2014&lt;/year&gt;&lt;pub-dates&gt;&lt;date&gt;Nov 15&lt;/date&gt;&lt;/pub-dates&gt;&lt;/dates&gt;&lt;isbn&gt;1874-1754 (Electronic)&amp;#xD;0167-5273 (Linking)&lt;/isbn&gt;&lt;accession-num&gt;25499326&lt;/accession-num&gt;&lt;work-type&gt;Case Reports&amp;#xD;Letter&amp;#xD;Review&lt;/work-type&gt;&lt;urls&gt;&lt;related-urls&gt;&lt;url&gt;http://www.ncbi.nlm.nih.gov/pubmed/25499326&lt;/url&gt;&lt;/related-urls&gt;&lt;/urls&gt;&lt;electronic-resource-num&gt;10.1016/j.ijcard.2014.09.061&lt;/electronic-resource-num&gt;&lt;language&gt;eng&lt;/language&gt;&lt;/record&gt;&lt;/Cite&gt;&lt;/EndNote&gt;</w:instrText>
      </w:r>
      <w:r w:rsidR="0043174E">
        <w:fldChar w:fldCharType="separate"/>
      </w:r>
      <w:r w:rsidR="0043174E" w:rsidRPr="002938F9">
        <w:rPr>
          <w:noProof/>
          <w:vertAlign w:val="superscript"/>
        </w:rPr>
        <w:t>27</w:t>
      </w:r>
      <w:r w:rsidR="0043174E">
        <w:fldChar w:fldCharType="end"/>
      </w:r>
      <w:r w:rsidR="0043174E">
        <w:fldChar w:fldCharType="end"/>
      </w:r>
      <w:r w:rsidR="00B74696">
        <w:t>,</w:t>
      </w:r>
      <w:r>
        <w:t xml:space="preserve"> </w:t>
      </w:r>
      <w:proofErr w:type="spellStart"/>
      <w:r>
        <w:t>Ehler-Danlos</w:t>
      </w:r>
      <w:proofErr w:type="spellEnd"/>
      <w:r>
        <w:t xml:space="preserve"> type 4</w:t>
      </w:r>
      <w:r w:rsidR="0043174E">
        <w:t>,</w:t>
      </w:r>
      <w:hyperlink w:anchor="_ENREF_28" w:tooltip="Nakamura, 2009 #40" w:history="1">
        <w:r w:rsidR="0043174E">
          <w:fldChar w:fldCharType="begin">
            <w:fldData xml:space="preserve">PEVuZE5vdGU+PENpdGU+PEF1dGhvcj5OYWthbXVyYTwvQXV0aG9yPjxZZWFyPjIwMDk8L1llYXI+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=
</w:fldData>
          </w:fldChar>
        </w:r>
        <w:r w:rsidR="0043174E">
          <w:instrText xml:space="preserve"> ADDIN EN.CITE </w:instrText>
        </w:r>
        <w:r w:rsidR="0043174E">
          <w:fldChar w:fldCharType="begin">
            <w:fldData xml:space="preserve">PEVuZE5vdGU+PENpdGU+PEF1dGhvcj5OYWthbXVyYTwvQXV0aG9yPjxZZWFyPjIwMDk8L1llYXI+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=
</w:fldData>
          </w:fldChar>
        </w:r>
        <w:r w:rsidR="0043174E">
          <w:instrText xml:space="preserve"> ADDIN EN.CITE.DATA </w:instrText>
        </w:r>
        <w:r w:rsidR="0043174E">
          <w:fldChar w:fldCharType="end"/>
        </w:r>
        <w:r w:rsidR="0043174E">
          <w:fldChar w:fldCharType="separate"/>
        </w:r>
        <w:r w:rsidR="0043174E" w:rsidRPr="002938F9">
          <w:rPr>
            <w:noProof/>
            <w:vertAlign w:val="superscript"/>
          </w:rPr>
          <w:t>28</w:t>
        </w:r>
        <w:r w:rsidR="0043174E">
          <w:fldChar w:fldCharType="end"/>
        </w:r>
      </w:hyperlink>
      <w:r w:rsidR="00C3758E">
        <w:t xml:space="preserve"> </w:t>
      </w:r>
      <w:proofErr w:type="spellStart"/>
      <w:r w:rsidR="00C3758E">
        <w:t>Loeys</w:t>
      </w:r>
      <w:proofErr w:type="spellEnd"/>
      <w:r w:rsidR="00C3758E">
        <w:t>-Dietz</w:t>
      </w:r>
      <w:r>
        <w:t xml:space="preserve"> syndromes</w:t>
      </w:r>
      <w:hyperlink w:anchor="_ENREF_29" w:tooltip="Fattori, 2012 #41" w:history="1">
        <w:r w:rsidR="0043174E">
          <w:fldChar w:fldCharType="begin">
            <w:fldData xml:space="preserve">PEVuZE5vdGU+PENpdGU+PEF1dGhvcj5GYXR0b3JpPC9BdXRob3I+PFllYXI+MjAxMjwvWWVhcj48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</w:fldData>
          </w:fldChar>
        </w:r>
        <w:r w:rsidR="0043174E">
          <w:instrText xml:space="preserve"> ADDIN EN.CITE </w:instrText>
        </w:r>
        <w:r w:rsidR="0043174E">
          <w:fldChar w:fldCharType="begin">
            <w:fldData xml:space="preserve">PEVuZE5vdGU+PENpdGU+PEF1dGhvcj5GYXR0b3JpPC9BdXRob3I+PFllYXI+MjAxMjwvWWVhcj48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29</w:t>
        </w:r>
        <w:r w:rsidR="0043174E">
          <w:fldChar w:fldCharType="end"/>
        </w:r>
      </w:hyperlink>
      <w:r w:rsidR="007D7F82">
        <w:t xml:space="preserve"> and adult polycystic kidney disease</w:t>
      </w:r>
      <w:hyperlink w:anchor="_ENREF_30" w:tooltip="Grover, 2016 #43" w:history="1">
        <w:r w:rsidR="0043174E">
          <w:fldChar w:fldCharType="begin">
            <w:fldData xml:space="preserve">PEVuZE5vdGU+PENpdGU+PEF1dGhvcj5Hcm92ZXI8L0F1dGhvcj48WWVhcj4yMDE2PC9ZZWFyPjxS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</w:fldData>
          </w:fldChar>
        </w:r>
        <w:r w:rsidR="0043174E">
          <w:instrText xml:space="preserve"> ADDIN EN.CITE </w:instrText>
        </w:r>
        <w:r w:rsidR="0043174E">
          <w:fldChar w:fldCharType="begin">
            <w:fldData xml:space="preserve">PEVuZE5vdGU+PENpdGU+PEF1dGhvcj5Hcm92ZXI8L0F1dGhvcj48WWVhcj4yMDE2PC9ZZWFyPjxS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</w:fldData>
          </w:fldChar>
        </w:r>
        <w:r w:rsidR="0043174E">
          <w:instrText xml:space="preserve"> ADDIN EN.CITE.DATA </w:instrText>
        </w:r>
        <w:r w:rsidR="0043174E">
          <w:fldChar w:fldCharType="end"/>
        </w:r>
        <w:r w:rsidR="0043174E">
          <w:fldChar w:fldCharType="separate"/>
        </w:r>
        <w:r w:rsidR="0043174E" w:rsidRPr="002938F9">
          <w:rPr>
            <w:noProof/>
            <w:vertAlign w:val="superscript"/>
          </w:rPr>
          <w:t>30-33</w:t>
        </w:r>
        <w:r w:rsidR="0043174E">
          <w:fldChar w:fldCharType="end"/>
        </w:r>
      </w:hyperlink>
      <w:r>
        <w:t>)</w:t>
      </w:r>
      <w:r w:rsidR="001A7FA7">
        <w:t xml:space="preserve">. However, </w:t>
      </w:r>
      <w:r w:rsidR="00C3758E">
        <w:t xml:space="preserve">specific </w:t>
      </w:r>
      <w:r w:rsidR="001A7FA7">
        <w:t>genetic testing in SCAD-survivors has a low yield</w:t>
      </w:r>
      <w:r w:rsidR="0043174E">
        <w:t>.</w:t>
      </w:r>
      <w:hyperlink w:anchor="_ENREF_34" w:tooltip="Henkin, 2016 #38" w:history="1">
        <w:r w:rsidR="0043174E">
          <w:fldChar w:fldCharType="begin">
            <w:fldData xml:space="preserve">PEVuZE5vdGU+PENpdGU+PEF1dGhvcj5IZW5raW48L0F1dGhvcj48WWVhcj4yMDE2PC9ZZWFyPjxS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</w:fldData>
          </w:fldChar>
        </w:r>
        <w:r w:rsidR="0043174E">
          <w:instrText xml:space="preserve"> ADDIN EN.CITE </w:instrText>
        </w:r>
        <w:r w:rsidR="0043174E">
          <w:fldChar w:fldCharType="begin">
            <w:fldData xml:space="preserve">PEVuZE5vdGU+PENpdGU+PEF1dGhvcj5IZW5raW48L0F1dGhvcj48WWVhcj4yMDE2PC9ZZWFyPjxS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34</w:t>
        </w:r>
        <w:r w:rsidR="0043174E">
          <w:fldChar w:fldCharType="end"/>
        </w:r>
      </w:hyperlink>
      <w:r w:rsidR="00815ED7">
        <w:t xml:space="preserve"> </w:t>
      </w:r>
      <w:r w:rsidR="007D7F82">
        <w:t xml:space="preserve"> Likewise </w:t>
      </w:r>
      <w:r w:rsidR="00CE60DE">
        <w:t>SCAD has been rarely reported in a</w:t>
      </w:r>
      <w:r w:rsidR="00815ED7">
        <w:t>ssociation with</w:t>
      </w:r>
      <w:r w:rsidR="00CE60DE">
        <w:t xml:space="preserve"> autoimmune/inflammatory disorders including </w:t>
      </w:r>
      <w:proofErr w:type="spellStart"/>
      <w:r w:rsidR="00CE60DE">
        <w:t>Behcets</w:t>
      </w:r>
      <w:proofErr w:type="spellEnd"/>
      <w:r w:rsidR="0043174E">
        <w:t>,</w:t>
      </w:r>
      <w:hyperlink w:anchor="_ENREF_35" w:tooltip="Buccheri, 2016 #47" w:history="1">
        <w:r w:rsidR="0043174E">
          <w:fldChar w:fldCharType="begin"/>
        </w:r>
        <w:r w:rsidR="0043174E">
          <w:instrText xml:space="preserve"> ADDIN EN.CITE &lt;EndNote&gt;&lt;Cite&gt;&lt;Author&gt;Buccheri&lt;/Author&gt;&lt;Year&gt;2016&lt;/Year&gt;&lt;RecNum&gt;47&lt;/RecNum&gt;&lt;DisplayText&gt;&lt;style face="superscript"&gt;35&lt;/style&gt;&lt;/DisplayText&gt;&lt;record&gt;&lt;rec-number&gt;47&lt;/rec-number&gt;&lt;foreign-keys&gt;&lt;key app="EN" db-id="ftf2xrzzyz9frkexr0lvvfpjset9respddav"&gt;47&lt;/key&gt;&lt;/foreign-keys&gt;&lt;ref-type name="Journal Article"&gt;17&lt;/ref-type&gt;&lt;contributors&gt;&lt;authors&gt;&lt;author&gt;Buccheri, D.&lt;/author&gt;&lt;author&gt;Piraino, D.&lt;/author&gt;&lt;author&gt;Andolina, G.&lt;/author&gt;&lt;/authors&gt;&lt;/contributors&gt;&lt;auth-address&gt;Interventional Cardiology, A.O.U.P. Paolo Giaccone, Palermo, Italy. Electronic address: dariobuccheri@gmail.com.&amp;#xD;Interventional Cardiology, A.O.U.P. Paolo Giaccone, Palermo, Italy.&lt;/auth-address&gt;&lt;titles&gt;&lt;title&gt;Behcet disease and spontaneous coronary artery dissection: The chicken or the egg?&lt;/title&gt;&lt;secondary-title&gt;Int J Cardiol&lt;/secondary-title&gt;&lt;alt-title&gt;International journal of cardiology&lt;/alt-title&gt;&lt;/titles&gt;&lt;periodical&gt;&lt;full-title&gt;Int J Cardiol&lt;/full-title&gt;&lt;abbr-1&gt;International journal of cardiology&lt;/abbr-1&gt;&lt;/periodical&gt;&lt;alt-periodical&gt;&lt;full-title&gt;Int J Cardiol&lt;/full-title&gt;&lt;abbr-1&gt;International journal of cardiology&lt;/abbr-1&gt;&lt;/alt-periodical&gt;&lt;pages&gt;504-5&lt;/pages&gt;&lt;volume&gt;215&lt;/volume&gt;&lt;edition&gt;2016/05/03&lt;/edition&gt;&lt;dates&gt;&lt;year&gt;2016&lt;/year&gt;&lt;pub-dates&gt;&lt;date&gt;Jul 15&lt;/date&gt;&lt;/pub-dates&gt;&lt;/dates&gt;&lt;isbn&gt;1874-1754 (Electronic)&amp;#xD;0167-5273 (Linking)&lt;/isbn&gt;&lt;accession-num&gt;27135821&lt;/accession-num&gt;&lt;urls&gt;&lt;related-urls&gt;&lt;url&gt;http://www.ncbi.nlm.nih.gov/pubmed/27135821&lt;/url&gt;&lt;/related-urls&gt;&lt;/urls&gt;&lt;electronic-resource-num&gt;10.1016/j.ijcard.2016.04.145&lt;/electronic-resource-num&gt;&lt;language&gt;eng&lt;/language&gt;&lt;/record&gt;&lt;/Cite&gt;&lt;/EndNote&gt;</w:instrText>
        </w:r>
        <w:r w:rsidR="0043174E">
          <w:fldChar w:fldCharType="separate"/>
        </w:r>
        <w:r w:rsidR="0043174E" w:rsidRPr="002938F9">
          <w:rPr>
            <w:noProof/>
            <w:vertAlign w:val="superscript"/>
          </w:rPr>
          <w:t>35</w:t>
        </w:r>
        <w:r w:rsidR="0043174E">
          <w:fldChar w:fldCharType="end"/>
        </w:r>
      </w:hyperlink>
      <w:r w:rsidR="00CE60DE">
        <w:t xml:space="preserve"> systemic lupus erythematosus</w:t>
      </w:r>
      <w:r w:rsidR="0043174E">
        <w:t>,</w:t>
      </w:r>
      <w:hyperlink w:anchor="_ENREF_36" w:tooltip="Reddy, 2016 #48" w:history="1">
        <w:r w:rsidR="0043174E">
          <w:fldChar w:fldCharType="begin">
            <w:fldData xml:space="preserve">PEVuZE5vdGU+PENpdGU+PEF1dGhvcj5SZWRkeTwvQXV0aG9yPjxZZWFyPjIwMTY8L1llYXI+PFJl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</w:fldData>
          </w:fldChar>
        </w:r>
        <w:r w:rsidR="0043174E">
          <w:instrText xml:space="preserve"> ADDIN EN.CITE </w:instrText>
        </w:r>
        <w:r w:rsidR="0043174E">
          <w:fldChar w:fldCharType="begin">
            <w:fldData xml:space="preserve">PEVuZE5vdGU+PENpdGU+PEF1dGhvcj5SZWRkeTwvQXV0aG9yPjxZZWFyPjIwMTY8L1llYXI+PFJl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36-41</w:t>
        </w:r>
        <w:r w:rsidR="0043174E">
          <w:fldChar w:fldCharType="end"/>
        </w:r>
      </w:hyperlink>
      <w:r w:rsidR="00CE60DE">
        <w:t xml:space="preserve"> </w:t>
      </w:r>
      <w:proofErr w:type="spellStart"/>
      <w:r w:rsidR="00CE60DE">
        <w:t>polyarteritis</w:t>
      </w:r>
      <w:proofErr w:type="spellEnd"/>
      <w:r w:rsidR="00CE60DE">
        <w:t xml:space="preserve"> </w:t>
      </w:r>
      <w:proofErr w:type="spellStart"/>
      <w:r w:rsidR="00CE60DE">
        <w:t>nodosa</w:t>
      </w:r>
      <w:proofErr w:type="spellEnd"/>
      <w:r w:rsidR="0043174E">
        <w:fldChar w:fldCharType="begin"/>
      </w:r>
      <w:r w:rsidR="0043174E">
        <w:instrText xml:space="preserve"> HYPERLINK \l "_ENREF_42" \o "Canpolat, 2012 #54" </w:instrText>
      </w:r>
      <w:r w:rsidR="0043174E">
        <w:fldChar w:fldCharType="separate"/>
      </w:r>
      <w:r w:rsidR="0043174E">
        <w:fldChar w:fldCharType="begin"/>
      </w:r>
      <w:r w:rsidR="0043174E">
        <w:instrText xml:space="preserve"> ADDIN EN.CITE &lt;EndNote&gt;&lt;Cite&gt;&lt;Author&gt;Canpolat&lt;/Author&gt;&lt;Year&gt;2012&lt;/Year&gt;&lt;RecNum&gt;54&lt;/RecNum&gt;&lt;DisplayText&gt;&lt;style face="superscript"&gt;42&lt;/style&gt;&lt;/DisplayText&gt;&lt;record&gt;&lt;rec-number&gt;54&lt;/rec-number&gt;&lt;foreign-keys&gt;&lt;key app="EN" db-id="ftf2xrzzyz9frkexr0lvvfpjset9respddav"&gt;54&lt;/key&gt;&lt;/foreign-keys&gt;&lt;ref-type name="Journal Article"&gt;17&lt;/ref-type&gt;&lt;contributors&gt;&lt;authors&gt;&lt;author&gt;Canpolat, U.&lt;/author&gt;&lt;author&gt;Dural, M.&lt;/author&gt;&lt;author&gt;Atalar, E.&lt;/author&gt;&lt;/authors&gt;&lt;/contributors&gt;&lt;auth-address&gt;Department of Cardiology, Hacettepe University Faculty of Medicine, 06100 Sihhiye, Ankara, Turkey. dru_canpolat@yahoo.com&lt;/auth-address&gt;&lt;titles&gt;&lt;title&gt;Acute inferior myocardial infarction in a young female patient with polyarteritis nodosa&lt;/title&gt;&lt;secondary-title&gt;Herz&lt;/secondary-title&gt;&lt;alt-title&gt;Herz&lt;/alt-title&gt;&lt;/titles&gt;&lt;periodical&gt;&lt;full-title&gt;Herz&lt;/full-title&gt;&lt;abbr-1&gt;Herz&lt;/abbr-1&gt;&lt;/periodical&gt;&lt;alt-periodical&gt;&lt;full-title&gt;Herz&lt;/full-title&gt;&lt;abbr-1&gt;Herz&lt;/abbr-1&gt;&lt;/alt-periodical&gt;&lt;pages&gt;461-3&lt;/pages&gt;&lt;volume&gt;37&lt;/volume&gt;&lt;number&gt;4&lt;/number&gt;&lt;edition&gt;2012/02/04&lt;/edition&gt;&lt;keywords&gt;&lt;keyword&gt;Coronary Artery Disease/*complications/*diagnosis/surgery&lt;/keyword&gt;&lt;keyword&gt;Female&lt;/keyword&gt;&lt;keyword&gt;Humans&lt;/keyword&gt;&lt;keyword&gt;Myocardial Infarction/*diagnosis/*etiology/surgery&lt;/keyword&gt;&lt;keyword&gt;Polyarteritis Nodosa/*diagnosis/*etiology/surgery&lt;/keyword&gt;&lt;keyword&gt;Treatment Outcome&lt;/keyword&gt;&lt;keyword&gt;Young Adult&lt;/keyword&gt;&lt;/keywords&gt;&lt;dates&gt;&lt;year&gt;2012&lt;/year&gt;&lt;pub-dates&gt;&lt;date&gt;Jun&lt;/date&gt;&lt;/pub-dates&gt;&lt;/dates&gt;&lt;isbn&gt;1615-6692 (Electronic)&amp;#xD;0340-9937 (Linking)&lt;/isbn&gt;&lt;accession-num&gt;22301728&lt;/accession-num&gt;&lt;work-type&gt;Case Reports&lt;/work-type&gt;&lt;urls&gt;&lt;related-urls&gt;&lt;url&gt;http://www.ncbi.nlm.nih.gov/pubmed/22301728&lt;/url&gt;&lt;/related-urls&gt;&lt;/urls&gt;&lt;electronic-resource-num&gt;10.1007/s00059-011-3567-8&lt;/electronic-resource-num&gt;&lt;language&gt;eng&lt;/language&gt;&lt;/record&gt;&lt;/Cite&gt;&lt;/EndNote&gt;</w:instrText>
      </w:r>
      <w:r w:rsidR="0043174E">
        <w:fldChar w:fldCharType="separate"/>
      </w:r>
      <w:r w:rsidR="0043174E" w:rsidRPr="002938F9">
        <w:rPr>
          <w:noProof/>
          <w:vertAlign w:val="superscript"/>
        </w:rPr>
        <w:t>42</w:t>
      </w:r>
      <w:r w:rsidR="0043174E">
        <w:fldChar w:fldCharType="end"/>
      </w:r>
      <w:r w:rsidR="0043174E">
        <w:fldChar w:fldCharType="end"/>
      </w:r>
      <w:r w:rsidR="00CE60DE">
        <w:t xml:space="preserve"> and inflammatory bowel disease</w:t>
      </w:r>
      <w:hyperlink w:anchor="_ENREF_43" w:tooltip="Srinivas, 2005 #55" w:history="1">
        <w:r w:rsidR="0043174E">
          <w:fldChar w:fldCharType="begin"/>
        </w:r>
        <w:r w:rsidR="0043174E">
          <w:instrText xml:space="preserve"> ADDIN EN.CITE &lt;EndNote&gt;&lt;Cite&gt;&lt;Author&gt;Srinivas&lt;/Author&gt;&lt;Year&gt;2005&lt;/Year&gt;&lt;RecNum&gt;55&lt;/RecNum&gt;&lt;DisplayText&gt;&lt;style face="superscript"&gt;43&lt;/style&gt;&lt;/DisplayText&gt;&lt;record&gt;&lt;rec-number&gt;55&lt;/rec-number&gt;&lt;foreign-keys&gt;&lt;key app="EN" db-id="ftf2xrzzyz9frkexr0lvvfpjset9respddav"&gt;55&lt;/key&gt;&lt;/foreign-keys&gt;&lt;ref-type name="Journal Article"&gt;17&lt;/ref-type&gt;&lt;contributors&gt;&lt;authors&gt;&lt;author&gt;Srinivas, M.&lt;/author&gt;&lt;author&gt;Basumani, P.&lt;/author&gt;&lt;author&gt;Muthusamy, R.&lt;/author&gt;&lt;author&gt;Wheeldon, N.&lt;/author&gt;&lt;/authors&gt;&lt;/contributors&gt;&lt;auth-address&gt;Department of Gastroenterology, Rotherham District General Hospital, Moorgate Road, Rotherham S60 2UD, UK. drsrinivasm@hotmail.com&lt;/auth-address&gt;&lt;titles&gt;&lt;title&gt;Active inflammatory bowel disease and coronary artery dissection&lt;/title&gt;&lt;secondary-title&gt;Postgrad Med J&lt;/secondary-title&gt;&lt;alt-title&gt;Postgraduate medical journal&lt;/alt-title&gt;&lt;/titles&gt;&lt;periodical&gt;&lt;full-title&gt;Postgrad Med J&lt;/full-title&gt;&lt;abbr-1&gt;Postgraduate medical journal&lt;/abbr-1&gt;&lt;/periodical&gt;&lt;alt-periodical&gt;&lt;full-title&gt;Postgrad Med J&lt;/full-title&gt;&lt;abbr-1&gt;Postgraduate medical journal&lt;/abbr-1&gt;&lt;/alt-periodical&gt;&lt;pages&gt;68-70&lt;/pages&gt;&lt;volume&gt;81&lt;/volume&gt;&lt;number&gt;951&lt;/number&gt;&lt;edition&gt;2005/01/11&lt;/edition&gt;&lt;keywords&gt;&lt;keyword&gt;Adult&lt;/keyword&gt;&lt;keyword&gt;Aneurysm, Dissecting/diagnosis/*etiology&lt;/keyword&gt;&lt;keyword&gt;Coronary Aneurysm/diagnosis/*etiology&lt;/keyword&gt;&lt;keyword&gt;Coronary Angiography&lt;/keyword&gt;&lt;keyword&gt;Crohn Disease/*complications&lt;/keyword&gt;&lt;keyword&gt;Electrocardiography&lt;/keyword&gt;&lt;keyword&gt;Female&lt;/keyword&gt;&lt;keyword&gt;Humans&lt;/keyword&gt;&lt;keyword&gt;Myocardial Infarction/etiology&lt;/keyword&gt;&lt;/keywords&gt;&lt;dates&gt;&lt;year&gt;2005&lt;/year&gt;&lt;pub-dates&gt;&lt;date&gt;Jan&lt;/date&gt;&lt;/pub-dates&gt;&lt;/dates&gt;&lt;isbn&gt;0032-5473 (Print)&amp;#xD;0032-5473 (Linking)&lt;/isbn&gt;&lt;accession-num&gt;15640436&lt;/accession-num&gt;&lt;work-type&gt;Case Reports&lt;/work-type&gt;&lt;urls&gt;&lt;related-urls&gt;&lt;url&gt;http://www.ncbi.nlm.nih.gov/pubmed/15640436&lt;/url&gt;&lt;/related-urls&gt;&lt;/urls&gt;&lt;custom2&gt;1743172&lt;/custom2&gt;&lt;electronic-resource-num&gt;10.1136/pgmj.2004.018952&lt;/electronic-resource-num&gt;&lt;language&gt;eng&lt;/language&gt;&lt;/record&gt;&lt;/Cite&gt;&lt;/EndNote&gt;</w:instrText>
        </w:r>
        <w:r w:rsidR="0043174E">
          <w:fldChar w:fldCharType="separate"/>
        </w:r>
        <w:r w:rsidR="0043174E" w:rsidRPr="002938F9">
          <w:rPr>
            <w:noProof/>
            <w:vertAlign w:val="superscript"/>
          </w:rPr>
          <w:t>43</w:t>
        </w:r>
        <w:r w:rsidR="0043174E">
          <w:fldChar w:fldCharType="end"/>
        </w:r>
      </w:hyperlink>
      <w:r w:rsidR="007D7F82">
        <w:t xml:space="preserve"> </w:t>
      </w:r>
      <w:r w:rsidR="007D7F82" w:rsidRPr="0043174E">
        <w:t>but again</w:t>
      </w:r>
      <w:r w:rsidR="007D7F82">
        <w:t xml:space="preserve"> these cases represent </w:t>
      </w:r>
      <w:r w:rsidR="003E29CB">
        <w:t>rare</w:t>
      </w:r>
      <w:r w:rsidR="007D7F82">
        <w:t xml:space="preserve"> associations rather than typical presentations</w:t>
      </w:r>
      <w:r w:rsidR="00CE60DE">
        <w:t>.</w:t>
      </w:r>
    </w:p>
    <w:p w:rsidR="0098727F" w:rsidRPr="00C1483B" w:rsidRDefault="0098727F" w:rsidP="0098727F">
      <w:pPr>
        <w:rPr>
          <w:b/>
          <w:i/>
        </w:rPr>
      </w:pPr>
      <w:r w:rsidRPr="00C1483B">
        <w:rPr>
          <w:b/>
          <w:i/>
        </w:rPr>
        <w:t>Presentation</w:t>
      </w:r>
    </w:p>
    <w:p w:rsidR="00E741BE" w:rsidRDefault="00E741BE" w:rsidP="006A6C4C">
      <w:pPr>
        <w:jc w:val="both"/>
      </w:pPr>
      <w:r>
        <w:t>Patients with SCAD present with acute coronary syndromes</w:t>
      </w:r>
      <w:r w:rsidR="00AF6C71">
        <w:t>, usually with chest pain associated with an elevation of cardiac enzymes</w:t>
      </w:r>
      <w:r w:rsidR="0043174E">
        <w:t>.</w:t>
      </w:r>
      <w:hyperlink w:anchor="_ENREF_44" w:tooltip="Saw, 2016 #84" w:history="1">
        <w:r w:rsidR="0043174E">
          <w:fldChar w:fldCharType="begin"/>
        </w:r>
        <w:r w:rsidR="0043174E">
          <w:instrText xml:space="preserve"> ADDIN EN.CITE &lt;EndNote&gt;&lt;Cite&gt;&lt;Author&gt;Saw&lt;/Author&gt;&lt;Year&gt;2016&lt;/Year&gt;&lt;RecNum&gt;84&lt;/RecNum&gt;&lt;DisplayText&gt;&lt;style face="superscript"&gt;44&lt;/style&gt;&lt;/DisplayText&gt;&lt;record&gt;&lt;rec-number&gt;84&lt;/rec-number&gt;&lt;foreign-keys&gt;&lt;key app="EN" db-id="ftf2xrzzyz9frkexr0lvvfpjset9respddav"&gt;84&lt;/key&gt;&lt;/foreign-keys&gt;&lt;ref-type name="Journal Article"&gt;17&lt;/ref-type&gt;&lt;contributors&gt;&lt;authors&gt;&lt;author&gt;Saw, J.&lt;/author&gt;&lt;author&gt;Mancini, G. B.&lt;/author&gt;&lt;author&gt;Humphries, K. H.&lt;/author&gt;&lt;/authors&gt;&lt;/contributors&gt;&lt;auth-address&gt;Division of Cardiology, Vancouver General Hospital, Vancouver, British Columbia, Canada. Electronic address: jsaw@mail.ubc.ca.&amp;#xD;Division of Cardiology, Vancouver General Hospital, Vancouver, British Columbia, Canada.&amp;#xD;BC Centre for Improved Cardiovascular Health, Vancouver, British Columbia, Canada.&lt;/auth-address&gt;&lt;titles&gt;&lt;title&gt;Contemporary Review on Spontaneous Coronary Artery Dissection&lt;/title&gt;&lt;secondary-title&gt;J Am Coll Cardiol&lt;/secondary-title&gt;&lt;alt-title&gt;Journal of the American College of Cardiology&lt;/alt-title&gt;&lt;/titles&gt;&lt;periodical&gt;&lt;full-title&gt;J Am Coll Cardiol&lt;/full-title&gt;&lt;abbr-1&gt;Journal of the American College of Cardiology&lt;/abbr-1&gt;&lt;/periodical&gt;&lt;alt-periodical&gt;&lt;full-title&gt;J Am Coll Cardiol&lt;/full-title&gt;&lt;abbr-1&gt;Journal of the American College of Cardiology&lt;/abbr-1&gt;&lt;/alt-periodical&gt;&lt;pages&gt;297-312&lt;/pages&gt;&lt;volume&gt;68&lt;/volume&gt;&lt;number&gt;3&lt;/number&gt;&lt;edition&gt;2016/07/16&lt;/edition&gt;&lt;dates&gt;&lt;year&gt;2016&lt;/year&gt;&lt;pub-dates&gt;&lt;date&gt;Jul 19&lt;/date&gt;&lt;/pub-dates&gt;&lt;/dates&gt;&lt;isbn&gt;1558-3597 (Electronic)&amp;#xD;0735-1097 (Linking)&lt;/isbn&gt;&lt;accession-num&gt;27417009&lt;/accession-num&gt;&lt;work-type&gt;Review&lt;/work-type&gt;&lt;urls&gt;&lt;related-urls&gt;&lt;url&gt;http://www.ncbi.nlm.nih.gov/pubmed/27417009&lt;/url&gt;&lt;/related-urls&gt;&lt;/urls&gt;&lt;electronic-resource-num&gt;10.1016/j.jacc.2016.05.034&lt;/electronic-resource-num&gt;&lt;language&gt;eng&lt;/language&gt;&lt;/record&gt;&lt;/Cite&gt;&lt;/EndNote&gt;</w:instrText>
        </w:r>
        <w:r w:rsidR="0043174E">
          <w:fldChar w:fldCharType="separate"/>
        </w:r>
        <w:r w:rsidR="0043174E" w:rsidRPr="002938F9">
          <w:rPr>
            <w:noProof/>
            <w:vertAlign w:val="superscript"/>
          </w:rPr>
          <w:t>44</w:t>
        </w:r>
        <w:r w:rsidR="0043174E">
          <w:fldChar w:fldCharType="end"/>
        </w:r>
      </w:hyperlink>
      <w:r>
        <w:t xml:space="preserve"> The proportion of patients presenting with ST-segment elevation (STEMI) versus non-ST-segment elevation (NSTEMI) varies between series with some reporting a dominance of STEMI</w:t>
      </w:r>
      <w:r w:rsidR="00870A30">
        <w:fldChar w:fldCharType="begin">
          <w:fldData xml:space="preserve">PEVuZE5vdGU+PENpdGU+PEF1dGhvcj5MZXR0aWVyaTwvQXV0aG9yPjxZZWFyPjIwMTU8L1llYXI+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</w:fldData>
        </w:fldChar>
      </w:r>
      <w:r w:rsidR="0043174E">
        <w:instrText xml:space="preserve"> ADDIN EN.CITE </w:instrText>
      </w:r>
      <w:r w:rsidR="0043174E">
        <w:fldChar w:fldCharType="begin">
          <w:fldData xml:space="preserve">PEVuZE5vdGU+PENpdGU+PEF1dGhvcj5MZXR0aWVyaTwvQXV0aG9yPjxZZWFyPjIwMTU8L1llYXI+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</w:fldData>
        </w:fldChar>
      </w:r>
      <w:r w:rsidR="0043174E">
        <w:instrText xml:space="preserve"> ADDIN EN.CITE.DATA </w:instrText>
      </w:r>
      <w:r w:rsidR="0043174E">
        <w:fldChar w:fldCharType="end"/>
      </w:r>
      <w:r w:rsidR="00870A30">
        <w:fldChar w:fldCharType="separate"/>
      </w:r>
      <w:hyperlink w:anchor="_ENREF_4" w:tooltip="Tweet, 2012 #22" w:history="1">
        <w:r w:rsidR="0043174E" w:rsidRPr="0043174E">
          <w:rPr>
            <w:noProof/>
            <w:vertAlign w:val="superscript"/>
          </w:rPr>
          <w:t>4</w:t>
        </w:r>
      </w:hyperlink>
      <w:r w:rsidR="0043174E" w:rsidRPr="0043174E">
        <w:rPr>
          <w:noProof/>
          <w:vertAlign w:val="superscript"/>
        </w:rPr>
        <w:t xml:space="preserve">, </w:t>
      </w:r>
      <w:hyperlink w:anchor="_ENREF_6" w:tooltip="Lettieri, 2015 #28" w:history="1">
        <w:r w:rsidR="0043174E" w:rsidRPr="0043174E">
          <w:rPr>
            <w:noProof/>
            <w:vertAlign w:val="superscript"/>
          </w:rPr>
          <w:t>6</w:t>
        </w:r>
      </w:hyperlink>
      <w:r w:rsidR="0043174E" w:rsidRPr="0043174E">
        <w:rPr>
          <w:noProof/>
          <w:vertAlign w:val="superscript"/>
        </w:rPr>
        <w:t xml:space="preserve">, </w:t>
      </w:r>
      <w:hyperlink w:anchor="_ENREF_8" w:tooltip="Nakashima, 2016 #35" w:history="1">
        <w:r w:rsidR="0043174E" w:rsidRPr="0043174E">
          <w:rPr>
            <w:noProof/>
            <w:vertAlign w:val="superscript"/>
          </w:rPr>
          <w:t>8</w:t>
        </w:r>
      </w:hyperlink>
      <w:r w:rsidR="00870A30">
        <w:fldChar w:fldCharType="end"/>
      </w:r>
      <w:r>
        <w:t xml:space="preserve"> and others NSTEMI</w:t>
      </w:r>
      <w:r w:rsidR="0043174E">
        <w:t>.</w:t>
      </w:r>
      <w:r w:rsidR="00870A30">
        <w:fldChar w:fldCharType="begin">
          <w:fldData xml:space="preserve">PEVuZE5vdGU+PENpdGU+PEF1dGhvcj5Sb2dvd3NraTwvQXV0aG9yPjxZZWFyPjIwMTU8L1llYXI+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Sy5ILikuIGpzYXdAbWFpbC51YmMuY2EuJiN4RDtGcm9tIHRoZSBEaXZpc2lvbiBvZiBDYXJkaW9s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Sy5ILikuPC9hdXRoLWFkZHJlc3M+PHRpdGxlcz48dGl0bGU+U3BvbnRhbmVvdXMgY29yb25hcnkg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==
</w:fldData>
        </w:fldChar>
      </w:r>
      <w:r w:rsidR="0043174E">
        <w:instrText xml:space="preserve"> ADDIN EN.CITE </w:instrText>
      </w:r>
      <w:r w:rsidR="0043174E">
        <w:fldChar w:fldCharType="begin">
          <w:fldData xml:space="preserve">PEVuZE5vdGU+PENpdGU+PEF1dGhvcj5Sb2dvd3NraTwvQXV0aG9yPjxZZWFyPjIwMTU8L1llYXI+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Sy5ILikuIGpzYXdAbWFpbC51YmMuY2EuJiN4RDtGcm9tIHRoZSBEaXZpc2lvbiBvZiBDYXJkaW9s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Sy5ILikuPC9hdXRoLWFkZHJlc3M+PHRpdGxlcz48dGl0bGU+U3BvbnRhbmVvdXMgY29yb25hcnkg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==
</w:fldData>
        </w:fldChar>
      </w:r>
      <w:r w:rsidR="0043174E">
        <w:instrText xml:space="preserve"> ADDIN EN.CITE.DATA </w:instrText>
      </w:r>
      <w:r w:rsidR="0043174E">
        <w:fldChar w:fldCharType="end"/>
      </w:r>
      <w:r w:rsidR="00870A30">
        <w:fldChar w:fldCharType="separate"/>
      </w:r>
      <w:hyperlink w:anchor="_ENREF_5" w:tooltip="Saw, 2014 #27" w:history="1">
        <w:r w:rsidR="0043174E" w:rsidRPr="0043174E">
          <w:rPr>
            <w:noProof/>
            <w:vertAlign w:val="superscript"/>
          </w:rPr>
          <w:t>5</w:t>
        </w:r>
      </w:hyperlink>
      <w:r w:rsidR="0043174E" w:rsidRPr="0043174E">
        <w:rPr>
          <w:noProof/>
          <w:vertAlign w:val="superscript"/>
        </w:rPr>
        <w:t xml:space="preserve">, </w:t>
      </w:r>
      <w:hyperlink w:anchor="_ENREF_7" w:tooltip="Rogowski, 2015 #29" w:history="1">
        <w:r w:rsidR="0043174E" w:rsidRPr="0043174E">
          <w:rPr>
            <w:noProof/>
            <w:vertAlign w:val="superscript"/>
          </w:rPr>
          <w:t>7</w:t>
        </w:r>
      </w:hyperlink>
      <w:r w:rsidR="00870A30">
        <w:fldChar w:fldCharType="end"/>
      </w:r>
      <w:r>
        <w:t xml:space="preserve"> </w:t>
      </w:r>
      <w:r w:rsidR="006A6C4C">
        <w:t>This</w:t>
      </w:r>
      <w:r>
        <w:t xml:space="preserve"> </w:t>
      </w:r>
      <w:r w:rsidR="00613617">
        <w:t xml:space="preserve">likely </w:t>
      </w:r>
      <w:r>
        <w:t>reflect</w:t>
      </w:r>
      <w:r w:rsidR="006A6C4C">
        <w:t>s</w:t>
      </w:r>
      <w:r>
        <w:t xml:space="preserve"> differences in patient selection</w:t>
      </w:r>
      <w:r w:rsidR="006A6C4C">
        <w:t xml:space="preserve"> </w:t>
      </w:r>
      <w:r w:rsidR="00613617">
        <w:t xml:space="preserve">between studies </w:t>
      </w:r>
      <w:r w:rsidR="006A6C4C">
        <w:t xml:space="preserve">with the former series likely under-representing patients with less severe presentations. </w:t>
      </w:r>
      <w:r w:rsidR="00507DD2">
        <w:t xml:space="preserve">A small proportion </w:t>
      </w:r>
      <w:r w:rsidR="00FD67F7">
        <w:t>(</w:t>
      </w:r>
      <w:r w:rsidR="00507DD2">
        <w:t>3-14%</w:t>
      </w:r>
      <w:r w:rsidR="00FD67F7">
        <w:t>)</w:t>
      </w:r>
      <w:r w:rsidR="00507DD2">
        <w:t xml:space="preserve"> present with resu</w:t>
      </w:r>
      <w:r w:rsidR="0043174E">
        <w:t>scitated ventricular arrhythmia.</w:t>
      </w:r>
      <w:hyperlink w:anchor="_ENREF_4" w:tooltip="Tweet, 2012 #22" w:history="1">
        <w:r w:rsidR="0043174E">
          <w:fldChar w:fldCharType="begin">
            <w:fldData xml:space="preserve">PEVuZE5vdGU+PENpdGU+PEF1dGhvcj5MZXR0aWVyaTwvQXV0aG9yPjxZZWFyPjIwMTU8L1llYXI+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</w:fldData>
          </w:fldChar>
        </w:r>
        <w:r w:rsidR="0043174E">
          <w:instrText xml:space="preserve"> ADDIN EN.CITE </w:instrText>
        </w:r>
        <w:r w:rsidR="0043174E">
          <w:fldChar w:fldCharType="begin">
            <w:fldData xml:space="preserve">PEVuZE5vdGU+PENpdGU+PEF1dGhvcj5MZXR0aWVyaTwvQXV0aG9yPjxZZWFyPjIwMTU8L1llYXI+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</w:fldData>
          </w:fldChar>
        </w:r>
        <w:r w:rsidR="0043174E">
          <w:instrText xml:space="preserve"> ADDIN EN.CITE.DATA </w:instrText>
        </w:r>
        <w:r w:rsidR="0043174E">
          <w:fldChar w:fldCharType="end"/>
        </w:r>
        <w:r w:rsidR="0043174E">
          <w:fldChar w:fldCharType="separate"/>
        </w:r>
        <w:r w:rsidR="0043174E" w:rsidRPr="0043174E">
          <w:rPr>
            <w:noProof/>
            <w:vertAlign w:val="superscript"/>
          </w:rPr>
          <w:t>4-6</w:t>
        </w:r>
        <w:r w:rsidR="0043174E">
          <w:fldChar w:fldCharType="end"/>
        </w:r>
      </w:hyperlink>
      <w:r w:rsidR="00507DD2">
        <w:t xml:space="preserve"> Some cases </w:t>
      </w:r>
      <w:r w:rsidR="007A62A2">
        <w:t xml:space="preserve">present as </w:t>
      </w:r>
      <w:r w:rsidR="000C4380">
        <w:t xml:space="preserve">unexplained </w:t>
      </w:r>
      <w:r w:rsidR="007A62A2">
        <w:t>sudden death, although</w:t>
      </w:r>
      <w:r w:rsidR="00613617">
        <w:t>,</w:t>
      </w:r>
      <w:r w:rsidR="007A62A2">
        <w:t xml:space="preserve"> because of the challenges of accurate post mortem diagnosis, this condition is likely under-represented in post mortem series</w:t>
      </w:r>
      <w:r w:rsidR="0043174E">
        <w:t>.</w:t>
      </w:r>
      <w:r w:rsidR="00870A30">
        <w:fldChar w:fldCharType="begin">
          <w:fldData xml:space="preserve">PEVuZE5vdGU+PENpdGU+PEF1dGhvcj5EZXNhaTwvQXV0aG9yPjxZZWFyPjIwMTI8L1llYXI+PFJl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</w:fldData>
        </w:fldChar>
      </w:r>
      <w:r w:rsidR="002938F9">
        <w:instrText xml:space="preserve"> ADDIN EN.CITE </w:instrText>
      </w:r>
      <w:r w:rsidR="002938F9">
        <w:fldChar w:fldCharType="begin">
          <w:fldData xml:space="preserve">PEVuZE5vdGU+PENpdGU+PEF1dGhvcj5EZXNhaTwvQXV0aG9yPjxZZWFyPjIwMTI8L1llYXI+PFJl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</w:fldData>
        </w:fldChar>
      </w:r>
      <w:r w:rsidR="002938F9">
        <w:instrText xml:space="preserve"> ADDIN EN.CITE.DATA </w:instrText>
      </w:r>
      <w:r w:rsidR="002938F9">
        <w:fldChar w:fldCharType="end"/>
      </w:r>
      <w:r w:rsidR="00870A30">
        <w:fldChar w:fldCharType="separate"/>
      </w:r>
      <w:hyperlink w:anchor="_ENREF_45" w:tooltip="Desai, 2012 #76" w:history="1">
        <w:r w:rsidR="0043174E" w:rsidRPr="002938F9">
          <w:rPr>
            <w:noProof/>
            <w:vertAlign w:val="superscript"/>
          </w:rPr>
          <w:t>45</w:t>
        </w:r>
      </w:hyperlink>
      <w:r w:rsidR="002938F9" w:rsidRPr="002938F9">
        <w:rPr>
          <w:noProof/>
          <w:vertAlign w:val="superscript"/>
        </w:rPr>
        <w:t xml:space="preserve">, </w:t>
      </w:r>
      <w:hyperlink w:anchor="_ENREF_46" w:tooltip="Hill, 2010 #77" w:history="1">
        <w:r w:rsidR="0043174E" w:rsidRPr="002938F9">
          <w:rPr>
            <w:noProof/>
            <w:vertAlign w:val="superscript"/>
          </w:rPr>
          <w:t>46</w:t>
        </w:r>
      </w:hyperlink>
      <w:r w:rsidR="00870A30">
        <w:fldChar w:fldCharType="end"/>
      </w:r>
      <w:r w:rsidR="007A62A2">
        <w:t xml:space="preserve"> </w:t>
      </w:r>
    </w:p>
    <w:p w:rsidR="000164D1" w:rsidRDefault="0093443D" w:rsidP="006A6C4C">
      <w:pPr>
        <w:jc w:val="both"/>
      </w:pPr>
      <w:r>
        <w:t>P</w:t>
      </w:r>
      <w:r w:rsidR="00217BEF">
        <w:t>atients with SCAD too frequently suffer from failed or delayed diagnosis</w:t>
      </w:r>
      <w:hyperlink w:anchor="_ENREF_44" w:tooltip="Saw, 2016 #84" w:history="1">
        <w:r w:rsidR="0043174E">
          <w:fldChar w:fldCharType="begin"/>
        </w:r>
        <w:r w:rsidR="0043174E">
          <w:instrText xml:space="preserve"> ADDIN EN.CITE &lt;EndNote&gt;&lt;Cite&gt;&lt;Author&gt;Saw&lt;/Author&gt;&lt;Year&gt;2016&lt;/Year&gt;&lt;RecNum&gt;84&lt;/RecNum&gt;&lt;DisplayText&gt;&lt;style face="superscript"&gt;44&lt;/style&gt;&lt;/DisplayText&gt;&lt;record&gt;&lt;rec-number&gt;84&lt;/rec-number&gt;&lt;foreign-keys&gt;&lt;key app="EN" db-id="ftf2xrzzyz9frkexr0lvvfpjset9respddav"&gt;84&lt;/key&gt;&lt;/foreign-keys&gt;&lt;ref-type name="Journal Article"&gt;17&lt;/ref-type&gt;&lt;contributors&gt;&lt;authors&gt;&lt;author&gt;Saw, J.&lt;/author&gt;&lt;author&gt;Mancini, G. B.&lt;/author&gt;&lt;author&gt;Humphries, K. H.&lt;/author&gt;&lt;/authors&gt;&lt;/contributors&gt;&lt;auth-address&gt;Division of Cardiology, Vancouver General Hospital, Vancouver, British Columbia, Canada. Electronic address: jsaw@mail.ubc.ca.&amp;#xD;Division of Cardiology, Vancouver General Hospital, Vancouver, British Columbia, Canada.&amp;#xD;BC Centre for Improved Cardiovascular Health, Vancouver, British Columbia, Canada.&lt;/auth-address&gt;&lt;titles&gt;&lt;title&gt;Contemporary Review on Spontaneous Coronary Artery Dissection&lt;/title&gt;&lt;secondary-title&gt;J Am Coll Cardiol&lt;/secondary-title&gt;&lt;alt-title&gt;Journal of the American College of Cardiology&lt;/alt-title&gt;&lt;/titles&gt;&lt;periodical&gt;&lt;full-title&gt;J Am Coll Cardiol&lt;/full-title&gt;&lt;abbr-1&gt;Journal of the American College of Cardiology&lt;/abbr-1&gt;&lt;/periodical&gt;&lt;alt-periodical&gt;&lt;full-title&gt;J Am Coll Cardiol&lt;/full-title&gt;&lt;abbr-1&gt;Journal of the American College of Cardiology&lt;/abbr-1&gt;&lt;/alt-periodical&gt;&lt;pages&gt;297-312&lt;/pages&gt;&lt;volume&gt;68&lt;/volume&gt;&lt;number&gt;3&lt;/number&gt;&lt;edition&gt;2016/07/16&lt;/edition&gt;&lt;dates&gt;&lt;year&gt;2016&lt;/year&gt;&lt;pub-dates&gt;&lt;date&gt;Jul 19&lt;/date&gt;&lt;/pub-dates&gt;&lt;/dates&gt;&lt;isbn&gt;1558-3597 (Electronic)&amp;#xD;0735-1097 (Linking)&lt;/isbn&gt;&lt;accession-num&gt;27417009&lt;/accession-num&gt;&lt;work-type&gt;Review&lt;/work-type&gt;&lt;urls&gt;&lt;related-urls&gt;&lt;url&gt;http://www.ncbi.nlm.nih.gov/pubmed/27417009&lt;/url&gt;&lt;/related-urls&gt;&lt;/urls&gt;&lt;electronic-resource-num&gt;10.1016/j.jacc.2016.05.034&lt;/electronic-resource-num&gt;&lt;language&gt;eng&lt;/language&gt;&lt;/record&gt;&lt;/Cite&gt;&lt;/EndNote&gt;</w:instrText>
        </w:r>
        <w:r w:rsidR="0043174E">
          <w:fldChar w:fldCharType="separate"/>
        </w:r>
        <w:r w:rsidR="0043174E" w:rsidRPr="002938F9">
          <w:rPr>
            <w:noProof/>
            <w:vertAlign w:val="superscript"/>
          </w:rPr>
          <w:t>44</w:t>
        </w:r>
        <w:r w:rsidR="0043174E">
          <w:fldChar w:fldCharType="end"/>
        </w:r>
      </w:hyperlink>
      <w:r w:rsidR="00984D77">
        <w:t xml:space="preserve">. This primarily results from emergency medical systems </w:t>
      </w:r>
      <w:r w:rsidR="0043174E">
        <w:t>targeted</w:t>
      </w:r>
      <w:r w:rsidR="00984D77">
        <w:t xml:space="preserve"> to screen patients with acute chest pain presentations on the basis of traditional atherosclerotic cardiovascular risk factors.</w:t>
      </w:r>
      <w:r w:rsidR="00EA3C1A">
        <w:t xml:space="preserve"> </w:t>
      </w:r>
      <w:r w:rsidR="00984D77">
        <w:t xml:space="preserve"> </w:t>
      </w:r>
      <w:r w:rsidR="00A011D3">
        <w:t xml:space="preserve">As a result some </w:t>
      </w:r>
      <w:r w:rsidR="00E15499">
        <w:t xml:space="preserve">SCAD </w:t>
      </w:r>
      <w:r w:rsidR="00A011D3">
        <w:t xml:space="preserve">patients are not </w:t>
      </w:r>
      <w:r w:rsidR="003E29CB">
        <w:lastRenderedPageBreak/>
        <w:t xml:space="preserve">appropriately </w:t>
      </w:r>
      <w:r w:rsidR="00A011D3">
        <w:t xml:space="preserve">referred for coronary angiography or referral is delayed. </w:t>
      </w:r>
      <w:r w:rsidR="00083381">
        <w:t>A high index of clinical suspicion is required for women presenting with typical chest pain and abnormalities of either ECG or cardiac biomarkers.</w:t>
      </w:r>
    </w:p>
    <w:p w:rsidR="0098727F" w:rsidRPr="00C1483B" w:rsidRDefault="0098727F" w:rsidP="0098727F">
      <w:pPr>
        <w:rPr>
          <w:b/>
          <w:i/>
        </w:rPr>
      </w:pPr>
      <w:r w:rsidRPr="00C1483B">
        <w:rPr>
          <w:b/>
          <w:i/>
        </w:rPr>
        <w:t>Angiographic findings</w:t>
      </w:r>
    </w:p>
    <w:p w:rsidR="0040385E" w:rsidRDefault="00185492" w:rsidP="001B5366">
      <w:pPr>
        <w:jc w:val="both"/>
      </w:pPr>
      <w:r w:rsidRPr="0043174E">
        <w:t>W</w:t>
      </w:r>
      <w:r w:rsidR="00B165EB" w:rsidRPr="0043174E">
        <w:t>hilst recognition of typical angiographic features and use of intracoronary imaging is improving</w:t>
      </w:r>
      <w:r w:rsidR="00E15499" w:rsidRPr="0043174E">
        <w:t xml:space="preserve"> accurate diagnosis</w:t>
      </w:r>
      <w:r w:rsidR="00B165EB" w:rsidRPr="0043174E">
        <w:t>, this condition remains under-</w:t>
      </w:r>
      <w:r w:rsidR="00C90320" w:rsidRPr="0043174E">
        <w:t>recognised</w:t>
      </w:r>
      <w:r w:rsidR="00B165EB" w:rsidRPr="0043174E">
        <w:t xml:space="preserve"> at angiography</w:t>
      </w:r>
      <w:r w:rsidR="0043174E" w:rsidRPr="0043174E">
        <w:t>.</w:t>
      </w:r>
      <w:hyperlink w:anchor="_ENREF_9" w:tooltip="Saw, 2014 #33" w:history="1">
        <w:r w:rsidR="00B165EB" w:rsidRPr="0043174E">
          <w:rPr>
            <w:noProof/>
            <w:vertAlign w:val="superscript"/>
          </w:rPr>
          <w:t>9</w:t>
        </w:r>
      </w:hyperlink>
      <w:r w:rsidR="00B165EB" w:rsidRPr="0043174E">
        <w:rPr>
          <w:noProof/>
          <w:vertAlign w:val="superscript"/>
        </w:rPr>
        <w:t xml:space="preserve">, </w:t>
      </w:r>
      <w:hyperlink w:anchor="_ENREF_48" w:tooltip="Yip, 2015 #83" w:history="1">
        <w:r w:rsidR="00B165EB" w:rsidRPr="0043174E">
          <w:rPr>
            <w:noProof/>
            <w:vertAlign w:val="superscript"/>
          </w:rPr>
          <w:t>48</w:t>
        </w:r>
      </w:hyperlink>
      <w:r w:rsidR="00B165EB">
        <w:t xml:space="preserve"> </w:t>
      </w:r>
    </w:p>
    <w:p w:rsidR="00E203A6" w:rsidRPr="00C1483B" w:rsidRDefault="00E203A6" w:rsidP="00AF76F4">
      <w:pPr>
        <w:jc w:val="both"/>
        <w:rPr>
          <w:i/>
        </w:rPr>
      </w:pPr>
      <w:r w:rsidRPr="00C1483B">
        <w:rPr>
          <w:i/>
        </w:rPr>
        <w:t>Angiographic classification</w:t>
      </w:r>
    </w:p>
    <w:p w:rsidR="0070171A" w:rsidRDefault="00685EF7" w:rsidP="00AF76F4">
      <w:pPr>
        <w:jc w:val="both"/>
      </w:pPr>
      <w:r>
        <w:t>O</w:t>
      </w:r>
      <w:r w:rsidR="00AF76F4">
        <w:t xml:space="preserve">ne key area of persisting misunderstanding is </w:t>
      </w:r>
      <w:r w:rsidR="003E29CB">
        <w:t>an</w:t>
      </w:r>
      <w:r w:rsidR="00AF76F4">
        <w:t xml:space="preserve"> expectation that the false lumen </w:t>
      </w:r>
      <w:r w:rsidR="0070171A">
        <w:t xml:space="preserve">in SCAD </w:t>
      </w:r>
      <w:r w:rsidR="00AF76F4">
        <w:t xml:space="preserve">will </w:t>
      </w:r>
      <w:r w:rsidR="0070171A">
        <w:t xml:space="preserve">usually </w:t>
      </w:r>
      <w:r w:rsidR="00AF76F4">
        <w:t xml:space="preserve">be </w:t>
      </w:r>
      <w:proofErr w:type="spellStart"/>
      <w:r w:rsidR="00AF76F4">
        <w:t>angiographically</w:t>
      </w:r>
      <w:proofErr w:type="spellEnd"/>
      <w:r w:rsidR="00AF76F4">
        <w:t xml:space="preserve"> apparent</w:t>
      </w:r>
      <w:r w:rsidR="0070171A">
        <w:t>.</w:t>
      </w:r>
      <w:r w:rsidR="00AF76F4">
        <w:t xml:space="preserve"> </w:t>
      </w:r>
      <w:r w:rsidR="0070171A">
        <w:t>Saw et al described an angiographic classification for SCAD which has been increasingly adopted.</w:t>
      </w:r>
      <w:hyperlink w:anchor="_ENREF_44" w:tooltip="Saw, 2016 #84" w:history="1">
        <w:r w:rsidR="001839E5">
          <w:fldChar w:fldCharType="begin"/>
        </w:r>
        <w:r w:rsidR="001839E5">
          <w:instrText xml:space="preserve"> ADDIN EN.CITE &lt;EndNote&gt;&lt;Cite&gt;&lt;Author&gt;Saw&lt;/Author&gt;&lt;Year&gt;2016&lt;/Year&gt;&lt;RecNum&gt;84&lt;/RecNum&gt;&lt;DisplayText&gt;&lt;style face="superscript"&gt;44&lt;/style&gt;&lt;/DisplayText&gt;&lt;record&gt;&lt;rec-number&gt;84&lt;/rec-number&gt;&lt;foreign-keys&gt;&lt;key app="EN" db-id="ftf2xrzzyz9frkexr0lvvfpjset9respddav"&gt;84&lt;/key&gt;&lt;/foreign-keys&gt;&lt;ref-type name="Journal Article"&gt;17&lt;/ref-type&gt;&lt;contributors&gt;&lt;authors&gt;&lt;author&gt;Saw, J.&lt;/author&gt;&lt;author&gt;Mancini, G. B.&lt;/author&gt;&lt;author&gt;Humphries, K. H.&lt;/author&gt;&lt;/authors&gt;&lt;/contributors&gt;&lt;auth-address&gt;Division of Cardiology, Vancouver General Hospital, Vancouver, British Columbia, Canada. Electronic address: jsaw@mail.ubc.ca.&amp;#xD;Division of Cardiology, Vancouver General Hospital, Vancouver, British Columbia, Canada.&amp;#xD;BC Centre for Improved Cardiovascular Health, Vancouver, British Columbia, Canada.&lt;/auth-address&gt;&lt;titles&gt;&lt;title&gt;Contemporary Review on Spontaneous Coronary Artery Dissection&lt;/title&gt;&lt;secondary-title&gt;J Am Coll Cardiol&lt;/secondary-title&gt;&lt;alt-title&gt;Journal of the American College of Cardiology&lt;/alt-title&gt;&lt;/titles&gt;&lt;periodical&gt;&lt;full-title&gt;J Am Coll Cardiol&lt;/full-title&gt;&lt;abbr-1&gt;Journal of the American College of Cardiology&lt;/abbr-1&gt;&lt;/periodical&gt;&lt;alt-periodical&gt;&lt;full-title&gt;J Am Coll Cardiol&lt;/full-title&gt;&lt;abbr-1&gt;Journal of the American College of Cardiology&lt;/abbr-1&gt;&lt;/alt-periodical&gt;&lt;pages&gt;297-312&lt;/pages&gt;&lt;volume&gt;68&lt;/volume&gt;&lt;number&gt;3&lt;/number&gt;&lt;edition&gt;2016/07/16&lt;/edition&gt;&lt;dates&gt;&lt;year&gt;2016&lt;/year&gt;&lt;pub-dates&gt;&lt;date&gt;Jul 19&lt;/date&gt;&lt;/pub-dates&gt;&lt;/dates&gt;&lt;isbn&gt;1558-3597 (Electronic)&amp;#xD;0735-1097 (Linking)&lt;/isbn&gt;&lt;accession-num&gt;27417009&lt;/accession-num&gt;&lt;work-type&gt;Review&lt;/work-type&gt;&lt;urls&gt;&lt;related-urls&gt;&lt;url&gt;http://www.ncbi.nlm.nih.gov/pubmed/27417009&lt;/url&gt;&lt;/related-urls&gt;&lt;/urls&gt;&lt;electronic-resource-num&gt;10.1016/j.jacc.2016.05.034&lt;/electronic-resource-num&gt;&lt;language&gt;eng&lt;/language&gt;&lt;/record&gt;&lt;/Cite&gt;&lt;/EndNote&gt;</w:instrText>
        </w:r>
        <w:r w:rsidR="001839E5">
          <w:fldChar w:fldCharType="separate"/>
        </w:r>
        <w:r w:rsidR="001839E5" w:rsidRPr="002938F9">
          <w:rPr>
            <w:noProof/>
            <w:vertAlign w:val="superscript"/>
          </w:rPr>
          <w:t>44</w:t>
        </w:r>
        <w:r w:rsidR="001839E5">
          <w:fldChar w:fldCharType="end"/>
        </w:r>
      </w:hyperlink>
      <w:r w:rsidR="0070171A">
        <w:t xml:space="preserve"> Type </w:t>
      </w:r>
      <w:r w:rsidR="000B1F74">
        <w:t>1</w:t>
      </w:r>
      <w:r w:rsidR="0070171A">
        <w:t xml:space="preserve"> angiographic SCAD </w:t>
      </w:r>
      <w:r w:rsidR="003818B7">
        <w:t xml:space="preserve">(Figure </w:t>
      </w:r>
      <w:r w:rsidR="00E15499">
        <w:t>2</w:t>
      </w:r>
      <w:r w:rsidR="003818B7">
        <w:t xml:space="preserve">A) </w:t>
      </w:r>
      <w:r w:rsidR="0070171A">
        <w:t xml:space="preserve">is characterised by an </w:t>
      </w:r>
      <w:r w:rsidR="00E84252">
        <w:t>identifiable</w:t>
      </w:r>
      <w:r w:rsidR="0070171A">
        <w:t xml:space="preserve"> false lumen with a linear filling defect or dissection ‘flap</w:t>
      </w:r>
      <w:r w:rsidR="00E84252">
        <w:t>’</w:t>
      </w:r>
      <w:r w:rsidR="0070171A">
        <w:t xml:space="preserve">. </w:t>
      </w:r>
      <w:r w:rsidR="001839E5">
        <w:t xml:space="preserve">There is often contrast hold-up in the false lumen after clearance from the true lumen. </w:t>
      </w:r>
      <w:r w:rsidR="0070171A">
        <w:t>This appearance is familiar to interventional cardiologists from catheter or interventional procedure induced dissections where contrast readily enters the false lumen.</w:t>
      </w:r>
      <w:r w:rsidR="00E84252">
        <w:t xml:space="preserve"> </w:t>
      </w:r>
      <w:r w:rsidR="001839E5">
        <w:t>However,</w:t>
      </w:r>
      <w:r w:rsidR="0070171A">
        <w:t xml:space="preserve"> such cases make up a minority of </w:t>
      </w:r>
      <w:r w:rsidR="001839E5">
        <w:t xml:space="preserve">SCAD </w:t>
      </w:r>
      <w:r w:rsidR="0070171A">
        <w:t>angiograms</w:t>
      </w:r>
      <w:r w:rsidR="00E84252">
        <w:t xml:space="preserve"> (29-</w:t>
      </w:r>
      <w:r w:rsidR="007B1169">
        <w:t>48</w:t>
      </w:r>
      <w:r w:rsidR="00E84252">
        <w:t>%)</w:t>
      </w:r>
      <w:r w:rsidR="0070171A">
        <w:t>.</w:t>
      </w:r>
      <w:r w:rsidR="00E84252">
        <w:t xml:space="preserve"> More common are Type </w:t>
      </w:r>
      <w:r w:rsidR="00E15499">
        <w:t>2</w:t>
      </w:r>
      <w:r w:rsidR="00E84252">
        <w:t xml:space="preserve"> lesions where contrast penetration of the false lumen is not evident. In Type </w:t>
      </w:r>
      <w:r w:rsidR="000B1F74">
        <w:t>2</w:t>
      </w:r>
      <w:r w:rsidR="00E84252">
        <w:t>a</w:t>
      </w:r>
      <w:r w:rsidR="003818B7">
        <w:t xml:space="preserve"> (Figure </w:t>
      </w:r>
      <w:r w:rsidR="00E15499">
        <w:t>2</w:t>
      </w:r>
      <w:r w:rsidR="003818B7">
        <w:t>B)</w:t>
      </w:r>
      <w:r w:rsidR="00E84252">
        <w:t xml:space="preserve"> lesions, there is distal reconstitution of a normal vessel calibre (often </w:t>
      </w:r>
      <w:r w:rsidR="004F0E92">
        <w:t>preceded</w:t>
      </w:r>
      <w:r w:rsidR="00E84252">
        <w:t xml:space="preserve"> by a tapered critically narrowed segment at the distal extent of the dissection)</w:t>
      </w:r>
      <w:r w:rsidR="004F0E92">
        <w:t xml:space="preserve">. In Type </w:t>
      </w:r>
      <w:r w:rsidR="000B1F74">
        <w:t>2</w:t>
      </w:r>
      <w:r w:rsidR="004F0E92">
        <w:t>b lesions</w:t>
      </w:r>
      <w:r w:rsidR="003818B7">
        <w:t xml:space="preserve"> (Figure </w:t>
      </w:r>
      <w:r w:rsidR="00E15499">
        <w:t>2</w:t>
      </w:r>
      <w:r w:rsidR="003818B7">
        <w:t>C)</w:t>
      </w:r>
      <w:r w:rsidR="00E15499">
        <w:t xml:space="preserve">, the stenosis continues </w:t>
      </w:r>
      <w:r w:rsidR="004F0E92">
        <w:t xml:space="preserve">to the distal extent of the affected coronary territory. </w:t>
      </w:r>
      <w:r w:rsidR="007B1169">
        <w:t xml:space="preserve">Type </w:t>
      </w:r>
      <w:r w:rsidR="00E15499">
        <w:t>2</w:t>
      </w:r>
      <w:r w:rsidR="007B1169">
        <w:t xml:space="preserve"> lesions account for 52</w:t>
      </w:r>
      <w:r w:rsidR="0005208A">
        <w:t>-67%</w:t>
      </w:r>
      <w:r w:rsidR="007B1169">
        <w:t xml:space="preserve"> of presentations. Type </w:t>
      </w:r>
      <w:r w:rsidR="000B1F74">
        <w:t>3</w:t>
      </w:r>
      <w:r w:rsidR="007B1169">
        <w:t xml:space="preserve"> lesions </w:t>
      </w:r>
      <w:r w:rsidR="003818B7">
        <w:t xml:space="preserve">(Figure </w:t>
      </w:r>
      <w:r w:rsidR="00E15499">
        <w:t>2D</w:t>
      </w:r>
      <w:r w:rsidR="003818B7">
        <w:t xml:space="preserve">) </w:t>
      </w:r>
      <w:r w:rsidR="007B1169">
        <w:t xml:space="preserve">are </w:t>
      </w:r>
      <w:proofErr w:type="spellStart"/>
      <w:r w:rsidR="007B1169">
        <w:t>angiographically</w:t>
      </w:r>
      <w:proofErr w:type="spellEnd"/>
      <w:r w:rsidR="007B1169">
        <w:t xml:space="preserve"> indistinguishable from atherosclerosis without recourse to intracoronary imaging but appear rare (2-3.9%</w:t>
      </w:r>
      <w:r w:rsidR="00E15499">
        <w:t xml:space="preserve"> of cases</w:t>
      </w:r>
      <w:r w:rsidR="007B1169">
        <w:t xml:space="preserve">). </w:t>
      </w:r>
      <w:r w:rsidR="00501C45">
        <w:t xml:space="preserve">We would also propose a Type </w:t>
      </w:r>
      <w:r w:rsidR="000B1F74">
        <w:t>4</w:t>
      </w:r>
      <w:r w:rsidR="00501C45">
        <w:t xml:space="preserve"> variant </w:t>
      </w:r>
      <w:r w:rsidR="003818B7">
        <w:t xml:space="preserve">(Figure </w:t>
      </w:r>
      <w:r w:rsidR="00E15499">
        <w:t>2E</w:t>
      </w:r>
      <w:r w:rsidR="003818B7">
        <w:t xml:space="preserve">) </w:t>
      </w:r>
      <w:r w:rsidR="00501C45">
        <w:t>which presents with a total, usually distal, vessel occlusion where sources of coronary embolism have been excluded and there is subsequent evide</w:t>
      </w:r>
      <w:r w:rsidR="003E29CB">
        <w:t>nce of complete vessel healing in keeping with the natural history of SCAD.</w:t>
      </w:r>
    </w:p>
    <w:p w:rsidR="00E203A6" w:rsidRPr="00C1483B" w:rsidRDefault="00244210" w:rsidP="00AF76F4">
      <w:pPr>
        <w:jc w:val="both"/>
        <w:rPr>
          <w:i/>
        </w:rPr>
      </w:pPr>
      <w:r w:rsidRPr="00C1483B">
        <w:rPr>
          <w:i/>
        </w:rPr>
        <w:t>Additional</w:t>
      </w:r>
      <w:r w:rsidR="00E203A6" w:rsidRPr="00C1483B">
        <w:rPr>
          <w:i/>
        </w:rPr>
        <w:t xml:space="preserve"> angiographic f</w:t>
      </w:r>
      <w:r w:rsidRPr="00C1483B">
        <w:rPr>
          <w:i/>
        </w:rPr>
        <w:t>eatures</w:t>
      </w:r>
    </w:p>
    <w:p w:rsidR="00E203A6" w:rsidRDefault="00E203A6" w:rsidP="00AF76F4">
      <w:pPr>
        <w:jc w:val="both"/>
      </w:pPr>
      <w:r>
        <w:t xml:space="preserve">Whilst SCAD has been reported in all coronary segments, it has a frequent </w:t>
      </w:r>
      <w:r w:rsidR="003E29CB">
        <w:t>predilection</w:t>
      </w:r>
      <w:r>
        <w:t xml:space="preserve"> for more distal coronary segments</w:t>
      </w:r>
      <w:r w:rsidR="003E29CB">
        <w:t xml:space="preserve"> (in contrast to atherosclerotic disease)</w:t>
      </w:r>
      <w:r w:rsidR="00454E3A">
        <w:t>.</w:t>
      </w:r>
      <w:hyperlink w:anchor="_ENREF_4" w:tooltip="Tweet, 2012 #22" w:history="1">
        <w:r w:rsidR="0043174E">
          <w:fldChar w:fldCharType="begin">
            <w:fldData xml:space="preserve">PEVuZE5vdGU+PENpdGU+PEF1dGhvcj5MZXR0aWVyaTwvQXV0aG9yPjxZZWFyPjIwMTU8L1llYXI+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</w:fldData>
          </w:fldChar>
        </w:r>
        <w:r w:rsidR="0043174E">
          <w:instrText xml:space="preserve"> ADDIN EN.CITE </w:instrText>
        </w:r>
        <w:r w:rsidR="0043174E">
          <w:fldChar w:fldCharType="begin">
            <w:fldData xml:space="preserve">PEVuZE5vdGU+PENpdGU+PEF1dGhvcj5MZXR0aWVyaTwvQXV0aG9yPjxZZWFyPjIwMTU8L1llYXI+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</w:fldData>
          </w:fldChar>
        </w:r>
        <w:r w:rsidR="0043174E">
          <w:instrText xml:space="preserve"> ADDIN EN.CITE.DATA </w:instrText>
        </w:r>
        <w:r w:rsidR="0043174E">
          <w:fldChar w:fldCharType="end"/>
        </w:r>
        <w:r w:rsidR="0043174E">
          <w:fldChar w:fldCharType="separate"/>
        </w:r>
        <w:r w:rsidR="0043174E" w:rsidRPr="0043174E">
          <w:rPr>
            <w:noProof/>
            <w:vertAlign w:val="superscript"/>
          </w:rPr>
          <w:t>4-7</w:t>
        </w:r>
        <w:r w:rsidR="0043174E">
          <w:fldChar w:fldCharType="end"/>
        </w:r>
      </w:hyperlink>
      <w:r>
        <w:t xml:space="preserve"> When it occurs, proximal </w:t>
      </w:r>
      <w:r w:rsidR="00E15499">
        <w:t>disease more commonly has a Type</w:t>
      </w:r>
      <w:r>
        <w:t xml:space="preserve"> </w:t>
      </w:r>
      <w:r w:rsidR="00E15499">
        <w:t>1</w:t>
      </w:r>
      <w:r>
        <w:t xml:space="preserve"> appearance </w:t>
      </w:r>
      <w:r w:rsidR="008B6920">
        <w:t xml:space="preserve">and may have associated thrombus within the true lumen </w:t>
      </w:r>
      <w:r>
        <w:t>whilst mid to</w:t>
      </w:r>
      <w:r w:rsidR="00E15499">
        <w:t xml:space="preserve"> distal SCAD is more usually a T</w:t>
      </w:r>
      <w:r>
        <w:t xml:space="preserve">ype </w:t>
      </w:r>
      <w:r w:rsidR="000B1F74">
        <w:t>2</w:t>
      </w:r>
      <w:r>
        <w:t xml:space="preserve"> appearance. Although more discrete dissected segments do occur</w:t>
      </w:r>
      <w:r w:rsidR="008B6920">
        <w:t xml:space="preserve">, long affected segments are more typical. </w:t>
      </w:r>
      <w:r>
        <w:t>Most</w:t>
      </w:r>
      <w:r w:rsidR="00870A30">
        <w:fldChar w:fldCharType="begin">
          <w:fldData xml:space="preserve">PEVuZE5vdGU+PENpdGU+PEF1dGhvcj5MZXR0aWVyaTwvQXV0aG9yPjxZZWFyPjIwMTU8L1llYXI+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YWJici0xPkNpcmN1bGF0aW9uPC9hYmJyLTE+PC9hbHQtcGVyaW9kaWNhbD48cGFnZXM+NTc5LTg4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=
</w:fldData>
        </w:fldChar>
      </w:r>
      <w:r w:rsidR="0043174E">
        <w:instrText xml:space="preserve"> ADDIN EN.CITE </w:instrText>
      </w:r>
      <w:r w:rsidR="0043174E">
        <w:fldChar w:fldCharType="begin">
          <w:fldData xml:space="preserve">PEVuZE5vdGU+PENpdGU+PEF1dGhvcj5MZXR0aWVyaTwvQXV0aG9yPjxZZWFyPjIwMTU8L1llYXI+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YWJici0xPkNpcmN1bGF0aW9uPC9hYmJyLTE+PC9hbHQtcGVyaW9kaWNhbD48cGFnZXM+NTc5LTg4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=
</w:fldData>
        </w:fldChar>
      </w:r>
      <w:r w:rsidR="0043174E">
        <w:instrText xml:space="preserve"> ADDIN EN.CITE.DATA </w:instrText>
      </w:r>
      <w:r w:rsidR="0043174E">
        <w:fldChar w:fldCharType="end"/>
      </w:r>
      <w:r w:rsidR="00870A30">
        <w:fldChar w:fldCharType="separate"/>
      </w:r>
      <w:hyperlink w:anchor="_ENREF_4" w:tooltip="Tweet, 2012 #22" w:history="1">
        <w:r w:rsidR="0043174E" w:rsidRPr="0043174E">
          <w:rPr>
            <w:noProof/>
            <w:vertAlign w:val="superscript"/>
          </w:rPr>
          <w:t>4-6</w:t>
        </w:r>
      </w:hyperlink>
      <w:r w:rsidR="0043174E" w:rsidRPr="0043174E">
        <w:rPr>
          <w:noProof/>
          <w:vertAlign w:val="superscript"/>
        </w:rPr>
        <w:t xml:space="preserve">, </w:t>
      </w:r>
      <w:hyperlink w:anchor="_ENREF_8" w:tooltip="Nakashima, 2016 #35" w:history="1">
        <w:r w:rsidR="0043174E" w:rsidRPr="0043174E">
          <w:rPr>
            <w:noProof/>
            <w:vertAlign w:val="superscript"/>
          </w:rPr>
          <w:t>8</w:t>
        </w:r>
      </w:hyperlink>
      <w:r w:rsidR="00870A30">
        <w:fldChar w:fldCharType="end"/>
      </w:r>
      <w:r>
        <w:t xml:space="preserve"> but not all</w:t>
      </w:r>
      <w:hyperlink w:anchor="_ENREF_7" w:tooltip="Rogowski, 2015 #29" w:history="1">
        <w:r w:rsidR="0043174E">
          <w:fldChar w:fldCharType="begin"/>
        </w:r>
        <w:r w:rsidR="0043174E">
          <w:instrText xml:space="preserve"> ADDIN EN.CITE &lt;EndNote&gt;&lt;Cite&gt;&lt;Author&gt;Rogowski&lt;/Author&gt;&lt;Year&gt;2015&lt;/Year&gt;&lt;RecNum&gt;29&lt;/RecNum&gt;&lt;DisplayText&gt;&lt;style face="superscript"&gt;7&lt;/style&gt;&lt;/DisplayText&gt;&lt;record&gt;&lt;rec-number&gt;29&lt;/rec-number&gt;&lt;foreign-keys&gt;&lt;key app="EN" db-id="ftf2xrzzyz9frkexr0lvvfpjset9respddav"&gt;29&lt;/key&gt;&lt;/foreign-keys&gt;&lt;ref-type name="Journal Article"&gt;17&lt;/ref-type&gt;&lt;contributors&gt;&lt;authors&gt;&lt;author&gt;Rogowski, S.&lt;/author&gt;&lt;author&gt;Maeder, M. T.&lt;/author&gt;&lt;author&gt;Weilenmann, D.&lt;/author&gt;&lt;author&gt;Haager, P. K.&lt;/author&gt;&lt;author&gt;Ammann, P.&lt;/author&gt;&lt;author&gt;Rohner, F.&lt;/author&gt;&lt;author&gt;Joerg, L.&lt;/author&gt;&lt;author&gt;Rickli, H.&lt;/author&gt;&lt;/authors&gt;&lt;/contributors&gt;&lt;auth-address&gt;Cardiology Division, Kantonsspital St. Gallen, St. Gallen, Switzerland.&lt;/auth-address&gt;&lt;titles&gt;&lt;title&gt;Spontaneous Coronary Artery Dissection: Angiographic Follow-Up and Long-Term Clinical Outcome in a Predominantly Medically Treated Population&lt;/title&gt;&lt;secondary-title&gt;Catheter Cardiovasc Interv&lt;/secondary-title&gt;&lt;alt-title&gt;Catheterization and cardiovascular interventions : official journal of the Society for Cardiac Angiography &amp;amp; Interventions&lt;/alt-title&gt;&lt;/titles&gt;&lt;periodical&gt;&lt;full-title&gt;Catheter Cardiovasc Interv&lt;/full-title&gt;&lt;abbr-1&gt;Catheterization and cardiovascular interventions : official journal of the Society for Cardiac Angiography &amp;amp; Interventions&lt;/abbr-1&gt;&lt;/periodical&gt;&lt;alt-periodical&gt;&lt;full-title&gt;Catheter Cardiovasc Interv&lt;/full-title&gt;&lt;abbr-1&gt;Catheterization and cardiovascular interventions : official journal of the Society for Cardiac Angiography &amp;amp; Interventions&lt;/abbr-1&gt;&lt;/alt-periodical&gt;&lt;edition&gt;2015/12/29&lt;/edition&gt;&lt;dates&gt;&lt;year&gt;2015&lt;/year&gt;&lt;pub-dates&gt;&lt;date&gt;Dec 28&lt;/date&gt;&lt;/pub-dates&gt;&lt;/dates&gt;&lt;isbn&gt;1522-726X (Electronic)&amp;#xD;1522-1946 (Linking)&lt;/isbn&gt;&lt;accession-num&gt;26708825&lt;/accession-num&gt;&lt;urls&gt;&lt;related-urls&gt;&lt;url&gt;http://www.ncbi.nlm.nih.gov/pubmed/26708825&lt;/url&gt;&lt;/related-urls&gt;&lt;/urls&gt;&lt;electronic-resource-num&gt;10.1002/ccd.26383&lt;/electronic-resource-num&gt;&lt;language&gt;Eng&lt;/language&gt;&lt;/record&gt;&lt;/Cite&gt;&lt;/EndNote&gt;</w:instrText>
        </w:r>
        <w:r w:rsidR="0043174E">
          <w:fldChar w:fldCharType="separate"/>
        </w:r>
        <w:r w:rsidR="0043174E" w:rsidRPr="0043174E">
          <w:rPr>
            <w:noProof/>
            <w:vertAlign w:val="superscript"/>
          </w:rPr>
          <w:t>7</w:t>
        </w:r>
        <w:r w:rsidR="0043174E">
          <w:fldChar w:fldCharType="end"/>
        </w:r>
      </w:hyperlink>
      <w:r>
        <w:t xml:space="preserve"> series report the left anterior descending to be the commonest affected vessel. </w:t>
      </w:r>
      <w:r w:rsidR="00B241CF">
        <w:t xml:space="preserve">Coronary tortuosity </w:t>
      </w:r>
      <w:r w:rsidR="003E29CB">
        <w:t>is</w:t>
      </w:r>
      <w:r w:rsidR="00B241CF">
        <w:t xml:space="preserve"> increased with a non-significant trend towards a higher risk of recurrence in those with the greatest tortuosity</w:t>
      </w:r>
      <w:r w:rsidR="008A347B">
        <w:t>.</w:t>
      </w:r>
      <w:hyperlink w:anchor="_ENREF_26" w:tooltip="Eleid, 2014 #132" w:history="1">
        <w:r w:rsidR="0043174E">
          <w:fldChar w:fldCharType="begin">
            <w:fldData xml:space="preserve">PEVuZE5vdGU+PENpdGU+PEF1dGhvcj5FbGVpZDwvQXV0aG9yPjxZZWFyPjIwMTQ8L1llYXI+PFJl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</w:fldData>
          </w:fldChar>
        </w:r>
        <w:r w:rsidR="0043174E">
          <w:instrText xml:space="preserve"> ADDIN EN.CITE </w:instrText>
        </w:r>
        <w:r w:rsidR="0043174E">
          <w:fldChar w:fldCharType="begin">
            <w:fldData xml:space="preserve">PEVuZE5vdGU+PENpdGU+PEF1dGhvcj5FbGVpZDwvQXV0aG9yPjxZZWFyPjIwMTQ8L1llYXI+PFJl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</w:fldData>
          </w:fldChar>
        </w:r>
        <w:r w:rsidR="0043174E">
          <w:instrText xml:space="preserve"> ADDIN EN.CITE.DATA </w:instrText>
        </w:r>
        <w:r w:rsidR="0043174E">
          <w:fldChar w:fldCharType="end"/>
        </w:r>
        <w:r w:rsidR="0043174E">
          <w:fldChar w:fldCharType="separate"/>
        </w:r>
        <w:r w:rsidR="0043174E" w:rsidRPr="002938F9">
          <w:rPr>
            <w:noProof/>
            <w:vertAlign w:val="superscript"/>
          </w:rPr>
          <w:t>26</w:t>
        </w:r>
        <w:r w:rsidR="0043174E">
          <w:fldChar w:fldCharType="end"/>
        </w:r>
      </w:hyperlink>
      <w:r w:rsidR="00AF6C71">
        <w:t xml:space="preserve"> Simultaneous </w:t>
      </w:r>
      <w:proofErr w:type="spellStart"/>
      <w:r w:rsidR="00AF6C71">
        <w:t>mult</w:t>
      </w:r>
      <w:r w:rsidR="00E15499">
        <w:t>ivessel</w:t>
      </w:r>
      <w:proofErr w:type="spellEnd"/>
      <w:r w:rsidR="00E15499">
        <w:t xml:space="preserve"> SCAD is well recognised.</w:t>
      </w:r>
    </w:p>
    <w:p w:rsidR="0089626C" w:rsidRPr="00C1483B" w:rsidRDefault="0089626C" w:rsidP="00AF76F4">
      <w:pPr>
        <w:jc w:val="both"/>
        <w:rPr>
          <w:i/>
        </w:rPr>
      </w:pPr>
      <w:r w:rsidRPr="00C1483B">
        <w:rPr>
          <w:i/>
        </w:rPr>
        <w:t>Vessel healing</w:t>
      </w:r>
    </w:p>
    <w:p w:rsidR="0089626C" w:rsidRDefault="0089626C" w:rsidP="00AF76F4">
      <w:pPr>
        <w:jc w:val="both"/>
      </w:pPr>
      <w:r>
        <w:t>Although there are some reports of persisting dissections or coronary maladaptation following SCAD</w:t>
      </w:r>
      <w:r w:rsidR="008A347B">
        <w:t>,</w:t>
      </w:r>
      <w:r w:rsidR="00870A30">
        <w:fldChar w:fldCharType="begin">
          <w:fldData xml:space="preserve">PEVuZE5vdGU+PENpdGU+PEF1dGhvcj5Ud2VldDwvQXV0aG9yPjxZZWFyPjIwMTI8L1llYXI+PFJl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</w:fldData>
        </w:fldChar>
      </w:r>
      <w:r w:rsidR="0043174E">
        <w:instrText xml:space="preserve"> ADDIN EN.CITE </w:instrText>
      </w:r>
      <w:r w:rsidR="0043174E">
        <w:fldChar w:fldCharType="begin">
          <w:fldData xml:space="preserve">PEVuZE5vdGU+PENpdGU+PEF1dGhvcj5Ud2VldDwvQXV0aG9yPjxZZWFyPjIwMTI8L1llYXI+PFJl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</w:fldData>
        </w:fldChar>
      </w:r>
      <w:r w:rsidR="0043174E">
        <w:instrText xml:space="preserve"> ADDIN EN.CITE.DATA </w:instrText>
      </w:r>
      <w:r w:rsidR="0043174E">
        <w:fldChar w:fldCharType="end"/>
      </w:r>
      <w:r w:rsidR="00870A30">
        <w:fldChar w:fldCharType="separate"/>
      </w:r>
      <w:hyperlink w:anchor="_ENREF_4" w:tooltip="Tweet, 2012 #22" w:history="1">
        <w:r w:rsidR="0043174E" w:rsidRPr="0043174E">
          <w:rPr>
            <w:noProof/>
            <w:vertAlign w:val="superscript"/>
          </w:rPr>
          <w:t>4</w:t>
        </w:r>
      </w:hyperlink>
      <w:r w:rsidR="0043174E" w:rsidRPr="0043174E">
        <w:rPr>
          <w:noProof/>
          <w:vertAlign w:val="superscript"/>
        </w:rPr>
        <w:t xml:space="preserve">, </w:t>
      </w:r>
      <w:hyperlink w:anchor="_ENREF_47" w:tooltip="Alfonso, 2012 #85" w:history="1">
        <w:r w:rsidR="0043174E" w:rsidRPr="0043174E">
          <w:rPr>
            <w:noProof/>
            <w:vertAlign w:val="superscript"/>
          </w:rPr>
          <w:t>47</w:t>
        </w:r>
      </w:hyperlink>
      <w:r w:rsidR="0043174E" w:rsidRPr="0043174E">
        <w:rPr>
          <w:noProof/>
          <w:vertAlign w:val="superscript"/>
        </w:rPr>
        <w:t xml:space="preserve">, </w:t>
      </w:r>
      <w:hyperlink w:anchor="_ENREF_48" w:tooltip="Roura, 2016 #100" w:history="1">
        <w:r w:rsidR="0043174E" w:rsidRPr="0043174E">
          <w:rPr>
            <w:noProof/>
            <w:vertAlign w:val="superscript"/>
          </w:rPr>
          <w:t>48</w:t>
        </w:r>
      </w:hyperlink>
      <w:r w:rsidR="00870A30">
        <w:fldChar w:fldCharType="end"/>
      </w:r>
      <w:r>
        <w:t xml:space="preserve"> complete vessel healing in conservatively managed SCAD </w:t>
      </w:r>
      <w:r w:rsidR="00355A02">
        <w:t>seems to occur in the most cases</w:t>
      </w:r>
      <w:r w:rsidR="00873528">
        <w:t xml:space="preserve"> which remain stable during the acute period</w:t>
      </w:r>
      <w:r w:rsidR="0085624A">
        <w:t xml:space="preserve"> (Figure </w:t>
      </w:r>
      <w:r w:rsidR="00E15499">
        <w:t>3A&amp;B</w:t>
      </w:r>
      <w:r w:rsidR="0085624A">
        <w:t>)</w:t>
      </w:r>
      <w:r w:rsidR="00C127C0" w:rsidRPr="00C127C0">
        <w:t xml:space="preserve"> </w:t>
      </w:r>
      <w:r w:rsidR="00C127C0">
        <w:t>with normalisation reported to occur</w:t>
      </w:r>
      <w:r w:rsidR="00591088">
        <w:t xml:space="preserve"> in </w:t>
      </w:r>
      <w:r w:rsidR="00B665ED">
        <w:t>the majority</w:t>
      </w:r>
      <w:r w:rsidR="00C127C0">
        <w:t xml:space="preserve"> by 26-days</w:t>
      </w:r>
      <w:r w:rsidR="008A347B">
        <w:t>.</w:t>
      </w:r>
      <w:r w:rsidR="00870A30">
        <w:fldChar w:fldCharType="begin">
          <w:fldData xml:space="preserve">PEVuZE5vdGU+PENpdGU+PEF1dGhvcj5Sb2dvd3NraTwvQXV0aG9yPjxZZWFyPjIwMTU8L1llYXI+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Sy5ILikuIGpzYXdAbWFpbC51YmMuY2EuJiN4RDtGcm9tIHRoZSBEaXZpc2lvbiBvZiBDYXJkaW9s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Sy5ILikuPC9hdXRoLWFkZHJlc3M+PHRpdGxlcz48dGl0bGU+U3BvbnRhbmVvdXMgY29yb25hcnkg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==
</w:fldData>
        </w:fldChar>
      </w:r>
      <w:r w:rsidR="0043174E">
        <w:instrText xml:space="preserve"> ADDIN EN.CITE </w:instrText>
      </w:r>
      <w:r w:rsidR="0043174E">
        <w:fldChar w:fldCharType="begin">
          <w:fldData xml:space="preserve">PEVuZE5vdGU+PENpdGU+PEF1dGhvcj5Sb2dvd3NraTwvQXV0aG9yPjxZZWFyPjIwMTU8L1llYXI+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Sy5ILikuIGpzYXdAbWFpbC51YmMuY2EuJiN4RDtGcm9tIHRoZSBEaXZpc2lvbiBvZiBDYXJkaW9s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==
</w:fldData>
        </w:fldChar>
      </w:r>
      <w:r w:rsidR="0043174E">
        <w:instrText xml:space="preserve"> ADDIN EN.CITE.DATA </w:instrText>
      </w:r>
      <w:r w:rsidR="0043174E">
        <w:fldChar w:fldCharType="end"/>
      </w:r>
      <w:r w:rsidR="00870A30">
        <w:fldChar w:fldCharType="separate"/>
      </w:r>
      <w:hyperlink w:anchor="_ENREF_5" w:tooltip="Saw, 2014 #27" w:history="1">
        <w:r w:rsidR="0043174E" w:rsidRPr="0043174E">
          <w:rPr>
            <w:noProof/>
            <w:vertAlign w:val="superscript"/>
          </w:rPr>
          <w:t>5</w:t>
        </w:r>
      </w:hyperlink>
      <w:r w:rsidR="0043174E" w:rsidRPr="0043174E">
        <w:rPr>
          <w:noProof/>
          <w:vertAlign w:val="superscript"/>
        </w:rPr>
        <w:t xml:space="preserve">, </w:t>
      </w:r>
      <w:hyperlink w:anchor="_ENREF_7" w:tooltip="Rogowski, 2015 #29" w:history="1">
        <w:r w:rsidR="0043174E" w:rsidRPr="0043174E">
          <w:rPr>
            <w:noProof/>
            <w:vertAlign w:val="superscript"/>
          </w:rPr>
          <w:t>7</w:t>
        </w:r>
      </w:hyperlink>
      <w:r w:rsidR="00870A30">
        <w:fldChar w:fldCharType="end"/>
      </w:r>
      <w:hyperlink w:anchor="_ENREF_5" w:tooltip="Saw, 2014 #27" w:history="1"/>
      <w:r>
        <w:t xml:space="preserve"> </w:t>
      </w:r>
    </w:p>
    <w:p w:rsidR="0098727F" w:rsidRPr="00C1483B" w:rsidRDefault="00073769" w:rsidP="0098727F">
      <w:pPr>
        <w:rPr>
          <w:i/>
        </w:rPr>
      </w:pPr>
      <w:r w:rsidRPr="00C1483B">
        <w:rPr>
          <w:i/>
        </w:rPr>
        <w:t>I</w:t>
      </w:r>
      <w:r w:rsidR="0098727F" w:rsidRPr="00C1483B">
        <w:rPr>
          <w:i/>
        </w:rPr>
        <w:t>ntracoronary imaging</w:t>
      </w:r>
    </w:p>
    <w:p w:rsidR="008A0E42" w:rsidRDefault="003E5E6D" w:rsidP="00F711DF">
      <w:pPr>
        <w:jc w:val="both"/>
      </w:pPr>
      <w:r>
        <w:t>Although the angiographic findings in SCAD may be characteristic, if diagnostic uncertainty remains, intracoronary imaging by intravascular ultrasound (IVUS) or optical coherenc</w:t>
      </w:r>
      <w:r w:rsidR="00F711DF">
        <w:t>e tomography (OCT) findings are usually characteristic. OCT has the advantage of high</w:t>
      </w:r>
      <w:r w:rsidR="001C6512">
        <w:t>er</w:t>
      </w:r>
      <w:r w:rsidR="00F711DF">
        <w:t xml:space="preserve"> spatial resolution</w:t>
      </w:r>
      <w:r w:rsidR="001C6512">
        <w:t xml:space="preserve"> (15-20µm) but limited depth penetration whilst IVUS has greater depth penetration but limited spatial resolution</w:t>
      </w:r>
      <w:r w:rsidR="00065D7C">
        <w:t xml:space="preserve"> </w:t>
      </w:r>
      <w:r w:rsidR="00065D7C">
        <w:lastRenderedPageBreak/>
        <w:t>(150</w:t>
      </w:r>
      <w:r w:rsidR="0085096C">
        <w:t>µm)</w:t>
      </w:r>
      <w:r w:rsidR="008A347B">
        <w:t>.</w:t>
      </w:r>
      <w:r w:rsidR="00870A30">
        <w:fldChar w:fldCharType="begin">
          <w:fldData xml:space="preserve">PEVuZE5vdGU+PENpdGU+PEF1dGhvcj5QYXVsbzwvQXV0aG9yPjxZZWFyPjIwMTM8L1llYXI+PFJl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==
</w:fldData>
        </w:fldChar>
      </w:r>
      <w:r w:rsidR="002938F9">
        <w:instrText xml:space="preserve"> ADDIN EN.CITE </w:instrText>
      </w:r>
      <w:r w:rsidR="002938F9">
        <w:fldChar w:fldCharType="begin">
          <w:fldData xml:space="preserve">PEVuZE5vdGU+PENpdGU+PEF1dGhvcj5QYXVsbzwvQXV0aG9yPjxZZWFyPjIwMTM8L1llYXI+PFJl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==
</w:fldData>
        </w:fldChar>
      </w:r>
      <w:r w:rsidR="002938F9">
        <w:instrText xml:space="preserve"> ADDIN EN.CITE.DATA </w:instrText>
      </w:r>
      <w:r w:rsidR="002938F9">
        <w:fldChar w:fldCharType="end"/>
      </w:r>
      <w:r w:rsidR="00870A30">
        <w:fldChar w:fldCharType="separate"/>
      </w:r>
      <w:hyperlink w:anchor="_ENREF_49" w:tooltip="Paulo, 2013 #94" w:history="1">
        <w:r w:rsidR="0043174E" w:rsidRPr="002938F9">
          <w:rPr>
            <w:noProof/>
            <w:vertAlign w:val="superscript"/>
          </w:rPr>
          <w:t>49</w:t>
        </w:r>
      </w:hyperlink>
      <w:r w:rsidR="002938F9" w:rsidRPr="002938F9">
        <w:rPr>
          <w:noProof/>
          <w:vertAlign w:val="superscript"/>
        </w:rPr>
        <w:t xml:space="preserve">, </w:t>
      </w:r>
      <w:hyperlink w:anchor="_ENREF_50" w:tooltip="Poon, 2011 #96" w:history="1">
        <w:r w:rsidR="0043174E" w:rsidRPr="002938F9">
          <w:rPr>
            <w:noProof/>
            <w:vertAlign w:val="superscript"/>
          </w:rPr>
          <w:t>50</w:t>
        </w:r>
      </w:hyperlink>
      <w:r w:rsidR="00870A30">
        <w:fldChar w:fldCharType="end"/>
      </w:r>
      <w:r w:rsidR="001C6512">
        <w:t xml:space="preserve"> Because some important features (true lumen boundaries, fenestrations between true and false lumens and local thrombus) require higher resolution imaging, OCT is preferred for SCAD imaging by some authors</w:t>
      </w:r>
      <w:r w:rsidR="008A347B">
        <w:t>.</w:t>
      </w:r>
      <w:hyperlink w:anchor="_ENREF_44" w:tooltip="Saw, 2016 #84" w:history="1">
        <w:r w:rsidR="0043174E">
          <w:fldChar w:fldCharType="begin"/>
        </w:r>
        <w:r w:rsidR="0043174E">
          <w:instrText xml:space="preserve"> ADDIN EN.CITE &lt;EndNote&gt;&lt;Cite&gt;&lt;Author&gt;Saw&lt;/Author&gt;&lt;Year&gt;2016&lt;/Year&gt;&lt;RecNum&gt;84&lt;/RecNum&gt;&lt;DisplayText&gt;&lt;style face="superscript"&gt;44&lt;/style&gt;&lt;/DisplayText&gt;&lt;record&gt;&lt;rec-number&gt;84&lt;/rec-number&gt;&lt;foreign-keys&gt;&lt;key app="EN" db-id="ftf2xrzzyz9frkexr0lvvfpjset9respddav"&gt;84&lt;/key&gt;&lt;/foreign-keys&gt;&lt;ref-type name="Journal Article"&gt;17&lt;/ref-type&gt;&lt;contributors&gt;&lt;authors&gt;&lt;author&gt;Saw, J.&lt;/author&gt;&lt;author&gt;Mancini, G. B.&lt;/author&gt;&lt;author&gt;Humphries, K. H.&lt;/author&gt;&lt;/authors&gt;&lt;/contributors&gt;&lt;auth-address&gt;Division of Cardiology, Vancouver General Hospital, Vancouver, British Columbia, Canada. Electronic address: jsaw@mail.ubc.ca.&amp;#xD;Division of Cardiology, Vancouver General Hospital, Vancouver, British Columbia, Canada.&amp;#xD;BC Centre for Improved Cardiovascular Health, Vancouver, British Columbia, Canada.&lt;/auth-address&gt;&lt;titles&gt;&lt;title&gt;Contemporary Review on Spontaneous Coronary Artery Dissection&lt;/title&gt;&lt;secondary-title&gt;J Am Coll Cardiol&lt;/secondary-title&gt;&lt;alt-title&gt;Journal of the American College of Cardiology&lt;/alt-title&gt;&lt;/titles&gt;&lt;periodical&gt;&lt;full-title&gt;J Am Coll Cardiol&lt;/full-title&gt;&lt;abbr-1&gt;Journal of the American College of Cardiology&lt;/abbr-1&gt;&lt;/periodical&gt;&lt;alt-periodical&gt;&lt;full-title&gt;J Am Coll Cardiol&lt;/full-title&gt;&lt;abbr-1&gt;Journal of the American College of Cardiology&lt;/abbr-1&gt;&lt;/alt-periodical&gt;&lt;pages&gt;297-312&lt;/pages&gt;&lt;volume&gt;68&lt;/volume&gt;&lt;number&gt;3&lt;/number&gt;&lt;edition&gt;2016/07/16&lt;/edition&gt;&lt;dates&gt;&lt;year&gt;2016&lt;/year&gt;&lt;pub-dates&gt;&lt;date&gt;Jul 19&lt;/date&gt;&lt;/pub-dates&gt;&lt;/dates&gt;&lt;isbn&gt;1558-3597 (Electronic)&amp;#xD;0735-1097 (Linking)&lt;/isbn&gt;&lt;accession-num&gt;27417009&lt;/accession-num&gt;&lt;work-type&gt;Review&lt;/work-type&gt;&lt;urls&gt;&lt;related-urls&gt;&lt;url&gt;http://www.ncbi.nlm.nih.gov/pubmed/27417009&lt;/url&gt;&lt;/related-urls&gt;&lt;/urls&gt;&lt;electronic-resource-num&gt;10.1016/j.jacc.2016.05.034&lt;/electronic-resource-num&gt;&lt;language&gt;eng&lt;/language&gt;&lt;/record&gt;&lt;/Cite&gt;&lt;/EndNote&gt;</w:instrText>
        </w:r>
        <w:r w:rsidR="0043174E">
          <w:fldChar w:fldCharType="separate"/>
        </w:r>
        <w:r w:rsidR="0043174E" w:rsidRPr="002938F9">
          <w:rPr>
            <w:noProof/>
            <w:vertAlign w:val="superscript"/>
          </w:rPr>
          <w:t>44</w:t>
        </w:r>
        <w:r w:rsidR="0043174E">
          <w:fldChar w:fldCharType="end"/>
        </w:r>
      </w:hyperlink>
      <w:r w:rsidR="001C6512">
        <w:t xml:space="preserve"> </w:t>
      </w:r>
      <w:r w:rsidR="00F711DF">
        <w:t xml:space="preserve">A number of clinical issues should however be considered before imaging and/or deciding on the optimal imaging strategy. Firstly, in patients with TIMI3 flow and in whom the angiographic appearances are typical, there is an inherent risk that any coronary instrumentation of the dissected artery could exacerbate matters and </w:t>
      </w:r>
      <w:r w:rsidR="000F727E">
        <w:t xml:space="preserve">potentially </w:t>
      </w:r>
      <w:r w:rsidR="00F711DF">
        <w:t>con</w:t>
      </w:r>
      <w:r w:rsidR="000F727E">
        <w:t>v</w:t>
      </w:r>
      <w:r w:rsidR="00F711DF">
        <w:t xml:space="preserve">ert a case which could be conservatively managed </w:t>
      </w:r>
      <w:r w:rsidR="000F727E">
        <w:t>in</w:t>
      </w:r>
      <w:r w:rsidR="00F711DF">
        <w:t xml:space="preserve">to one in which intervention becomes necessary. Secondly, the high pressure contrast injection required for </w:t>
      </w:r>
      <w:proofErr w:type="spellStart"/>
      <w:r w:rsidR="00F711DF">
        <w:t>lumenal</w:t>
      </w:r>
      <w:proofErr w:type="spellEnd"/>
      <w:r w:rsidR="00F711DF">
        <w:t xml:space="preserve"> blood clearance with OCT could extend the dissection (this is probably most relevant in proximal Type I dissections</w:t>
      </w:r>
      <w:r w:rsidR="000F727E">
        <w:t>)</w:t>
      </w:r>
      <w:r w:rsidR="00F711DF">
        <w:t xml:space="preserve">. Finally, given the relatively distal locations of many SCADs and especially in Type </w:t>
      </w:r>
      <w:r w:rsidR="000B1F74">
        <w:t>2</w:t>
      </w:r>
      <w:r w:rsidR="00F711DF">
        <w:t>B dissections, it may be impossible to image the entire length of the affected segment</w:t>
      </w:r>
      <w:r w:rsidR="00E27AD2">
        <w:t xml:space="preserve"> (5/11 cases in one series</w:t>
      </w:r>
      <w:hyperlink w:anchor="_ENREF_51" w:tooltip="Alfonso, 2012 #90" w:history="1">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 </w:instrText>
        </w:r>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51</w:t>
        </w:r>
        <w:r w:rsidR="0043174E">
          <w:fldChar w:fldCharType="end"/>
        </w:r>
      </w:hyperlink>
      <w:r w:rsidR="00E27AD2">
        <w:t>)</w:t>
      </w:r>
      <w:r w:rsidR="00F711DF">
        <w:t xml:space="preserve"> and adequate blood clearance </w:t>
      </w:r>
      <w:r w:rsidR="000F727E">
        <w:t xml:space="preserve">for OCT imaging </w:t>
      </w:r>
      <w:r w:rsidR="00F711DF">
        <w:t>from the true lumen may be challenging.</w:t>
      </w:r>
      <w:r w:rsidR="00950CC1">
        <w:t xml:space="preserve"> However in expert hands, intracoronary imaging appears both safe and clinically useful</w:t>
      </w:r>
      <w:r w:rsidR="008A347B">
        <w:t>.</w:t>
      </w:r>
      <w:hyperlink w:anchor="_ENREF_51" w:tooltip="Alfonso, 2012 #90" w:history="1">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 </w:instrText>
        </w:r>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51</w:t>
        </w:r>
        <w:r w:rsidR="0043174E">
          <w:fldChar w:fldCharType="end"/>
        </w:r>
      </w:hyperlink>
      <w:r w:rsidR="008A0E42">
        <w:t xml:space="preserve"> </w:t>
      </w:r>
    </w:p>
    <w:p w:rsidR="00E920EA" w:rsidRDefault="008A0E42" w:rsidP="00F711DF">
      <w:pPr>
        <w:jc w:val="both"/>
      </w:pPr>
      <w:r>
        <w:t xml:space="preserve">The classical OCT imaging findings in SCAD are </w:t>
      </w:r>
      <w:r w:rsidR="00D3547A">
        <w:t>described</w:t>
      </w:r>
      <w:hyperlink w:anchor="_ENREF_51" w:tooltip="Alfonso, 2012 #90" w:history="1">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 </w:instrText>
        </w:r>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51</w:t>
        </w:r>
        <w:r w:rsidR="0043174E">
          <w:fldChar w:fldCharType="end"/>
        </w:r>
      </w:hyperlink>
      <w:r w:rsidR="00D3547A">
        <w:t xml:space="preserve"> and </w:t>
      </w:r>
      <w:r w:rsidR="00CC79E7">
        <w:t>shown in Figure 4</w:t>
      </w:r>
      <w:r>
        <w:t>. The imaging catheter is sited in the true lumen with the false lumen</w:t>
      </w:r>
      <w:r w:rsidR="008A347B">
        <w:t>,</w:t>
      </w:r>
      <w:r>
        <w:t xml:space="preserve"> visible as a crescentic arc</w:t>
      </w:r>
      <w:r w:rsidR="008A347B">
        <w:t>,</w:t>
      </w:r>
      <w:r>
        <w:t xml:space="preserve"> separated by the i</w:t>
      </w:r>
      <w:r w:rsidR="00CC79E7">
        <w:t>ntimal-medial membrane (Figure 4A</w:t>
      </w:r>
      <w:r>
        <w:t>). In some cases the true lumen may appear ‘free floating’ wi</w:t>
      </w:r>
      <w:r w:rsidR="00CC79E7">
        <w:t>thin the false lumen (Figure 4B</w:t>
      </w:r>
      <w:r>
        <w:t>). Fenestrations connecting false and true lumens may be evident</w:t>
      </w:r>
      <w:r w:rsidR="0056271D">
        <w:t xml:space="preserve"> but are not always present (an intimal tear was identified in 7/11 cases in one series</w:t>
      </w:r>
      <w:hyperlink w:anchor="_ENREF_51" w:tooltip="Alfonso, 2012 #90" w:history="1">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 </w:instrText>
        </w:r>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51</w:t>
        </w:r>
        <w:r w:rsidR="0043174E">
          <w:fldChar w:fldCharType="end"/>
        </w:r>
      </w:hyperlink>
      <w:r w:rsidR="0056271D">
        <w:t>)</w:t>
      </w:r>
      <w:r>
        <w:t xml:space="preserve"> (Figure </w:t>
      </w:r>
      <w:r w:rsidR="00CC79E7">
        <w:t>4A</w:t>
      </w:r>
      <w:r w:rsidR="008A347B">
        <w:t>&amp;C</w:t>
      </w:r>
      <w:r>
        <w:t xml:space="preserve">). </w:t>
      </w:r>
      <w:r w:rsidR="0056271D" w:rsidRPr="008A347B">
        <w:t xml:space="preserve">Thrombus may be present either in the true or false (Figure </w:t>
      </w:r>
      <w:r w:rsidR="00CC79E7" w:rsidRPr="008A347B">
        <w:t>4B</w:t>
      </w:r>
      <w:r w:rsidR="0056271D" w:rsidRPr="008A347B">
        <w:t>) lumens.</w:t>
      </w:r>
      <w:r w:rsidR="00C1483B">
        <w:t xml:space="preserve"> </w:t>
      </w:r>
      <w:r w:rsidR="00120994">
        <w:t xml:space="preserve">IVUS </w:t>
      </w:r>
      <w:r w:rsidR="00184C05">
        <w:t xml:space="preserve">(Figure 4D) </w:t>
      </w:r>
      <w:r w:rsidR="00C1483B">
        <w:t>may also be used but g</w:t>
      </w:r>
      <w:r w:rsidR="00120994">
        <w:t>iven the lower spatial resolution, care is required to ensure the intimal-medial</w:t>
      </w:r>
      <w:r w:rsidR="003E29CB">
        <w:t xml:space="preserve"> membrane is not miss</w:t>
      </w:r>
      <w:r w:rsidR="005D0069">
        <w:t>e</w:t>
      </w:r>
      <w:r w:rsidR="003E29CB">
        <w:t>d or misinterpreted</w:t>
      </w:r>
      <w:r w:rsidR="008A347B">
        <w:t>.</w:t>
      </w:r>
      <w:r w:rsidR="00870A30">
        <w:fldChar w:fldCharType="begin">
          <w:fldData xml:space="preserve">PEVuZE5vdGU+PENpdGU+PEF1dGhvcj5IYXJha2k8L0F1dGhvcj48WWVhcj4yMDE2PC9ZZWFyPjxS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</w:fldData>
        </w:fldChar>
      </w:r>
      <w:r w:rsidR="002938F9">
        <w:instrText xml:space="preserve"> ADDIN EN.CITE </w:instrText>
      </w:r>
      <w:r w:rsidR="002938F9">
        <w:fldChar w:fldCharType="begin">
          <w:fldData xml:space="preserve">PEVuZE5vdGU+PENpdGU+PEF1dGhvcj5IYXJha2k8L0F1dGhvcj48WWVhcj4yMDE2PC9ZZWFyPjxS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</w:fldData>
        </w:fldChar>
      </w:r>
      <w:r w:rsidR="002938F9">
        <w:instrText xml:space="preserve"> ADDIN EN.CITE.DATA </w:instrText>
      </w:r>
      <w:r w:rsidR="002938F9">
        <w:fldChar w:fldCharType="end"/>
      </w:r>
      <w:r w:rsidR="00870A30">
        <w:fldChar w:fldCharType="separate"/>
      </w:r>
      <w:hyperlink w:anchor="_ENREF_52" w:tooltip="Haraki, 2016 #92" w:history="1">
        <w:r w:rsidR="0043174E" w:rsidRPr="002938F9">
          <w:rPr>
            <w:noProof/>
            <w:vertAlign w:val="superscript"/>
          </w:rPr>
          <w:t>52</w:t>
        </w:r>
      </w:hyperlink>
      <w:r w:rsidR="002938F9" w:rsidRPr="002938F9">
        <w:rPr>
          <w:noProof/>
          <w:vertAlign w:val="superscript"/>
        </w:rPr>
        <w:t xml:space="preserve">, </w:t>
      </w:r>
      <w:hyperlink w:anchor="_ENREF_53" w:tooltip="Arnold, 2008 #98" w:history="1">
        <w:r w:rsidR="0043174E" w:rsidRPr="002938F9">
          <w:rPr>
            <w:noProof/>
            <w:vertAlign w:val="superscript"/>
          </w:rPr>
          <w:t>53</w:t>
        </w:r>
      </w:hyperlink>
      <w:r w:rsidR="00870A30">
        <w:fldChar w:fldCharType="end"/>
      </w:r>
    </w:p>
    <w:p w:rsidR="00BB73B0" w:rsidRPr="00C1483B" w:rsidRDefault="008C2167" w:rsidP="00BB73B0">
      <w:pPr>
        <w:jc w:val="both"/>
        <w:rPr>
          <w:b/>
          <w:i/>
        </w:rPr>
      </w:pPr>
      <w:r w:rsidRPr="00C1483B">
        <w:rPr>
          <w:b/>
          <w:i/>
        </w:rPr>
        <w:t>Management of SCAD</w:t>
      </w:r>
    </w:p>
    <w:p w:rsidR="0098727F" w:rsidRPr="00C1483B" w:rsidRDefault="0098727F" w:rsidP="0098727F">
      <w:pPr>
        <w:rPr>
          <w:i/>
        </w:rPr>
      </w:pPr>
      <w:r w:rsidRPr="00C1483B">
        <w:rPr>
          <w:i/>
        </w:rPr>
        <w:t>Revascularisation</w:t>
      </w:r>
    </w:p>
    <w:p w:rsidR="002F72C8" w:rsidRDefault="00234198" w:rsidP="00234198">
      <w:pPr>
        <w:jc w:val="both"/>
      </w:pPr>
      <w:r>
        <w:t xml:space="preserve">Decision-making about revascularisation in acutely presenting SCAD is </w:t>
      </w:r>
      <w:r w:rsidR="003A4284">
        <w:t>more complex than</w:t>
      </w:r>
      <w:r>
        <w:t xml:space="preserve"> for NSTEMI or STEMI of atherosclerotic aetiology for two principal reasons. Firstly, outcomes following revascularisation</w:t>
      </w:r>
      <w:r w:rsidR="00CC4E5C">
        <w:t>,</w:t>
      </w:r>
      <w:r>
        <w:t xml:space="preserve"> whether surgical or by percutaneous coronary intervention (PCI)</w:t>
      </w:r>
      <w:r w:rsidR="00CC4E5C">
        <w:t>,</w:t>
      </w:r>
      <w:r>
        <w:t xml:space="preserve"> are less good</w:t>
      </w:r>
      <w:hyperlink w:anchor="_ENREF_54" w:tooltip="Tweet, 2014 #110" w:history="1">
        <w:r w:rsidR="0043174E">
          <w:fldChar w:fldCharType="begin">
            <w:fldData xml:space="preserve">PEVuZE5vdGU+PENpdGU+PEF1dGhvcj5Ud2VldDwvQXV0aG9yPjxZZWFyPjIwMTQ8L1llYXI+PFJl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</w:fldData>
          </w:fldChar>
        </w:r>
        <w:r w:rsidR="0043174E">
          <w:instrText xml:space="preserve"> ADDIN EN.CITE </w:instrText>
        </w:r>
        <w:r w:rsidR="0043174E">
          <w:fldChar w:fldCharType="begin">
            <w:fldData xml:space="preserve">PEVuZE5vdGU+PENpdGU+PEF1dGhvcj5Ud2VldDwvQXV0aG9yPjxZZWFyPjIwMTQ8L1llYXI+PFJl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54</w:t>
        </w:r>
        <w:r w:rsidR="0043174E">
          <w:fldChar w:fldCharType="end"/>
        </w:r>
      </w:hyperlink>
      <w:r>
        <w:t xml:space="preserve"> and secondly, the</w:t>
      </w:r>
      <w:r w:rsidR="003A4284">
        <w:t>re is a</w:t>
      </w:r>
      <w:r>
        <w:t xml:space="preserve"> high likelihood of complete healing of the dissection with conservative management. This has led to a growing consensus in favour of conservative therapy where clinically possib</w:t>
      </w:r>
      <w:r w:rsidR="0067608E">
        <w:t xml:space="preserve">le (i.e. maintained TIMI 3 flow and haemodynamic stability) and </w:t>
      </w:r>
      <w:r w:rsidR="003A4284">
        <w:t>limiting</w:t>
      </w:r>
      <w:r w:rsidR="0067608E">
        <w:t xml:space="preserve"> intervention </w:t>
      </w:r>
      <w:r w:rsidR="003A4284">
        <w:t xml:space="preserve">to what is </w:t>
      </w:r>
      <w:r w:rsidR="0067608E">
        <w:t xml:space="preserve">required </w:t>
      </w:r>
      <w:r w:rsidR="006959D3">
        <w:t xml:space="preserve">to minimise myocardial injury </w:t>
      </w:r>
      <w:r w:rsidR="0067608E">
        <w:t>where revascularisation is essential.</w:t>
      </w:r>
      <w:r w:rsidR="00591088">
        <w:t xml:space="preserve"> </w:t>
      </w:r>
      <w:r w:rsidR="00C1483B">
        <w:t>A</w:t>
      </w:r>
      <w:r w:rsidR="00591088">
        <w:t xml:space="preserve">ll series </w:t>
      </w:r>
      <w:r w:rsidR="00C1483B">
        <w:t xml:space="preserve">do however </w:t>
      </w:r>
      <w:r w:rsidR="00591088">
        <w:t xml:space="preserve">report </w:t>
      </w:r>
      <w:r w:rsidR="00F26F59">
        <w:t xml:space="preserve">a small proportion of SCAD cases </w:t>
      </w:r>
      <w:r w:rsidR="00C1483B">
        <w:t xml:space="preserve">who </w:t>
      </w:r>
      <w:r w:rsidR="00F26F59">
        <w:t>progress</w:t>
      </w:r>
      <w:r w:rsidR="00591088">
        <w:t xml:space="preserve"> with conservative management so close observation in the acute phase is </w:t>
      </w:r>
      <w:r w:rsidR="00F26F59">
        <w:t>necessary.</w:t>
      </w:r>
    </w:p>
    <w:p w:rsidR="0067608E" w:rsidRPr="00C1483B" w:rsidRDefault="0067608E" w:rsidP="00234198">
      <w:pPr>
        <w:jc w:val="both"/>
        <w:rPr>
          <w:i/>
        </w:rPr>
      </w:pPr>
      <w:r w:rsidRPr="00C1483B">
        <w:rPr>
          <w:i/>
        </w:rPr>
        <w:t>Percutaneous revascularisation in SCAD</w:t>
      </w:r>
    </w:p>
    <w:p w:rsidR="0067608E" w:rsidRDefault="0067608E" w:rsidP="00234198">
      <w:pPr>
        <w:jc w:val="both"/>
      </w:pPr>
      <w:r>
        <w:t xml:space="preserve">Whilst PCI in SCAD can be very successful and is certainly sometimes essential to restore blood flow in the affected vessel, there are a number of specific technical challenges. The anatomical site and extent of the dissection can be an issue as </w:t>
      </w:r>
      <w:r w:rsidR="00767F34">
        <w:t>SCAD</w:t>
      </w:r>
      <w:r>
        <w:t xml:space="preserve"> often involve</w:t>
      </w:r>
      <w:r w:rsidR="00767F34">
        <w:t>s</w:t>
      </w:r>
      <w:r>
        <w:t xml:space="preserve"> longer and relatively</w:t>
      </w:r>
      <w:r w:rsidR="00DE6188">
        <w:t xml:space="preserve"> distal </w:t>
      </w:r>
      <w:r w:rsidR="00CC4E5C">
        <w:t xml:space="preserve">small calibre </w:t>
      </w:r>
      <w:r w:rsidR="00DE6188">
        <w:t xml:space="preserve">coronary segments and with Type </w:t>
      </w:r>
      <w:proofErr w:type="spellStart"/>
      <w:r w:rsidR="00DE6188">
        <w:t>IIb</w:t>
      </w:r>
      <w:proofErr w:type="spellEnd"/>
      <w:r w:rsidR="00DE6188">
        <w:t xml:space="preserve"> dissections, there is no clear distal landing zone for a stent. Furthermore, the haematoma in the false lumen behaves very differently from </w:t>
      </w:r>
      <w:proofErr w:type="spellStart"/>
      <w:r w:rsidR="00DE6188">
        <w:t>fibroatheromatous</w:t>
      </w:r>
      <w:proofErr w:type="spellEnd"/>
      <w:r w:rsidR="00DE6188">
        <w:t xml:space="preserve"> plaque mate</w:t>
      </w:r>
      <w:r w:rsidR="00DC274F">
        <w:t xml:space="preserve">rial following stent expansion, such that the haematoma frequently tracks proximal and/or distal to the stented segment creating new pre and/or post stent </w:t>
      </w:r>
      <w:proofErr w:type="spellStart"/>
      <w:r w:rsidR="00DC274F">
        <w:t>lumenal</w:t>
      </w:r>
      <w:proofErr w:type="spellEnd"/>
      <w:r w:rsidR="00DC274F">
        <w:t xml:space="preserve"> restrictions which may require further stents (Figure </w:t>
      </w:r>
      <w:r w:rsidR="00C1483B">
        <w:t>5C,D&amp;E</w:t>
      </w:r>
      <w:r w:rsidR="00DC274F">
        <w:t>)</w:t>
      </w:r>
      <w:r w:rsidR="00574931">
        <w:t>.</w:t>
      </w:r>
      <w:hyperlink w:anchor="_ENREF_55" w:tooltip="Adlam, 2010 #1" w:history="1">
        <w:r w:rsidR="0043174E">
          <w:fldChar w:fldCharType="begin"/>
        </w:r>
        <w:r w:rsidR="0043174E">
          <w:instrText xml:space="preserve"> ADDIN EN.CITE &lt;EndNote&gt;&lt;Cite&gt;&lt;Author&gt;Adlam&lt;/Author&gt;&lt;Year&gt;2010&lt;/Year&gt;&lt;RecNum&gt;1&lt;/RecNum&gt;&lt;DisplayText&gt;&lt;style face="superscript"&gt;55&lt;/style&gt;&lt;/DisplayText&gt;&lt;record&gt;&lt;rec-number&gt;1&lt;/rec-number&gt;&lt;foreign-keys&gt;&lt;key app="EN" db-id="ftf2xrzzyz9frkexr0lvvfpjset9respddav"&gt;1&lt;/key&gt;&lt;/foreign-keys&gt;&lt;ref-type name="Journal Article"&gt;17&lt;/ref-type&gt;&lt;contributors&gt;&lt;authors&gt;&lt;author&gt;Adlam, D.&lt;/author&gt;&lt;author&gt;Cuculi, F.&lt;/author&gt;&lt;author&gt;Lim, C.&lt;/author&gt;&lt;author&gt;Banning, A.&lt;/author&gt;&lt;/authors&gt;&lt;/contributors&gt;&lt;auth-address&gt;Oxford Heart Centre, John Radcliffe Hospital, OX3 9DU, Oxford, United Kingdom.&lt;/auth-address&gt;&lt;titles&gt;&lt;title&gt;Management of spontaneous coronary artery dissection in the primary percutaneous coronary intervention era&lt;/title&gt;&lt;secondary-title&gt;J Invasive Cardiol&lt;/secondary-title&gt;&lt;alt-title&gt;The Journal of invasive cardiology&lt;/alt-title&gt;&lt;/titles&gt;&lt;periodical&gt;&lt;full-title&gt;J Invasive Cardiol&lt;/full-title&gt;&lt;abbr-1&gt;The Journal of invasive cardiology&lt;/abbr-1&gt;&lt;/periodical&gt;&lt;alt-periodical&gt;&lt;full-title&gt;J Invasive Cardiol&lt;/full-title&gt;&lt;abbr-1&gt;The Journal of invasive cardiology&lt;/abbr-1&gt;&lt;/alt-periodical&gt;&lt;pages&gt;549-53&lt;/pages&gt;&lt;volume&gt;22&lt;/volume&gt;&lt;number&gt;11&lt;/number&gt;&lt;edition&gt;2010/11/03&lt;/edition&gt;&lt;keywords&gt;&lt;keyword&gt;Acute Coronary Syndrome/*etiology/*therapy&lt;/keyword&gt;&lt;keyword&gt;Aneurysm, Dissecting/*therapy&lt;/keyword&gt;&lt;keyword&gt;*Angioplasty, Balloon, Coronary&lt;/keyword&gt;&lt;keyword&gt;Coronary Aneurysm/*therapy&lt;/keyword&gt;&lt;keyword&gt;Dissection&lt;/keyword&gt;&lt;keyword&gt;Humans&lt;/keyword&gt;&lt;/keywords&gt;&lt;dates&gt;&lt;year&gt;2010&lt;/year&gt;&lt;pub-dates&gt;&lt;date&gt;Nov&lt;/date&gt;&lt;/pub-dates&gt;&lt;/dates&gt;&lt;isbn&gt;1557-2501 (Electronic)&amp;#xD;1042-3931 (Linking)&lt;/isbn&gt;&lt;accession-num&gt;21041853&lt;/accession-num&gt;&lt;work-type&gt;Review&lt;/work-type&gt;&lt;urls&gt;&lt;related-urls&gt;&lt;url&gt;http://www.ncbi.nlm.nih.gov/pubmed/21041853&lt;/url&gt;&lt;/related-urls&gt;&lt;/urls&gt;&lt;language&gt;eng&lt;/language&gt;&lt;/record&gt;&lt;/Cite&gt;&lt;/EndNote&gt;</w:instrText>
        </w:r>
        <w:r w:rsidR="0043174E">
          <w:fldChar w:fldCharType="separate"/>
        </w:r>
        <w:r w:rsidR="0043174E" w:rsidRPr="002938F9">
          <w:rPr>
            <w:noProof/>
            <w:vertAlign w:val="superscript"/>
          </w:rPr>
          <w:t>55</w:t>
        </w:r>
        <w:r w:rsidR="0043174E">
          <w:fldChar w:fldCharType="end"/>
        </w:r>
      </w:hyperlink>
      <w:r w:rsidR="006F78E7">
        <w:t xml:space="preserve"> </w:t>
      </w:r>
      <w:r w:rsidR="00DC274F">
        <w:t xml:space="preserve">The </w:t>
      </w:r>
      <w:r w:rsidR="006F78E7">
        <w:t xml:space="preserve">overall </w:t>
      </w:r>
      <w:r w:rsidR="00DC274F">
        <w:t xml:space="preserve">result is </w:t>
      </w:r>
      <w:r w:rsidR="006F78E7">
        <w:t xml:space="preserve">that </w:t>
      </w:r>
      <w:r w:rsidR="00DC274F">
        <w:t>patients with SCAD</w:t>
      </w:r>
      <w:r w:rsidR="003837CF">
        <w:t xml:space="preserve"> undergoing PCI</w:t>
      </w:r>
      <w:r w:rsidR="00DC274F">
        <w:t xml:space="preserve"> frequently require long stented segment</w:t>
      </w:r>
      <w:r w:rsidR="006F78E7">
        <w:t>s</w:t>
      </w:r>
      <w:r w:rsidR="00DC274F">
        <w:t xml:space="preserve"> to effectively restore lum</w:t>
      </w:r>
      <w:r w:rsidR="00883646">
        <w:t>i</w:t>
      </w:r>
      <w:r w:rsidR="00DC274F">
        <w:t>nal architecture</w:t>
      </w:r>
      <w:r w:rsidR="006F78E7">
        <w:t xml:space="preserve">. In general, where stents are deemed necessary, drug eluting stents are preferred. </w:t>
      </w:r>
      <w:proofErr w:type="spellStart"/>
      <w:r w:rsidR="006F78E7">
        <w:t>Bioabsorbable</w:t>
      </w:r>
      <w:proofErr w:type="spellEnd"/>
      <w:r w:rsidR="006F78E7">
        <w:t xml:space="preserve"> scaffold use has also been reported and the long term clinical results in this population are awaited</w:t>
      </w:r>
      <w:r w:rsidR="00574931">
        <w:t>.</w:t>
      </w:r>
      <w:r w:rsidR="00870A30">
        <w:fldChar w:fldCharType="begin">
          <w:fldData xml:space="preserve">PEVuZE5vdGU+PENpdGU+PEF1dGhvcj5XYXR0PC9BdXRob3I+PFllYXI+MjAxNjwvWWVhcj48UmVj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</w:fldData>
        </w:fldChar>
      </w:r>
      <w:r w:rsidR="002938F9">
        <w:instrText xml:space="preserve"> ADDIN EN.CITE </w:instrText>
      </w:r>
      <w:r w:rsidR="002938F9">
        <w:fldChar w:fldCharType="begin">
          <w:fldData xml:space="preserve">PEVuZE5vdGU+PENpdGU+PEF1dGhvcj5XYXR0PC9BdXRob3I+PFllYXI+MjAxNjwvWWVhcj48UmVj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</w:fldData>
        </w:fldChar>
      </w:r>
      <w:r w:rsidR="002938F9">
        <w:instrText xml:space="preserve"> ADDIN EN.CITE.DATA </w:instrText>
      </w:r>
      <w:r w:rsidR="002938F9">
        <w:fldChar w:fldCharType="end"/>
      </w:r>
      <w:r w:rsidR="00870A30">
        <w:fldChar w:fldCharType="separate"/>
      </w:r>
      <w:hyperlink w:anchor="_ENREF_56" w:tooltip="Watt, 2016 #113" w:history="1">
        <w:r w:rsidR="0043174E" w:rsidRPr="002938F9">
          <w:rPr>
            <w:noProof/>
            <w:vertAlign w:val="superscript"/>
          </w:rPr>
          <w:t>56</w:t>
        </w:r>
      </w:hyperlink>
      <w:r w:rsidR="002938F9" w:rsidRPr="002938F9">
        <w:rPr>
          <w:noProof/>
          <w:vertAlign w:val="superscript"/>
        </w:rPr>
        <w:t xml:space="preserve">, </w:t>
      </w:r>
      <w:hyperlink w:anchor="_ENREF_57" w:tooltip="Sengottuvelu, 2014 #114" w:history="1">
        <w:r w:rsidR="0043174E" w:rsidRPr="002938F9">
          <w:rPr>
            <w:noProof/>
            <w:vertAlign w:val="superscript"/>
          </w:rPr>
          <w:t>57</w:t>
        </w:r>
      </w:hyperlink>
      <w:r w:rsidR="00870A30">
        <w:fldChar w:fldCharType="end"/>
      </w:r>
      <w:r w:rsidR="006F78E7">
        <w:t xml:space="preserve"> Other </w:t>
      </w:r>
      <w:r w:rsidR="006F78E7">
        <w:lastRenderedPageBreak/>
        <w:t>interventional strategies are also described</w:t>
      </w:r>
      <w:r w:rsidR="00767F34">
        <w:t xml:space="preserve"> including limited balloon angioplasty to restore TIMI 3 flow followed by </w:t>
      </w:r>
      <w:r w:rsidR="003837CF">
        <w:t xml:space="preserve">a </w:t>
      </w:r>
      <w:r w:rsidR="00767F34">
        <w:t xml:space="preserve">conservative </w:t>
      </w:r>
      <w:r w:rsidR="003837CF">
        <w:t xml:space="preserve">approach </w:t>
      </w:r>
      <w:r w:rsidR="00767F34">
        <w:t xml:space="preserve">or even </w:t>
      </w:r>
      <w:r w:rsidR="0079123E">
        <w:t xml:space="preserve">use of a </w:t>
      </w:r>
      <w:r w:rsidR="00767F34">
        <w:t>cutting balloon to fenestrate the dissection and relieve external compression</w:t>
      </w:r>
      <w:r w:rsidR="00574931">
        <w:t>.</w:t>
      </w:r>
      <w:hyperlink w:anchor="_ENREF_58" w:tooltip="Ito, 2016 #116" w:history="1">
        <w:r w:rsidR="0043174E">
          <w:fldChar w:fldCharType="begin"/>
        </w:r>
        <w:r w:rsidR="0043174E">
          <w:instrText xml:space="preserve"> ADDIN EN.CITE &lt;EndNote&gt;&lt;Cite&gt;&lt;Author&gt;Ito&lt;/Author&gt;&lt;Year&gt;2016&lt;/Year&gt;&lt;RecNum&gt;116&lt;/RecNum&gt;&lt;DisplayText&gt;&lt;style face="superscript"&gt;58&lt;/style&gt;&lt;/DisplayText&gt;&lt;record&gt;&lt;rec-number&gt;116&lt;/rec-number&gt;&lt;foreign-keys&gt;&lt;key app="EN" db-id="ftf2xrzzyz9frkexr0lvvfpjset9respddav"&gt;116&lt;/key&gt;&lt;/foreign-keys&gt;&lt;ref-type name="Journal Article"&gt;17&lt;/ref-type&gt;&lt;contributors&gt;&lt;authors&gt;&lt;author&gt;Ito, T.&lt;/author&gt;&lt;author&gt;Shintani, Y.&lt;/author&gt;&lt;author&gt;Ichihashi, T.&lt;/author&gt;&lt;author&gt;Fujita, H.&lt;/author&gt;&lt;author&gt;Ohte, N.&lt;/author&gt;&lt;/authors&gt;&lt;/contributors&gt;&lt;auth-address&gt;Department of Cardio-Renal Medicine and Hypertension, Nagoya City University Graduate School of Medical Sciences, 1 Kawasumi, Mizuhocho, Nagoya, 4678601, Japan. tuyosiito@gmail.com.&amp;#xD;Department of Cardio-Renal Medicine and Hypertension, Nagoya City University Graduate School of Medical Sciences, 1 Kawasumi, Mizuhocho, Nagoya, 4678601, Japan.&lt;/auth-address&gt;&lt;titles&gt;&lt;title&gt;Non-atherosclerotic spontaneous coronary artery dissection revascularized by intravascular ultrasonography-guided fenestration with cutting balloon angioplasty&lt;/title&gt;&lt;secondary-title&gt;Cardiovasc Interv Ther&lt;/secondary-title&gt;&lt;alt-title&gt;Cardiovascular intervention and therapeutics&lt;/alt-title&gt;&lt;/titles&gt;&lt;periodical&gt;&lt;full-title&gt;Cardiovasc Interv Ther&lt;/full-title&gt;&lt;abbr-1&gt;Cardiovascular intervention and therapeutics&lt;/abbr-1&gt;&lt;/periodical&gt;&lt;alt-periodical&gt;&lt;full-title&gt;Cardiovasc Interv Ther&lt;/full-title&gt;&lt;abbr-1&gt;Cardiovascular intervention and therapeutics&lt;/abbr-1&gt;&lt;/alt-periodical&gt;&lt;edition&gt;2016/05/05&lt;/edition&gt;&lt;dates&gt;&lt;year&gt;2016&lt;/year&gt;&lt;pub-dates&gt;&lt;date&gt;May 3&lt;/date&gt;&lt;/pub-dates&gt;&lt;/dates&gt;&lt;isbn&gt;1868-4297 (Electronic)&lt;/isbn&gt;&lt;accession-num&gt;27142197&lt;/accession-num&gt;&lt;urls&gt;&lt;related-urls&gt;&lt;url&gt;http://www.ncbi.nlm.nih.gov/pubmed/27142197&lt;/url&gt;&lt;/related-urls&gt;&lt;/urls&gt;&lt;electronic-resource-num&gt;10.1007/s12928-016-0397-x&lt;/electronic-resource-num&gt;&lt;language&gt;Eng&lt;/language&gt;&lt;/record&gt;&lt;/Cite&gt;&lt;/EndNote&gt;</w:instrText>
        </w:r>
        <w:r w:rsidR="0043174E">
          <w:fldChar w:fldCharType="separate"/>
        </w:r>
        <w:r w:rsidR="0043174E" w:rsidRPr="002938F9">
          <w:rPr>
            <w:noProof/>
            <w:vertAlign w:val="superscript"/>
          </w:rPr>
          <w:t>58</w:t>
        </w:r>
        <w:r w:rsidR="0043174E">
          <w:fldChar w:fldCharType="end"/>
        </w:r>
      </w:hyperlink>
      <w:r w:rsidR="00767F34">
        <w:t xml:space="preserve"> </w:t>
      </w:r>
      <w:r w:rsidR="0025285E">
        <w:t xml:space="preserve">Where PCI is </w:t>
      </w:r>
      <w:r w:rsidR="0079123E">
        <w:t>required</w:t>
      </w:r>
      <w:r w:rsidR="0025285E">
        <w:t xml:space="preserve">, intracoronary imaging </w:t>
      </w:r>
      <w:r w:rsidR="00574931">
        <w:t>may be</w:t>
      </w:r>
      <w:r w:rsidR="0025285E">
        <w:t xml:space="preserve"> useful for procedure optimisation</w:t>
      </w:r>
      <w:r w:rsidR="00574931">
        <w:t>.</w:t>
      </w:r>
      <w:hyperlink w:anchor="_ENREF_51" w:tooltip="Alfonso, 2012 #90" w:history="1">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 </w:instrText>
        </w:r>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51</w:t>
        </w:r>
        <w:r w:rsidR="0043174E">
          <w:fldChar w:fldCharType="end"/>
        </w:r>
      </w:hyperlink>
      <w:r w:rsidR="0025285E">
        <w:t xml:space="preserve"> There is a report demonstrating late stent strut </w:t>
      </w:r>
      <w:proofErr w:type="spellStart"/>
      <w:r w:rsidR="0025285E">
        <w:t>malapposition</w:t>
      </w:r>
      <w:proofErr w:type="spellEnd"/>
      <w:r w:rsidR="0025285E">
        <w:t xml:space="preserve"> following resorption of the false lumen haematoma</w:t>
      </w:r>
      <w:hyperlink w:anchor="_ENREF_59" w:tooltip="Lempereur, 2015 #111" w:history="1">
        <w:r w:rsidR="0043174E">
          <w:fldChar w:fldCharType="begin"/>
        </w:r>
        <w:r w:rsidR="0043174E">
          <w:instrText xml:space="preserve"> ADDIN EN.CITE &lt;EndNote&gt;&lt;Cite&gt;&lt;Author&gt;Lempereur&lt;/Author&gt;&lt;Year&gt;2015&lt;/Year&gt;&lt;RecNum&gt;111&lt;/RecNum&gt;&lt;DisplayText&gt;&lt;style face="superscript"&gt;59&lt;/style&gt;&lt;/DisplayText&gt;&lt;record&gt;&lt;rec-number&gt;111&lt;/rec-number&gt;&lt;foreign-keys&gt;&lt;key app="EN" db-id="ftf2xrzzyz9frkexr0lvvfpjset9respddav"&gt;111&lt;/key&gt;&lt;/foreign-keys&gt;&lt;ref-type name="Journal Article"&gt;17&lt;/ref-type&gt;&lt;contributors&gt;&lt;authors&gt;&lt;author&gt;Lempereur, M.&lt;/author&gt;&lt;author&gt;Fung, A.&lt;/author&gt;&lt;author&gt;Saw, J.&lt;/author&gt;&lt;/authors&gt;&lt;/contributors&gt;&lt;auth-address&gt;Division of Cardiology, Vancouver General Hospital, University of British Columbia, Vancouver, Canada.&lt;/auth-address&gt;&lt;titles&gt;&lt;title&gt;Stent mal-apposition with resorption of intramural hematoma with spontaneous coronary artery dissection&lt;/title&gt;&lt;secondary-title&gt;Cardiovasc Diagn Ther&lt;/secondary-title&gt;&lt;alt-title&gt;Cardiovascular diagnosis and therapy&lt;/alt-title&gt;&lt;/titles&gt;&lt;periodical&gt;&lt;full-title&gt;Cardiovasc Diagn Ther&lt;/full-title&gt;&lt;abbr-1&gt;Cardiovascular diagnosis and therapy&lt;/abbr-1&gt;&lt;/periodical&gt;&lt;alt-periodical&gt;&lt;full-title&gt;Cardiovasc Diagn Ther&lt;/full-title&gt;&lt;abbr-1&gt;Cardiovascular diagnosis and therapy&lt;/abbr-1&gt;&lt;/alt-periodical&gt;&lt;pages&gt;323-9&lt;/pages&gt;&lt;volume&gt;5&lt;/volume&gt;&lt;number&gt;4&lt;/number&gt;&lt;edition&gt;2015/09/04&lt;/edition&gt;&lt;dates&gt;&lt;year&gt;2015&lt;/year&gt;&lt;pub-dates&gt;&lt;date&gt;Aug&lt;/date&gt;&lt;/pub-dates&gt;&lt;/dates&gt;&lt;isbn&gt;2223-3652 (Print)&amp;#xD;2223-3652 (Linking)&lt;/isbn&gt;&lt;accession-num&gt;26331116&lt;/accession-num&gt;&lt;urls&gt;&lt;related-urls&gt;&lt;url&gt;http://www.ncbi.nlm.nih.gov/pubmed/26331116&lt;/url&gt;&lt;/related-urls&gt;&lt;/urls&gt;&lt;custom2&gt;4536472&lt;/custom2&gt;&lt;electronic-resource-num&gt;10.3978/j.issn.2223-3652.2015.04.05&lt;/electronic-resource-num&gt;&lt;language&gt;eng&lt;/language&gt;&lt;/record&gt;&lt;/Cite&gt;&lt;/EndNote&gt;</w:instrText>
        </w:r>
        <w:r w:rsidR="0043174E">
          <w:fldChar w:fldCharType="separate"/>
        </w:r>
        <w:r w:rsidR="0043174E" w:rsidRPr="002938F9">
          <w:rPr>
            <w:noProof/>
            <w:vertAlign w:val="superscript"/>
          </w:rPr>
          <w:t>59</w:t>
        </w:r>
        <w:r w:rsidR="0043174E">
          <w:fldChar w:fldCharType="end"/>
        </w:r>
      </w:hyperlink>
      <w:r w:rsidR="0025285E">
        <w:t xml:space="preserve"> but there is </w:t>
      </w:r>
      <w:r w:rsidR="00ED6126">
        <w:t>little</w:t>
      </w:r>
      <w:r w:rsidR="0025285E">
        <w:t xml:space="preserve"> current evidence of an increase in stent thrombosis following PCI in SCAD.</w:t>
      </w:r>
    </w:p>
    <w:p w:rsidR="0098727F" w:rsidRPr="00C1483B" w:rsidRDefault="00C82347" w:rsidP="0098727F">
      <w:pPr>
        <w:rPr>
          <w:i/>
        </w:rPr>
      </w:pPr>
      <w:r w:rsidRPr="00C1483B">
        <w:rPr>
          <w:i/>
        </w:rPr>
        <w:t>Coronary artery bypass grafting</w:t>
      </w:r>
      <w:r w:rsidR="006959D3" w:rsidRPr="00C1483B">
        <w:rPr>
          <w:i/>
        </w:rPr>
        <w:t xml:space="preserve"> (CABG)</w:t>
      </w:r>
      <w:r w:rsidRPr="00C1483B">
        <w:rPr>
          <w:i/>
        </w:rPr>
        <w:t xml:space="preserve"> in SCAD</w:t>
      </w:r>
    </w:p>
    <w:p w:rsidR="00C82347" w:rsidRDefault="00C82347" w:rsidP="008B7578">
      <w:pPr>
        <w:jc w:val="both"/>
      </w:pPr>
      <w:r>
        <w:t xml:space="preserve">Emergency </w:t>
      </w:r>
      <w:r w:rsidR="006959D3">
        <w:t>CABG is sometimes used as a bail-out strategy in SCAD</w:t>
      </w:r>
      <w:r w:rsidR="0025285E">
        <w:t>. Two typical scenarios are either a failure of PCI (usually due to an inability to track the guidewire into the true lumen</w:t>
      </w:r>
      <w:r w:rsidR="008B7578">
        <w:t xml:space="preserve">) or left </w:t>
      </w:r>
      <w:proofErr w:type="spellStart"/>
      <w:r w:rsidR="008B7578">
        <w:t>mainstem</w:t>
      </w:r>
      <w:proofErr w:type="spellEnd"/>
      <w:r w:rsidR="008B7578">
        <w:t xml:space="preserve"> or very proximal SCAD where there is felt to be a high degree of jeopardy involved with conservative management or stenting. Although useful in the short term for SCAD limited to the proximal vessel, grafting is unsuitable for distal or extensive dissections. Furthermore in the medium term</w:t>
      </w:r>
      <w:r w:rsidR="00CC4E5C">
        <w:t>,</w:t>
      </w:r>
      <w:r w:rsidR="008B7578">
        <w:t xml:space="preserve"> graft failure </w:t>
      </w:r>
      <w:r w:rsidR="009B4AF6">
        <w:t>rates are high (only 5 of 16 conduits remained patent at 3.5 years in one series</w:t>
      </w:r>
      <w:hyperlink w:anchor="_ENREF_54" w:tooltip="Tweet, 2014 #110" w:history="1">
        <w:r w:rsidR="0043174E">
          <w:fldChar w:fldCharType="begin">
            <w:fldData xml:space="preserve">PEVuZE5vdGU+PENpdGU+PEF1dGhvcj5Ud2VldDwvQXV0aG9yPjxZZWFyPjIwMTQ8L1llYXI+PFJl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</w:fldData>
          </w:fldChar>
        </w:r>
        <w:r w:rsidR="0043174E">
          <w:instrText xml:space="preserve"> ADDIN EN.CITE </w:instrText>
        </w:r>
        <w:r w:rsidR="0043174E">
          <w:fldChar w:fldCharType="begin">
            <w:fldData xml:space="preserve">PEVuZE5vdGU+PENpdGU+PEF1dGhvcj5Ud2VldDwvQXV0aG9yPjxZZWFyPjIwMTQ8L1llYXI+PFJl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54</w:t>
        </w:r>
        <w:r w:rsidR="0043174E">
          <w:fldChar w:fldCharType="end"/>
        </w:r>
      </w:hyperlink>
      <w:r w:rsidR="009B4AF6">
        <w:t>)</w:t>
      </w:r>
      <w:r w:rsidR="008B7578">
        <w:t xml:space="preserve"> as a result of dissection healing in the native coronary leading to competitive flow in the bypass conduit (</w:t>
      </w:r>
      <w:r w:rsidR="00C1483B">
        <w:t>F</w:t>
      </w:r>
      <w:r w:rsidR="008B7578">
        <w:t xml:space="preserve">igure </w:t>
      </w:r>
      <w:r w:rsidR="00C1483B">
        <w:t>5A&amp;B</w:t>
      </w:r>
      <w:r w:rsidR="008B7578">
        <w:t xml:space="preserve">). </w:t>
      </w:r>
    </w:p>
    <w:p w:rsidR="00FA71AF" w:rsidRPr="00C1483B" w:rsidRDefault="00FA71AF" w:rsidP="008B7578">
      <w:pPr>
        <w:jc w:val="both"/>
        <w:rPr>
          <w:i/>
        </w:rPr>
      </w:pPr>
      <w:r w:rsidRPr="00C1483B">
        <w:rPr>
          <w:i/>
        </w:rPr>
        <w:t>Th</w:t>
      </w:r>
      <w:r w:rsidR="003F41A7">
        <w:rPr>
          <w:i/>
        </w:rPr>
        <w:t>r</w:t>
      </w:r>
      <w:r w:rsidRPr="00C1483B">
        <w:rPr>
          <w:i/>
        </w:rPr>
        <w:t>ombolysis</w:t>
      </w:r>
    </w:p>
    <w:p w:rsidR="00FA71AF" w:rsidRDefault="00E54201" w:rsidP="008B7578">
      <w:pPr>
        <w:jc w:val="both"/>
      </w:pPr>
      <w:r>
        <w:t>Although safe and apparently effective thrombolysis has been described</w:t>
      </w:r>
      <w:hyperlink w:anchor="_ENREF_60" w:tooltip="Jovic, 2015 #133" w:history="1">
        <w:r w:rsidR="0043174E">
          <w:fldChar w:fldCharType="begin"/>
        </w:r>
        <w:r w:rsidR="0043174E">
          <w:instrText xml:space="preserve"> ADDIN EN.CITE &lt;EndNote&gt;&lt;Cite&gt;&lt;Author&gt;Jovic&lt;/Author&gt;&lt;Year&gt;2015&lt;/Year&gt;&lt;RecNum&gt;133&lt;/RecNum&gt;&lt;DisplayText&gt;&lt;style face="superscript"&gt;60&lt;/style&gt;&lt;/DisplayText&gt;&lt;record&gt;&lt;rec-number&gt;133&lt;/rec-number&gt;&lt;foreign-keys&gt;&lt;key app="EN" db-id="ftf2xrzzyz9frkexr0lvvfpjset9respddav"&gt;133&lt;/key&gt;&lt;/foreign-keys&gt;&lt;ref-type name="Journal Article"&gt;17&lt;/ref-type&gt;&lt;contributors&gt;&lt;authors&gt;&lt;author&gt;Jovic, Z.&lt;/author&gt;&lt;author&gt;Obradovic, S.&lt;/author&gt;&lt;author&gt;Djenic, N.&lt;/author&gt;&lt;author&gt;Mladenovic, Z.&lt;/author&gt;&lt;author&gt;Djuric, P.&lt;/author&gt;&lt;author&gt;Spasic, M.&lt;/author&gt;&lt;author&gt;Tavicovski, D.&lt;/author&gt;&lt;/authors&gt;&lt;/contributors&gt;&lt;titles&gt;&lt;title&gt;Does thrombolytic therapy harm or help in ST elevation myocardial infarction (STEMI) caused by the spontaneous coronary dissection?&lt;/title&gt;&lt;secondary-title&gt;Vojnosanit Pregl&lt;/secondary-title&gt;&lt;alt-title&gt;Vojnosanitetski pregled&lt;/alt-title&gt;&lt;/titles&gt;&lt;periodical&gt;&lt;full-title&gt;Vojnosanit Pregl&lt;/full-title&gt;&lt;abbr-1&gt;Vojnosanitetski pregled&lt;/abbr-1&gt;&lt;/periodical&gt;&lt;alt-periodical&gt;&lt;full-title&gt;Vojnosanit Pregl&lt;/full-title&gt;&lt;abbr-1&gt;Vojnosanitetski pregled&lt;/abbr-1&gt;&lt;/alt-periodical&gt;&lt;pages&gt;536-40&lt;/pages&gt;&lt;volume&gt;72&lt;/volume&gt;&lt;number&gt;6&lt;/number&gt;&lt;edition&gt;2015/08/01&lt;/edition&gt;&lt;keywords&gt;&lt;keyword&gt;Aneurysm, Dissecting/*complications&lt;/keyword&gt;&lt;keyword&gt;Coronary Aneurysm/*complications&lt;/keyword&gt;&lt;keyword&gt;Coronary Angiography&lt;/keyword&gt;&lt;keyword&gt;Female&lt;/keyword&gt;&lt;keyword&gt;Humans&lt;/keyword&gt;&lt;keyword&gt;Middle Aged&lt;/keyword&gt;&lt;keyword&gt;Myocardial Infarction/*drug therapy/etiology&lt;/keyword&gt;&lt;keyword&gt;*Thrombolytic Therapy&lt;/keyword&gt;&lt;/keywords&gt;&lt;dates&gt;&lt;year&gt;2015&lt;/year&gt;&lt;pub-dates&gt;&lt;date&gt;Jun&lt;/date&gt;&lt;/pub-dates&gt;&lt;/dates&gt;&lt;isbn&gt;0042-8450 (Print)&amp;#xD;0042-8450 (Linking)&lt;/isbn&gt;&lt;accession-num&gt;26226727&lt;/accession-num&gt;&lt;work-type&gt;Case Reports&lt;/work-type&gt;&lt;urls&gt;&lt;related-urls&gt;&lt;url&gt;http://www.ncbi.nlm.nih.gov/pubmed/26226727&lt;/url&gt;&lt;/related-urls&gt;&lt;/urls&gt;&lt;language&gt;eng&lt;/language&gt;&lt;/record&gt;&lt;/Cite&gt;&lt;/EndNote&gt;</w:instrText>
        </w:r>
        <w:r w:rsidR="0043174E">
          <w:fldChar w:fldCharType="separate"/>
        </w:r>
        <w:r w:rsidR="0043174E" w:rsidRPr="002938F9">
          <w:rPr>
            <w:noProof/>
            <w:vertAlign w:val="superscript"/>
          </w:rPr>
          <w:t>60</w:t>
        </w:r>
        <w:r w:rsidR="0043174E">
          <w:fldChar w:fldCharType="end"/>
        </w:r>
      </w:hyperlink>
      <w:r>
        <w:t xml:space="preserve">, use in the context of SCAD is </w:t>
      </w:r>
      <w:r w:rsidR="00D728E4">
        <w:t xml:space="preserve">generally avoided </w:t>
      </w:r>
      <w:r>
        <w:t>because of descriptions of dissection extension or even rupture leading to cardiac tamponade</w:t>
      </w:r>
      <w:hyperlink w:anchor="_ENREF_61" w:tooltip="Andreou, 2009 #134" w:history="1">
        <w:r w:rsidR="0043174E">
          <w:fldChar w:fldCharType="begin">
            <w:fldData xml:space="preserve">PEVuZE5vdGU+PENpdGU+PEF1dGhvcj5BbmRyZW91PC9BdXRob3I+PFllYXI+MjAwOTwvWWVhcj48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</w:fldData>
          </w:fldChar>
        </w:r>
        <w:r w:rsidR="0043174E">
          <w:instrText xml:space="preserve"> ADDIN EN.CITE </w:instrText>
        </w:r>
        <w:r w:rsidR="0043174E">
          <w:fldChar w:fldCharType="begin">
            <w:fldData xml:space="preserve">PEVuZE5vdGU+PENpdGU+PEF1dGhvcj5BbmRyZW91PC9BdXRob3I+PFllYXI+MjAwOTwvWWVhcj48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</w:fldData>
          </w:fldChar>
        </w:r>
        <w:r w:rsidR="0043174E">
          <w:instrText xml:space="preserve"> ADDIN EN.CITE.DATA </w:instrText>
        </w:r>
        <w:r w:rsidR="0043174E">
          <w:fldChar w:fldCharType="end"/>
        </w:r>
        <w:r w:rsidR="0043174E">
          <w:fldChar w:fldCharType="separate"/>
        </w:r>
        <w:r w:rsidR="0043174E" w:rsidRPr="002938F9">
          <w:rPr>
            <w:noProof/>
            <w:vertAlign w:val="superscript"/>
          </w:rPr>
          <w:t>61-64</w:t>
        </w:r>
        <w:r w:rsidR="0043174E">
          <w:fldChar w:fldCharType="end"/>
        </w:r>
      </w:hyperlink>
      <w:r>
        <w:t>.</w:t>
      </w:r>
    </w:p>
    <w:p w:rsidR="0098727F" w:rsidRPr="00C1483B" w:rsidRDefault="0098727F" w:rsidP="0098727F">
      <w:pPr>
        <w:rPr>
          <w:b/>
          <w:i/>
        </w:rPr>
      </w:pPr>
      <w:r w:rsidRPr="00C1483B">
        <w:rPr>
          <w:b/>
          <w:i/>
        </w:rPr>
        <w:t>Medication after SCAD</w:t>
      </w:r>
    </w:p>
    <w:p w:rsidR="00E34299" w:rsidRDefault="001267EB" w:rsidP="00C1483B">
      <w:pPr>
        <w:jc w:val="both"/>
      </w:pPr>
      <w:r>
        <w:t xml:space="preserve">There are currently no clinical trials </w:t>
      </w:r>
      <w:r w:rsidR="0023646E">
        <w:t>to guide</w:t>
      </w:r>
      <w:r>
        <w:t xml:space="preserve"> optimal medical management following SCAD. However there are a number of special considerations which distinguish the therapeutic approach in SCAD from standard treatment strategies following myocardial infarction.</w:t>
      </w:r>
    </w:p>
    <w:p w:rsidR="001267EB" w:rsidRPr="00C1483B" w:rsidRDefault="001267EB" w:rsidP="0098727F">
      <w:pPr>
        <w:rPr>
          <w:i/>
        </w:rPr>
      </w:pPr>
      <w:r w:rsidRPr="00C1483B">
        <w:rPr>
          <w:i/>
        </w:rPr>
        <w:t>Antiplatelet therapy</w:t>
      </w:r>
    </w:p>
    <w:p w:rsidR="001267EB" w:rsidRDefault="0017025A" w:rsidP="0023646E">
      <w:pPr>
        <w:jc w:val="both"/>
      </w:pPr>
      <w:r>
        <w:t>Dual antiplatelet therapy followed by antiplatelet monotherapy are clearly indicated in patients who have undergone PCI with stenting for SCAD in accordance with guidelines</w:t>
      </w:r>
      <w:hyperlink w:anchor="_ENREF_65" w:tooltip="Authors/Task Force, 2014 #122" w:history="1">
        <w:r w:rsidR="0043174E">
          <w:fldChar w:fldCharType="begin">
            <w:fldData xml:space="preserve">PEVuZE5vdGU+PENpdGU+PEF1dGhvcj5BdXRob3JzL1Rhc2sgRm9yY2U8L0F1dGhvcj48WWVhcj4y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</w:fldData>
          </w:fldChar>
        </w:r>
        <w:r w:rsidR="0043174E">
          <w:instrText xml:space="preserve"> ADDIN EN.CITE </w:instrText>
        </w:r>
        <w:r w:rsidR="0043174E">
          <w:fldChar w:fldCharType="begin">
            <w:fldData xml:space="preserve">PEVuZE5vdGU+PENpdGU+PEF1dGhvcj5BdXRob3JzL1Rhc2sgRm9yY2U8L0F1dGhvcj48WWVhcj4y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</w:fldData>
          </w:fldChar>
        </w:r>
        <w:r w:rsidR="0043174E">
          <w:instrText xml:space="preserve"> ADDIN EN.CITE.DATA </w:instrText>
        </w:r>
        <w:r w:rsidR="0043174E">
          <w:fldChar w:fldCharType="end"/>
        </w:r>
        <w:r w:rsidR="0043174E">
          <w:fldChar w:fldCharType="separate"/>
        </w:r>
        <w:r w:rsidR="0043174E" w:rsidRPr="002938F9">
          <w:rPr>
            <w:noProof/>
            <w:vertAlign w:val="superscript"/>
          </w:rPr>
          <w:t>65</w:t>
        </w:r>
        <w:r w:rsidR="0043174E">
          <w:fldChar w:fldCharType="end"/>
        </w:r>
      </w:hyperlink>
      <w:r>
        <w:t xml:space="preserve">. </w:t>
      </w:r>
      <w:r w:rsidR="0023646E">
        <w:t>However for those without stents the indication is less clear. Furthermore, women of child-bearing age can develop significant menorrhagia with</w:t>
      </w:r>
      <w:r w:rsidR="003F41A7">
        <w:t xml:space="preserve"> </w:t>
      </w:r>
      <w:r w:rsidR="0023646E">
        <w:t>antiplatelet therapy</w:t>
      </w:r>
      <w:r w:rsidR="00F43694">
        <w:t>.</w:t>
      </w:r>
      <w:hyperlink w:anchor="_ENREF_66" w:tooltip="Maas, 2015 #117" w:history="1">
        <w:r w:rsidR="0043174E">
          <w:fldChar w:fldCharType="begin">
            <w:fldData xml:space="preserve">PEVuZE5vdGU+PENpdGU+PEF1dGhvcj5NYWFzPC9BdXRob3I+PFllYXI+MjAxNTwvWWVhcj48UmVj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</w:fldData>
          </w:fldChar>
        </w:r>
        <w:r w:rsidR="0043174E">
          <w:instrText xml:space="preserve"> ADDIN EN.CITE </w:instrText>
        </w:r>
        <w:r w:rsidR="0043174E">
          <w:fldChar w:fldCharType="begin">
            <w:fldData xml:space="preserve">PEVuZE5vdGU+PENpdGU+PEF1dGhvcj5NYWFzPC9BdXRob3I+PFllYXI+MjAxNTwvWWVhcj48UmVj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</w:fldData>
          </w:fldChar>
        </w:r>
        <w:r w:rsidR="0043174E">
          <w:instrText xml:space="preserve"> ADDIN EN.CITE.DATA </w:instrText>
        </w:r>
        <w:r w:rsidR="0043174E">
          <w:fldChar w:fldCharType="end"/>
        </w:r>
        <w:r w:rsidR="0043174E">
          <w:fldChar w:fldCharType="separate"/>
        </w:r>
        <w:r w:rsidR="0043174E" w:rsidRPr="002938F9">
          <w:rPr>
            <w:noProof/>
            <w:vertAlign w:val="superscript"/>
          </w:rPr>
          <w:t>66</w:t>
        </w:r>
        <w:r w:rsidR="0043174E">
          <w:fldChar w:fldCharType="end"/>
        </w:r>
      </w:hyperlink>
      <w:r w:rsidR="0023646E">
        <w:t xml:space="preserve"> There is some pathophysiological logic in initiating antiplatelet therapy in the acute phase where intracoronary imaging is reported to show that SCAD can </w:t>
      </w:r>
      <w:r w:rsidR="00CC4E5C">
        <w:t>act as a substrate for</w:t>
      </w:r>
      <w:r w:rsidR="0023646E">
        <w:t xml:space="preserve"> thrombus formation within the true lumen</w:t>
      </w:r>
      <w:r w:rsidR="00F43694">
        <w:t>.</w:t>
      </w:r>
      <w:hyperlink w:anchor="_ENREF_51" w:tooltip="Alfonso, 2012 #90" w:history="1">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 </w:instrText>
        </w:r>
        <w:r w:rsidR="0043174E">
          <w:fldChar w:fldCharType="begin">
            <w:fldData xml:space="preserve">PEVuZE5vdGU+PENpdGU+PEF1dGhvcj5BbGZvbnNvPC9BdXRob3I+PFllYXI+MjAxMjwvWWVhcj48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bG9neTwvYWJici0xPjwvYWx0LXBlcmlvZGljYWw+PHBhZ2VzPjEwNzMtOTwvcGFnZXM+PHZvbHVt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51</w:t>
        </w:r>
        <w:r w:rsidR="0043174E">
          <w:fldChar w:fldCharType="end"/>
        </w:r>
      </w:hyperlink>
      <w:r w:rsidR="00C157DC">
        <w:t xml:space="preserve"> I</w:t>
      </w:r>
      <w:r w:rsidR="0023646E">
        <w:t>n conservatively managed SCAD, once healing has been confirmed, the logic of maintaining platelet inhibition for a condition whose primary pathophysiological event is a spontaneous intramural bleed seems less evident</w:t>
      </w:r>
      <w:r w:rsidR="00C1483B">
        <w:t>, although discontinuing antiplatelet therapy in SCAD remains controversial</w:t>
      </w:r>
      <w:r w:rsidR="0023646E">
        <w:t xml:space="preserve">. </w:t>
      </w:r>
    </w:p>
    <w:p w:rsidR="00F65122" w:rsidRPr="00850C61" w:rsidRDefault="00F65122" w:rsidP="0023646E">
      <w:pPr>
        <w:jc w:val="both"/>
        <w:rPr>
          <w:i/>
        </w:rPr>
      </w:pPr>
      <w:r w:rsidRPr="00850C61">
        <w:rPr>
          <w:i/>
        </w:rPr>
        <w:t xml:space="preserve">Anticoagulant therapies </w:t>
      </w:r>
    </w:p>
    <w:p w:rsidR="00FA71AF" w:rsidRDefault="005A7572" w:rsidP="0023646E">
      <w:pPr>
        <w:jc w:val="both"/>
      </w:pPr>
      <w:r>
        <w:t xml:space="preserve">The risk/benefit of anticoagulant therapies either acutely (prior to or during coronary angiography, PCI or cardiopulmonary bypass) or chronically is unknown. In general, concerns about dissection expansion/extension in the acute phase and the theoretical increased risk of recurrence </w:t>
      </w:r>
      <w:r w:rsidR="008C1C08">
        <w:t xml:space="preserve">should minimise </w:t>
      </w:r>
      <w:r>
        <w:t xml:space="preserve">their use. Where strong indications exist </w:t>
      </w:r>
      <w:r w:rsidR="008C1C08">
        <w:t xml:space="preserve">however, </w:t>
      </w:r>
      <w:r>
        <w:t>(e.g. left ventricular mural thrombus or thromboembolism)</w:t>
      </w:r>
      <w:r w:rsidR="00762252">
        <w:t xml:space="preserve">, a lack of clear evidence of harm probably </w:t>
      </w:r>
      <w:r w:rsidR="008C1C08">
        <w:t>favours their use with careful monitoring in selected cases.</w:t>
      </w:r>
    </w:p>
    <w:p w:rsidR="0023646E" w:rsidRPr="00850C61" w:rsidRDefault="0023646E" w:rsidP="0023646E">
      <w:pPr>
        <w:jc w:val="both"/>
        <w:rPr>
          <w:i/>
        </w:rPr>
      </w:pPr>
      <w:r w:rsidRPr="00850C61">
        <w:rPr>
          <w:i/>
        </w:rPr>
        <w:t>Statins</w:t>
      </w:r>
    </w:p>
    <w:p w:rsidR="0023646E" w:rsidRDefault="00D074ED" w:rsidP="0023646E">
      <w:pPr>
        <w:jc w:val="both"/>
      </w:pPr>
      <w:r>
        <w:lastRenderedPageBreak/>
        <w:t>Patients with SCAD are frequently commenced on statins as part of the standard evidence and guideline-based cocktail of medications usually initiated following myocardial infarction in atherosclerotic patients</w:t>
      </w:r>
      <w:r w:rsidR="00F43694">
        <w:t>.</w:t>
      </w:r>
      <w:r w:rsidR="00870A30">
        <w:fldChar w:fldCharType="begin">
          <w:fldData xml:space="preserve">PEVuZE5vdGU+PENpdGU+PEF1dGhvcj5UYXNrIEZvcmNlIG9uIHRoZSBtYW5hZ2VtZW50IG9mPC9B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</w:fldData>
        </w:fldChar>
      </w:r>
      <w:r w:rsidR="002938F9">
        <w:instrText xml:space="preserve"> ADDIN EN.CITE </w:instrText>
      </w:r>
      <w:r w:rsidR="002938F9">
        <w:fldChar w:fldCharType="begin">
          <w:fldData xml:space="preserve">PEVuZE5vdGU+PENpdGU+PEF1dGhvcj5UYXNrIEZvcmNlIG9uIHRoZSBtYW5hZ2VtZW50IG9mPC9B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</w:fldData>
        </w:fldChar>
      </w:r>
      <w:r w:rsidR="002938F9">
        <w:instrText xml:space="preserve"> ADDIN EN.CITE.DATA </w:instrText>
      </w:r>
      <w:r w:rsidR="002938F9">
        <w:fldChar w:fldCharType="end"/>
      </w:r>
      <w:r w:rsidR="00870A30">
        <w:fldChar w:fldCharType="separate"/>
      </w:r>
      <w:hyperlink w:anchor="_ENREF_67" w:tooltip="Task Force on the management of, 2012 #166" w:history="1">
        <w:r w:rsidR="0043174E" w:rsidRPr="002938F9">
          <w:rPr>
            <w:noProof/>
            <w:vertAlign w:val="superscript"/>
          </w:rPr>
          <w:t>67</w:t>
        </w:r>
      </w:hyperlink>
      <w:r w:rsidR="002938F9" w:rsidRPr="002938F9">
        <w:rPr>
          <w:noProof/>
          <w:vertAlign w:val="superscript"/>
        </w:rPr>
        <w:t xml:space="preserve">, </w:t>
      </w:r>
      <w:hyperlink w:anchor="_ENREF_68" w:tooltip="Roffi, 2016 #131" w:history="1">
        <w:r w:rsidR="0043174E" w:rsidRPr="002938F9">
          <w:rPr>
            <w:noProof/>
            <w:vertAlign w:val="superscript"/>
          </w:rPr>
          <w:t>68</w:t>
        </w:r>
      </w:hyperlink>
      <w:r w:rsidR="00870A30">
        <w:fldChar w:fldCharType="end"/>
      </w:r>
      <w:r>
        <w:t xml:space="preserve"> However, the logic of </w:t>
      </w:r>
      <w:r w:rsidR="007B0B21">
        <w:t xml:space="preserve">prescribing cholesterol lowering agents for a condition which has no known pathophysiological link to cholesterol </w:t>
      </w:r>
      <w:r w:rsidR="00F65122">
        <w:t>seems unclear and one study has suggested a link between statin</w:t>
      </w:r>
      <w:r w:rsidR="005C6EEC">
        <w:t>s</w:t>
      </w:r>
      <w:r w:rsidR="00F65122">
        <w:t xml:space="preserve"> and increased recurrence risk</w:t>
      </w:r>
      <w:r w:rsidR="00F43694">
        <w:t>.</w:t>
      </w:r>
      <w:hyperlink w:anchor="_ENREF_4" w:tooltip="Tweet, 2012 #22" w:history="1">
        <w:r w:rsidR="0043174E">
          <w:fldChar w:fldCharType="begin">
            <w:fldData xml:space="preserve">PEVuZE5vdGU+PENpdGU+PEF1dGhvcj5Ud2VldDwvQXV0aG9yPjxZZWFyPjIwMTI8L1llYXI+PFJl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</w:fldData>
          </w:fldChar>
        </w:r>
        <w:r w:rsidR="0043174E">
          <w:instrText xml:space="preserve"> ADDIN EN.CITE </w:instrText>
        </w:r>
        <w:r w:rsidR="0043174E">
          <w:fldChar w:fldCharType="begin">
            <w:fldData xml:space="preserve">PEVuZE5vdGU+PENpdGU+PEF1dGhvcj5Ud2VldDwvQXV0aG9yPjxZZWFyPjIwMTI8L1llYXI+PFJl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</w:fldData>
          </w:fldChar>
        </w:r>
        <w:r w:rsidR="0043174E">
          <w:instrText xml:space="preserve"> ADDIN EN.CITE.DATA </w:instrText>
        </w:r>
        <w:r w:rsidR="0043174E">
          <w:fldChar w:fldCharType="end"/>
        </w:r>
        <w:r w:rsidR="0043174E">
          <w:fldChar w:fldCharType="separate"/>
        </w:r>
        <w:r w:rsidR="0043174E" w:rsidRPr="0043174E">
          <w:rPr>
            <w:noProof/>
            <w:vertAlign w:val="superscript"/>
          </w:rPr>
          <w:t>4</w:t>
        </w:r>
        <w:r w:rsidR="0043174E">
          <w:fldChar w:fldCharType="end"/>
        </w:r>
      </w:hyperlink>
    </w:p>
    <w:p w:rsidR="0098727F" w:rsidRPr="00850C61" w:rsidRDefault="009B052E" w:rsidP="0098727F">
      <w:pPr>
        <w:rPr>
          <w:i/>
        </w:rPr>
      </w:pPr>
      <w:r w:rsidRPr="00850C61">
        <w:rPr>
          <w:i/>
        </w:rPr>
        <w:t>Other post-myocardial infarct medications</w:t>
      </w:r>
    </w:p>
    <w:p w:rsidR="009B052E" w:rsidRDefault="007E702D" w:rsidP="007E702D">
      <w:pPr>
        <w:jc w:val="both"/>
      </w:pPr>
      <w:r>
        <w:t>Where patients are left with impaired left ventricular function following SCAD, evidence and guideline-based medications (e.g. ACE-</w:t>
      </w:r>
      <w:r w:rsidR="000D2385">
        <w:t>inhibitors</w:t>
      </w:r>
      <w:r>
        <w:t>, ARBs, β-blockers, mineralocorticoid-receptor antagonists) are recommended</w:t>
      </w:r>
      <w:r w:rsidR="00F43694">
        <w:t>.</w:t>
      </w:r>
      <w:r w:rsidR="00870A30">
        <w:fldChar w:fldCharType="begin">
          <w:fldData xml:space="preserve">PEVuZE5vdGU+PENpdGU+PEF1dGhvcj5UYXNrIEZvcmNlIG9uIHRoZSBtYW5hZ2VtZW50IG9mPC9B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</w:fldData>
        </w:fldChar>
      </w:r>
      <w:r w:rsidR="002938F9">
        <w:instrText xml:space="preserve"> ADDIN EN.CITE </w:instrText>
      </w:r>
      <w:r w:rsidR="002938F9">
        <w:fldChar w:fldCharType="begin">
          <w:fldData xml:space="preserve">PEVuZE5vdGU+PENpdGU+PEF1dGhvcj5UYXNrIEZvcmNlIG9uIHRoZSBtYW5hZ2VtZW50IG9mPC9B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</w:fldData>
        </w:fldChar>
      </w:r>
      <w:r w:rsidR="002938F9">
        <w:instrText xml:space="preserve"> ADDIN EN.CITE.DATA </w:instrText>
      </w:r>
      <w:r w:rsidR="002938F9">
        <w:fldChar w:fldCharType="end"/>
      </w:r>
      <w:r w:rsidR="00870A30">
        <w:fldChar w:fldCharType="separate"/>
      </w:r>
      <w:hyperlink w:anchor="_ENREF_67" w:tooltip="Task Force on the management of, 2012 #166" w:history="1">
        <w:r w:rsidR="0043174E" w:rsidRPr="002938F9">
          <w:rPr>
            <w:noProof/>
            <w:vertAlign w:val="superscript"/>
          </w:rPr>
          <w:t>67</w:t>
        </w:r>
      </w:hyperlink>
      <w:r w:rsidR="002938F9" w:rsidRPr="002938F9">
        <w:rPr>
          <w:noProof/>
          <w:vertAlign w:val="superscript"/>
        </w:rPr>
        <w:t xml:space="preserve">, </w:t>
      </w:r>
      <w:hyperlink w:anchor="_ENREF_68" w:tooltip="Roffi, 2016 #131" w:history="1">
        <w:r w:rsidR="0043174E" w:rsidRPr="002938F9">
          <w:rPr>
            <w:noProof/>
            <w:vertAlign w:val="superscript"/>
          </w:rPr>
          <w:t>68</w:t>
        </w:r>
      </w:hyperlink>
      <w:r w:rsidR="00870A30">
        <w:fldChar w:fldCharType="end"/>
      </w:r>
      <w:r>
        <w:t xml:space="preserve"> However, as the SCAD population is generally younger, female and without pre-morbid hypertension, low blood pressure can be limiting in </w:t>
      </w:r>
      <w:r w:rsidR="005C6EEC">
        <w:t>many</w:t>
      </w:r>
      <w:r>
        <w:t xml:space="preserve"> patients. </w:t>
      </w:r>
      <w:r w:rsidR="005C6EEC">
        <w:t>In normo</w:t>
      </w:r>
      <w:r w:rsidR="001E2AB0">
        <w:t xml:space="preserve">tensive SCAD-survivors with preserved left-ventricular function, </w:t>
      </w:r>
      <w:r w:rsidR="0015119B">
        <w:t>a more conservative approach to these medications may be sensible</w:t>
      </w:r>
      <w:r w:rsidR="001E2AB0">
        <w:t>.</w:t>
      </w:r>
    </w:p>
    <w:p w:rsidR="00E34299" w:rsidRPr="00850C61" w:rsidRDefault="00E34299" w:rsidP="0098727F">
      <w:pPr>
        <w:rPr>
          <w:i/>
        </w:rPr>
      </w:pPr>
      <w:r w:rsidRPr="00850C61">
        <w:rPr>
          <w:i/>
        </w:rPr>
        <w:t>ICD/devices/mechanical assist/transplantation</w:t>
      </w:r>
    </w:p>
    <w:p w:rsidR="001E2AB0" w:rsidRDefault="001E2AB0" w:rsidP="0015119B">
      <w:pPr>
        <w:jc w:val="both"/>
      </w:pPr>
      <w:r>
        <w:t>Unfortunately some patients suffer significant myocardial injury as a result of their SCAD event(s). Extreme cases may present with cardiogenic shock requiring mechanical ventricular assist or even extra-corporeal membrane oxygenation (ECMO)</w:t>
      </w:r>
      <w:r w:rsidR="00252A40">
        <w:t xml:space="preserve"> as a bridge to transplantation</w:t>
      </w:r>
      <w:hyperlink w:anchor="_ENREF_69" w:tooltip="Knapp, 2016 #148" w:history="1">
        <w:r w:rsidR="0043174E">
          <w:fldChar w:fldCharType="begin"/>
        </w:r>
        <w:r w:rsidR="0043174E">
          <w:instrText xml:space="preserve"> ADDIN EN.CITE &lt;EndNote&gt;&lt;Cite&gt;&lt;Author&gt;Knapp&lt;/Author&gt;&lt;Year&gt;2016&lt;/Year&gt;&lt;RecNum&gt;148&lt;/RecNum&gt;&lt;DisplayText&gt;&lt;style face="superscript"&gt;69&lt;/style&gt;&lt;/DisplayText&gt;&lt;record&gt;&lt;rec-number&gt;148&lt;/rec-number&gt;&lt;foreign-keys&gt;&lt;key app="EN" db-id="ftf2xrzzyz9frkexr0lvvfpjset9respddav"&gt;148&lt;/key&gt;&lt;/foreign-keys&gt;&lt;ref-type name="Journal Article"&gt;17&lt;/ref-type&gt;&lt;contributors&gt;&lt;authors&gt;&lt;author&gt;Knapp, K. E.&lt;/author&gt;&lt;author&gt;Weis, R. A.&lt;/author&gt;&lt;author&gt;Cubillo, E. I.&lt;/author&gt;&lt;author&gt;Chapital, A. B.&lt;/author&gt;&lt;author&gt;Ramakrishna, H.&lt;/author&gt;&lt;/authors&gt;&lt;/contributors&gt;&lt;auth-address&gt;Department of Anesthesiology, Mayo Clinic, 5777 E. Mayo Boulevard, Phoenix, AZ 85054, USA.&amp;#xD;Department of Critical Care Medicine, Mayo Clinic, 5777 E. Mayo Boulevard, Phoenix, AZ 85054, USA.&lt;/auth-address&gt;&lt;titles&gt;&lt;title&gt;Spontaneous, Postpartum Coronary Artery Dissection and Cardiogenic Shock with Extracorporeal Membrane Oxygenation Assisted Recovery in a 30-Year-Old Patient&lt;/title&gt;&lt;secondary-title&gt;Case Rep Cardiol&lt;/secondary-title&gt;&lt;alt-title&gt;Case reports in cardiology&lt;/alt-title&gt;&lt;/titles&gt;&lt;periodical&gt;&lt;full-title&gt;Case Rep Cardiol&lt;/full-title&gt;&lt;abbr-1&gt;Case reports in cardiology&lt;/abbr-1&gt;&lt;/periodical&gt;&lt;alt-periodical&gt;&lt;full-title&gt;Case Rep Cardiol&lt;/full-title&gt;&lt;abbr-1&gt;Case reports in cardiology&lt;/abbr-1&gt;&lt;/alt-periodical&gt;&lt;pages&gt;1048708&lt;/pages&gt;&lt;volume&gt;2016&lt;/volume&gt;&lt;edition&gt;2016/04/30&lt;/edition&gt;&lt;dates&gt;&lt;year&gt;2016&lt;/year&gt;&lt;/dates&gt;&lt;isbn&gt;2090-6404 (Print)&amp;#xD;2090-6404 (Linking)&lt;/isbn&gt;&lt;accession-num&gt;27127660&lt;/accession-num&gt;&lt;urls&gt;&lt;related-urls&gt;&lt;url&gt;http://www.ncbi.nlm.nih.gov/pubmed/27127660&lt;/url&gt;&lt;/related-urls&gt;&lt;/urls&gt;&lt;custom2&gt;4823494&lt;/custom2&gt;&lt;electronic-resource-num&gt;10.1155/2016/1048708&lt;/electronic-resource-num&gt;&lt;language&gt;eng&lt;/language&gt;&lt;/record&gt;&lt;/Cite&gt;&lt;/EndNote&gt;</w:instrText>
        </w:r>
        <w:r w:rsidR="0043174E">
          <w:fldChar w:fldCharType="separate"/>
        </w:r>
        <w:r w:rsidR="0043174E" w:rsidRPr="002938F9">
          <w:rPr>
            <w:noProof/>
            <w:vertAlign w:val="superscript"/>
          </w:rPr>
          <w:t>69</w:t>
        </w:r>
        <w:r w:rsidR="0043174E">
          <w:fldChar w:fldCharType="end"/>
        </w:r>
      </w:hyperlink>
      <w:r>
        <w:t>. Devices (ICD/CRTD)</w:t>
      </w:r>
      <w:r w:rsidR="001A5193">
        <w:t xml:space="preserve"> should be considered in patients with severe impairment of left ventricular function in accordance with guidelines</w:t>
      </w:r>
      <w:r w:rsidR="00F43694">
        <w:t>.</w:t>
      </w:r>
      <w:r w:rsidR="00870A30">
        <w:fldChar w:fldCharType="begin">
          <w:fldData xml:space="preserve">PEVuZE5vdGU+PENpdGU+PEF1dGhvcj5UYXNrIEZvcmNlIG9uIHRoZSBtYW5hZ2VtZW50IG9mPC9B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</w:fldData>
        </w:fldChar>
      </w:r>
      <w:r w:rsidR="002938F9">
        <w:instrText xml:space="preserve"> ADDIN EN.CITE </w:instrText>
      </w:r>
      <w:r w:rsidR="002938F9">
        <w:fldChar w:fldCharType="begin">
          <w:fldData xml:space="preserve">PEVuZE5vdGU+PENpdGU+PEF1dGhvcj5UYXNrIEZvcmNlIG9uIHRoZSBtYW5hZ2VtZW50IG9mPC9B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</w:fldData>
        </w:fldChar>
      </w:r>
      <w:r w:rsidR="002938F9">
        <w:instrText xml:space="preserve"> ADDIN EN.CITE.DATA </w:instrText>
      </w:r>
      <w:r w:rsidR="002938F9">
        <w:fldChar w:fldCharType="end"/>
      </w:r>
      <w:r w:rsidR="00870A30">
        <w:fldChar w:fldCharType="separate"/>
      </w:r>
      <w:hyperlink w:anchor="_ENREF_67" w:tooltip="Task Force on the management of, 2012 #166" w:history="1">
        <w:r w:rsidR="0043174E" w:rsidRPr="002938F9">
          <w:rPr>
            <w:noProof/>
            <w:vertAlign w:val="superscript"/>
          </w:rPr>
          <w:t>67</w:t>
        </w:r>
      </w:hyperlink>
      <w:r w:rsidR="002938F9" w:rsidRPr="002938F9">
        <w:rPr>
          <w:noProof/>
          <w:vertAlign w:val="superscript"/>
        </w:rPr>
        <w:t xml:space="preserve">, </w:t>
      </w:r>
      <w:hyperlink w:anchor="_ENREF_68" w:tooltip="Roffi, 2016 #131" w:history="1">
        <w:r w:rsidR="0043174E" w:rsidRPr="002938F9">
          <w:rPr>
            <w:noProof/>
            <w:vertAlign w:val="superscript"/>
          </w:rPr>
          <w:t>68</w:t>
        </w:r>
      </w:hyperlink>
      <w:r w:rsidR="00870A30">
        <w:fldChar w:fldCharType="end"/>
      </w:r>
    </w:p>
    <w:p w:rsidR="008C2167" w:rsidRPr="00850C61" w:rsidRDefault="008C2167" w:rsidP="008C2167">
      <w:pPr>
        <w:jc w:val="both"/>
        <w:rPr>
          <w:b/>
          <w:i/>
        </w:rPr>
      </w:pPr>
      <w:r w:rsidRPr="00850C61">
        <w:rPr>
          <w:b/>
          <w:i/>
        </w:rPr>
        <w:t>Convalescent imaging</w:t>
      </w:r>
    </w:p>
    <w:p w:rsidR="008C2167" w:rsidRPr="00850C61" w:rsidRDefault="008C2167" w:rsidP="008C2167">
      <w:pPr>
        <w:jc w:val="both"/>
        <w:rPr>
          <w:i/>
        </w:rPr>
      </w:pPr>
      <w:r w:rsidRPr="00850C61">
        <w:rPr>
          <w:i/>
        </w:rPr>
        <w:t>Coronary C</w:t>
      </w:r>
      <w:r w:rsidR="003209D8" w:rsidRPr="00850C61">
        <w:rPr>
          <w:i/>
        </w:rPr>
        <w:t>T</w:t>
      </w:r>
    </w:p>
    <w:p w:rsidR="008C2167" w:rsidRDefault="008C2167" w:rsidP="008C2167">
      <w:pPr>
        <w:jc w:val="both"/>
      </w:pPr>
      <w:r>
        <w:t>Although CT findings in SCAD have been described</w:t>
      </w:r>
      <w:r w:rsidR="00F43694">
        <w:t>,</w:t>
      </w:r>
      <w:hyperlink w:anchor="_ENREF_70" w:tooltip="Torres-Ayala, 2015 #112" w:history="1">
        <w:r w:rsidR="0043174E">
          <w:fldChar w:fldCharType="begin">
            <w:fldData xml:space="preserve">PEVuZE5vdGU+PENpdGU+PEF1dGhvcj5Ub3JyZXMtQXlhbGE8L0F1dGhvcj48WWVhcj4yMDE1PC9Z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</w:fldData>
          </w:fldChar>
        </w:r>
        <w:r w:rsidR="0043174E">
          <w:instrText xml:space="preserve"> ADDIN EN.CITE </w:instrText>
        </w:r>
        <w:r w:rsidR="0043174E">
          <w:fldChar w:fldCharType="begin">
            <w:fldData xml:space="preserve">PEVuZE5vdGU+PENpdGU+PEF1dGhvcj5Ub3JyZXMtQXlhbGE8L0F1dGhvcj48WWVhcj4yMDE1PC9Z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</w:fldData>
          </w:fldChar>
        </w:r>
        <w:r w:rsidR="0043174E">
          <w:instrText xml:space="preserve"> ADDIN EN.CITE.DATA </w:instrText>
        </w:r>
        <w:r w:rsidR="0043174E">
          <w:fldChar w:fldCharType="end"/>
        </w:r>
        <w:r w:rsidR="0043174E">
          <w:fldChar w:fldCharType="separate"/>
        </w:r>
        <w:r w:rsidR="0043174E" w:rsidRPr="002938F9">
          <w:rPr>
            <w:noProof/>
            <w:vertAlign w:val="superscript"/>
          </w:rPr>
          <w:t>70</w:t>
        </w:r>
        <w:r w:rsidR="0043174E">
          <w:fldChar w:fldCharType="end"/>
        </w:r>
      </w:hyperlink>
      <w:r>
        <w:t xml:space="preserve"> the relatively low spatial resolution of CT combined with variations in contrast penetration of the false lumen and the distal </w:t>
      </w:r>
      <w:r w:rsidR="003209D8">
        <w:t>coronary location</w:t>
      </w:r>
      <w:r>
        <w:t xml:space="preserve"> </w:t>
      </w:r>
      <w:r w:rsidR="003209D8">
        <w:t>of many</w:t>
      </w:r>
      <w:r>
        <w:t xml:space="preserve"> SCAD events, </w:t>
      </w:r>
      <w:r w:rsidR="00F43694">
        <w:t>limit use</w:t>
      </w:r>
      <w:r w:rsidR="00252A40">
        <w:t xml:space="preserve"> for the</w:t>
      </w:r>
      <w:r>
        <w:t xml:space="preserve"> primary diagnosis </w:t>
      </w:r>
      <w:r w:rsidR="003209D8">
        <w:t>of</w:t>
      </w:r>
      <w:r>
        <w:t xml:space="preserve"> this condition</w:t>
      </w:r>
      <w:hyperlink w:anchor="_ENREF_71" w:tooltip="Tweet, 2016 #99" w:history="1">
        <w:r w:rsidR="0043174E">
          <w:fldChar w:fldCharType="begin"/>
        </w:r>
        <w:r w:rsidR="0043174E">
          <w:instrText xml:space="preserve"> ADDIN EN.CITE &lt;EndNote&gt;&lt;Cite&gt;&lt;Author&gt;Tweet&lt;/Author&gt;&lt;Year&gt;2016&lt;/Year&gt;&lt;RecNum&gt;99&lt;/RecNum&gt;&lt;DisplayText&gt;&lt;style face="superscript"&gt;71&lt;/style&gt;&lt;/DisplayText&gt;&lt;record&gt;&lt;rec-number&gt;99&lt;/rec-number&gt;&lt;foreign-keys&gt;&lt;key app="EN" db-id="ftf2xrzzyz9frkexr0lvvfpjset9respddav"&gt;99&lt;/key&gt;&lt;/foreign-keys&gt;&lt;ref-type name="Journal Article"&gt;17&lt;/ref-type&gt;&lt;contributors&gt;&lt;authors&gt;&lt;author&gt;Tweet, M. S.&lt;/author&gt;&lt;author&gt;Gulati, R.&lt;/author&gt;&lt;author&gt;Williamson, E. E.&lt;/author&gt;&lt;author&gt;Vrtiska, T. J.&lt;/author&gt;&lt;author&gt;Hayes, S. N.&lt;/author&gt;&lt;/authors&gt;&lt;/contributors&gt;&lt;auth-address&gt;Division of Cardiovascular Diseases, Department of Internal Medicine, Mayo Clinic, Rochester, Minnesota.&amp;#xD;Division of Cardiovascular Radiology, Department of Radiology, Mayo Clinic, Rochester, Minnesota.&amp;#xD;Division of Abdominal Radiology, Department of Radiology, Mayo Clinic, Rochester, Minnesota.&amp;#xD;Division of Cardiovascular Diseases, Department of Internal Medicine, Mayo Clinic, Rochester, Minnesota. Electronic address: hayes.sharonne@mayo.edu.&lt;/auth-address&gt;&lt;titles&gt;&lt;title&gt;Multimodality Imaging for Spontaneous Coronary Artery Dissection in Women&lt;/title&gt;&lt;secondary-title&gt;JACC Cardiovasc Imaging&lt;/secondary-title&gt;&lt;alt-title&gt;JACC. Cardiovascular imaging&lt;/alt-title&gt;&lt;/titles&gt;&lt;periodical&gt;&lt;full-title&gt;JACC Cardiovasc Imaging&lt;/full-title&gt;&lt;abbr-1&gt;JACC. Cardiovascular imaging&lt;/abbr-1&gt;&lt;/periodical&gt;&lt;alt-periodical&gt;&lt;full-title&gt;JACC Cardiovasc Imaging&lt;/full-title&gt;&lt;abbr-1&gt;JACC. Cardiovascular imaging&lt;/abbr-1&gt;&lt;/alt-periodical&gt;&lt;pages&gt;436-50&lt;/pages&gt;&lt;volume&gt;9&lt;/volume&gt;&lt;number&gt;4&lt;/number&gt;&lt;edition&gt;2016/04/09&lt;/edition&gt;&lt;dates&gt;&lt;year&gt;2016&lt;/year&gt;&lt;pub-dates&gt;&lt;date&gt;Apr&lt;/date&gt;&lt;/pub-dates&gt;&lt;/dates&gt;&lt;isbn&gt;1876-7591 (Electronic)&amp;#xD;1876-7591 (Linking)&lt;/isbn&gt;&lt;accession-num&gt;27056163&lt;/accession-num&gt;&lt;work-type&gt;Research Support, Non-U.S. Gov&amp;apos;t&amp;#xD;Review&lt;/work-type&gt;&lt;urls&gt;&lt;related-urls&gt;&lt;url&gt;http://www.ncbi.nlm.nih.gov/pubmed/27056163&lt;/url&gt;&lt;/related-urls&gt;&lt;/urls&gt;&lt;electronic-resource-num&gt;10.1016/j.jcmg.2016.01.009&lt;/electronic-resource-num&gt;&lt;language&gt;eng&lt;/language&gt;&lt;/record&gt;&lt;/Cite&gt;&lt;/EndNote&gt;</w:instrText>
        </w:r>
        <w:r w:rsidR="0043174E">
          <w:fldChar w:fldCharType="separate"/>
        </w:r>
        <w:r w:rsidR="0043174E" w:rsidRPr="002938F9">
          <w:rPr>
            <w:noProof/>
            <w:vertAlign w:val="superscript"/>
          </w:rPr>
          <w:t>71</w:t>
        </w:r>
        <w:r w:rsidR="0043174E">
          <w:fldChar w:fldCharType="end"/>
        </w:r>
      </w:hyperlink>
      <w:r>
        <w:t xml:space="preserve">. Where </w:t>
      </w:r>
      <w:r w:rsidR="003209D8">
        <w:t>CT</w:t>
      </w:r>
      <w:r>
        <w:t xml:space="preserve"> may have utility is in follow-up of established conservatively managed cases to </w:t>
      </w:r>
      <w:r w:rsidR="003209D8">
        <w:t xml:space="preserve">non-invasively </w:t>
      </w:r>
      <w:r>
        <w:t>demonstrate coronary</w:t>
      </w:r>
      <w:r w:rsidR="003209D8">
        <w:t xml:space="preserve"> healing</w:t>
      </w:r>
      <w:r w:rsidR="00F43694">
        <w:t>,</w:t>
      </w:r>
      <w:hyperlink w:anchor="_ENREF_48" w:tooltip="Roura, 2016 #100" w:history="1">
        <w:r w:rsidR="0043174E">
          <w:fldChar w:fldCharType="begin"/>
        </w:r>
        <w:r w:rsidR="0043174E">
          <w:instrText xml:space="preserve"> ADDIN EN.CITE &lt;EndNote&gt;&lt;Cite&gt;&lt;Author&gt;Roura&lt;/Author&gt;&lt;Year&gt;2016&lt;/Year&gt;&lt;RecNum&gt;100&lt;/RecNum&gt;&lt;DisplayText&gt;&lt;style face="superscript"&gt;48&lt;/style&gt;&lt;/DisplayText&gt;&lt;record&gt;&lt;rec-number&gt;100&lt;/rec-number&gt;&lt;foreign-keys&gt;&lt;key app="EN" db-id="ftf2xrzzyz9frkexr0lvvfpjset9respddav"&gt;100&lt;/key&gt;&lt;/foreign-keys&gt;&lt;ref-type name="Journal Article"&gt;17&lt;/ref-type&gt;&lt;contributors&gt;&lt;authors&gt;&lt;author&gt;Roura, G.&lt;/author&gt;&lt;author&gt;Ariza-Sole, A.&lt;/author&gt;&lt;author&gt;Rodriguez-Caballero, I. F.&lt;/author&gt;&lt;author&gt;Gomez-Lara, J.&lt;/author&gt;&lt;author&gt;Ferreiro, J. L.&lt;/author&gt;&lt;author&gt;Romaguera, R.&lt;/author&gt;&lt;author&gt;Teruel, L.&lt;/author&gt;&lt;author&gt;de Albert, M.&lt;/author&gt;&lt;author&gt;Gomez-Hospital, J. A.&lt;/author&gt;&lt;author&gt;Cequier, A.&lt;/author&gt;&lt;/authors&gt;&lt;/contributors&gt;&lt;titles&gt;&lt;title&gt;Noninvasive Follow-Up of Patients With Spontaneous Coronary Artery Dissection With CT Angiography&lt;/title&gt;&lt;secondary-title&gt;JACC Cardiovasc Imaging&lt;/secondary-title&gt;&lt;alt-title&gt;JACC. Cardiovascular imaging&lt;/alt-title&gt;&lt;/titles&gt;&lt;periodical&gt;&lt;full-title&gt;JACC Cardiovasc Imaging&lt;/full-title&gt;&lt;abbr-1&gt;JACC. Cardiovascular imaging&lt;/abbr-1&gt;&lt;/periodical&gt;&lt;alt-periodical&gt;&lt;full-title&gt;JACC Cardiovasc Imaging&lt;/full-title&gt;&lt;abbr-1&gt;JACC. Cardiovascular imaging&lt;/abbr-1&gt;&lt;/alt-periodical&gt;&lt;pages&gt;896-7&lt;/pages&gt;&lt;volume&gt;9&lt;/volume&gt;&lt;number&gt;7&lt;/number&gt;&lt;edition&gt;2015/10/20&lt;/edition&gt;&lt;dates&gt;&lt;year&gt;2016&lt;/year&gt;&lt;pub-dates&gt;&lt;date&gt;Jul&lt;/date&gt;&lt;/pub-dates&gt;&lt;/dates&gt;&lt;isbn&gt;1876-7591 (Electronic)&amp;#xD;1876-7591 (Linking)&lt;/isbn&gt;&lt;accession-num&gt;26476501&lt;/accession-num&gt;&lt;work-type&gt;Letter&lt;/work-type&gt;&lt;urls&gt;&lt;related-urls&gt;&lt;url&gt;http://www.ncbi.nlm.nih.gov/pubmed/26476501&lt;/url&gt;&lt;/related-urls&gt;&lt;/urls&gt;&lt;electronic-resource-num&gt;10.1016/j.jcmg.2015.06.011&lt;/electronic-resource-num&gt;&lt;language&gt;eng&lt;/language&gt;&lt;/record&gt;&lt;/Cite&gt;&lt;/EndNote&gt;</w:instrText>
        </w:r>
        <w:r w:rsidR="0043174E">
          <w:fldChar w:fldCharType="separate"/>
        </w:r>
        <w:r w:rsidR="0043174E" w:rsidRPr="002938F9">
          <w:rPr>
            <w:noProof/>
            <w:vertAlign w:val="superscript"/>
          </w:rPr>
          <w:t>48</w:t>
        </w:r>
        <w:r w:rsidR="0043174E">
          <w:fldChar w:fldCharType="end"/>
        </w:r>
      </w:hyperlink>
      <w:r w:rsidR="00FF1BE4">
        <w:t xml:space="preserve"> especially given reports of iatrogenic dissections occurring during follow-up angiography</w:t>
      </w:r>
      <w:r w:rsidR="00F43694">
        <w:t>.</w:t>
      </w:r>
      <w:hyperlink w:anchor="_ENREF_72" w:tooltip="Prakash, 2016 #240" w:history="1">
        <w:r w:rsidR="0043174E">
          <w:fldChar w:fldCharType="begin"/>
        </w:r>
        <w:r w:rsidR="0043174E">
          <w:instrText xml:space="preserve"> ADDIN EN.CITE &lt;EndNote&gt;&lt;Cite&gt;&lt;Author&gt;Prakash&lt;/Author&gt;&lt;Year&gt;2016&lt;/Year&gt;&lt;RecNum&gt;240&lt;/RecNum&gt;&lt;DisplayText&gt;&lt;style face="superscript"&gt;72&lt;/style&gt;&lt;/DisplayText&gt;&lt;record&gt;&lt;rec-number&gt;240&lt;/rec-number&gt;&lt;foreign-keys&gt;&lt;key app="EN" db-id="ftf2xrzzyz9frkexr0lvvfpjset9respddav"&gt;240&lt;/key&gt;&lt;/foreign-keys&gt;&lt;ref-type name="Journal Article"&gt;17&lt;/ref-type&gt;&lt;contributors&gt;&lt;authors&gt;&lt;author&gt;Prakash, R.&lt;/author&gt;&lt;author&gt;Starovoytov, A.&lt;/author&gt;&lt;author&gt;Heydari, M.&lt;/author&gt;&lt;author&gt;Mancini, G. B.&lt;/author&gt;&lt;author&gt;Saw, J.&lt;/author&gt;&lt;/authors&gt;&lt;/contributors&gt;&lt;titles&gt;&lt;title&gt;Catheter-Induced Iatrogenic Coronary Artery Dissection in Patients With Spontaneous Coronary Artery Dissection&lt;/title&gt;&lt;secondary-title&gt;JACC Cardiovasc Interv&lt;/secondary-title&gt;&lt;alt-title&gt;JACC. Cardiovascular interventions&lt;/alt-title&gt;&lt;/titles&gt;&lt;periodical&gt;&lt;full-title&gt;JACC Cardiovasc Interv&lt;/full-title&gt;&lt;abbr-1&gt;JACC. Cardiovascular interventions&lt;/abbr-1&gt;&lt;/periodical&gt;&lt;alt-periodical&gt;&lt;full-title&gt;JACC Cardiovasc Interv&lt;/full-title&gt;&lt;abbr-1&gt;JACC. Cardiovascular interventions&lt;/abbr-1&gt;&lt;/alt-periodical&gt;&lt;pages&gt;1851-3&lt;/pages&gt;&lt;volume&gt;9&lt;/volume&gt;&lt;number&gt;17&lt;/number&gt;&lt;edition&gt;2016/09/10&lt;/edition&gt;&lt;dates&gt;&lt;year&gt;2016&lt;/year&gt;&lt;pub-dates&gt;&lt;date&gt;Sep 12&lt;/date&gt;&lt;/pub-dates&gt;&lt;/dates&gt;&lt;isbn&gt;1876-7605 (Electronic)&amp;#xD;1936-8798 (Linking)&lt;/isbn&gt;&lt;accession-num&gt;27609262&lt;/accession-num&gt;&lt;work-type&gt;Letter&lt;/work-type&gt;&lt;urls&gt;&lt;related-urls&gt;&lt;url&gt;http://www.ncbi.nlm.nih.gov/pubmed/27609262&lt;/url&gt;&lt;/related-urls&gt;&lt;/urls&gt;&lt;electronic-resource-num&gt;10.1016/j.jcin.2016.06.026&lt;/electronic-resource-num&gt;&lt;language&gt;eng&lt;/language&gt;&lt;/record&gt;&lt;/Cite&gt;&lt;/EndNote&gt;</w:instrText>
        </w:r>
        <w:r w:rsidR="0043174E">
          <w:fldChar w:fldCharType="separate"/>
        </w:r>
        <w:r w:rsidR="0043174E" w:rsidRPr="002938F9">
          <w:rPr>
            <w:noProof/>
            <w:vertAlign w:val="superscript"/>
          </w:rPr>
          <w:t>72</w:t>
        </w:r>
        <w:r w:rsidR="0043174E">
          <w:fldChar w:fldCharType="end"/>
        </w:r>
      </w:hyperlink>
    </w:p>
    <w:p w:rsidR="008C2167" w:rsidRPr="00850C61" w:rsidRDefault="00F11188" w:rsidP="008C2167">
      <w:pPr>
        <w:jc w:val="both"/>
        <w:rPr>
          <w:i/>
        </w:rPr>
      </w:pPr>
      <w:r w:rsidRPr="00850C61">
        <w:rPr>
          <w:i/>
        </w:rPr>
        <w:t>Assessment of LV systolic function</w:t>
      </w:r>
    </w:p>
    <w:p w:rsidR="008C2167" w:rsidRDefault="00F11188" w:rsidP="008C2167">
      <w:pPr>
        <w:jc w:val="both"/>
      </w:pPr>
      <w:r>
        <w:t>As with myocardial infarction of any aetiology, an assessment of left ventricular function in the recovery phase following SCAD is mandatory. Echocardiography or cardiac MRI can be used</w:t>
      </w:r>
      <w:r w:rsidR="00F43694">
        <w:t>.</w:t>
      </w:r>
      <w:hyperlink w:anchor="_ENREF_71" w:tooltip="Tweet, 2016 #99" w:history="1">
        <w:r w:rsidR="0043174E">
          <w:fldChar w:fldCharType="begin"/>
        </w:r>
        <w:r w:rsidR="0043174E">
          <w:instrText xml:space="preserve"> ADDIN EN.CITE &lt;EndNote&gt;&lt;Cite&gt;&lt;Author&gt;Tweet&lt;/Author&gt;&lt;Year&gt;2016&lt;/Year&gt;&lt;RecNum&gt;99&lt;/RecNum&gt;&lt;DisplayText&gt;&lt;style face="superscript"&gt;71&lt;/style&gt;&lt;/DisplayText&gt;&lt;record&gt;&lt;rec-number&gt;99&lt;/rec-number&gt;&lt;foreign-keys&gt;&lt;key app="EN" db-id="ftf2xrzzyz9frkexr0lvvfpjset9respddav"&gt;99&lt;/key&gt;&lt;/foreign-keys&gt;&lt;ref-type name="Journal Article"&gt;17&lt;/ref-type&gt;&lt;contributors&gt;&lt;authors&gt;&lt;author&gt;Tweet, M. S.&lt;/author&gt;&lt;author&gt;Gulati, R.&lt;/author&gt;&lt;author&gt;Williamson, E. E.&lt;/author&gt;&lt;author&gt;Vrtiska, T. J.&lt;/author&gt;&lt;author&gt;Hayes, S. N.&lt;/author&gt;&lt;/authors&gt;&lt;/contributors&gt;&lt;auth-address&gt;Division of Cardiovascular Diseases, Department of Internal Medicine, Mayo Clinic, Rochester, Minnesota.&amp;#xD;Division of Cardiovascular Radiology, Department of Radiology, Mayo Clinic, Rochester, Minnesota.&amp;#xD;Division of Abdominal Radiology, Department of Radiology, Mayo Clinic, Rochester, Minnesota.&amp;#xD;Division of Cardiovascular Diseases, Department of Internal Medicine, Mayo Clinic, Rochester, Minnesota. Electronic address: hayes.sharonne@mayo.edu.&lt;/auth-address&gt;&lt;titles&gt;&lt;title&gt;Multimodality Imaging for Spontaneous Coronary Artery Dissection in Women&lt;/title&gt;&lt;secondary-title&gt;JACC Cardiovasc Imaging&lt;/secondary-title&gt;&lt;alt-title&gt;JACC. Cardiovascular imaging&lt;/alt-title&gt;&lt;/titles&gt;&lt;periodical&gt;&lt;full-title&gt;JACC Cardiovasc Imaging&lt;/full-title&gt;&lt;abbr-1&gt;JACC. Cardiovascular imaging&lt;/abbr-1&gt;&lt;/periodical&gt;&lt;alt-periodical&gt;&lt;full-title&gt;JACC Cardiovasc Imaging&lt;/full-title&gt;&lt;abbr-1&gt;JACC. Cardiovascular imaging&lt;/abbr-1&gt;&lt;/alt-periodical&gt;&lt;pages&gt;436-50&lt;/pages&gt;&lt;volume&gt;9&lt;/volume&gt;&lt;number&gt;4&lt;/number&gt;&lt;edition&gt;2016/04/09&lt;/edition&gt;&lt;dates&gt;&lt;year&gt;2016&lt;/year&gt;&lt;pub-dates&gt;&lt;date&gt;Apr&lt;/date&gt;&lt;/pub-dates&gt;&lt;/dates&gt;&lt;isbn&gt;1876-7591 (Electronic)&amp;#xD;1876-7591 (Linking)&lt;/isbn&gt;&lt;accession-num&gt;27056163&lt;/accession-num&gt;&lt;work-type&gt;Research Support, Non-U.S. Gov&amp;apos;t&amp;#xD;Review&lt;/work-type&gt;&lt;urls&gt;&lt;related-urls&gt;&lt;url&gt;http://www.ncbi.nlm.nih.gov/pubmed/27056163&lt;/url&gt;&lt;/related-urls&gt;&lt;/urls&gt;&lt;electronic-resource-num&gt;10.1016/j.jcmg.2016.01.009&lt;/electronic-resource-num&gt;&lt;language&gt;eng&lt;/language&gt;&lt;/record&gt;&lt;/Cite&gt;&lt;/EndNote&gt;</w:instrText>
        </w:r>
        <w:r w:rsidR="0043174E">
          <w:fldChar w:fldCharType="separate"/>
        </w:r>
        <w:r w:rsidR="0043174E" w:rsidRPr="002938F9">
          <w:rPr>
            <w:noProof/>
            <w:vertAlign w:val="superscript"/>
          </w:rPr>
          <w:t>71</w:t>
        </w:r>
        <w:r w:rsidR="0043174E">
          <w:fldChar w:fldCharType="end"/>
        </w:r>
      </w:hyperlink>
      <w:r>
        <w:t xml:space="preserve"> This is of particular importance as there is some suggestion that recovery of left ventricular function following SCAD myocardial infarction may be better than that following conventional atherosclerotic events</w:t>
      </w:r>
      <w:hyperlink w:anchor="_ENREF_73" w:tooltip="Yip, 2015 #83" w:history="1">
        <w:r w:rsidR="0043174E">
          <w:fldChar w:fldCharType="begin">
            <w:fldData xml:space="preserve">PEVuZE5vdGU+PENpdGU+PEF1dGhvcj5ZaXA8L0F1dGhvcj48WWVhcj4yMDE1PC9ZZWFyPjxSZWNO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</w:fldData>
          </w:fldChar>
        </w:r>
        <w:r w:rsidR="0043174E">
          <w:instrText xml:space="preserve"> ADDIN EN.CITE </w:instrText>
        </w:r>
        <w:r w:rsidR="0043174E">
          <w:fldChar w:fldCharType="begin">
            <w:fldData xml:space="preserve">PEVuZE5vdGU+PENpdGU+PEF1dGhvcj5ZaXA8L0F1dGhvcj48WWVhcj4yMDE1PC9ZZWFyPjxSZWNO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73-75</w:t>
        </w:r>
        <w:r w:rsidR="0043174E">
          <w:fldChar w:fldCharType="end"/>
        </w:r>
      </w:hyperlink>
      <w:r>
        <w:t xml:space="preserve"> and this may impact on medical treatment choices.  </w:t>
      </w:r>
    </w:p>
    <w:p w:rsidR="008C2167" w:rsidRPr="00850C61" w:rsidRDefault="008C2167" w:rsidP="008C2167">
      <w:pPr>
        <w:jc w:val="both"/>
        <w:rPr>
          <w:i/>
        </w:rPr>
      </w:pPr>
      <w:r w:rsidRPr="00850C61">
        <w:rPr>
          <w:i/>
        </w:rPr>
        <w:t>Per</w:t>
      </w:r>
      <w:r w:rsidR="00821C3C" w:rsidRPr="00850C61">
        <w:rPr>
          <w:i/>
        </w:rPr>
        <w:t>ipheral arterial assessment: fibromuscular dysplasia (</w:t>
      </w:r>
      <w:r w:rsidR="00885493">
        <w:rPr>
          <w:i/>
        </w:rPr>
        <w:t>FMD</w:t>
      </w:r>
      <w:r w:rsidR="00821C3C" w:rsidRPr="00850C61">
        <w:rPr>
          <w:i/>
        </w:rPr>
        <w:t>)</w:t>
      </w:r>
    </w:p>
    <w:p w:rsidR="008C2167" w:rsidRDefault="001C684E" w:rsidP="008C2167">
      <w:pPr>
        <w:jc w:val="both"/>
      </w:pPr>
      <w:r>
        <w:t xml:space="preserve">SCAD </w:t>
      </w:r>
      <w:r w:rsidR="00821C3C">
        <w:t xml:space="preserve">is </w:t>
      </w:r>
      <w:r w:rsidR="00D64BF6">
        <w:t xml:space="preserve">frequently </w:t>
      </w:r>
      <w:r w:rsidR="00821C3C">
        <w:t xml:space="preserve">a coronary manifestation of a more widespread </w:t>
      </w:r>
      <w:proofErr w:type="spellStart"/>
      <w:r w:rsidR="00821C3C">
        <w:t>arteriopathy</w:t>
      </w:r>
      <w:proofErr w:type="spellEnd"/>
      <w:r w:rsidR="00821C3C">
        <w:t>. Remote dissections and aneurysms have been described</w:t>
      </w:r>
      <w:r w:rsidR="00DE1559">
        <w:t xml:space="preserve"> with</w:t>
      </w:r>
      <w:r w:rsidR="004B22A6">
        <w:t xml:space="preserve"> 66% of cases</w:t>
      </w:r>
      <w:r w:rsidR="00DE1559">
        <w:t xml:space="preserve"> having some extra-coronary abnormality in one series</w:t>
      </w:r>
      <w:r w:rsidR="00821C3C">
        <w:t xml:space="preserve"> (Figure </w:t>
      </w:r>
      <w:r w:rsidR="00850C61">
        <w:t>6</w:t>
      </w:r>
      <w:proofErr w:type="gramStart"/>
      <w:r w:rsidR="00821C3C">
        <w:t>)</w:t>
      </w:r>
      <w:r w:rsidR="00F43694" w:rsidRPr="00F43694">
        <w:t xml:space="preserve"> </w:t>
      </w:r>
      <w:r w:rsidR="00F43694">
        <w:t>.</w:t>
      </w:r>
      <w:proofErr w:type="gramEnd"/>
      <w:r w:rsidR="0043174E">
        <w:fldChar w:fldCharType="begin"/>
      </w:r>
      <w:r w:rsidR="0043174E">
        <w:instrText xml:space="preserve"> HYPERLINK \l "_ENREF_76" \o "Prasad, 2015 #105" </w:instrText>
      </w:r>
      <w:r w:rsidR="0043174E">
        <w:fldChar w:fldCharType="separate"/>
      </w:r>
      <w:r w:rsidR="0043174E">
        <w:fldChar w:fldCharType="begin">
          <w:fldData xml:space="preserve">PEVuZE5vdGU+PENpdGU+PEF1dGhvcj5QcmFzYWQ8L0F1dGhvcj48WWVhcj4yMDE1PC9ZZWFyPjxS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</w:fldData>
        </w:fldChar>
      </w:r>
      <w:r w:rsidR="0043174E">
        <w:instrText xml:space="preserve"> ADDIN EN.CITE </w:instrText>
      </w:r>
      <w:r w:rsidR="0043174E">
        <w:fldChar w:fldCharType="begin">
          <w:fldData xml:space="preserve">PEVuZE5vdGU+PENpdGU+PEF1dGhvcj5QcmFzYWQ8L0F1dGhvcj48WWVhcj4yMDE1PC9ZZWFyPjxS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76</w:t>
      </w:r>
      <w:r w:rsidR="0043174E">
        <w:fldChar w:fldCharType="end"/>
      </w:r>
      <w:r w:rsidR="0043174E">
        <w:fldChar w:fldCharType="end"/>
      </w:r>
      <w:r w:rsidR="00821C3C">
        <w:t xml:space="preserve"> Fibromuscular dysplasia (FMD) is </w:t>
      </w:r>
      <w:r w:rsidR="008D070E">
        <w:t xml:space="preserve">the commonest remote </w:t>
      </w:r>
      <w:proofErr w:type="spellStart"/>
      <w:r w:rsidR="008D070E">
        <w:t>arteriopathy</w:t>
      </w:r>
      <w:proofErr w:type="spellEnd"/>
      <w:r w:rsidR="008D070E">
        <w:t xml:space="preserve"> found in SCAD patients</w:t>
      </w:r>
      <w:r w:rsidR="00F43694">
        <w:t>,</w:t>
      </w:r>
      <w:r w:rsidR="00870A30">
        <w:fldChar w:fldCharType="begin">
          <w:fldData xml:space="preserve">PEVuZE5vdGU+PENpdGU+PEF1dGhvcj5QZXJzdTwvQXV0aG9yPjxZZWFyPjIwMTQ8L1llYXI+PFJl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</w:fldData>
        </w:fldChar>
      </w:r>
      <w:r w:rsidR="002938F9">
        <w:instrText xml:space="preserve"> ADDIN EN.CITE </w:instrText>
      </w:r>
      <w:r w:rsidR="002938F9">
        <w:fldChar w:fldCharType="begin">
          <w:fldData xml:space="preserve">PEVuZE5vdGU+PENpdGU+PEF1dGhvcj5QZXJzdTwvQXV0aG9yPjxZZWFyPjIwMTQ8L1llYXI+PFJl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</w:fldData>
        </w:fldChar>
      </w:r>
      <w:r w:rsidR="002938F9">
        <w:instrText xml:space="preserve"> ADDIN EN.CITE.DATA </w:instrText>
      </w:r>
      <w:r w:rsidR="002938F9">
        <w:fldChar w:fldCharType="end"/>
      </w:r>
      <w:r w:rsidR="00870A30">
        <w:fldChar w:fldCharType="separate"/>
      </w:r>
      <w:hyperlink w:anchor="_ENREF_77" w:tooltip="Persu, 2014 #104" w:history="1">
        <w:r w:rsidR="0043174E" w:rsidRPr="002938F9">
          <w:rPr>
            <w:noProof/>
            <w:vertAlign w:val="superscript"/>
          </w:rPr>
          <w:t>77</w:t>
        </w:r>
      </w:hyperlink>
      <w:r w:rsidR="002938F9" w:rsidRPr="002938F9">
        <w:rPr>
          <w:noProof/>
          <w:vertAlign w:val="superscript"/>
        </w:rPr>
        <w:t xml:space="preserve">, </w:t>
      </w:r>
      <w:hyperlink w:anchor="_ENREF_78" w:tooltip="Persu, 2016 #103" w:history="1">
        <w:r w:rsidR="0043174E" w:rsidRPr="002938F9">
          <w:rPr>
            <w:noProof/>
            <w:vertAlign w:val="superscript"/>
          </w:rPr>
          <w:t>78</w:t>
        </w:r>
      </w:hyperlink>
      <w:r w:rsidR="00870A30">
        <w:fldChar w:fldCharType="end"/>
      </w:r>
      <w:hyperlink w:anchor="_ENREF_62" w:tooltip="Persu, 2016 #103" w:history="1"/>
      <w:r w:rsidR="00D64BF6">
        <w:t xml:space="preserve"> </w:t>
      </w:r>
      <w:r w:rsidR="003F5CB3">
        <w:t>although the reported incidence varies widely</w:t>
      </w:r>
      <w:r w:rsidR="007C6632">
        <w:t xml:space="preserve"> (25-86%)</w:t>
      </w:r>
      <w:r w:rsidR="00F43694">
        <w:t>.</w:t>
      </w:r>
      <w:r w:rsidR="00870A30">
        <w:fldChar w:fldCharType="begin">
          <w:fldData xml:space="preserve">PEVuZE5vdGU+PENpdGU+PEF1dGhvcj5Ub2dnd2VpbGVyPC9BdXRob3I+PFllYXI+MjAxMjwvWWVh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</w:fldData>
        </w:fldChar>
      </w:r>
      <w:r w:rsidR="002938F9">
        <w:instrText xml:space="preserve"> ADDIN EN.CITE </w:instrText>
      </w:r>
      <w:r w:rsidR="002938F9">
        <w:fldChar w:fldCharType="begin">
          <w:fldData xml:space="preserve">PEVuZE5vdGU+PENpdGU+PEF1dGhvcj5Ub2dnd2VpbGVyPC9BdXRob3I+PFllYXI+MjAxMjwvWWVh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</w:fldData>
        </w:fldChar>
      </w:r>
      <w:r w:rsidR="002938F9">
        <w:instrText xml:space="preserve"> ADDIN EN.CITE.DATA </w:instrText>
      </w:r>
      <w:r w:rsidR="002938F9">
        <w:fldChar w:fldCharType="end"/>
      </w:r>
      <w:r w:rsidR="00870A30">
        <w:fldChar w:fldCharType="separate"/>
      </w:r>
      <w:hyperlink w:anchor="_ENREF_76" w:tooltip="Prasad, 2015 #105" w:history="1">
        <w:r w:rsidR="0043174E" w:rsidRPr="002938F9">
          <w:rPr>
            <w:noProof/>
            <w:vertAlign w:val="superscript"/>
          </w:rPr>
          <w:t>76</w:t>
        </w:r>
      </w:hyperlink>
      <w:r w:rsidR="002938F9" w:rsidRPr="002938F9">
        <w:rPr>
          <w:noProof/>
          <w:vertAlign w:val="superscript"/>
        </w:rPr>
        <w:t xml:space="preserve">, </w:t>
      </w:r>
      <w:hyperlink w:anchor="_ENREF_79" w:tooltip="Toggweiler, 2012 #107" w:history="1">
        <w:r w:rsidR="0043174E" w:rsidRPr="002938F9">
          <w:rPr>
            <w:noProof/>
            <w:vertAlign w:val="superscript"/>
          </w:rPr>
          <w:t>79</w:t>
        </w:r>
      </w:hyperlink>
      <w:r w:rsidR="002938F9" w:rsidRPr="002938F9">
        <w:rPr>
          <w:noProof/>
          <w:vertAlign w:val="superscript"/>
        </w:rPr>
        <w:t xml:space="preserve">, </w:t>
      </w:r>
      <w:hyperlink w:anchor="_ENREF_80" w:tooltip="Saw, 2013 #108" w:history="1">
        <w:r w:rsidR="0043174E" w:rsidRPr="002938F9">
          <w:rPr>
            <w:noProof/>
            <w:vertAlign w:val="superscript"/>
          </w:rPr>
          <w:t>80</w:t>
        </w:r>
      </w:hyperlink>
      <w:r w:rsidR="00870A30">
        <w:fldChar w:fldCharType="end"/>
      </w:r>
      <w:r w:rsidR="003F5CB3">
        <w:t xml:space="preserve"> </w:t>
      </w:r>
      <w:r w:rsidR="00D64BF6">
        <w:t>C</w:t>
      </w:r>
      <w:r w:rsidR="001D58CF">
        <w:t xml:space="preserve">oronary abnormalities distinct from dissections </w:t>
      </w:r>
      <w:r w:rsidR="00D64BF6">
        <w:t xml:space="preserve">have been reported </w:t>
      </w:r>
      <w:r w:rsidR="001D58CF">
        <w:t xml:space="preserve">in patients with peripheral arterial FMD, </w:t>
      </w:r>
      <w:r w:rsidR="00D64BF6">
        <w:t>(</w:t>
      </w:r>
      <w:r w:rsidR="001D58CF">
        <w:t>including a subgroup with previous SCAD</w:t>
      </w:r>
      <w:r w:rsidR="00D64BF6">
        <w:t>)</w:t>
      </w:r>
      <w:r w:rsidR="00885493">
        <w:t xml:space="preserve"> and it has been suggested that SCAD may be a complication of coronary FMD</w:t>
      </w:r>
      <w:r w:rsidR="00F43694">
        <w:t>.</w:t>
      </w:r>
      <w:hyperlink w:anchor="_ENREF_81" w:tooltip="Saw, 2016 #106" w:history="1">
        <w:r w:rsidR="0043174E">
          <w:fldChar w:fldCharType="begin"/>
        </w:r>
        <w:r w:rsidR="0043174E">
          <w:instrText xml:space="preserve"> ADDIN EN.CITE &lt;EndNote&gt;&lt;Cite&gt;&lt;Author&gt;Saw&lt;/Author&gt;&lt;Year&gt;2016&lt;/Year&gt;&lt;RecNum&gt;106&lt;/RecNum&gt;&lt;DisplayText&gt;&lt;style face="superscript"&gt;81&lt;/style&gt;&lt;/DisplayText&gt;&lt;record&gt;&lt;rec-number&gt;106&lt;/rec-number&gt;&lt;foreign-keys&gt;&lt;key app="EN" db-id="ftf2xrzzyz9frkexr0lvvfpjset9respddav"&gt;106&lt;/key&gt;&lt;/foreign-keys&gt;&lt;ref-type name="Journal Article"&gt;17&lt;/ref-type&gt;&lt;contributors&gt;&lt;authors&gt;&lt;author&gt;Saw, J.&lt;/author&gt;&lt;author&gt;Bezerra, H.&lt;/author&gt;&lt;author&gt;Gornik, H. L.&lt;/author&gt;&lt;author&gt;Machan, L.&lt;/author&gt;&lt;author&gt;Mancini, G. B.&lt;/author&gt;&lt;/authors&gt;&lt;/contributors&gt;&lt;auth-address&gt;From Divisions of Cardiology (J.S., J.M.) and Radiology (L.M.), Vancouver General Hospital, BC, Canada; Division of Cardiology, Harrington Heart and Vascular Institute, University Hospital Case Medical Center, Cleveland, OH (H.B.); and Heart and Vascular Institute, Cleveland Clinic Foundation, OH (H.L.G.). jsaw@mail.ubc.ca.&amp;#xD;From Divisions of Cardiology (J.S., J.M.) and Radiology (L.M.), Vancouver General Hospital, BC, Canada; Division of Cardiology, Harrington Heart and Vascular Institute, University Hospital Case Medical Center, Cleveland, OH (H.B.); and Heart and Vascular Institute, Cleveland Clinic Foundation, OH (H.L.G.).&lt;/auth-address&gt;&lt;titles&gt;&lt;title&gt;Angiographic and Intracoronary Manifestations of Coronary Fibromuscular Dysplasia&lt;/title&gt;&lt;secondary-title&gt;Circulation&lt;/secondary-title&gt;&lt;alt-title&gt;Circulation&lt;/alt-title&gt;&lt;/titles&gt;&lt;periodical&gt;&lt;full-title&gt;Circulation&lt;/full-title&gt;&lt;abbr-1&gt;Circulation&lt;/abbr-1&gt;&lt;/periodical&gt;&lt;alt-periodical&gt;&lt;full-title&gt;Circulation&lt;/full-title&gt;&lt;abbr-1&gt;Circulation&lt;/abbr-1&gt;&lt;/alt-periodical&gt;&lt;pages&gt;1548-59&lt;/pages&gt;&lt;volume&gt;133&lt;/volume&gt;&lt;number&gt;16&lt;/number&gt;&lt;edition&gt;2016/03/10&lt;/edition&gt;&lt;dates&gt;&lt;year&gt;2016&lt;/year&gt;&lt;pub-dates&gt;&lt;date&gt;Apr 19&lt;/date&gt;&lt;/pub-dates&gt;&lt;/dates&gt;&lt;isbn&gt;1524-4539 (Electronic)&amp;#xD;0009-7322 (Linking)&lt;/isbn&gt;&lt;accession-num&gt;26957531&lt;/accession-num&gt;&lt;urls&gt;&lt;related-urls&gt;&lt;url&gt;http://www.ncbi.nlm.nih.gov/pubmed/26957531&lt;/url&gt;&lt;/related-urls&gt;&lt;/urls&gt;&lt;electronic-resource-num&gt;10.1161/CIRCULATIONAHA.115.020282&lt;/electronic-resource-num&gt;&lt;language&gt;eng&lt;/language&gt;&lt;/record&gt;&lt;/Cite&gt;&lt;/EndNote&gt;</w:instrText>
        </w:r>
        <w:r w:rsidR="0043174E">
          <w:fldChar w:fldCharType="separate"/>
        </w:r>
        <w:r w:rsidR="0043174E" w:rsidRPr="002938F9">
          <w:rPr>
            <w:noProof/>
            <w:vertAlign w:val="superscript"/>
          </w:rPr>
          <w:t>81</w:t>
        </w:r>
        <w:r w:rsidR="0043174E">
          <w:fldChar w:fldCharType="end"/>
        </w:r>
      </w:hyperlink>
      <w:r w:rsidR="001D58CF">
        <w:t xml:space="preserve"> </w:t>
      </w:r>
      <w:r w:rsidR="00C87F52">
        <w:t xml:space="preserve">Although the long term clinical significance of </w:t>
      </w:r>
      <w:r w:rsidR="00885493">
        <w:t xml:space="preserve">peripheral arterial </w:t>
      </w:r>
      <w:r w:rsidR="00C87F52">
        <w:t xml:space="preserve">FMD in SCAD-survivors remains to be determined, an assessment for renal, </w:t>
      </w:r>
      <w:proofErr w:type="spellStart"/>
      <w:r w:rsidR="00C87F52">
        <w:t>cervico</w:t>
      </w:r>
      <w:proofErr w:type="spellEnd"/>
      <w:r w:rsidR="00C87F52">
        <w:t>-cephalic and iliac FMD is recommended in all patients with SCAD</w:t>
      </w:r>
      <w:r w:rsidR="00F43694">
        <w:t>.</w:t>
      </w:r>
      <w:hyperlink w:anchor="_ENREF_78" w:tooltip="Persu, 2016 #103" w:history="1">
        <w:r w:rsidR="0043174E">
          <w:fldChar w:fldCharType="begin">
            <w:fldData xml:space="preserve">PEVuZE5vdGU+PENpdGU+PEF1dGhvcj5QZXJzdTwvQXV0aG9yPjxZZWFyPjIwMTY8L1llYXI+PFJl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</w:fldData>
          </w:fldChar>
        </w:r>
        <w:r w:rsidR="0043174E">
          <w:instrText xml:space="preserve"> ADDIN EN.CITE </w:instrText>
        </w:r>
        <w:r w:rsidR="0043174E">
          <w:fldChar w:fldCharType="begin">
            <w:fldData xml:space="preserve">PEVuZE5vdGU+PENpdGU+PEF1dGhvcj5QZXJzdTwvQXV0aG9yPjxZZWFyPjIwMTY8L1llYXI+PFJl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</w:fldData>
          </w:fldChar>
        </w:r>
        <w:r w:rsidR="0043174E">
          <w:instrText xml:space="preserve"> ADDIN EN.CITE.DATA </w:instrText>
        </w:r>
        <w:r w:rsidR="0043174E">
          <w:fldChar w:fldCharType="end"/>
        </w:r>
        <w:r w:rsidR="0043174E">
          <w:fldChar w:fldCharType="separate"/>
        </w:r>
        <w:r w:rsidR="0043174E" w:rsidRPr="002938F9">
          <w:rPr>
            <w:noProof/>
            <w:vertAlign w:val="superscript"/>
          </w:rPr>
          <w:t>78</w:t>
        </w:r>
        <w:r w:rsidR="0043174E">
          <w:fldChar w:fldCharType="end"/>
        </w:r>
      </w:hyperlink>
      <w:r w:rsidR="00C87F52">
        <w:t xml:space="preserve"> This can be by CT</w:t>
      </w:r>
      <w:hyperlink w:anchor="_ENREF_82" w:tooltip="Liang, 2014 #109" w:history="1">
        <w:r w:rsidR="0043174E">
          <w:fldChar w:fldCharType="begin">
            <w:fldData xml:space="preserve">PEVuZE5vdGU+PENpdGU+PEF1dGhvcj5MaWFuZzwvQXV0aG9yPjxZZWFyPjIwMTQ8L1llYXI+PFJl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</w:fldData>
          </w:fldChar>
        </w:r>
        <w:r w:rsidR="0043174E">
          <w:instrText xml:space="preserve"> ADDIN EN.CITE </w:instrText>
        </w:r>
        <w:r w:rsidR="0043174E">
          <w:fldChar w:fldCharType="begin">
            <w:fldData xml:space="preserve">PEVuZE5vdGU+PENpdGU+PEF1dGhvcj5MaWFuZzwvQXV0aG9yPjxZZWFyPjIwMTQ8L1llYXI+PFJl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</w:fldData>
          </w:fldChar>
        </w:r>
        <w:r w:rsidR="0043174E">
          <w:instrText xml:space="preserve"> ADDIN EN.CITE.DATA </w:instrText>
        </w:r>
        <w:r w:rsidR="0043174E">
          <w:fldChar w:fldCharType="end"/>
        </w:r>
        <w:r w:rsidR="0043174E">
          <w:fldChar w:fldCharType="separate"/>
        </w:r>
        <w:r w:rsidR="0043174E" w:rsidRPr="002938F9">
          <w:rPr>
            <w:noProof/>
            <w:vertAlign w:val="superscript"/>
          </w:rPr>
          <w:t>82</w:t>
        </w:r>
        <w:r w:rsidR="0043174E">
          <w:fldChar w:fldCharType="end"/>
        </w:r>
      </w:hyperlink>
      <w:r w:rsidR="00C87F52">
        <w:t xml:space="preserve"> or MRA</w:t>
      </w:r>
      <w:hyperlink w:anchor="_ENREF_78" w:tooltip="Persu, 2014 #104" w:history="1">
        <w:r w:rsidR="00A67EE2" w:rsidRPr="00E44A87">
          <w:rPr>
            <w:noProof/>
            <w:vertAlign w:val="superscript"/>
          </w:rPr>
          <w:t>78</w:t>
        </w:r>
      </w:hyperlink>
      <w:r w:rsidR="00A67EE2" w:rsidRPr="00E44A87">
        <w:rPr>
          <w:noProof/>
          <w:vertAlign w:val="superscript"/>
        </w:rPr>
        <w:t xml:space="preserve">, </w:t>
      </w:r>
      <w:hyperlink w:anchor="_ENREF_79" w:tooltip="Persu, 2016 #103" w:history="1">
        <w:r w:rsidR="00A67EE2" w:rsidRPr="00E44A87">
          <w:rPr>
            <w:noProof/>
            <w:vertAlign w:val="superscript"/>
          </w:rPr>
          <w:t>79</w:t>
        </w:r>
      </w:hyperlink>
      <w:r w:rsidR="00C87F52">
        <w:t>.</w:t>
      </w:r>
      <w:r w:rsidR="00DC70D6">
        <w:t xml:space="preserve"> CT has the advantage of </w:t>
      </w:r>
      <w:r w:rsidR="00DC70D6">
        <w:lastRenderedPageBreak/>
        <w:t xml:space="preserve">higher spatial resolution and therefore potentially </w:t>
      </w:r>
      <w:r w:rsidR="00850C61">
        <w:t xml:space="preserve">better </w:t>
      </w:r>
      <w:r w:rsidR="00DC70D6">
        <w:t>sensitivity whilst MRA avoids the radiation dose inherent to CT which may be a particular concern in this younger population</w:t>
      </w:r>
      <w:r w:rsidR="00F43694">
        <w:t>.</w:t>
      </w:r>
      <w:hyperlink w:anchor="_ENREF_78" w:tooltip="Persu, 2016 #103" w:history="1">
        <w:r w:rsidR="0043174E">
          <w:fldChar w:fldCharType="begin">
            <w:fldData xml:space="preserve">PEVuZE5vdGU+PENpdGU+PEF1dGhvcj5QZXJzdTwvQXV0aG9yPjxZZWFyPjIwMTY8L1llYXI+PFJl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</w:fldData>
          </w:fldChar>
        </w:r>
        <w:r w:rsidR="0043174E">
          <w:instrText xml:space="preserve"> ADDIN EN.CITE </w:instrText>
        </w:r>
        <w:r w:rsidR="0043174E">
          <w:fldChar w:fldCharType="begin">
            <w:fldData xml:space="preserve">PEVuZE5vdGU+PENpdGU+PEF1dGhvcj5QZXJzdTwvQXV0aG9yPjxZZWFyPjIwMTY8L1llYXI+PFJl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</w:fldData>
          </w:fldChar>
        </w:r>
        <w:r w:rsidR="0043174E">
          <w:instrText xml:space="preserve"> ADDIN EN.CITE.DATA </w:instrText>
        </w:r>
        <w:r w:rsidR="0043174E">
          <w:fldChar w:fldCharType="end"/>
        </w:r>
        <w:r w:rsidR="0043174E">
          <w:fldChar w:fldCharType="separate"/>
        </w:r>
        <w:r w:rsidR="0043174E" w:rsidRPr="002938F9">
          <w:rPr>
            <w:noProof/>
            <w:vertAlign w:val="superscript"/>
          </w:rPr>
          <w:t>78</w:t>
        </w:r>
        <w:r w:rsidR="0043174E">
          <w:fldChar w:fldCharType="end"/>
        </w:r>
      </w:hyperlink>
    </w:p>
    <w:p w:rsidR="006747C6" w:rsidRPr="00850C61" w:rsidRDefault="00850C61" w:rsidP="0098727F">
      <w:pPr>
        <w:rPr>
          <w:b/>
          <w:i/>
        </w:rPr>
      </w:pPr>
      <w:r>
        <w:rPr>
          <w:b/>
          <w:i/>
        </w:rPr>
        <w:t>Management</w:t>
      </w:r>
      <w:r w:rsidR="006747C6" w:rsidRPr="00850C61">
        <w:rPr>
          <w:b/>
          <w:i/>
        </w:rPr>
        <w:t xml:space="preserve"> after SCAD</w:t>
      </w:r>
    </w:p>
    <w:p w:rsidR="001A5193" w:rsidRPr="00850C61" w:rsidRDefault="006747C6" w:rsidP="001A5193">
      <w:pPr>
        <w:rPr>
          <w:i/>
        </w:rPr>
      </w:pPr>
      <w:r w:rsidRPr="00850C61">
        <w:rPr>
          <w:i/>
        </w:rPr>
        <w:t>Risk of recurrence</w:t>
      </w:r>
      <w:r w:rsidR="001A5193" w:rsidRPr="00850C61">
        <w:rPr>
          <w:i/>
        </w:rPr>
        <w:t xml:space="preserve"> </w:t>
      </w:r>
    </w:p>
    <w:p w:rsidR="001A5193" w:rsidRDefault="001F5CDF" w:rsidP="001F5CDF">
      <w:pPr>
        <w:jc w:val="both"/>
      </w:pPr>
      <w:r>
        <w:t xml:space="preserve">Recurrent SCAD is well recognised. Reports incidences range from </w:t>
      </w:r>
      <w:r w:rsidR="00EF6272">
        <w:t>5</w:t>
      </w:r>
      <w:r>
        <w:t xml:space="preserve"> to </w:t>
      </w:r>
      <w:r w:rsidR="00EF6272">
        <w:t>19</w:t>
      </w:r>
      <w:r>
        <w:t>% of cases</w:t>
      </w:r>
      <w:r w:rsidR="00F43694">
        <w:t>,</w:t>
      </w:r>
      <w:r w:rsidR="00870A30">
        <w:fldChar w:fldCharType="begin">
          <w:fldData xml:space="preserve">PEVuZE5vdGU+PENpdGU+PEF1dGhvcj5FbGVpZDwvQXV0aG9yPjxZZWFyPjIwMTQ8L1llYXI+PFJl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</w:fldData>
        </w:fldChar>
      </w:r>
      <w:r w:rsidR="0043174E">
        <w:instrText xml:space="preserve"> ADDIN EN.CITE </w:instrText>
      </w:r>
      <w:r w:rsidR="0043174E">
        <w:fldChar w:fldCharType="begin">
          <w:fldData xml:space="preserve">PEVuZE5vdGU+PENpdGU+PEF1dGhvcj5FbGVpZDwvQXV0aG9yPjxZZWFyPjIwMTQ8L1llYXI+PFJl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</w:fldData>
        </w:fldChar>
      </w:r>
      <w:r w:rsidR="0043174E">
        <w:instrText xml:space="preserve"> ADDIN EN.CITE.DATA </w:instrText>
      </w:r>
      <w:r w:rsidR="0043174E">
        <w:fldChar w:fldCharType="end"/>
      </w:r>
      <w:r w:rsidR="00870A30">
        <w:fldChar w:fldCharType="separate"/>
      </w:r>
      <w:hyperlink w:anchor="_ENREF_4" w:tooltip="Tweet, 2012 #22" w:history="1">
        <w:r w:rsidR="0043174E" w:rsidRPr="0043174E">
          <w:rPr>
            <w:noProof/>
            <w:vertAlign w:val="superscript"/>
          </w:rPr>
          <w:t>4-8</w:t>
        </w:r>
      </w:hyperlink>
      <w:r w:rsidR="0043174E" w:rsidRPr="0043174E">
        <w:rPr>
          <w:noProof/>
          <w:vertAlign w:val="superscript"/>
        </w:rPr>
        <w:t xml:space="preserve">, </w:t>
      </w:r>
      <w:hyperlink w:anchor="_ENREF_26" w:tooltip="Eleid, 2014 #132" w:history="1">
        <w:r w:rsidR="0043174E" w:rsidRPr="0043174E">
          <w:rPr>
            <w:noProof/>
            <w:vertAlign w:val="superscript"/>
          </w:rPr>
          <w:t>26</w:t>
        </w:r>
      </w:hyperlink>
      <w:r w:rsidR="00870A30">
        <w:fldChar w:fldCharType="end"/>
      </w:r>
      <w:r>
        <w:t xml:space="preserve"> although repeat events may be over-estimated in registries reliant on self or even clinician referral. Prospective series are underway to assess this further. Recurrent events may occur in the same or a different (Figure </w:t>
      </w:r>
      <w:r w:rsidR="00850C61">
        <w:t>3</w:t>
      </w:r>
      <w:r>
        <w:t>) artery.</w:t>
      </w:r>
    </w:p>
    <w:p w:rsidR="001A5193" w:rsidRPr="00850C61" w:rsidRDefault="001A5193" w:rsidP="001A5193">
      <w:pPr>
        <w:rPr>
          <w:i/>
        </w:rPr>
      </w:pPr>
      <w:r w:rsidRPr="00850C61">
        <w:rPr>
          <w:i/>
        </w:rPr>
        <w:t>Recurrent (including cyclical) chest pain</w:t>
      </w:r>
    </w:p>
    <w:p w:rsidR="006747C6" w:rsidRDefault="001F5CDF" w:rsidP="001F5CDF">
      <w:pPr>
        <w:jc w:val="both"/>
      </w:pPr>
      <w:r>
        <w:t>Many patients continue to experience episodes of significant chest pain long after healing of the primary lesion</w:t>
      </w:r>
      <w:r w:rsidR="00F43694">
        <w:t>.</w:t>
      </w:r>
      <w:hyperlink w:anchor="_ENREF_83" w:tooltip="Bhatt, 2015 #142" w:history="1">
        <w:r w:rsidR="0043174E">
          <w:fldChar w:fldCharType="begin"/>
        </w:r>
        <w:r w:rsidR="0043174E">
          <w:instrText xml:space="preserve"> ADDIN EN.CITE &lt;EndNote&gt;&lt;Cite&gt;&lt;Author&gt;Bhatt&lt;/Author&gt;&lt;Year&gt;2015&lt;/Year&gt;&lt;RecNum&gt;142&lt;/RecNum&gt;&lt;DisplayText&gt;&lt;style face="superscript"&gt;83&lt;/style&gt;&lt;/DisplayText&gt;&lt;record&gt;&lt;rec-number&gt;142&lt;/rec-number&gt;&lt;foreign-keys&gt;&lt;key app="EN" db-id="ftf2xrzzyz9frkexr0lvvfpjset9respddav"&gt;142&lt;/key&gt;&lt;/foreign-keys&gt;&lt;ref-type name="Journal Article"&gt;17&lt;/ref-type&gt;&lt;contributors&gt;&lt;authors&gt;&lt;author&gt;Bhatt, D. D.&lt;/author&gt;&lt;author&gt;Kachru, R.&lt;/author&gt;&lt;author&gt;Gupta, S.&lt;/author&gt;&lt;author&gt;Kaul, U.&lt;/author&gt;&lt;/authors&gt;&lt;/contributors&gt;&lt;auth-address&gt;Fortis Rajan Dhall Hospital, Sector B, Pocket 1, Vasant Kunj, New Delhi 110070, India.&amp;#xD;Executive Director and Dean, Fortis Rajan Dhall Hospital, Sector B, Pocket 1, Vasant Kunj, New Delhi 110070, India. Electronic address: kaul.upendra@gmail.com.&lt;/auth-address&gt;&lt;titles&gt;&lt;title&gt;Recurrent chest pain after treatment of spontaneous coronary artery dissection: An enigma&lt;/title&gt;&lt;secondary-title&gt;Indian Heart J&lt;/secondary-title&gt;&lt;alt-title&gt;Indian heart journal&lt;/alt-title&gt;&lt;/titles&gt;&lt;periodical&gt;&lt;full-title&gt;Indian Heart J&lt;/full-title&gt;&lt;abbr-1&gt;Indian heart journal&lt;/abbr-1&gt;&lt;/periodical&gt;&lt;alt-periodical&gt;&lt;full-title&gt;Indian Heart J&lt;/full-title&gt;&lt;abbr-1&gt;Indian heart journal&lt;/abbr-1&gt;&lt;/alt-periodical&gt;&lt;pages&gt;S18-20&lt;/pages&gt;&lt;volume&gt;67 Suppl 3&lt;/volume&gt;&lt;edition&gt;2016/03/21&lt;/edition&gt;&lt;dates&gt;&lt;year&gt;2015&lt;/year&gt;&lt;pub-dates&gt;&lt;date&gt;Dec&lt;/date&gt;&lt;/pub-dates&gt;&lt;/dates&gt;&lt;isbn&gt;0019-4832 (Print)&amp;#xD;0019-4832 (Linking)&lt;/isbn&gt;&lt;accession-num&gt;26995421&lt;/accession-num&gt;&lt;urls&gt;&lt;related-urls&gt;&lt;url&gt;http://www.ncbi.nlm.nih.gov/pubmed/26995421&lt;/url&gt;&lt;/related-urls&gt;&lt;/urls&gt;&lt;custom2&gt;4799017&lt;/custom2&gt;&lt;electronic-resource-num&gt;10.1016/j.ihj.2015.09.006&lt;/electronic-resource-num&gt;&lt;language&gt;eng&lt;/language&gt;&lt;/record&gt;&lt;/Cite&gt;&lt;/EndNote&gt;</w:instrText>
        </w:r>
        <w:r w:rsidR="0043174E">
          <w:fldChar w:fldCharType="separate"/>
        </w:r>
        <w:r w:rsidR="0043174E" w:rsidRPr="002938F9">
          <w:rPr>
            <w:noProof/>
            <w:vertAlign w:val="superscript"/>
          </w:rPr>
          <w:t>83</w:t>
        </w:r>
        <w:r w:rsidR="0043174E">
          <w:fldChar w:fldCharType="end"/>
        </w:r>
      </w:hyperlink>
      <w:r>
        <w:t xml:space="preserve"> In some pre-menopausal cases pains may be cyclical, usually occurring </w:t>
      </w:r>
      <w:proofErr w:type="spellStart"/>
      <w:r>
        <w:t>premenstrually</w:t>
      </w:r>
      <w:proofErr w:type="spellEnd"/>
      <w:r>
        <w:t xml:space="preserve">. Anecdotally these chest pains respond to conventional treatments for coronary spasm (i.e. cessation of β-blockers and initiation of high dose vasodilators such as Diltiazem). Cyclical cases respond </w:t>
      </w:r>
      <w:r w:rsidR="00C06B0C">
        <w:t xml:space="preserve">well </w:t>
      </w:r>
      <w:r>
        <w:t xml:space="preserve">to </w:t>
      </w:r>
      <w:r w:rsidR="00C06B0C">
        <w:t xml:space="preserve">implantation of a </w:t>
      </w:r>
      <w:proofErr w:type="spellStart"/>
      <w:r w:rsidR="00C74A63">
        <w:t>M</w:t>
      </w:r>
      <w:r w:rsidR="00C06B0C">
        <w:t>irena</w:t>
      </w:r>
      <w:r w:rsidR="004F708B">
        <w:rPr>
          <w:vertAlign w:val="superscript"/>
        </w:rPr>
        <w:t>R</w:t>
      </w:r>
      <w:proofErr w:type="spellEnd"/>
      <w:r w:rsidR="004F708B">
        <w:t xml:space="preserve"> (Bayer, Whippany, </w:t>
      </w:r>
      <w:proofErr w:type="gramStart"/>
      <w:r w:rsidR="004F708B">
        <w:t>NJ</w:t>
      </w:r>
      <w:proofErr w:type="gramEnd"/>
      <w:r w:rsidR="004F708B">
        <w:t>.)</w:t>
      </w:r>
      <w:r w:rsidR="00C06B0C">
        <w:t xml:space="preserve"> coil. </w:t>
      </w:r>
    </w:p>
    <w:p w:rsidR="006747C6" w:rsidRPr="00850C61" w:rsidRDefault="006747C6" w:rsidP="0098727F">
      <w:pPr>
        <w:rPr>
          <w:i/>
        </w:rPr>
      </w:pPr>
      <w:r w:rsidRPr="00850C61">
        <w:rPr>
          <w:i/>
        </w:rPr>
        <w:t>Rehabilitation and exercise risk</w:t>
      </w:r>
    </w:p>
    <w:p w:rsidR="00C06B0C" w:rsidRDefault="00E61B08" w:rsidP="00504DE6">
      <w:pPr>
        <w:jc w:val="both"/>
      </w:pPr>
      <w:r>
        <w:t>In general and according to guidelines for post MI patients, cardiac rehabilitation and a return to full activity is recommended and has been validated as safe for SCAD-survivors</w:t>
      </w:r>
      <w:r w:rsidR="00F43694">
        <w:t>.</w:t>
      </w:r>
      <w:r w:rsidR="00870A30">
        <w:fldChar w:fldCharType="begin">
          <w:fldData xml:space="preserve">PEVuZE5vdGU+PENpdGU+PEF1dGhvcj5DaG91PC9BdXRob3I+PFllYXI+MjAxNjwvWWVhcj48UmVj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</w:fldData>
        </w:fldChar>
      </w:r>
      <w:r w:rsidR="002938F9">
        <w:instrText xml:space="preserve"> ADDIN EN.CITE </w:instrText>
      </w:r>
      <w:r w:rsidR="002938F9">
        <w:fldChar w:fldCharType="begin">
          <w:fldData xml:space="preserve">PEVuZE5vdGU+PENpdGU+PEF1dGhvcj5DaG91PC9BdXRob3I+PFllYXI+MjAxNjwvWWVhcj48UmVj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</w:fldData>
        </w:fldChar>
      </w:r>
      <w:r w:rsidR="002938F9">
        <w:instrText xml:space="preserve"> ADDIN EN.CITE.DATA </w:instrText>
      </w:r>
      <w:r w:rsidR="002938F9">
        <w:fldChar w:fldCharType="end"/>
      </w:r>
      <w:r w:rsidR="00870A30">
        <w:fldChar w:fldCharType="separate"/>
      </w:r>
      <w:hyperlink w:anchor="_ENREF_84" w:tooltip="Chou, 2016 #146" w:history="1">
        <w:r w:rsidR="0043174E" w:rsidRPr="002938F9">
          <w:rPr>
            <w:noProof/>
            <w:vertAlign w:val="superscript"/>
          </w:rPr>
          <w:t>84</w:t>
        </w:r>
      </w:hyperlink>
      <w:r w:rsidR="002938F9" w:rsidRPr="002938F9">
        <w:rPr>
          <w:noProof/>
          <w:vertAlign w:val="superscript"/>
        </w:rPr>
        <w:t xml:space="preserve">, </w:t>
      </w:r>
      <w:hyperlink w:anchor="_ENREF_85" w:tooltip="Krittanawong, 2016 #147" w:history="1">
        <w:r w:rsidR="0043174E" w:rsidRPr="002938F9">
          <w:rPr>
            <w:noProof/>
            <w:vertAlign w:val="superscript"/>
          </w:rPr>
          <w:t>85</w:t>
        </w:r>
      </w:hyperlink>
      <w:r w:rsidR="00870A30">
        <w:fldChar w:fldCharType="end"/>
      </w:r>
      <w:r>
        <w:t xml:space="preserve"> </w:t>
      </w:r>
      <w:r w:rsidR="00185492">
        <w:t>I</w:t>
      </w:r>
      <w:r>
        <w:t>sometric or extreme exercise is not recommended.</w:t>
      </w:r>
    </w:p>
    <w:p w:rsidR="00C06B0C" w:rsidRPr="00850C61" w:rsidRDefault="00C06B0C" w:rsidP="00C06B0C">
      <w:pPr>
        <w:rPr>
          <w:i/>
        </w:rPr>
      </w:pPr>
      <w:r w:rsidRPr="00850C61">
        <w:rPr>
          <w:i/>
        </w:rPr>
        <w:t>Contraception after SCAD</w:t>
      </w:r>
    </w:p>
    <w:p w:rsidR="00E61B08" w:rsidRDefault="00C74A63" w:rsidP="00C74A63">
      <w:pPr>
        <w:jc w:val="both"/>
      </w:pPr>
      <w:r>
        <w:t xml:space="preserve">The predilection of SCAD for female patients and the association with pregnancy and the </w:t>
      </w:r>
      <w:proofErr w:type="spellStart"/>
      <w:r>
        <w:t>peri-partium</w:t>
      </w:r>
      <w:proofErr w:type="spellEnd"/>
      <w:r>
        <w:t xml:space="preserve"> period strongly suggests a role for sex hormones in the pathogenesis. This has led to </w:t>
      </w:r>
      <w:r w:rsidR="00F43694">
        <w:t xml:space="preserve">some </w:t>
      </w:r>
      <w:r>
        <w:t>concerns over the safety of hormonal contraceptives in women post-SCAD</w:t>
      </w:r>
      <w:r w:rsidR="00F43694">
        <w:t>.</w:t>
      </w:r>
      <w:hyperlink w:anchor="_ENREF_1" w:tooltip="Tweet, 2016 #79" w:history="1">
        <w:r w:rsidR="0043174E">
          <w:fldChar w:fldCharType="begin"/>
        </w:r>
        <w:r w:rsidR="0043174E">
          <w:instrText xml:space="preserve"> ADDIN EN.CITE &lt;EndNote&gt;&lt;Cite&gt;&lt;Author&gt;Tweet&lt;/Author&gt;&lt;Year&gt;2016&lt;/Year&gt;&lt;RecNum&gt;79&lt;/RecNum&gt;&lt;DisplayText&gt;&lt;style face="superscript"&gt;1&lt;/style&gt;&lt;/DisplayText&gt;&lt;record&gt;&lt;rec-number&gt;79&lt;/rec-number&gt;&lt;foreign-keys&gt;&lt;key app="EN" db-id="ftf2xrzzyz9frkexr0lvvfpjset9respddav"&gt;79&lt;/key&gt;&lt;/foreign-keys&gt;&lt;ref-type name="Journal Article"&gt;17&lt;/ref-type&gt;&lt;contributors&gt;&lt;authors&gt;&lt;author&gt;Tweet, M. S.&lt;/author&gt;&lt;author&gt;Gulati, R.&lt;/author&gt;&lt;author&gt;Hayes, S. N.&lt;/author&gt;&lt;/authors&gt;&lt;/contributors&gt;&lt;auth-address&gt;Department of Internal Medicine, Division of Cardiovascular Diseases, Mayo Clinic, 200 1st Street SW, Rochester, MN, 55905, USA. tweet.marysia@mayo.edu.&amp;#xD;Department of Internal Medicine, Division of Cardiovascular Diseases, Mayo Clinic, 200 1st Street SW, Rochester, MN, 55905, USA.&lt;/auth-address&gt;&lt;titles&gt;&lt;title&gt;Spontaneous Coronary Artery Dissection&lt;/title&gt;&lt;secondary-title&gt;Curr Cardiol Rep&lt;/secondary-title&gt;&lt;alt-title&gt;Current cardiology reports&lt;/alt-title&gt;&lt;/titles&gt;&lt;periodical&gt;&lt;full-title&gt;Curr Cardiol Rep&lt;/full-title&gt;&lt;abbr-1&gt;Current cardiology reports&lt;/abbr-1&gt;&lt;/periodical&gt;&lt;alt-periodical&gt;&lt;full-title&gt;Curr Cardiol Rep&lt;/full-title&gt;&lt;abbr-1&gt;Current cardiology reports&lt;/abbr-1&gt;&lt;/alt-periodical&gt;&lt;pages&gt;60&lt;/pages&gt;&lt;volume&gt;18&lt;/volume&gt;&lt;number&gt;7&lt;/number&gt;&lt;edition&gt;2016/05/25&lt;/edition&gt;&lt;dates&gt;&lt;year&gt;2016&lt;/year&gt;&lt;pub-dates&gt;&lt;date&gt;Jul&lt;/date&gt;&lt;/pub-dates&gt;&lt;/dates&gt;&lt;isbn&gt;1534-3170 (Electronic)&amp;#xD;1523-3782 (Linking)&lt;/isbn&gt;&lt;accession-num&gt;27216840&lt;/accession-num&gt;&lt;work-type&gt;Review&lt;/work-type&gt;&lt;urls&gt;&lt;related-urls&gt;&lt;url&gt;http://www.ncbi.nlm.nih.gov/pubmed/27216840&lt;/url&gt;&lt;/related-urls&gt;&lt;/urls&gt;&lt;electronic-resource-num&gt;10.1007/s11886-016-0737-6&lt;/electronic-resource-num&gt;&lt;language&gt;eng&lt;/language&gt;&lt;/record&gt;&lt;/Cite&gt;&lt;/EndNote&gt;</w:instrText>
        </w:r>
        <w:r w:rsidR="0043174E">
          <w:fldChar w:fldCharType="separate"/>
        </w:r>
        <w:r w:rsidR="0043174E" w:rsidRPr="0043174E">
          <w:rPr>
            <w:noProof/>
            <w:vertAlign w:val="superscript"/>
          </w:rPr>
          <w:t>1</w:t>
        </w:r>
        <w:r w:rsidR="0043174E">
          <w:fldChar w:fldCharType="end"/>
        </w:r>
      </w:hyperlink>
      <w:r>
        <w:t xml:space="preserve"> Clearly barrier methods are safe and an </w:t>
      </w:r>
      <w:r w:rsidR="004F708B">
        <w:t>intrauterine contraceptive</w:t>
      </w:r>
      <w:r>
        <w:t xml:space="preserve"> either hormone free or with local hormone delivery may be useful in some cases (e.g. </w:t>
      </w:r>
      <w:r w:rsidR="00AD377C">
        <w:t>for</w:t>
      </w:r>
      <w:r>
        <w:t xml:space="preserve"> cyclical chest pain or menorrhagia).</w:t>
      </w:r>
    </w:p>
    <w:p w:rsidR="006747C6" w:rsidRPr="00850C61" w:rsidRDefault="006747C6" w:rsidP="0098727F">
      <w:pPr>
        <w:rPr>
          <w:i/>
        </w:rPr>
      </w:pPr>
      <w:r w:rsidRPr="00850C61">
        <w:rPr>
          <w:i/>
        </w:rPr>
        <w:t>Pregnancy after SCAD</w:t>
      </w:r>
    </w:p>
    <w:p w:rsidR="00C74A63" w:rsidRDefault="00AE57D4" w:rsidP="00AE57D4">
      <w:pPr>
        <w:jc w:val="both"/>
      </w:pPr>
      <w:r>
        <w:t xml:space="preserve">Data from one small series has reported nine pregnancies in SCAD-survivors with one recurrence occurring in a patients whose first event was not </w:t>
      </w:r>
      <w:proofErr w:type="spellStart"/>
      <w:r>
        <w:t>peri</w:t>
      </w:r>
      <w:proofErr w:type="spellEnd"/>
      <w:r>
        <w:t>-partum</w:t>
      </w:r>
      <w:r w:rsidR="00F43694">
        <w:t>.</w:t>
      </w:r>
      <w:hyperlink w:anchor="_ENREF_86" w:tooltip="Tweet, 2015 #42" w:history="1">
        <w:r w:rsidR="0043174E">
          <w:fldChar w:fldCharType="begin"/>
        </w:r>
        <w:r w:rsidR="0043174E">
          <w:instrText xml:space="preserve"> ADDIN EN.CITE &lt;EndNote&gt;&lt;Cite&gt;&lt;Author&gt;Tweet&lt;/Author&gt;&lt;Year&gt;2015&lt;/Year&gt;&lt;RecNum&gt;42&lt;/RecNum&gt;&lt;DisplayText&gt;&lt;style face="superscript"&gt;86&lt;/style&gt;&lt;/DisplayText&gt;&lt;record&gt;&lt;rec-number&gt;42&lt;/rec-number&gt;&lt;foreign-keys&gt;&lt;key app="EN" db-id="ftf2xrzzyz9frkexr0lvvfpjset9respddav"&gt;42&lt;/key&gt;&lt;/foreign-keys&gt;&lt;ref-type name="Journal Article"&gt;17&lt;/ref-type&gt;&lt;contributors&gt;&lt;authors&gt;&lt;author&gt;Tweet, M. S.&lt;/author&gt;&lt;author&gt;Hayes, S. N.&lt;/author&gt;&lt;author&gt;Gulati, R.&lt;/author&gt;&lt;author&gt;Rose, C. H.&lt;/author&gt;&lt;author&gt;Best, P. J.&lt;/author&gt;&lt;/authors&gt;&lt;/contributors&gt;&lt;titles&gt;&lt;title&gt;Pregnancy after spontaneous coronary artery dissection: a case series&lt;/title&gt;&lt;secondary-title&gt;Ann Intern Med&lt;/secondary-title&gt;&lt;alt-title&gt;Annals of internal medicine&lt;/alt-title&gt;&lt;/titles&gt;&lt;periodical&gt;&lt;full-title&gt;Ann Intern Med&lt;/full-title&gt;&lt;abbr-1&gt;Annals of internal medicine&lt;/abbr-1&gt;&lt;/periodical&gt;&lt;alt-periodical&gt;&lt;full-title&gt;Ann Intern Med&lt;/full-title&gt;&lt;abbr-1&gt;Annals of internal medicine&lt;/abbr-1&gt;&lt;/alt-periodical&gt;&lt;pages&gt;598-600&lt;/pages&gt;&lt;volume&gt;162&lt;/volume&gt;&lt;number&gt;8&lt;/number&gt;&lt;edition&gt;2015/04/22&lt;/edition&gt;&lt;keywords&gt;&lt;keyword&gt;Adult&lt;/keyword&gt;&lt;keyword&gt;Coronary Vessel Anomalies/*complications&lt;/keyword&gt;&lt;keyword&gt;Female&lt;/keyword&gt;&lt;keyword&gt;Humans&lt;/keyword&gt;&lt;keyword&gt;Myocardial Infarction/*etiology&lt;/keyword&gt;&lt;keyword&gt;*Pregnancy&lt;/keyword&gt;&lt;keyword&gt;*Pregnancy Complications, Cardiovascular&lt;/keyword&gt;&lt;keyword&gt;Pregnancy Outcome&lt;/keyword&gt;&lt;keyword&gt;Recurrence&lt;/keyword&gt;&lt;keyword&gt;Risk Factors&lt;/keyword&gt;&lt;keyword&gt;Vascular Diseases/complications/*congenital&lt;/keyword&gt;&lt;/keywords&gt;&lt;dates&gt;&lt;year&gt;2015&lt;/year&gt;&lt;pub-dates&gt;&lt;date&gt;Apr 21&lt;/date&gt;&lt;/pub-dates&gt;&lt;/dates&gt;&lt;isbn&gt;1539-3704 (Electronic)&amp;#xD;0003-4819 (Linking)&lt;/isbn&gt;&lt;accession-num&gt;25894037&lt;/accession-num&gt;&lt;work-type&gt;Letter&amp;#xD;Research Support, Non-U.S. Gov&amp;apos;t&lt;/work-type&gt;&lt;urls&gt;&lt;related-urls&gt;&lt;url&gt;http://www.ncbi.nlm.nih.gov/pubmed/25894037&lt;/url&gt;&lt;/related-urls&gt;&lt;/urls&gt;&lt;electronic-resource-num&gt;10.7326/L14-0446&lt;/electronic-resource-num&gt;&lt;language&gt;eng&lt;/language&gt;&lt;/record&gt;&lt;/Cite&gt;&lt;/EndNote&gt;</w:instrText>
        </w:r>
        <w:r w:rsidR="0043174E">
          <w:fldChar w:fldCharType="separate"/>
        </w:r>
        <w:r w:rsidR="0043174E" w:rsidRPr="002938F9">
          <w:rPr>
            <w:noProof/>
            <w:vertAlign w:val="superscript"/>
          </w:rPr>
          <w:t>86</w:t>
        </w:r>
        <w:r w:rsidR="0043174E">
          <w:fldChar w:fldCharType="end"/>
        </w:r>
      </w:hyperlink>
      <w:r>
        <w:t xml:space="preserve"> </w:t>
      </w:r>
      <w:r w:rsidR="00042A6F">
        <w:t xml:space="preserve">The degree of left ventricular impairment post-SCAD will also contribute independently to the risk. </w:t>
      </w:r>
      <w:r>
        <w:t>Pregnancies which do occur should be deemed high-risk and managed by an appropriate multi-disciplinary team.</w:t>
      </w:r>
    </w:p>
    <w:p w:rsidR="005B5A3D" w:rsidRDefault="005B5A3D" w:rsidP="00D64BF6">
      <w:pPr>
        <w:jc w:val="both"/>
        <w:rPr>
          <w:b/>
        </w:rPr>
      </w:pPr>
      <w:r>
        <w:rPr>
          <w:b/>
        </w:rPr>
        <w:t>Key points</w:t>
      </w:r>
    </w:p>
    <w:p w:rsidR="005B5A3D" w:rsidRPr="005B5A3D" w:rsidRDefault="005B5A3D" w:rsidP="005B5A3D">
      <w:pPr>
        <w:pStyle w:val="ListParagraph"/>
        <w:numPr>
          <w:ilvl w:val="0"/>
          <w:numId w:val="2"/>
        </w:numPr>
        <w:jc w:val="both"/>
        <w:rPr>
          <w:b/>
        </w:rPr>
      </w:pPr>
      <w:r>
        <w:t>SCAD is an under-diagnosed cause of non-atherosclerotic acute coronary syndromes</w:t>
      </w:r>
    </w:p>
    <w:p w:rsidR="005B5A3D" w:rsidRPr="005B5A3D" w:rsidRDefault="005B5A3D" w:rsidP="005B5A3D">
      <w:pPr>
        <w:pStyle w:val="ListParagraph"/>
        <w:numPr>
          <w:ilvl w:val="0"/>
          <w:numId w:val="2"/>
        </w:numPr>
        <w:jc w:val="both"/>
        <w:rPr>
          <w:b/>
        </w:rPr>
      </w:pPr>
      <w:proofErr w:type="spellStart"/>
      <w:r>
        <w:t>Peripartum</w:t>
      </w:r>
      <w:proofErr w:type="spellEnd"/>
      <w:r>
        <w:t xml:space="preserve"> cases account for &lt;10% of SCAD patients</w:t>
      </w:r>
    </w:p>
    <w:p w:rsidR="005B5A3D" w:rsidRPr="005B5A3D" w:rsidRDefault="005B5A3D" w:rsidP="005B5A3D">
      <w:pPr>
        <w:pStyle w:val="ListParagraph"/>
        <w:numPr>
          <w:ilvl w:val="0"/>
          <w:numId w:val="2"/>
        </w:numPr>
        <w:jc w:val="both"/>
        <w:rPr>
          <w:b/>
        </w:rPr>
      </w:pPr>
      <w:r>
        <w:t>There is frequently not a visible dissection flap on coronary angiography</w:t>
      </w:r>
    </w:p>
    <w:p w:rsidR="005B5A3D" w:rsidRPr="005B5A3D" w:rsidRDefault="005B5A3D" w:rsidP="005B5A3D">
      <w:pPr>
        <w:pStyle w:val="ListParagraph"/>
        <w:numPr>
          <w:ilvl w:val="0"/>
          <w:numId w:val="2"/>
        </w:numPr>
        <w:jc w:val="both"/>
        <w:rPr>
          <w:b/>
        </w:rPr>
      </w:pPr>
      <w:r>
        <w:t>A conservative approach to revascularisation is favoured where possible</w:t>
      </w:r>
    </w:p>
    <w:bookmarkEnd w:id="0"/>
    <w:p w:rsidR="006747C6" w:rsidRPr="006747C6" w:rsidRDefault="006747C6" w:rsidP="0098727F">
      <w:pPr>
        <w:rPr>
          <w:b/>
        </w:rPr>
      </w:pPr>
      <w:r>
        <w:rPr>
          <w:b/>
        </w:rPr>
        <w:t>References</w:t>
      </w:r>
    </w:p>
    <w:p w:rsidR="0043174E" w:rsidRPr="0043174E" w:rsidRDefault="00870A30" w:rsidP="0043174E">
      <w:pPr>
        <w:spacing w:after="0" w:line="240" w:lineRule="auto"/>
        <w:ind w:left="720" w:hanging="720"/>
        <w:jc w:val="both"/>
        <w:rPr>
          <w:rFonts w:ascii="Calibri" w:hAnsi="Calibri"/>
          <w:noProof/>
        </w:rPr>
      </w:pPr>
      <w:r>
        <w:fldChar w:fldCharType="begin"/>
      </w:r>
      <w:r w:rsidR="004D580C">
        <w:instrText xml:space="preserve"> ADDIN EN.REFLIST </w:instrText>
      </w:r>
      <w:r>
        <w:fldChar w:fldCharType="separate"/>
      </w:r>
      <w:bookmarkStart w:id="1" w:name="_ENREF_1"/>
      <w:r w:rsidR="0043174E" w:rsidRPr="0043174E">
        <w:rPr>
          <w:rFonts w:ascii="Calibri" w:hAnsi="Calibri"/>
          <w:noProof/>
        </w:rPr>
        <w:t>1.</w:t>
      </w:r>
      <w:r w:rsidR="0043174E" w:rsidRPr="0043174E">
        <w:rPr>
          <w:rFonts w:ascii="Calibri" w:hAnsi="Calibri"/>
          <w:noProof/>
        </w:rPr>
        <w:tab/>
        <w:t xml:space="preserve">Tweet MS, Gulati R, Hayes SN. Spontaneous coronary artery dissection. </w:t>
      </w:r>
      <w:r w:rsidR="0043174E" w:rsidRPr="0043174E">
        <w:rPr>
          <w:rFonts w:ascii="Calibri" w:hAnsi="Calibri"/>
          <w:i/>
          <w:noProof/>
        </w:rPr>
        <w:t>Current cardiology reports</w:t>
      </w:r>
      <w:r w:rsidR="0043174E" w:rsidRPr="0043174E">
        <w:rPr>
          <w:rFonts w:ascii="Calibri" w:hAnsi="Calibri"/>
          <w:noProof/>
        </w:rPr>
        <w:t>. 2016;18:60</w:t>
      </w:r>
      <w:bookmarkEnd w:id="1"/>
    </w:p>
    <w:p w:rsidR="0043174E" w:rsidRPr="0043174E" w:rsidRDefault="0043174E" w:rsidP="0043174E">
      <w:pPr>
        <w:spacing w:after="0" w:line="240" w:lineRule="auto"/>
        <w:ind w:left="720" w:hanging="720"/>
        <w:jc w:val="both"/>
        <w:rPr>
          <w:rFonts w:ascii="Calibri" w:hAnsi="Calibri"/>
          <w:noProof/>
        </w:rPr>
      </w:pPr>
      <w:bookmarkStart w:id="2" w:name="_ENREF_2"/>
      <w:r w:rsidRPr="0043174E">
        <w:rPr>
          <w:rFonts w:ascii="Calibri" w:hAnsi="Calibri"/>
          <w:noProof/>
        </w:rPr>
        <w:t>2.</w:t>
      </w:r>
      <w:r w:rsidRPr="0043174E">
        <w:rPr>
          <w:rFonts w:ascii="Calibri" w:hAnsi="Calibri"/>
          <w:noProof/>
        </w:rPr>
        <w:tab/>
        <w:t xml:space="preserve">Vanzetto G, Berger-Coz E, Barone-Rochette G, Chavanon O, Bouvaist H, Hacini R, Blin D, Machecourt J. Prevalence, therapeutic management and medium-term prognosis of spontaneous coronary artery dissection: Results from a database of 11,605 patients. </w:t>
      </w:r>
      <w:r w:rsidRPr="0043174E">
        <w:rPr>
          <w:rFonts w:ascii="Calibri" w:hAnsi="Calibri"/>
          <w:i/>
          <w:noProof/>
        </w:rPr>
        <w:t xml:space="preserve">European </w:t>
      </w:r>
      <w:r w:rsidRPr="0043174E">
        <w:rPr>
          <w:rFonts w:ascii="Calibri" w:hAnsi="Calibri"/>
          <w:i/>
          <w:noProof/>
        </w:rPr>
        <w:lastRenderedPageBreak/>
        <w:t>journal of cardio-thoracic surgery : official journal of the European Association for Cardio-thoracic Surgery</w:t>
      </w:r>
      <w:r w:rsidRPr="0043174E">
        <w:rPr>
          <w:rFonts w:ascii="Calibri" w:hAnsi="Calibri"/>
          <w:noProof/>
        </w:rPr>
        <w:t>. 2009;35:250-254</w:t>
      </w:r>
      <w:bookmarkEnd w:id="2"/>
    </w:p>
    <w:p w:rsidR="0043174E" w:rsidRPr="0043174E" w:rsidRDefault="0043174E" w:rsidP="0043174E">
      <w:pPr>
        <w:spacing w:after="0" w:line="240" w:lineRule="auto"/>
        <w:ind w:left="720" w:hanging="720"/>
        <w:jc w:val="both"/>
        <w:rPr>
          <w:rFonts w:ascii="Calibri" w:hAnsi="Calibri"/>
          <w:noProof/>
        </w:rPr>
      </w:pPr>
      <w:bookmarkStart w:id="3" w:name="_ENREF_3"/>
      <w:r w:rsidRPr="0043174E">
        <w:rPr>
          <w:rFonts w:ascii="Calibri" w:hAnsi="Calibri"/>
          <w:noProof/>
        </w:rPr>
        <w:t>3.</w:t>
      </w:r>
      <w:r w:rsidRPr="0043174E">
        <w:rPr>
          <w:rFonts w:ascii="Calibri" w:hAnsi="Calibri"/>
          <w:noProof/>
        </w:rPr>
        <w:tab/>
        <w:t xml:space="preserve">Mortensen KH, Thuesen L, Kristensen IB, Christiansen EH. Spontaneous coronary artery dissection: A western denmark heart registry study. </w:t>
      </w:r>
      <w:r w:rsidRPr="0043174E">
        <w:rPr>
          <w:rFonts w:ascii="Calibri" w:hAnsi="Calibri"/>
          <w:i/>
          <w:noProof/>
        </w:rPr>
        <w:t>Catheterization and cardiovascular interventions : official journal of the Society for Cardiac Angiography &amp; Interventions</w:t>
      </w:r>
      <w:r w:rsidRPr="0043174E">
        <w:rPr>
          <w:rFonts w:ascii="Calibri" w:hAnsi="Calibri"/>
          <w:noProof/>
        </w:rPr>
        <w:t>. 2009;74:710-717</w:t>
      </w:r>
      <w:bookmarkEnd w:id="3"/>
    </w:p>
    <w:p w:rsidR="0043174E" w:rsidRPr="0043174E" w:rsidRDefault="0043174E" w:rsidP="0043174E">
      <w:pPr>
        <w:spacing w:after="0" w:line="240" w:lineRule="auto"/>
        <w:ind w:left="720" w:hanging="720"/>
        <w:jc w:val="both"/>
        <w:rPr>
          <w:rFonts w:ascii="Calibri" w:hAnsi="Calibri"/>
          <w:noProof/>
        </w:rPr>
      </w:pPr>
      <w:bookmarkStart w:id="4" w:name="_ENREF_4"/>
      <w:r w:rsidRPr="0043174E">
        <w:rPr>
          <w:rFonts w:ascii="Calibri" w:hAnsi="Calibri"/>
          <w:noProof/>
        </w:rPr>
        <w:t>4.</w:t>
      </w:r>
      <w:r w:rsidRPr="0043174E">
        <w:rPr>
          <w:rFonts w:ascii="Calibri" w:hAnsi="Calibri"/>
          <w:noProof/>
        </w:rPr>
        <w:tab/>
        <w:t xml:space="preserve">Tweet MS, Hayes SN, Pitta SR, Simari RD, Lerman A, Lennon RJ, Gersh BJ, Khambatta S, Best PJ, Rihal CS, Gulati R. Clinical features, management, and prognosis of spontaneous coronary artery dissection. </w:t>
      </w:r>
      <w:r w:rsidRPr="0043174E">
        <w:rPr>
          <w:rFonts w:ascii="Calibri" w:hAnsi="Calibri"/>
          <w:i/>
          <w:noProof/>
        </w:rPr>
        <w:t>Circulation</w:t>
      </w:r>
      <w:r w:rsidRPr="0043174E">
        <w:rPr>
          <w:rFonts w:ascii="Calibri" w:hAnsi="Calibri"/>
          <w:noProof/>
        </w:rPr>
        <w:t>. 2012;126:579-588</w:t>
      </w:r>
      <w:bookmarkEnd w:id="4"/>
    </w:p>
    <w:p w:rsidR="0043174E" w:rsidRPr="0043174E" w:rsidRDefault="0043174E" w:rsidP="0043174E">
      <w:pPr>
        <w:spacing w:after="0" w:line="240" w:lineRule="auto"/>
        <w:ind w:left="720" w:hanging="720"/>
        <w:jc w:val="both"/>
        <w:rPr>
          <w:rFonts w:ascii="Calibri" w:hAnsi="Calibri"/>
          <w:noProof/>
        </w:rPr>
      </w:pPr>
      <w:bookmarkStart w:id="5" w:name="_ENREF_5"/>
      <w:r w:rsidRPr="0043174E">
        <w:rPr>
          <w:rFonts w:ascii="Calibri" w:hAnsi="Calibri"/>
          <w:noProof/>
        </w:rPr>
        <w:t>5.</w:t>
      </w:r>
      <w:r w:rsidRPr="0043174E">
        <w:rPr>
          <w:rFonts w:ascii="Calibri" w:hAnsi="Calibri"/>
          <w:noProof/>
        </w:rPr>
        <w:tab/>
        <w:t xml:space="preserve">Saw J, Aymong E, Sedlak T, Buller CE, Starovoytov A, Ricci D, Robinson S, Vuurmans T, Gao M, Humphries K, Mancini GB. Spontaneous coronary artery dissection: Association with predisposing arteriopathies and precipitating stressors and cardiovascular outcomes. </w:t>
      </w:r>
      <w:r w:rsidRPr="0043174E">
        <w:rPr>
          <w:rFonts w:ascii="Calibri" w:hAnsi="Calibri"/>
          <w:i/>
          <w:noProof/>
        </w:rPr>
        <w:t>Circulation. Cardiovascular interventions</w:t>
      </w:r>
      <w:r w:rsidRPr="0043174E">
        <w:rPr>
          <w:rFonts w:ascii="Calibri" w:hAnsi="Calibri"/>
          <w:noProof/>
        </w:rPr>
        <w:t>. 2014;7:645-655</w:t>
      </w:r>
      <w:bookmarkEnd w:id="5"/>
    </w:p>
    <w:p w:rsidR="0043174E" w:rsidRPr="0043174E" w:rsidRDefault="0043174E" w:rsidP="0043174E">
      <w:pPr>
        <w:spacing w:after="0" w:line="240" w:lineRule="auto"/>
        <w:ind w:left="720" w:hanging="720"/>
        <w:jc w:val="both"/>
        <w:rPr>
          <w:rFonts w:ascii="Calibri" w:hAnsi="Calibri"/>
          <w:noProof/>
        </w:rPr>
      </w:pPr>
      <w:bookmarkStart w:id="6" w:name="_ENREF_6"/>
      <w:r w:rsidRPr="0043174E">
        <w:rPr>
          <w:rFonts w:ascii="Calibri" w:hAnsi="Calibri"/>
          <w:noProof/>
        </w:rPr>
        <w:t>6.</w:t>
      </w:r>
      <w:r w:rsidRPr="0043174E">
        <w:rPr>
          <w:rFonts w:ascii="Calibri" w:hAnsi="Calibri"/>
          <w:noProof/>
        </w:rPr>
        <w:tab/>
        <w:t xml:space="preserve">Lettieri C, Zavalloni D, Rossini R, Morici N, Ettori F, Leonzi O, Latib A, Ferlini M, Trabattoni D, Colombo P, Galli M, Tarantini G, Napodano M, Piccaluga E, Passamonti E, Sganzerla P, Ielasi A, Coccato M, Martinoni A, Musumeci G, Zanini R, Castiglioni B. Management and long-term prognosis of spontaneous coronary artery dissection. </w:t>
      </w:r>
      <w:r w:rsidRPr="0043174E">
        <w:rPr>
          <w:rFonts w:ascii="Calibri" w:hAnsi="Calibri"/>
          <w:i/>
          <w:noProof/>
        </w:rPr>
        <w:t>Am J Cardiol</w:t>
      </w:r>
      <w:r w:rsidRPr="0043174E">
        <w:rPr>
          <w:rFonts w:ascii="Calibri" w:hAnsi="Calibri"/>
          <w:noProof/>
        </w:rPr>
        <w:t>. 2015;116:66-73</w:t>
      </w:r>
      <w:bookmarkEnd w:id="6"/>
    </w:p>
    <w:p w:rsidR="0043174E" w:rsidRPr="0043174E" w:rsidRDefault="0043174E" w:rsidP="0043174E">
      <w:pPr>
        <w:spacing w:after="0" w:line="240" w:lineRule="auto"/>
        <w:ind w:left="720" w:hanging="720"/>
        <w:jc w:val="both"/>
        <w:rPr>
          <w:rFonts w:ascii="Calibri" w:hAnsi="Calibri"/>
          <w:noProof/>
        </w:rPr>
      </w:pPr>
      <w:bookmarkStart w:id="7" w:name="_ENREF_7"/>
      <w:r w:rsidRPr="0043174E">
        <w:rPr>
          <w:rFonts w:ascii="Calibri" w:hAnsi="Calibri"/>
          <w:noProof/>
        </w:rPr>
        <w:t>7.</w:t>
      </w:r>
      <w:r w:rsidRPr="0043174E">
        <w:rPr>
          <w:rFonts w:ascii="Calibri" w:hAnsi="Calibri"/>
          <w:noProof/>
        </w:rPr>
        <w:tab/>
        <w:t xml:space="preserve">Rogowski S, Maeder MT, Weilenmann D, Haager PK, Ammann P, Rohner F, Joerg L, Rickli H. Spontaneous coronary artery dissection: Angiographic follow-up and long-term clinical outcome in a predominantly medically treated population. </w:t>
      </w:r>
      <w:r w:rsidRPr="0043174E">
        <w:rPr>
          <w:rFonts w:ascii="Calibri" w:hAnsi="Calibri"/>
          <w:i/>
          <w:noProof/>
        </w:rPr>
        <w:t>Catheterization and cardiovascular interventions : official journal of the Society for Cardiac Angiography &amp; Interventions</w:t>
      </w:r>
      <w:r w:rsidRPr="0043174E">
        <w:rPr>
          <w:rFonts w:ascii="Calibri" w:hAnsi="Calibri"/>
          <w:noProof/>
        </w:rPr>
        <w:t>. 2015</w:t>
      </w:r>
      <w:bookmarkEnd w:id="7"/>
    </w:p>
    <w:p w:rsidR="0043174E" w:rsidRPr="0043174E" w:rsidRDefault="0043174E" w:rsidP="0043174E">
      <w:pPr>
        <w:spacing w:after="0" w:line="240" w:lineRule="auto"/>
        <w:ind w:left="720" w:hanging="720"/>
        <w:jc w:val="both"/>
        <w:rPr>
          <w:rFonts w:ascii="Calibri" w:hAnsi="Calibri"/>
          <w:noProof/>
        </w:rPr>
      </w:pPr>
      <w:bookmarkStart w:id="8" w:name="_ENREF_8"/>
      <w:r w:rsidRPr="0043174E">
        <w:rPr>
          <w:rFonts w:ascii="Calibri" w:hAnsi="Calibri"/>
          <w:noProof/>
        </w:rPr>
        <w:t>8.</w:t>
      </w:r>
      <w:r w:rsidRPr="0043174E">
        <w:rPr>
          <w:rFonts w:ascii="Calibri" w:hAnsi="Calibri"/>
          <w:noProof/>
        </w:rPr>
        <w:tab/>
        <w:t xml:space="preserve">Nakashima T, Noguchi T, Haruta S, Yamamoto Y, Oshima S, Nakao K, Taniguchi Y, Yamaguchi J, Tsuchihashi K, Seki A, Kawasaki T, Uchida T, Omura N, Kikuchi M, Kimura K, Ogawa H, Miyazaki S, Yasuda S. Prognostic impact of spontaneous coronary artery dissection in young female patients with acute myocardial infarction: A report from the angina pectoris-myocardial infarction multicenter investigators in japan. </w:t>
      </w:r>
      <w:r w:rsidRPr="0043174E">
        <w:rPr>
          <w:rFonts w:ascii="Calibri" w:hAnsi="Calibri"/>
          <w:i/>
          <w:noProof/>
        </w:rPr>
        <w:t>International journal of cardiology</w:t>
      </w:r>
      <w:r w:rsidRPr="0043174E">
        <w:rPr>
          <w:rFonts w:ascii="Calibri" w:hAnsi="Calibri"/>
          <w:noProof/>
        </w:rPr>
        <w:t>. 2016;207:341-348</w:t>
      </w:r>
      <w:bookmarkEnd w:id="8"/>
    </w:p>
    <w:p w:rsidR="0043174E" w:rsidRPr="0043174E" w:rsidRDefault="0043174E" w:rsidP="0043174E">
      <w:pPr>
        <w:spacing w:after="0" w:line="240" w:lineRule="auto"/>
        <w:ind w:left="720" w:hanging="720"/>
        <w:jc w:val="both"/>
        <w:rPr>
          <w:rFonts w:ascii="Calibri" w:hAnsi="Calibri"/>
          <w:noProof/>
        </w:rPr>
      </w:pPr>
      <w:bookmarkStart w:id="9" w:name="_ENREF_9"/>
      <w:r w:rsidRPr="0043174E">
        <w:rPr>
          <w:rFonts w:ascii="Calibri" w:hAnsi="Calibri"/>
          <w:noProof/>
        </w:rPr>
        <w:t>9.</w:t>
      </w:r>
      <w:r w:rsidRPr="0043174E">
        <w:rPr>
          <w:rFonts w:ascii="Calibri" w:hAnsi="Calibri"/>
          <w:noProof/>
        </w:rPr>
        <w:tab/>
        <w:t xml:space="preserve">Saw J, Aymong E, Mancini GB, Sedlak T, Starovoytov A, Ricci D. Nonatherosclerotic coronary artery disease in young women. </w:t>
      </w:r>
      <w:r w:rsidRPr="0043174E">
        <w:rPr>
          <w:rFonts w:ascii="Calibri" w:hAnsi="Calibri"/>
          <w:i/>
          <w:noProof/>
        </w:rPr>
        <w:t>The Canadian journal of cardiology</w:t>
      </w:r>
      <w:r w:rsidRPr="0043174E">
        <w:rPr>
          <w:rFonts w:ascii="Calibri" w:hAnsi="Calibri"/>
          <w:noProof/>
        </w:rPr>
        <w:t>. 2014;30:814-819</w:t>
      </w:r>
      <w:bookmarkEnd w:id="9"/>
    </w:p>
    <w:p w:rsidR="0043174E" w:rsidRPr="0043174E" w:rsidRDefault="0043174E" w:rsidP="0043174E">
      <w:pPr>
        <w:spacing w:after="0" w:line="240" w:lineRule="auto"/>
        <w:ind w:left="720" w:hanging="720"/>
        <w:jc w:val="both"/>
        <w:rPr>
          <w:rFonts w:ascii="Calibri" w:hAnsi="Calibri"/>
          <w:noProof/>
        </w:rPr>
      </w:pPr>
      <w:bookmarkStart w:id="10" w:name="_ENREF_10"/>
      <w:r w:rsidRPr="0043174E">
        <w:rPr>
          <w:rFonts w:ascii="Calibri" w:hAnsi="Calibri"/>
          <w:noProof/>
        </w:rPr>
        <w:t>10.</w:t>
      </w:r>
      <w:r w:rsidRPr="0043174E">
        <w:rPr>
          <w:rFonts w:ascii="Calibri" w:hAnsi="Calibri"/>
          <w:noProof/>
        </w:rPr>
        <w:tab/>
        <w:t xml:space="preserve">Elkayam U, Jalnapurkar S, Barakkat MN, Khatri N, Kealey AJ, Mehra A, Roth A. Pregnancy-associated acute myocardial infarction: A review of contemporary experience in 150 cases between 2006 and 2011. </w:t>
      </w:r>
      <w:r w:rsidRPr="0043174E">
        <w:rPr>
          <w:rFonts w:ascii="Calibri" w:hAnsi="Calibri"/>
          <w:i/>
          <w:noProof/>
        </w:rPr>
        <w:t>Circulation</w:t>
      </w:r>
      <w:r w:rsidRPr="0043174E">
        <w:rPr>
          <w:rFonts w:ascii="Calibri" w:hAnsi="Calibri"/>
          <w:noProof/>
        </w:rPr>
        <w:t>. 2014;129:1695-1702</w:t>
      </w:r>
      <w:bookmarkEnd w:id="10"/>
    </w:p>
    <w:p w:rsidR="0043174E" w:rsidRPr="0043174E" w:rsidRDefault="0043174E" w:rsidP="0043174E">
      <w:pPr>
        <w:spacing w:after="0" w:line="240" w:lineRule="auto"/>
        <w:ind w:left="720" w:hanging="720"/>
        <w:jc w:val="both"/>
        <w:rPr>
          <w:rFonts w:ascii="Calibri" w:hAnsi="Calibri"/>
          <w:noProof/>
        </w:rPr>
      </w:pPr>
      <w:bookmarkStart w:id="11" w:name="_ENREF_11"/>
      <w:r w:rsidRPr="0043174E">
        <w:rPr>
          <w:rFonts w:ascii="Calibri" w:hAnsi="Calibri"/>
          <w:noProof/>
        </w:rPr>
        <w:t>11.</w:t>
      </w:r>
      <w:r w:rsidRPr="0043174E">
        <w:rPr>
          <w:rFonts w:ascii="Calibri" w:hAnsi="Calibri"/>
          <w:noProof/>
        </w:rPr>
        <w:tab/>
        <w:t xml:space="preserve">Faden MS, Bottega N, Benjamin A, Brown RN. A nationwide evaluation of spontaneous coronary artery dissection in pregnancy and the puerperium. </w:t>
      </w:r>
      <w:r w:rsidRPr="0043174E">
        <w:rPr>
          <w:rFonts w:ascii="Calibri" w:hAnsi="Calibri"/>
          <w:i/>
          <w:noProof/>
        </w:rPr>
        <w:t>Heart</w:t>
      </w:r>
      <w:r w:rsidRPr="0043174E">
        <w:rPr>
          <w:rFonts w:ascii="Calibri" w:hAnsi="Calibri"/>
          <w:noProof/>
        </w:rPr>
        <w:t>. 2016</w:t>
      </w:r>
      <w:bookmarkEnd w:id="11"/>
    </w:p>
    <w:p w:rsidR="0043174E" w:rsidRPr="0043174E" w:rsidRDefault="0043174E" w:rsidP="0043174E">
      <w:pPr>
        <w:spacing w:after="0" w:line="240" w:lineRule="auto"/>
        <w:ind w:left="720" w:hanging="720"/>
        <w:jc w:val="both"/>
        <w:rPr>
          <w:rFonts w:ascii="Calibri" w:hAnsi="Calibri"/>
          <w:noProof/>
        </w:rPr>
      </w:pPr>
      <w:bookmarkStart w:id="12" w:name="_ENREF_12"/>
      <w:r w:rsidRPr="0043174E">
        <w:rPr>
          <w:rFonts w:ascii="Calibri" w:hAnsi="Calibri"/>
          <w:noProof/>
        </w:rPr>
        <w:t>12.</w:t>
      </w:r>
      <w:r w:rsidRPr="0043174E">
        <w:rPr>
          <w:rFonts w:ascii="Calibri" w:hAnsi="Calibri"/>
          <w:noProof/>
        </w:rPr>
        <w:tab/>
        <w:t xml:space="preserve">Regitz-Zagrosek V, Jaguszewska K, Preis K. Pregnancy-related spontaneous coronary artery dissection. </w:t>
      </w:r>
      <w:r w:rsidRPr="0043174E">
        <w:rPr>
          <w:rFonts w:ascii="Calibri" w:hAnsi="Calibri"/>
          <w:i/>
          <w:noProof/>
        </w:rPr>
        <w:t>Eur Heart J</w:t>
      </w:r>
      <w:r w:rsidRPr="0043174E">
        <w:rPr>
          <w:rFonts w:ascii="Calibri" w:hAnsi="Calibri"/>
          <w:noProof/>
        </w:rPr>
        <w:t>. 2015;36:2273-2274</w:t>
      </w:r>
      <w:bookmarkEnd w:id="12"/>
    </w:p>
    <w:p w:rsidR="0043174E" w:rsidRPr="0043174E" w:rsidRDefault="0043174E" w:rsidP="0043174E">
      <w:pPr>
        <w:spacing w:after="0" w:line="240" w:lineRule="auto"/>
        <w:ind w:left="720" w:hanging="720"/>
        <w:jc w:val="both"/>
        <w:rPr>
          <w:rFonts w:ascii="Calibri" w:hAnsi="Calibri"/>
          <w:noProof/>
        </w:rPr>
      </w:pPr>
      <w:bookmarkStart w:id="13" w:name="_ENREF_13"/>
      <w:r w:rsidRPr="0043174E">
        <w:rPr>
          <w:rFonts w:ascii="Calibri" w:hAnsi="Calibri"/>
          <w:noProof/>
        </w:rPr>
        <w:t>13.</w:t>
      </w:r>
      <w:r w:rsidRPr="0043174E">
        <w:rPr>
          <w:rFonts w:ascii="Calibri" w:hAnsi="Calibri"/>
          <w:noProof/>
        </w:rPr>
        <w:tab/>
        <w:t xml:space="preserve">Vijayaraghavan R, Verma S, Gupta N, Saw J. Pregnancy-related spontaneous coronary artery dissection. </w:t>
      </w:r>
      <w:r w:rsidRPr="0043174E">
        <w:rPr>
          <w:rFonts w:ascii="Calibri" w:hAnsi="Calibri"/>
          <w:i/>
          <w:noProof/>
        </w:rPr>
        <w:t>Circulation</w:t>
      </w:r>
      <w:r w:rsidRPr="0043174E">
        <w:rPr>
          <w:rFonts w:ascii="Calibri" w:hAnsi="Calibri"/>
          <w:noProof/>
        </w:rPr>
        <w:t>. 2014;130:1915-1920</w:t>
      </w:r>
      <w:bookmarkEnd w:id="13"/>
    </w:p>
    <w:p w:rsidR="0043174E" w:rsidRPr="0043174E" w:rsidRDefault="0043174E" w:rsidP="0043174E">
      <w:pPr>
        <w:spacing w:after="0" w:line="240" w:lineRule="auto"/>
        <w:ind w:left="720" w:hanging="720"/>
        <w:jc w:val="both"/>
        <w:rPr>
          <w:rFonts w:ascii="Calibri" w:hAnsi="Calibri"/>
          <w:noProof/>
        </w:rPr>
      </w:pPr>
      <w:bookmarkStart w:id="14" w:name="_ENREF_14"/>
      <w:r w:rsidRPr="0043174E">
        <w:rPr>
          <w:rFonts w:ascii="Calibri" w:hAnsi="Calibri"/>
          <w:noProof/>
        </w:rPr>
        <w:t>14.</w:t>
      </w:r>
      <w:r w:rsidRPr="0043174E">
        <w:rPr>
          <w:rFonts w:ascii="Calibri" w:hAnsi="Calibri"/>
          <w:noProof/>
        </w:rPr>
        <w:tab/>
        <w:t xml:space="preserve">Sivam S, Yozghatlian V, Dentice R, McGrady M, Moriarty C, Di Michiel J, Bye PT, Rees D. Spontaneous coronary artery dissection associated with coughing. </w:t>
      </w:r>
      <w:r w:rsidRPr="0043174E">
        <w:rPr>
          <w:rFonts w:ascii="Calibri" w:hAnsi="Calibri"/>
          <w:i/>
          <w:noProof/>
        </w:rPr>
        <w:t>Journal of cystic fibrosis : official journal of the European Cystic Fibrosis Society</w:t>
      </w:r>
      <w:r w:rsidRPr="0043174E">
        <w:rPr>
          <w:rFonts w:ascii="Calibri" w:hAnsi="Calibri"/>
          <w:noProof/>
        </w:rPr>
        <w:t>. 2014;13:235-237</w:t>
      </w:r>
      <w:bookmarkEnd w:id="14"/>
    </w:p>
    <w:p w:rsidR="0043174E" w:rsidRPr="0043174E" w:rsidRDefault="0043174E" w:rsidP="0043174E">
      <w:pPr>
        <w:spacing w:after="0" w:line="240" w:lineRule="auto"/>
        <w:ind w:left="720" w:hanging="720"/>
        <w:jc w:val="both"/>
        <w:rPr>
          <w:rFonts w:ascii="Calibri" w:hAnsi="Calibri"/>
          <w:noProof/>
        </w:rPr>
      </w:pPr>
      <w:bookmarkStart w:id="15" w:name="_ENREF_15"/>
      <w:r w:rsidRPr="0043174E">
        <w:rPr>
          <w:rFonts w:ascii="Calibri" w:hAnsi="Calibri"/>
          <w:noProof/>
        </w:rPr>
        <w:t>15.</w:t>
      </w:r>
      <w:r w:rsidRPr="0043174E">
        <w:rPr>
          <w:rFonts w:ascii="Calibri" w:hAnsi="Calibri"/>
          <w:noProof/>
        </w:rPr>
        <w:tab/>
        <w:t xml:space="preserve">Velusamy M, Fisherkeller M, Keenan ME, Kiernan FJ, Fram DB. Spontaneous coronary artery dissection in a young woman precipitated by retching. </w:t>
      </w:r>
      <w:r w:rsidRPr="0043174E">
        <w:rPr>
          <w:rFonts w:ascii="Calibri" w:hAnsi="Calibri"/>
          <w:i/>
          <w:noProof/>
        </w:rPr>
        <w:t>The Journal of invasive cardiology</w:t>
      </w:r>
      <w:r w:rsidRPr="0043174E">
        <w:rPr>
          <w:rFonts w:ascii="Calibri" w:hAnsi="Calibri"/>
          <w:noProof/>
        </w:rPr>
        <w:t>. 2002;14:198-201</w:t>
      </w:r>
      <w:bookmarkEnd w:id="15"/>
    </w:p>
    <w:p w:rsidR="0043174E" w:rsidRPr="0043174E" w:rsidRDefault="0043174E" w:rsidP="0043174E">
      <w:pPr>
        <w:spacing w:after="0" w:line="240" w:lineRule="auto"/>
        <w:ind w:left="720" w:hanging="720"/>
        <w:jc w:val="both"/>
        <w:rPr>
          <w:rFonts w:ascii="Calibri" w:hAnsi="Calibri"/>
          <w:noProof/>
        </w:rPr>
      </w:pPr>
      <w:bookmarkStart w:id="16" w:name="_ENREF_16"/>
      <w:r w:rsidRPr="0043174E">
        <w:rPr>
          <w:rFonts w:ascii="Calibri" w:hAnsi="Calibri"/>
          <w:noProof/>
        </w:rPr>
        <w:t>16.</w:t>
      </w:r>
      <w:r w:rsidRPr="0043174E">
        <w:rPr>
          <w:rFonts w:ascii="Calibri" w:hAnsi="Calibri"/>
          <w:noProof/>
        </w:rPr>
        <w:tab/>
        <w:t xml:space="preserve">Yiangou K, Papadopoulos K, Azina C. Heavy lifting causing spontaneous coronary artery dissection with anterior myocardial infarction in a 54-year-old woman. </w:t>
      </w:r>
      <w:r w:rsidRPr="0043174E">
        <w:rPr>
          <w:rFonts w:ascii="Calibri" w:hAnsi="Calibri"/>
          <w:i/>
          <w:noProof/>
        </w:rPr>
        <w:t>Texas Heart Institute journal</w:t>
      </w:r>
      <w:r w:rsidRPr="0043174E">
        <w:rPr>
          <w:rFonts w:ascii="Calibri" w:hAnsi="Calibri"/>
          <w:noProof/>
        </w:rPr>
        <w:t>. 2016;43:189-191</w:t>
      </w:r>
      <w:bookmarkEnd w:id="16"/>
    </w:p>
    <w:p w:rsidR="0043174E" w:rsidRPr="0043174E" w:rsidRDefault="0043174E" w:rsidP="0043174E">
      <w:pPr>
        <w:spacing w:after="0" w:line="240" w:lineRule="auto"/>
        <w:ind w:left="720" w:hanging="720"/>
        <w:jc w:val="both"/>
        <w:rPr>
          <w:rFonts w:ascii="Calibri" w:hAnsi="Calibri"/>
          <w:noProof/>
        </w:rPr>
      </w:pPr>
      <w:bookmarkStart w:id="17" w:name="_ENREF_17"/>
      <w:r w:rsidRPr="0043174E">
        <w:rPr>
          <w:rFonts w:ascii="Calibri" w:hAnsi="Calibri"/>
          <w:noProof/>
        </w:rPr>
        <w:t>17.</w:t>
      </w:r>
      <w:r w:rsidRPr="0043174E">
        <w:rPr>
          <w:rFonts w:ascii="Calibri" w:hAnsi="Calibri"/>
          <w:noProof/>
        </w:rPr>
        <w:tab/>
        <w:t xml:space="preserve">Balakrishnan K, Scott P, Oliver L. A confluence of circumstances: A case of ivf, extreme exercise and spontaneous coronary artery dissection. </w:t>
      </w:r>
      <w:r w:rsidRPr="0043174E">
        <w:rPr>
          <w:rFonts w:ascii="Calibri" w:hAnsi="Calibri"/>
          <w:i/>
          <w:noProof/>
        </w:rPr>
        <w:t>International journal of cardiology</w:t>
      </w:r>
      <w:r w:rsidRPr="0043174E">
        <w:rPr>
          <w:rFonts w:ascii="Calibri" w:hAnsi="Calibri"/>
          <w:noProof/>
        </w:rPr>
        <w:t>. 2016;203:76-77</w:t>
      </w:r>
      <w:bookmarkEnd w:id="17"/>
    </w:p>
    <w:p w:rsidR="0043174E" w:rsidRPr="0043174E" w:rsidRDefault="0043174E" w:rsidP="0043174E">
      <w:pPr>
        <w:spacing w:after="0" w:line="240" w:lineRule="auto"/>
        <w:ind w:left="720" w:hanging="720"/>
        <w:jc w:val="both"/>
        <w:rPr>
          <w:rFonts w:ascii="Calibri" w:hAnsi="Calibri"/>
          <w:noProof/>
        </w:rPr>
      </w:pPr>
      <w:bookmarkStart w:id="18" w:name="_ENREF_18"/>
      <w:r w:rsidRPr="0043174E">
        <w:rPr>
          <w:rFonts w:ascii="Calibri" w:hAnsi="Calibri"/>
          <w:noProof/>
        </w:rPr>
        <w:t>18.</w:t>
      </w:r>
      <w:r w:rsidRPr="0043174E">
        <w:rPr>
          <w:rFonts w:ascii="Calibri" w:hAnsi="Calibri"/>
          <w:noProof/>
        </w:rPr>
        <w:tab/>
        <w:t xml:space="preserve">El-Sherief K, Rashidian A, Srikanth S. Spontaneous coronary artery dissection after intense weightlifting ucsf fresno department of cardiology. </w:t>
      </w:r>
      <w:r w:rsidRPr="0043174E">
        <w:rPr>
          <w:rFonts w:ascii="Calibri" w:hAnsi="Calibri"/>
          <w:i/>
          <w:noProof/>
        </w:rPr>
        <w:t>Catheterization and cardiovascular interventions : official journal of the Society for Cardiac Angiography &amp; Interventions</w:t>
      </w:r>
      <w:r w:rsidRPr="0043174E">
        <w:rPr>
          <w:rFonts w:ascii="Calibri" w:hAnsi="Calibri"/>
          <w:noProof/>
        </w:rPr>
        <w:t>. 2011;78:223-227</w:t>
      </w:r>
      <w:bookmarkEnd w:id="18"/>
    </w:p>
    <w:p w:rsidR="0043174E" w:rsidRPr="0043174E" w:rsidRDefault="0043174E" w:rsidP="0043174E">
      <w:pPr>
        <w:spacing w:after="0" w:line="240" w:lineRule="auto"/>
        <w:ind w:left="720" w:hanging="720"/>
        <w:jc w:val="both"/>
        <w:rPr>
          <w:rFonts w:ascii="Calibri" w:hAnsi="Calibri"/>
          <w:noProof/>
        </w:rPr>
      </w:pPr>
      <w:bookmarkStart w:id="19" w:name="_ENREF_19"/>
      <w:r w:rsidRPr="0043174E">
        <w:rPr>
          <w:rFonts w:ascii="Calibri" w:hAnsi="Calibri"/>
          <w:noProof/>
        </w:rPr>
        <w:t>19.</w:t>
      </w:r>
      <w:r w:rsidRPr="0043174E">
        <w:rPr>
          <w:rFonts w:ascii="Calibri" w:hAnsi="Calibri"/>
          <w:noProof/>
        </w:rPr>
        <w:tab/>
        <w:t xml:space="preserve">Ellis CJ, Haywood GA, Monro JL. Spontaneous coronary artery dissection in a young woman resulting from an intense gymnasium "work-out". </w:t>
      </w:r>
      <w:r w:rsidRPr="0043174E">
        <w:rPr>
          <w:rFonts w:ascii="Calibri" w:hAnsi="Calibri"/>
          <w:i/>
          <w:noProof/>
        </w:rPr>
        <w:t>International journal of cardiology</w:t>
      </w:r>
      <w:r w:rsidRPr="0043174E">
        <w:rPr>
          <w:rFonts w:ascii="Calibri" w:hAnsi="Calibri"/>
          <w:noProof/>
        </w:rPr>
        <w:t>. 1994;47:193-194</w:t>
      </w:r>
      <w:bookmarkEnd w:id="19"/>
    </w:p>
    <w:p w:rsidR="0043174E" w:rsidRPr="0043174E" w:rsidRDefault="0043174E" w:rsidP="0043174E">
      <w:pPr>
        <w:spacing w:after="0" w:line="240" w:lineRule="auto"/>
        <w:ind w:left="720" w:hanging="720"/>
        <w:jc w:val="both"/>
        <w:rPr>
          <w:rFonts w:ascii="Calibri" w:hAnsi="Calibri"/>
          <w:noProof/>
        </w:rPr>
      </w:pPr>
      <w:bookmarkStart w:id="20" w:name="_ENREF_20"/>
      <w:r w:rsidRPr="0043174E">
        <w:rPr>
          <w:rFonts w:ascii="Calibri" w:hAnsi="Calibri"/>
          <w:noProof/>
        </w:rPr>
        <w:t>20.</w:t>
      </w:r>
      <w:r w:rsidRPr="0043174E">
        <w:rPr>
          <w:rFonts w:ascii="Calibri" w:hAnsi="Calibri"/>
          <w:noProof/>
        </w:rPr>
        <w:tab/>
        <w:t xml:space="preserve">Fahmy P, Prakash R, Starovoytov A, Boone R, Saw J. Pre-disposing and precipitating factors in men with spontaneous coronary artery dissection. </w:t>
      </w:r>
      <w:r w:rsidRPr="0043174E">
        <w:rPr>
          <w:rFonts w:ascii="Calibri" w:hAnsi="Calibri"/>
          <w:i/>
          <w:noProof/>
        </w:rPr>
        <w:t>JACC. Cardiovascular interventions</w:t>
      </w:r>
      <w:r w:rsidRPr="0043174E">
        <w:rPr>
          <w:rFonts w:ascii="Calibri" w:hAnsi="Calibri"/>
          <w:noProof/>
        </w:rPr>
        <w:t>. 2016;9:866-868</w:t>
      </w:r>
      <w:bookmarkEnd w:id="20"/>
    </w:p>
    <w:p w:rsidR="0043174E" w:rsidRPr="0043174E" w:rsidRDefault="0043174E" w:rsidP="0043174E">
      <w:pPr>
        <w:spacing w:after="0" w:line="240" w:lineRule="auto"/>
        <w:ind w:left="720" w:hanging="720"/>
        <w:jc w:val="both"/>
        <w:rPr>
          <w:rFonts w:ascii="Calibri" w:hAnsi="Calibri"/>
          <w:noProof/>
        </w:rPr>
      </w:pPr>
      <w:bookmarkStart w:id="21" w:name="_ENREF_21"/>
      <w:r w:rsidRPr="0043174E">
        <w:rPr>
          <w:rFonts w:ascii="Calibri" w:hAnsi="Calibri"/>
          <w:noProof/>
        </w:rPr>
        <w:t>21.</w:t>
      </w:r>
      <w:r w:rsidRPr="0043174E">
        <w:rPr>
          <w:rFonts w:ascii="Calibri" w:hAnsi="Calibri"/>
          <w:noProof/>
        </w:rPr>
        <w:tab/>
        <w:t xml:space="preserve">Katikaneni PK, Akkus NI, Tandon N, Modi K. Cocaine-induced postpartum coronary artery dissection: A case report and 80-year review of literature. </w:t>
      </w:r>
      <w:r w:rsidRPr="0043174E">
        <w:rPr>
          <w:rFonts w:ascii="Calibri" w:hAnsi="Calibri"/>
          <w:i/>
          <w:noProof/>
        </w:rPr>
        <w:t>The Journal of invasive cardiology</w:t>
      </w:r>
      <w:r w:rsidRPr="0043174E">
        <w:rPr>
          <w:rFonts w:ascii="Calibri" w:hAnsi="Calibri"/>
          <w:noProof/>
        </w:rPr>
        <w:t>. 2013;25:E163-166</w:t>
      </w:r>
      <w:bookmarkEnd w:id="21"/>
    </w:p>
    <w:p w:rsidR="0043174E" w:rsidRPr="0043174E" w:rsidRDefault="0043174E" w:rsidP="0043174E">
      <w:pPr>
        <w:spacing w:after="0" w:line="240" w:lineRule="auto"/>
        <w:ind w:left="720" w:hanging="720"/>
        <w:jc w:val="both"/>
        <w:rPr>
          <w:rFonts w:ascii="Calibri" w:hAnsi="Calibri"/>
          <w:noProof/>
        </w:rPr>
      </w:pPr>
      <w:bookmarkStart w:id="22" w:name="_ENREF_22"/>
      <w:r w:rsidRPr="0043174E">
        <w:rPr>
          <w:rFonts w:ascii="Calibri" w:hAnsi="Calibri"/>
          <w:noProof/>
        </w:rPr>
        <w:t>22.</w:t>
      </w:r>
      <w:r w:rsidRPr="0043174E">
        <w:rPr>
          <w:rFonts w:ascii="Calibri" w:hAnsi="Calibri"/>
          <w:noProof/>
        </w:rPr>
        <w:tab/>
        <w:t xml:space="preserve">Wickremaarachchi C, Olinga J, Ooi SY, Cranney G. Complete angiographic resolution of cocaine induced coronary artery dissection within eight days without coronary stenting--a case report. </w:t>
      </w:r>
      <w:r w:rsidRPr="0043174E">
        <w:rPr>
          <w:rFonts w:ascii="Calibri" w:hAnsi="Calibri"/>
          <w:i/>
          <w:noProof/>
        </w:rPr>
        <w:t>Heart, lung &amp; circulation</w:t>
      </w:r>
      <w:r w:rsidRPr="0043174E">
        <w:rPr>
          <w:rFonts w:ascii="Calibri" w:hAnsi="Calibri"/>
          <w:noProof/>
        </w:rPr>
        <w:t>. 2016;25:e24-28</w:t>
      </w:r>
      <w:bookmarkEnd w:id="22"/>
    </w:p>
    <w:p w:rsidR="0043174E" w:rsidRPr="0043174E" w:rsidRDefault="0043174E" w:rsidP="0043174E">
      <w:pPr>
        <w:spacing w:after="0" w:line="240" w:lineRule="auto"/>
        <w:ind w:left="720" w:hanging="720"/>
        <w:jc w:val="both"/>
        <w:rPr>
          <w:rFonts w:ascii="Calibri" w:hAnsi="Calibri"/>
          <w:noProof/>
        </w:rPr>
      </w:pPr>
      <w:bookmarkStart w:id="23" w:name="_ENREF_23"/>
      <w:r w:rsidRPr="0043174E">
        <w:rPr>
          <w:rFonts w:ascii="Calibri" w:hAnsi="Calibri"/>
          <w:noProof/>
        </w:rPr>
        <w:t>23.</w:t>
      </w:r>
      <w:r w:rsidRPr="0043174E">
        <w:rPr>
          <w:rFonts w:ascii="Calibri" w:hAnsi="Calibri"/>
          <w:noProof/>
        </w:rPr>
        <w:tab/>
        <w:t xml:space="preserve">Ijsselmuiden A, Verheye S. Cocaine-induced coronary artery dissection. </w:t>
      </w:r>
      <w:r w:rsidRPr="0043174E">
        <w:rPr>
          <w:rFonts w:ascii="Calibri" w:hAnsi="Calibri"/>
          <w:i/>
          <w:noProof/>
        </w:rPr>
        <w:t>JACC. Cardiovascular interventions</w:t>
      </w:r>
      <w:r w:rsidRPr="0043174E">
        <w:rPr>
          <w:rFonts w:ascii="Calibri" w:hAnsi="Calibri"/>
          <w:noProof/>
        </w:rPr>
        <w:t>. 2009;2:1031</w:t>
      </w:r>
      <w:bookmarkEnd w:id="23"/>
    </w:p>
    <w:p w:rsidR="0043174E" w:rsidRPr="0043174E" w:rsidRDefault="0043174E" w:rsidP="0043174E">
      <w:pPr>
        <w:spacing w:after="0" w:line="240" w:lineRule="auto"/>
        <w:ind w:left="720" w:hanging="720"/>
        <w:jc w:val="both"/>
        <w:rPr>
          <w:rFonts w:ascii="Calibri" w:hAnsi="Calibri"/>
          <w:noProof/>
        </w:rPr>
      </w:pPr>
      <w:bookmarkStart w:id="24" w:name="_ENREF_24"/>
      <w:r w:rsidRPr="0043174E">
        <w:rPr>
          <w:rFonts w:ascii="Calibri" w:hAnsi="Calibri"/>
          <w:noProof/>
        </w:rPr>
        <w:t>24.</w:t>
      </w:r>
      <w:r w:rsidRPr="0043174E">
        <w:rPr>
          <w:rFonts w:ascii="Calibri" w:hAnsi="Calibri"/>
          <w:noProof/>
        </w:rPr>
        <w:tab/>
        <w:t xml:space="preserve">Afzal AM, Sarmast SA, Weber NA, Schussler JM. Spontaneous coronary artery dissection in a 22-year-old man on lisdexamfetamine. </w:t>
      </w:r>
      <w:r w:rsidRPr="0043174E">
        <w:rPr>
          <w:rFonts w:ascii="Calibri" w:hAnsi="Calibri"/>
          <w:i/>
          <w:noProof/>
        </w:rPr>
        <w:t>Proceedings</w:t>
      </w:r>
      <w:r w:rsidRPr="0043174E">
        <w:rPr>
          <w:rFonts w:ascii="Calibri" w:hAnsi="Calibri"/>
          <w:noProof/>
        </w:rPr>
        <w:t>. 2015;28:367-368</w:t>
      </w:r>
      <w:bookmarkEnd w:id="24"/>
    </w:p>
    <w:p w:rsidR="0043174E" w:rsidRPr="0043174E" w:rsidRDefault="0043174E" w:rsidP="0043174E">
      <w:pPr>
        <w:spacing w:after="0" w:line="240" w:lineRule="auto"/>
        <w:ind w:left="720" w:hanging="720"/>
        <w:jc w:val="both"/>
        <w:rPr>
          <w:rFonts w:ascii="Calibri" w:hAnsi="Calibri"/>
          <w:noProof/>
        </w:rPr>
      </w:pPr>
      <w:bookmarkStart w:id="25" w:name="_ENREF_25"/>
      <w:r w:rsidRPr="0043174E">
        <w:rPr>
          <w:rFonts w:ascii="Calibri" w:hAnsi="Calibri"/>
          <w:noProof/>
        </w:rPr>
        <w:t>25.</w:t>
      </w:r>
      <w:r w:rsidRPr="0043174E">
        <w:rPr>
          <w:rFonts w:ascii="Calibri" w:hAnsi="Calibri"/>
          <w:noProof/>
        </w:rPr>
        <w:tab/>
        <w:t xml:space="preserve">Kanwar M, Gill N. Spontaneous multivessel coronary artery dissection. </w:t>
      </w:r>
      <w:r w:rsidRPr="0043174E">
        <w:rPr>
          <w:rFonts w:ascii="Calibri" w:hAnsi="Calibri"/>
          <w:i/>
          <w:noProof/>
        </w:rPr>
        <w:t>The Journal of invasive cardiology</w:t>
      </w:r>
      <w:r w:rsidRPr="0043174E">
        <w:rPr>
          <w:rFonts w:ascii="Calibri" w:hAnsi="Calibri"/>
          <w:noProof/>
        </w:rPr>
        <w:t>. 2010;22:E5-6</w:t>
      </w:r>
      <w:bookmarkEnd w:id="25"/>
    </w:p>
    <w:p w:rsidR="0043174E" w:rsidRPr="0043174E" w:rsidRDefault="0043174E" w:rsidP="0043174E">
      <w:pPr>
        <w:spacing w:after="0" w:line="240" w:lineRule="auto"/>
        <w:ind w:left="720" w:hanging="720"/>
        <w:jc w:val="both"/>
        <w:rPr>
          <w:rFonts w:ascii="Calibri" w:hAnsi="Calibri"/>
          <w:noProof/>
        </w:rPr>
      </w:pPr>
      <w:bookmarkStart w:id="26" w:name="_ENREF_26"/>
      <w:r w:rsidRPr="0043174E">
        <w:rPr>
          <w:rFonts w:ascii="Calibri" w:hAnsi="Calibri"/>
          <w:noProof/>
        </w:rPr>
        <w:t>26.</w:t>
      </w:r>
      <w:r w:rsidRPr="0043174E">
        <w:rPr>
          <w:rFonts w:ascii="Calibri" w:hAnsi="Calibri"/>
          <w:noProof/>
        </w:rPr>
        <w:tab/>
        <w:t xml:space="preserve">Eleid MF, Guddeti RR, Tweet MS, Lerman A, Singh M, Best PJ, Vrtiska TJ, Prasad M, Rihal CS, Hayes SN, Gulati R. Coronary artery tortuosity in spontaneous coronary artery dissection: Angiographic characteristics and clinical implications. </w:t>
      </w:r>
      <w:r w:rsidRPr="0043174E">
        <w:rPr>
          <w:rFonts w:ascii="Calibri" w:hAnsi="Calibri"/>
          <w:i/>
          <w:noProof/>
        </w:rPr>
        <w:t>Circulation. Cardiovascular interventions</w:t>
      </w:r>
      <w:r w:rsidRPr="0043174E">
        <w:rPr>
          <w:rFonts w:ascii="Calibri" w:hAnsi="Calibri"/>
          <w:noProof/>
        </w:rPr>
        <w:t>. 2014;7:656-662</w:t>
      </w:r>
      <w:bookmarkEnd w:id="26"/>
    </w:p>
    <w:p w:rsidR="0043174E" w:rsidRPr="0043174E" w:rsidRDefault="0043174E" w:rsidP="0043174E">
      <w:pPr>
        <w:spacing w:after="0" w:line="240" w:lineRule="auto"/>
        <w:ind w:left="720" w:hanging="720"/>
        <w:jc w:val="both"/>
        <w:rPr>
          <w:rFonts w:ascii="Calibri" w:hAnsi="Calibri"/>
          <w:noProof/>
        </w:rPr>
      </w:pPr>
      <w:bookmarkStart w:id="27" w:name="_ENREF_27"/>
      <w:r w:rsidRPr="0043174E">
        <w:rPr>
          <w:rFonts w:ascii="Calibri" w:hAnsi="Calibri"/>
          <w:noProof/>
        </w:rPr>
        <w:t>27.</w:t>
      </w:r>
      <w:r w:rsidRPr="0043174E">
        <w:rPr>
          <w:rFonts w:ascii="Calibri" w:hAnsi="Calibri"/>
          <w:noProof/>
        </w:rPr>
        <w:tab/>
        <w:t xml:space="preserve">Sato C, Wakabayashi K, Suzuki H. Natural course of isolated spontaneous coronary artery dissection in marfan syndrome. </w:t>
      </w:r>
      <w:r w:rsidRPr="0043174E">
        <w:rPr>
          <w:rFonts w:ascii="Calibri" w:hAnsi="Calibri"/>
          <w:i/>
          <w:noProof/>
        </w:rPr>
        <w:t>International journal of cardiology</w:t>
      </w:r>
      <w:r w:rsidRPr="0043174E">
        <w:rPr>
          <w:rFonts w:ascii="Calibri" w:hAnsi="Calibri"/>
          <w:noProof/>
        </w:rPr>
        <w:t>. 2014;177:20-22</w:t>
      </w:r>
      <w:bookmarkEnd w:id="27"/>
    </w:p>
    <w:p w:rsidR="0043174E" w:rsidRPr="0043174E" w:rsidRDefault="0043174E" w:rsidP="0043174E">
      <w:pPr>
        <w:spacing w:after="0" w:line="240" w:lineRule="auto"/>
        <w:ind w:left="720" w:hanging="720"/>
        <w:jc w:val="both"/>
        <w:rPr>
          <w:rFonts w:ascii="Calibri" w:hAnsi="Calibri"/>
          <w:noProof/>
        </w:rPr>
      </w:pPr>
      <w:bookmarkStart w:id="28" w:name="_ENREF_28"/>
      <w:r w:rsidRPr="0043174E">
        <w:rPr>
          <w:rFonts w:ascii="Calibri" w:hAnsi="Calibri"/>
          <w:noProof/>
        </w:rPr>
        <w:t>28.</w:t>
      </w:r>
      <w:r w:rsidRPr="0043174E">
        <w:rPr>
          <w:rFonts w:ascii="Calibri" w:hAnsi="Calibri"/>
          <w:noProof/>
        </w:rPr>
        <w:tab/>
        <w:t xml:space="preserve">Nakamura M, Yajima J, Oikawa Y, Ogasawara K, Uejima T, Abe K, Aizawa T. Vascular ehlers-danlos syndrome--all three coronary artery spontaneous dissections. </w:t>
      </w:r>
      <w:r w:rsidRPr="0043174E">
        <w:rPr>
          <w:rFonts w:ascii="Calibri" w:hAnsi="Calibri"/>
          <w:i/>
          <w:noProof/>
        </w:rPr>
        <w:t>Journal of cardiology</w:t>
      </w:r>
      <w:r w:rsidRPr="0043174E">
        <w:rPr>
          <w:rFonts w:ascii="Calibri" w:hAnsi="Calibri"/>
          <w:noProof/>
        </w:rPr>
        <w:t>. 2009;53:458-462</w:t>
      </w:r>
      <w:bookmarkEnd w:id="28"/>
    </w:p>
    <w:p w:rsidR="0043174E" w:rsidRPr="0043174E" w:rsidRDefault="0043174E" w:rsidP="0043174E">
      <w:pPr>
        <w:spacing w:after="0" w:line="240" w:lineRule="auto"/>
        <w:ind w:left="720" w:hanging="720"/>
        <w:jc w:val="both"/>
        <w:rPr>
          <w:rFonts w:ascii="Calibri" w:hAnsi="Calibri"/>
          <w:noProof/>
        </w:rPr>
      </w:pPr>
      <w:bookmarkStart w:id="29" w:name="_ENREF_29"/>
      <w:r w:rsidRPr="0043174E">
        <w:rPr>
          <w:rFonts w:ascii="Calibri" w:hAnsi="Calibri"/>
          <w:noProof/>
        </w:rPr>
        <w:t>29.</w:t>
      </w:r>
      <w:r w:rsidRPr="0043174E">
        <w:rPr>
          <w:rFonts w:ascii="Calibri" w:hAnsi="Calibri"/>
          <w:noProof/>
        </w:rPr>
        <w:tab/>
        <w:t xml:space="preserve">Fattori R, Sangiorgio P, Mariucci E, Ritelli M, Wischmeijer A, Greco C, Colombi M. Spontaneous coronary artery dissection in a young woman with loeys-dietz syndrome. </w:t>
      </w:r>
      <w:r w:rsidRPr="0043174E">
        <w:rPr>
          <w:rFonts w:ascii="Calibri" w:hAnsi="Calibri"/>
          <w:i/>
          <w:noProof/>
        </w:rPr>
        <w:t>American journal of medical genetics. Part A</w:t>
      </w:r>
      <w:r w:rsidRPr="0043174E">
        <w:rPr>
          <w:rFonts w:ascii="Calibri" w:hAnsi="Calibri"/>
          <w:noProof/>
        </w:rPr>
        <w:t>. 2012;158A:1216-1218</w:t>
      </w:r>
      <w:bookmarkEnd w:id="29"/>
    </w:p>
    <w:p w:rsidR="0043174E" w:rsidRPr="0043174E" w:rsidRDefault="0043174E" w:rsidP="0043174E">
      <w:pPr>
        <w:spacing w:after="0" w:line="240" w:lineRule="auto"/>
        <w:ind w:left="720" w:hanging="720"/>
        <w:jc w:val="both"/>
        <w:rPr>
          <w:rFonts w:ascii="Calibri" w:hAnsi="Calibri"/>
          <w:noProof/>
        </w:rPr>
      </w:pPr>
      <w:bookmarkStart w:id="30" w:name="_ENREF_30"/>
      <w:r w:rsidRPr="0043174E">
        <w:rPr>
          <w:rFonts w:ascii="Calibri" w:hAnsi="Calibri"/>
          <w:noProof/>
        </w:rPr>
        <w:t>30.</w:t>
      </w:r>
      <w:r w:rsidRPr="0043174E">
        <w:rPr>
          <w:rFonts w:ascii="Calibri" w:hAnsi="Calibri"/>
          <w:noProof/>
        </w:rPr>
        <w:tab/>
        <w:t xml:space="preserve">Grover P, Fitzgibbons TP. Spontaneous coronary artery dissection in a patient with autosomal dominant polycystic kidney disease: A case report. </w:t>
      </w:r>
      <w:r w:rsidRPr="0043174E">
        <w:rPr>
          <w:rFonts w:ascii="Calibri" w:hAnsi="Calibri"/>
          <w:i/>
          <w:noProof/>
        </w:rPr>
        <w:t>Journal of medical case reports</w:t>
      </w:r>
      <w:r w:rsidRPr="0043174E">
        <w:rPr>
          <w:rFonts w:ascii="Calibri" w:hAnsi="Calibri"/>
          <w:noProof/>
        </w:rPr>
        <w:t>. 2016;10:62</w:t>
      </w:r>
      <w:bookmarkEnd w:id="30"/>
    </w:p>
    <w:p w:rsidR="0043174E" w:rsidRPr="0043174E" w:rsidRDefault="0043174E" w:rsidP="0043174E">
      <w:pPr>
        <w:spacing w:after="0" w:line="240" w:lineRule="auto"/>
        <w:ind w:left="720" w:hanging="720"/>
        <w:jc w:val="both"/>
        <w:rPr>
          <w:rFonts w:ascii="Calibri" w:hAnsi="Calibri"/>
          <w:noProof/>
        </w:rPr>
      </w:pPr>
      <w:bookmarkStart w:id="31" w:name="_ENREF_31"/>
      <w:r w:rsidRPr="0043174E">
        <w:rPr>
          <w:rFonts w:ascii="Calibri" w:hAnsi="Calibri"/>
          <w:noProof/>
        </w:rPr>
        <w:t>31.</w:t>
      </w:r>
      <w:r w:rsidRPr="0043174E">
        <w:rPr>
          <w:rFonts w:ascii="Calibri" w:hAnsi="Calibri"/>
          <w:noProof/>
        </w:rPr>
        <w:tab/>
        <w:t xml:space="preserve">Klingenberg-Salachova F, Limburg S, Boereboom F. Spontaneous coronary artery dissection in polycystic kidney disease. </w:t>
      </w:r>
      <w:r w:rsidRPr="0043174E">
        <w:rPr>
          <w:rFonts w:ascii="Calibri" w:hAnsi="Calibri"/>
          <w:i/>
          <w:noProof/>
        </w:rPr>
        <w:t>Clinical kidney journal</w:t>
      </w:r>
      <w:r w:rsidRPr="0043174E">
        <w:rPr>
          <w:rFonts w:ascii="Calibri" w:hAnsi="Calibri"/>
          <w:noProof/>
        </w:rPr>
        <w:t>. 2012;5:44-46</w:t>
      </w:r>
      <w:bookmarkEnd w:id="31"/>
    </w:p>
    <w:p w:rsidR="0043174E" w:rsidRPr="0043174E" w:rsidRDefault="0043174E" w:rsidP="0043174E">
      <w:pPr>
        <w:spacing w:after="0" w:line="240" w:lineRule="auto"/>
        <w:ind w:left="720" w:hanging="720"/>
        <w:jc w:val="both"/>
        <w:rPr>
          <w:rFonts w:ascii="Calibri" w:hAnsi="Calibri"/>
          <w:noProof/>
        </w:rPr>
      </w:pPr>
      <w:bookmarkStart w:id="32" w:name="_ENREF_32"/>
      <w:r w:rsidRPr="0043174E">
        <w:rPr>
          <w:rFonts w:ascii="Calibri" w:hAnsi="Calibri"/>
          <w:noProof/>
        </w:rPr>
        <w:t>32.</w:t>
      </w:r>
      <w:r w:rsidRPr="0043174E">
        <w:rPr>
          <w:rFonts w:ascii="Calibri" w:hAnsi="Calibri"/>
          <w:noProof/>
        </w:rPr>
        <w:tab/>
        <w:t xml:space="preserve">Basile C, Lucarelli K, Langialonga T. Spontaneous coronary artery dissection: One more extrarenal manifestation of autosomal dominant polycystic kidney disease? </w:t>
      </w:r>
      <w:r w:rsidRPr="0043174E">
        <w:rPr>
          <w:rFonts w:ascii="Calibri" w:hAnsi="Calibri"/>
          <w:i/>
          <w:noProof/>
        </w:rPr>
        <w:t>Journal of nephrology</w:t>
      </w:r>
      <w:r w:rsidRPr="0043174E">
        <w:rPr>
          <w:rFonts w:ascii="Calibri" w:hAnsi="Calibri"/>
          <w:noProof/>
        </w:rPr>
        <w:t>. 2009;22:414-416</w:t>
      </w:r>
      <w:bookmarkEnd w:id="32"/>
    </w:p>
    <w:p w:rsidR="0043174E" w:rsidRPr="0043174E" w:rsidRDefault="0043174E" w:rsidP="0043174E">
      <w:pPr>
        <w:spacing w:after="0" w:line="240" w:lineRule="auto"/>
        <w:ind w:left="720" w:hanging="720"/>
        <w:jc w:val="both"/>
        <w:rPr>
          <w:rFonts w:ascii="Calibri" w:hAnsi="Calibri"/>
          <w:noProof/>
        </w:rPr>
      </w:pPr>
      <w:bookmarkStart w:id="33" w:name="_ENREF_33"/>
      <w:r w:rsidRPr="0043174E">
        <w:rPr>
          <w:rFonts w:ascii="Calibri" w:hAnsi="Calibri"/>
          <w:noProof/>
        </w:rPr>
        <w:t>33.</w:t>
      </w:r>
      <w:r w:rsidRPr="0043174E">
        <w:rPr>
          <w:rFonts w:ascii="Calibri" w:hAnsi="Calibri"/>
          <w:noProof/>
        </w:rPr>
        <w:tab/>
        <w:t xml:space="preserve">Itty CT, Farshid A, Talaulikar G. Spontaneous coronary artery dissection in a woman with polycystic kidney disease. </w:t>
      </w:r>
      <w:r w:rsidRPr="0043174E">
        <w:rPr>
          <w:rFonts w:ascii="Calibri" w:hAnsi="Calibri"/>
          <w:i/>
          <w:noProof/>
        </w:rPr>
        <w:t>American journal of kidney diseases : the official journal of the National Kidney Foundation</w:t>
      </w:r>
      <w:r w:rsidRPr="0043174E">
        <w:rPr>
          <w:rFonts w:ascii="Calibri" w:hAnsi="Calibri"/>
          <w:noProof/>
        </w:rPr>
        <w:t>. 2009;53:518-521</w:t>
      </w:r>
      <w:bookmarkEnd w:id="33"/>
    </w:p>
    <w:p w:rsidR="0043174E" w:rsidRPr="0043174E" w:rsidRDefault="0043174E" w:rsidP="0043174E">
      <w:pPr>
        <w:spacing w:after="0" w:line="240" w:lineRule="auto"/>
        <w:ind w:left="720" w:hanging="720"/>
        <w:jc w:val="both"/>
        <w:rPr>
          <w:rFonts w:ascii="Calibri" w:hAnsi="Calibri"/>
          <w:noProof/>
        </w:rPr>
      </w:pPr>
      <w:bookmarkStart w:id="34" w:name="_ENREF_34"/>
      <w:r w:rsidRPr="0043174E">
        <w:rPr>
          <w:rFonts w:ascii="Calibri" w:hAnsi="Calibri"/>
          <w:noProof/>
        </w:rPr>
        <w:t>34.</w:t>
      </w:r>
      <w:r w:rsidRPr="0043174E">
        <w:rPr>
          <w:rFonts w:ascii="Calibri" w:hAnsi="Calibri"/>
          <w:noProof/>
        </w:rPr>
        <w:tab/>
        <w:t xml:space="preserve">Henkin S, Negrotto SM, Tweet MS, Kirmani S, Deyle DR, Gulati R, Olson TM, Hayes SN. Spontaneous coronary artery dissection and its association with heritable connective tissue disorders. </w:t>
      </w:r>
      <w:r w:rsidRPr="0043174E">
        <w:rPr>
          <w:rFonts w:ascii="Calibri" w:hAnsi="Calibri"/>
          <w:i/>
          <w:noProof/>
        </w:rPr>
        <w:t>Heart</w:t>
      </w:r>
      <w:r w:rsidRPr="0043174E">
        <w:rPr>
          <w:rFonts w:ascii="Calibri" w:hAnsi="Calibri"/>
          <w:noProof/>
        </w:rPr>
        <w:t>. 2016;102:876-881</w:t>
      </w:r>
      <w:bookmarkEnd w:id="34"/>
    </w:p>
    <w:p w:rsidR="0043174E" w:rsidRPr="0043174E" w:rsidRDefault="0043174E" w:rsidP="0043174E">
      <w:pPr>
        <w:spacing w:after="0" w:line="240" w:lineRule="auto"/>
        <w:ind w:left="720" w:hanging="720"/>
        <w:jc w:val="both"/>
        <w:rPr>
          <w:rFonts w:ascii="Calibri" w:hAnsi="Calibri"/>
          <w:noProof/>
        </w:rPr>
      </w:pPr>
      <w:bookmarkStart w:id="35" w:name="_ENREF_35"/>
      <w:r w:rsidRPr="0043174E">
        <w:rPr>
          <w:rFonts w:ascii="Calibri" w:hAnsi="Calibri"/>
          <w:noProof/>
        </w:rPr>
        <w:t>35.</w:t>
      </w:r>
      <w:r w:rsidRPr="0043174E">
        <w:rPr>
          <w:rFonts w:ascii="Calibri" w:hAnsi="Calibri"/>
          <w:noProof/>
        </w:rPr>
        <w:tab/>
        <w:t xml:space="preserve">Buccheri D, Piraino D, Andolina G. Behcet disease and spontaneous coronary artery dissection: The chicken or the egg? </w:t>
      </w:r>
      <w:r w:rsidRPr="0043174E">
        <w:rPr>
          <w:rFonts w:ascii="Calibri" w:hAnsi="Calibri"/>
          <w:i/>
          <w:noProof/>
        </w:rPr>
        <w:t>International journal of cardiology</w:t>
      </w:r>
      <w:r w:rsidRPr="0043174E">
        <w:rPr>
          <w:rFonts w:ascii="Calibri" w:hAnsi="Calibri"/>
          <w:noProof/>
        </w:rPr>
        <w:t>. 2016;215:504-505</w:t>
      </w:r>
      <w:bookmarkEnd w:id="35"/>
    </w:p>
    <w:p w:rsidR="0043174E" w:rsidRPr="0043174E" w:rsidRDefault="0043174E" w:rsidP="0043174E">
      <w:pPr>
        <w:spacing w:after="0" w:line="240" w:lineRule="auto"/>
        <w:ind w:left="720" w:hanging="720"/>
        <w:jc w:val="both"/>
        <w:rPr>
          <w:rFonts w:ascii="Calibri" w:hAnsi="Calibri"/>
          <w:noProof/>
        </w:rPr>
      </w:pPr>
      <w:bookmarkStart w:id="36" w:name="_ENREF_36"/>
      <w:r w:rsidRPr="0043174E">
        <w:rPr>
          <w:rFonts w:ascii="Calibri" w:hAnsi="Calibri"/>
          <w:noProof/>
        </w:rPr>
        <w:t>36.</w:t>
      </w:r>
      <w:r w:rsidRPr="0043174E">
        <w:rPr>
          <w:rFonts w:ascii="Calibri" w:hAnsi="Calibri"/>
          <w:noProof/>
        </w:rPr>
        <w:tab/>
        <w:t xml:space="preserve">Reddy S, Vaid T, Ganiga Sanjeeva NC, Shetty RK. Spontaneous coronary artery dissection as the first presentation of systemic lupus erythematosus. </w:t>
      </w:r>
      <w:r w:rsidRPr="0043174E">
        <w:rPr>
          <w:rFonts w:ascii="Calibri" w:hAnsi="Calibri"/>
          <w:i/>
          <w:noProof/>
        </w:rPr>
        <w:t>BMJ case reports</w:t>
      </w:r>
      <w:r w:rsidRPr="0043174E">
        <w:rPr>
          <w:rFonts w:ascii="Calibri" w:hAnsi="Calibri"/>
          <w:noProof/>
        </w:rPr>
        <w:t>. 2016;2016</w:t>
      </w:r>
      <w:bookmarkEnd w:id="36"/>
    </w:p>
    <w:p w:rsidR="0043174E" w:rsidRPr="0043174E" w:rsidRDefault="0043174E" w:rsidP="0043174E">
      <w:pPr>
        <w:spacing w:after="0" w:line="240" w:lineRule="auto"/>
        <w:ind w:left="720" w:hanging="720"/>
        <w:jc w:val="both"/>
        <w:rPr>
          <w:rFonts w:ascii="Calibri" w:hAnsi="Calibri"/>
          <w:noProof/>
        </w:rPr>
      </w:pPr>
      <w:bookmarkStart w:id="37" w:name="_ENREF_37"/>
      <w:r w:rsidRPr="0043174E">
        <w:rPr>
          <w:rFonts w:ascii="Calibri" w:hAnsi="Calibri"/>
          <w:noProof/>
        </w:rPr>
        <w:t>37.</w:t>
      </w:r>
      <w:r w:rsidRPr="0043174E">
        <w:rPr>
          <w:rFonts w:ascii="Calibri" w:hAnsi="Calibri"/>
          <w:noProof/>
        </w:rPr>
        <w:tab/>
        <w:t xml:space="preserve">Rekik S, Lanfranchi P, Jacq L, Bernasconi F. Spontaneous coronary artery dissection in a 35 year-old woman with systemic lupus erythematosus successfully treated by angioplasty. </w:t>
      </w:r>
      <w:r w:rsidRPr="0043174E">
        <w:rPr>
          <w:rFonts w:ascii="Calibri" w:hAnsi="Calibri"/>
          <w:i/>
          <w:noProof/>
        </w:rPr>
        <w:t>Heart, lung &amp; circulation</w:t>
      </w:r>
      <w:r w:rsidRPr="0043174E">
        <w:rPr>
          <w:rFonts w:ascii="Calibri" w:hAnsi="Calibri"/>
          <w:noProof/>
        </w:rPr>
        <w:t>. 2013;22:955-958</w:t>
      </w:r>
      <w:bookmarkEnd w:id="37"/>
    </w:p>
    <w:p w:rsidR="0043174E" w:rsidRPr="0043174E" w:rsidRDefault="0043174E" w:rsidP="0043174E">
      <w:pPr>
        <w:spacing w:after="0" w:line="240" w:lineRule="auto"/>
        <w:ind w:left="720" w:hanging="720"/>
        <w:jc w:val="both"/>
        <w:rPr>
          <w:rFonts w:ascii="Calibri" w:hAnsi="Calibri"/>
          <w:noProof/>
        </w:rPr>
      </w:pPr>
      <w:bookmarkStart w:id="38" w:name="_ENREF_38"/>
      <w:r w:rsidRPr="0043174E">
        <w:rPr>
          <w:rFonts w:ascii="Calibri" w:hAnsi="Calibri"/>
          <w:noProof/>
        </w:rPr>
        <w:t>38.</w:t>
      </w:r>
      <w:r w:rsidRPr="0043174E">
        <w:rPr>
          <w:rFonts w:ascii="Calibri" w:hAnsi="Calibri"/>
          <w:noProof/>
        </w:rPr>
        <w:tab/>
        <w:t xml:space="preserve">Nisar MK, Mya T. Spontaneous coronary artery dissection in the context of positive anticardiolipin antibodies and clinically undiagnosed systemic lupus erythematosus. </w:t>
      </w:r>
      <w:r w:rsidRPr="0043174E">
        <w:rPr>
          <w:rFonts w:ascii="Calibri" w:hAnsi="Calibri"/>
          <w:i/>
          <w:noProof/>
        </w:rPr>
        <w:t>Lupus</w:t>
      </w:r>
      <w:r w:rsidRPr="0043174E">
        <w:rPr>
          <w:rFonts w:ascii="Calibri" w:hAnsi="Calibri"/>
          <w:noProof/>
        </w:rPr>
        <w:t>. 2011;20:1436-1438</w:t>
      </w:r>
      <w:bookmarkEnd w:id="38"/>
    </w:p>
    <w:p w:rsidR="0043174E" w:rsidRPr="0043174E" w:rsidRDefault="0043174E" w:rsidP="0043174E">
      <w:pPr>
        <w:spacing w:after="0" w:line="240" w:lineRule="auto"/>
        <w:ind w:left="720" w:hanging="720"/>
        <w:jc w:val="both"/>
        <w:rPr>
          <w:rFonts w:ascii="Calibri" w:hAnsi="Calibri"/>
          <w:noProof/>
        </w:rPr>
      </w:pPr>
      <w:bookmarkStart w:id="39" w:name="_ENREF_39"/>
      <w:r w:rsidRPr="0043174E">
        <w:rPr>
          <w:rFonts w:ascii="Calibri" w:hAnsi="Calibri"/>
          <w:noProof/>
        </w:rPr>
        <w:t>39.</w:t>
      </w:r>
      <w:r w:rsidRPr="0043174E">
        <w:rPr>
          <w:rFonts w:ascii="Calibri" w:hAnsi="Calibri"/>
          <w:noProof/>
        </w:rPr>
        <w:tab/>
        <w:t xml:space="preserve">Kothari D, Ruygrok P, Gentles T, Occleshaw C. Spontaneous coronary artery dissection in an adolescent man with systemic lupus erythematosus. </w:t>
      </w:r>
      <w:r w:rsidRPr="0043174E">
        <w:rPr>
          <w:rFonts w:ascii="Calibri" w:hAnsi="Calibri"/>
          <w:i/>
          <w:noProof/>
        </w:rPr>
        <w:t>Internal medicine journal</w:t>
      </w:r>
      <w:r w:rsidRPr="0043174E">
        <w:rPr>
          <w:rFonts w:ascii="Calibri" w:hAnsi="Calibri"/>
          <w:noProof/>
        </w:rPr>
        <w:t>. 2007;37:342-343</w:t>
      </w:r>
      <w:bookmarkEnd w:id="39"/>
    </w:p>
    <w:p w:rsidR="0043174E" w:rsidRPr="0043174E" w:rsidRDefault="0043174E" w:rsidP="0043174E">
      <w:pPr>
        <w:spacing w:after="0" w:line="240" w:lineRule="auto"/>
        <w:ind w:left="720" w:hanging="720"/>
        <w:jc w:val="both"/>
        <w:rPr>
          <w:rFonts w:ascii="Calibri" w:hAnsi="Calibri"/>
          <w:noProof/>
        </w:rPr>
      </w:pPr>
      <w:bookmarkStart w:id="40" w:name="_ENREF_40"/>
      <w:r w:rsidRPr="0043174E">
        <w:rPr>
          <w:rFonts w:ascii="Calibri" w:hAnsi="Calibri"/>
          <w:noProof/>
        </w:rPr>
        <w:t>40.</w:t>
      </w:r>
      <w:r w:rsidRPr="0043174E">
        <w:rPr>
          <w:rFonts w:ascii="Calibri" w:hAnsi="Calibri"/>
          <w:noProof/>
        </w:rPr>
        <w:tab/>
        <w:t xml:space="preserve">Sharma AK, Farb A, Maniar P, Ajani AE, Castagna M, Virmani R, Suddath W, Lindsay J. Spontaneous coronary artery dissection in a patient with systemic lupus erythematosis. </w:t>
      </w:r>
      <w:r w:rsidRPr="0043174E">
        <w:rPr>
          <w:rFonts w:ascii="Calibri" w:hAnsi="Calibri"/>
          <w:i/>
          <w:noProof/>
        </w:rPr>
        <w:t>Hawaii medical journal</w:t>
      </w:r>
      <w:r w:rsidRPr="0043174E">
        <w:rPr>
          <w:rFonts w:ascii="Calibri" w:hAnsi="Calibri"/>
          <w:noProof/>
        </w:rPr>
        <w:t>. 2003;62:248-253</w:t>
      </w:r>
      <w:bookmarkEnd w:id="40"/>
    </w:p>
    <w:p w:rsidR="0043174E" w:rsidRPr="0043174E" w:rsidRDefault="0043174E" w:rsidP="0043174E">
      <w:pPr>
        <w:spacing w:after="0" w:line="240" w:lineRule="auto"/>
        <w:ind w:left="720" w:hanging="720"/>
        <w:jc w:val="both"/>
        <w:rPr>
          <w:rFonts w:ascii="Calibri" w:hAnsi="Calibri"/>
          <w:noProof/>
        </w:rPr>
      </w:pPr>
      <w:bookmarkStart w:id="41" w:name="_ENREF_41"/>
      <w:r w:rsidRPr="0043174E">
        <w:rPr>
          <w:rFonts w:ascii="Calibri" w:hAnsi="Calibri"/>
          <w:noProof/>
        </w:rPr>
        <w:t>41.</w:t>
      </w:r>
      <w:r w:rsidRPr="0043174E">
        <w:rPr>
          <w:rFonts w:ascii="Calibri" w:hAnsi="Calibri"/>
          <w:noProof/>
        </w:rPr>
        <w:tab/>
        <w:t xml:space="preserve">Aldoboni AH, Hamza EA, Majdi K, Ngibzadhe M, Palasaidi S, Moayed DA. Spontaneous dissection of coronary artery treated by primary stenting as the first presentation of systemic lupus erythematosus. </w:t>
      </w:r>
      <w:r w:rsidRPr="0043174E">
        <w:rPr>
          <w:rFonts w:ascii="Calibri" w:hAnsi="Calibri"/>
          <w:i/>
          <w:noProof/>
        </w:rPr>
        <w:t>The Journal of invasive cardiology</w:t>
      </w:r>
      <w:r w:rsidRPr="0043174E">
        <w:rPr>
          <w:rFonts w:ascii="Calibri" w:hAnsi="Calibri"/>
          <w:noProof/>
        </w:rPr>
        <w:t>. 2002;14:694-696</w:t>
      </w:r>
      <w:bookmarkEnd w:id="41"/>
    </w:p>
    <w:p w:rsidR="0043174E" w:rsidRPr="0043174E" w:rsidRDefault="0043174E" w:rsidP="0043174E">
      <w:pPr>
        <w:spacing w:after="0" w:line="240" w:lineRule="auto"/>
        <w:ind w:left="720" w:hanging="720"/>
        <w:jc w:val="both"/>
        <w:rPr>
          <w:rFonts w:ascii="Calibri" w:hAnsi="Calibri"/>
          <w:noProof/>
        </w:rPr>
      </w:pPr>
      <w:bookmarkStart w:id="42" w:name="_ENREF_42"/>
      <w:r w:rsidRPr="0043174E">
        <w:rPr>
          <w:rFonts w:ascii="Calibri" w:hAnsi="Calibri"/>
          <w:noProof/>
        </w:rPr>
        <w:t>42.</w:t>
      </w:r>
      <w:r w:rsidRPr="0043174E">
        <w:rPr>
          <w:rFonts w:ascii="Calibri" w:hAnsi="Calibri"/>
          <w:noProof/>
        </w:rPr>
        <w:tab/>
        <w:t xml:space="preserve">Canpolat U, Dural M, Atalar E. Acute inferior myocardial infarction in a young female patient with polyarteritis nodosa. </w:t>
      </w:r>
      <w:r w:rsidRPr="0043174E">
        <w:rPr>
          <w:rFonts w:ascii="Calibri" w:hAnsi="Calibri"/>
          <w:i/>
          <w:noProof/>
        </w:rPr>
        <w:t>Herz</w:t>
      </w:r>
      <w:r w:rsidRPr="0043174E">
        <w:rPr>
          <w:rFonts w:ascii="Calibri" w:hAnsi="Calibri"/>
          <w:noProof/>
        </w:rPr>
        <w:t>. 2012;37:461-463</w:t>
      </w:r>
      <w:bookmarkEnd w:id="42"/>
    </w:p>
    <w:p w:rsidR="0043174E" w:rsidRPr="0043174E" w:rsidRDefault="0043174E" w:rsidP="0043174E">
      <w:pPr>
        <w:spacing w:after="0" w:line="240" w:lineRule="auto"/>
        <w:ind w:left="720" w:hanging="720"/>
        <w:jc w:val="both"/>
        <w:rPr>
          <w:rFonts w:ascii="Calibri" w:hAnsi="Calibri"/>
          <w:noProof/>
        </w:rPr>
      </w:pPr>
      <w:bookmarkStart w:id="43" w:name="_ENREF_43"/>
      <w:r w:rsidRPr="0043174E">
        <w:rPr>
          <w:rFonts w:ascii="Calibri" w:hAnsi="Calibri"/>
          <w:noProof/>
        </w:rPr>
        <w:t>43.</w:t>
      </w:r>
      <w:r w:rsidRPr="0043174E">
        <w:rPr>
          <w:rFonts w:ascii="Calibri" w:hAnsi="Calibri"/>
          <w:noProof/>
        </w:rPr>
        <w:tab/>
        <w:t xml:space="preserve">Srinivas M, Basumani P, Muthusamy R, Wheeldon N. Active inflammatory bowel disease and coronary artery dissection. </w:t>
      </w:r>
      <w:r w:rsidRPr="0043174E">
        <w:rPr>
          <w:rFonts w:ascii="Calibri" w:hAnsi="Calibri"/>
          <w:i/>
          <w:noProof/>
        </w:rPr>
        <w:t>Postgraduate medical journal</w:t>
      </w:r>
      <w:r w:rsidRPr="0043174E">
        <w:rPr>
          <w:rFonts w:ascii="Calibri" w:hAnsi="Calibri"/>
          <w:noProof/>
        </w:rPr>
        <w:t>. 2005;81:68-70</w:t>
      </w:r>
      <w:bookmarkEnd w:id="43"/>
    </w:p>
    <w:p w:rsidR="0043174E" w:rsidRPr="0043174E" w:rsidRDefault="0043174E" w:rsidP="0043174E">
      <w:pPr>
        <w:spacing w:after="0" w:line="240" w:lineRule="auto"/>
        <w:ind w:left="720" w:hanging="720"/>
        <w:jc w:val="both"/>
        <w:rPr>
          <w:rFonts w:ascii="Calibri" w:hAnsi="Calibri"/>
          <w:noProof/>
        </w:rPr>
      </w:pPr>
      <w:bookmarkStart w:id="44" w:name="_ENREF_44"/>
      <w:r w:rsidRPr="0043174E">
        <w:rPr>
          <w:rFonts w:ascii="Calibri" w:hAnsi="Calibri"/>
          <w:noProof/>
        </w:rPr>
        <w:t>44.</w:t>
      </w:r>
      <w:r w:rsidRPr="0043174E">
        <w:rPr>
          <w:rFonts w:ascii="Calibri" w:hAnsi="Calibri"/>
          <w:noProof/>
        </w:rPr>
        <w:tab/>
        <w:t xml:space="preserve">Saw J, Mancini GB, Humphries KH. Contemporary review on spontaneous coronary artery dissection. </w:t>
      </w:r>
      <w:r w:rsidRPr="0043174E">
        <w:rPr>
          <w:rFonts w:ascii="Calibri" w:hAnsi="Calibri"/>
          <w:i/>
          <w:noProof/>
        </w:rPr>
        <w:t>Journal of the American College of Cardiology</w:t>
      </w:r>
      <w:r w:rsidRPr="0043174E">
        <w:rPr>
          <w:rFonts w:ascii="Calibri" w:hAnsi="Calibri"/>
          <w:noProof/>
        </w:rPr>
        <w:t>. 2016;68:297-312</w:t>
      </w:r>
      <w:bookmarkEnd w:id="44"/>
    </w:p>
    <w:p w:rsidR="0043174E" w:rsidRPr="0043174E" w:rsidRDefault="0043174E" w:rsidP="0043174E">
      <w:pPr>
        <w:spacing w:after="0" w:line="240" w:lineRule="auto"/>
        <w:ind w:left="720" w:hanging="720"/>
        <w:jc w:val="both"/>
        <w:rPr>
          <w:rFonts w:ascii="Calibri" w:hAnsi="Calibri"/>
          <w:noProof/>
        </w:rPr>
      </w:pPr>
      <w:bookmarkStart w:id="45" w:name="_ENREF_45"/>
      <w:r w:rsidRPr="0043174E">
        <w:rPr>
          <w:rFonts w:ascii="Calibri" w:hAnsi="Calibri"/>
          <w:noProof/>
        </w:rPr>
        <w:t>45.</w:t>
      </w:r>
      <w:r w:rsidRPr="0043174E">
        <w:rPr>
          <w:rFonts w:ascii="Calibri" w:hAnsi="Calibri"/>
          <w:noProof/>
        </w:rPr>
        <w:tab/>
        <w:t xml:space="preserve">Desai S, Sheppard MN. Sudden cardiac death: Look closely at the coronaries for spontaneous dissection which can be missed. A study of 9 cases. </w:t>
      </w:r>
      <w:r w:rsidRPr="0043174E">
        <w:rPr>
          <w:rFonts w:ascii="Calibri" w:hAnsi="Calibri"/>
          <w:i/>
          <w:noProof/>
        </w:rPr>
        <w:t>The American journal of forensic medicine and pathology</w:t>
      </w:r>
      <w:r w:rsidRPr="0043174E">
        <w:rPr>
          <w:rFonts w:ascii="Calibri" w:hAnsi="Calibri"/>
          <w:noProof/>
        </w:rPr>
        <w:t>. 2012;33:26-29</w:t>
      </w:r>
      <w:bookmarkEnd w:id="45"/>
    </w:p>
    <w:p w:rsidR="0043174E" w:rsidRPr="0043174E" w:rsidRDefault="0043174E" w:rsidP="0043174E">
      <w:pPr>
        <w:spacing w:after="0" w:line="240" w:lineRule="auto"/>
        <w:ind w:left="720" w:hanging="720"/>
        <w:jc w:val="both"/>
        <w:rPr>
          <w:rFonts w:ascii="Calibri" w:hAnsi="Calibri"/>
          <w:noProof/>
        </w:rPr>
      </w:pPr>
      <w:bookmarkStart w:id="46" w:name="_ENREF_46"/>
      <w:r w:rsidRPr="0043174E">
        <w:rPr>
          <w:rFonts w:ascii="Calibri" w:hAnsi="Calibri"/>
          <w:noProof/>
        </w:rPr>
        <w:t>46.</w:t>
      </w:r>
      <w:r w:rsidRPr="0043174E">
        <w:rPr>
          <w:rFonts w:ascii="Calibri" w:hAnsi="Calibri"/>
          <w:noProof/>
        </w:rPr>
        <w:tab/>
        <w:t xml:space="preserve">Hill SF, Sheppard MN. Non-atherosclerotic coronary artery disease associated with sudden cardiac death. </w:t>
      </w:r>
      <w:r w:rsidRPr="0043174E">
        <w:rPr>
          <w:rFonts w:ascii="Calibri" w:hAnsi="Calibri"/>
          <w:i/>
          <w:noProof/>
        </w:rPr>
        <w:t>Heart</w:t>
      </w:r>
      <w:r w:rsidRPr="0043174E">
        <w:rPr>
          <w:rFonts w:ascii="Calibri" w:hAnsi="Calibri"/>
          <w:noProof/>
        </w:rPr>
        <w:t>. 2010;96:1119-1125</w:t>
      </w:r>
      <w:bookmarkEnd w:id="46"/>
    </w:p>
    <w:p w:rsidR="0043174E" w:rsidRPr="0043174E" w:rsidRDefault="0043174E" w:rsidP="0043174E">
      <w:pPr>
        <w:spacing w:after="0" w:line="240" w:lineRule="auto"/>
        <w:ind w:left="720" w:hanging="720"/>
        <w:jc w:val="both"/>
        <w:rPr>
          <w:rFonts w:ascii="Calibri" w:hAnsi="Calibri"/>
          <w:noProof/>
        </w:rPr>
      </w:pPr>
      <w:bookmarkStart w:id="47" w:name="_ENREF_47"/>
      <w:r w:rsidRPr="0043174E">
        <w:rPr>
          <w:rFonts w:ascii="Calibri" w:hAnsi="Calibri"/>
          <w:noProof/>
        </w:rPr>
        <w:t>47.</w:t>
      </w:r>
      <w:r w:rsidRPr="0043174E">
        <w:rPr>
          <w:rFonts w:ascii="Calibri" w:hAnsi="Calibri"/>
          <w:noProof/>
        </w:rPr>
        <w:tab/>
        <w:t xml:space="preserve">Alfonso F, Paulo M, Lennie V, Dutary J, Bernardo E, Jimenez-Quevedo P, Gonzalo N, Escaned J, Banuelos C, Perez-Vizcayno MJ, Hernandez R, Macaya C. Spontaneous coronary artery dissection: Long-term follow-up of a large series of patients prospectively managed with a "conservative" therapeutic strategy. </w:t>
      </w:r>
      <w:r w:rsidRPr="0043174E">
        <w:rPr>
          <w:rFonts w:ascii="Calibri" w:hAnsi="Calibri"/>
          <w:i/>
          <w:noProof/>
        </w:rPr>
        <w:t>JACC. Cardiovascular interventions</w:t>
      </w:r>
      <w:r w:rsidRPr="0043174E">
        <w:rPr>
          <w:rFonts w:ascii="Calibri" w:hAnsi="Calibri"/>
          <w:noProof/>
        </w:rPr>
        <w:t>. 2012;5:1062-1070</w:t>
      </w:r>
      <w:bookmarkEnd w:id="47"/>
    </w:p>
    <w:p w:rsidR="0043174E" w:rsidRPr="0043174E" w:rsidRDefault="0043174E" w:rsidP="0043174E">
      <w:pPr>
        <w:spacing w:after="0" w:line="240" w:lineRule="auto"/>
        <w:ind w:left="720" w:hanging="720"/>
        <w:jc w:val="both"/>
        <w:rPr>
          <w:rFonts w:ascii="Calibri" w:hAnsi="Calibri"/>
          <w:noProof/>
        </w:rPr>
      </w:pPr>
      <w:bookmarkStart w:id="48" w:name="_ENREF_48"/>
      <w:r w:rsidRPr="0043174E">
        <w:rPr>
          <w:rFonts w:ascii="Calibri" w:hAnsi="Calibri"/>
          <w:noProof/>
        </w:rPr>
        <w:t>48.</w:t>
      </w:r>
      <w:r w:rsidRPr="0043174E">
        <w:rPr>
          <w:rFonts w:ascii="Calibri" w:hAnsi="Calibri"/>
          <w:noProof/>
        </w:rPr>
        <w:tab/>
        <w:t xml:space="preserve">Roura G, Ariza-Sole A, Rodriguez-Caballero IF, Gomez-Lara J, Ferreiro JL, Romaguera R, Teruel L, de Albert M, Gomez-Hospital JA, Cequier A. Noninvasive follow-up of patients with spontaneous coronary artery dissection with ct angiography. </w:t>
      </w:r>
      <w:r w:rsidRPr="0043174E">
        <w:rPr>
          <w:rFonts w:ascii="Calibri" w:hAnsi="Calibri"/>
          <w:i/>
          <w:noProof/>
        </w:rPr>
        <w:t>JACC. Cardiovascular imaging</w:t>
      </w:r>
      <w:r w:rsidRPr="0043174E">
        <w:rPr>
          <w:rFonts w:ascii="Calibri" w:hAnsi="Calibri"/>
          <w:noProof/>
        </w:rPr>
        <w:t>. 2016;9:896-897</w:t>
      </w:r>
      <w:bookmarkEnd w:id="48"/>
    </w:p>
    <w:p w:rsidR="0043174E" w:rsidRPr="0043174E" w:rsidRDefault="0043174E" w:rsidP="0043174E">
      <w:pPr>
        <w:spacing w:after="0" w:line="240" w:lineRule="auto"/>
        <w:ind w:left="720" w:hanging="720"/>
        <w:jc w:val="both"/>
        <w:rPr>
          <w:rFonts w:ascii="Calibri" w:hAnsi="Calibri"/>
          <w:noProof/>
        </w:rPr>
      </w:pPr>
      <w:bookmarkStart w:id="49" w:name="_ENREF_49"/>
      <w:r w:rsidRPr="0043174E">
        <w:rPr>
          <w:rFonts w:ascii="Calibri" w:hAnsi="Calibri"/>
          <w:noProof/>
        </w:rPr>
        <w:t>49.</w:t>
      </w:r>
      <w:r w:rsidRPr="0043174E">
        <w:rPr>
          <w:rFonts w:ascii="Calibri" w:hAnsi="Calibri"/>
          <w:noProof/>
        </w:rPr>
        <w:tab/>
        <w:t xml:space="preserve">Paulo M, Sandoval J, Lennie V, Dutary J, Medina M, Gonzalo N, Jimenez-Quevedo P, Escaned J, Banuelos C, Hernandez R, Macaya C, Alfonso F. Combined use of oct and ivus in spontaneous coronary artery dissection. </w:t>
      </w:r>
      <w:r w:rsidRPr="0043174E">
        <w:rPr>
          <w:rFonts w:ascii="Calibri" w:hAnsi="Calibri"/>
          <w:i/>
          <w:noProof/>
        </w:rPr>
        <w:t>JACC. Cardiovascular imaging</w:t>
      </w:r>
      <w:r w:rsidRPr="0043174E">
        <w:rPr>
          <w:rFonts w:ascii="Calibri" w:hAnsi="Calibri"/>
          <w:noProof/>
        </w:rPr>
        <w:t>. 2013;6:830-832</w:t>
      </w:r>
      <w:bookmarkEnd w:id="49"/>
    </w:p>
    <w:p w:rsidR="0043174E" w:rsidRPr="0043174E" w:rsidRDefault="0043174E" w:rsidP="0043174E">
      <w:pPr>
        <w:spacing w:after="0" w:line="240" w:lineRule="auto"/>
        <w:ind w:left="720" w:hanging="720"/>
        <w:jc w:val="both"/>
        <w:rPr>
          <w:rFonts w:ascii="Calibri" w:hAnsi="Calibri"/>
          <w:noProof/>
        </w:rPr>
      </w:pPr>
      <w:bookmarkStart w:id="50" w:name="_ENREF_50"/>
      <w:r w:rsidRPr="0043174E">
        <w:rPr>
          <w:rFonts w:ascii="Calibri" w:hAnsi="Calibri"/>
          <w:noProof/>
        </w:rPr>
        <w:t>50.</w:t>
      </w:r>
      <w:r w:rsidRPr="0043174E">
        <w:rPr>
          <w:rFonts w:ascii="Calibri" w:hAnsi="Calibri"/>
          <w:noProof/>
        </w:rPr>
        <w:tab/>
        <w:t xml:space="preserve">Poon K, Bell B, Raffel OC, Walters DL, Jang IK. Spontaneous coronary artery dissection: Utility of intravascular ultrasound and optical coherence tomography during percutaneous coronary intervention. </w:t>
      </w:r>
      <w:r w:rsidRPr="0043174E">
        <w:rPr>
          <w:rFonts w:ascii="Calibri" w:hAnsi="Calibri"/>
          <w:i/>
          <w:noProof/>
        </w:rPr>
        <w:t>Circulation. Cardiovascular interventions</w:t>
      </w:r>
      <w:r w:rsidRPr="0043174E">
        <w:rPr>
          <w:rFonts w:ascii="Calibri" w:hAnsi="Calibri"/>
          <w:noProof/>
        </w:rPr>
        <w:t>. 2011;4:e5-7</w:t>
      </w:r>
      <w:bookmarkEnd w:id="50"/>
    </w:p>
    <w:p w:rsidR="0043174E" w:rsidRPr="0043174E" w:rsidRDefault="0043174E" w:rsidP="0043174E">
      <w:pPr>
        <w:spacing w:after="0" w:line="240" w:lineRule="auto"/>
        <w:ind w:left="720" w:hanging="720"/>
        <w:jc w:val="both"/>
        <w:rPr>
          <w:rFonts w:ascii="Calibri" w:hAnsi="Calibri"/>
          <w:noProof/>
        </w:rPr>
      </w:pPr>
      <w:bookmarkStart w:id="51" w:name="_ENREF_51"/>
      <w:r w:rsidRPr="0043174E">
        <w:rPr>
          <w:rFonts w:ascii="Calibri" w:hAnsi="Calibri"/>
          <w:noProof/>
        </w:rPr>
        <w:t>51.</w:t>
      </w:r>
      <w:r w:rsidRPr="0043174E">
        <w:rPr>
          <w:rFonts w:ascii="Calibri" w:hAnsi="Calibri"/>
          <w:noProof/>
        </w:rPr>
        <w:tab/>
        <w:t xml:space="preserve">Alfonso F, Paulo M, Gonzalo N, Dutary J, Jimenez-Quevedo P, Lennie V, Escaned J, Banuelos C, Hernandez R, Macaya C. Diagnosis of spontaneous coronary artery dissection by optical coherence tomography. </w:t>
      </w:r>
      <w:r w:rsidRPr="0043174E">
        <w:rPr>
          <w:rFonts w:ascii="Calibri" w:hAnsi="Calibri"/>
          <w:i/>
          <w:noProof/>
        </w:rPr>
        <w:t>Journal of the American College of Cardiology</w:t>
      </w:r>
      <w:r w:rsidRPr="0043174E">
        <w:rPr>
          <w:rFonts w:ascii="Calibri" w:hAnsi="Calibri"/>
          <w:noProof/>
        </w:rPr>
        <w:t>. 2012;59:1073-1079</w:t>
      </w:r>
      <w:bookmarkEnd w:id="51"/>
    </w:p>
    <w:p w:rsidR="0043174E" w:rsidRPr="0043174E" w:rsidRDefault="0043174E" w:rsidP="0043174E">
      <w:pPr>
        <w:spacing w:after="0" w:line="240" w:lineRule="auto"/>
        <w:ind w:left="720" w:hanging="720"/>
        <w:jc w:val="both"/>
        <w:rPr>
          <w:rFonts w:ascii="Calibri" w:hAnsi="Calibri"/>
          <w:noProof/>
        </w:rPr>
      </w:pPr>
      <w:bookmarkStart w:id="52" w:name="_ENREF_52"/>
      <w:r w:rsidRPr="0043174E">
        <w:rPr>
          <w:rFonts w:ascii="Calibri" w:hAnsi="Calibri"/>
          <w:noProof/>
        </w:rPr>
        <w:t>52.</w:t>
      </w:r>
      <w:r w:rsidRPr="0043174E">
        <w:rPr>
          <w:rFonts w:ascii="Calibri" w:hAnsi="Calibri"/>
          <w:noProof/>
        </w:rPr>
        <w:tab/>
        <w:t xml:space="preserve">Haraki T, Uemura R, Masuda S, Lee T. Progressed multivessel spontaneous coronary artery dissection that naturally healed in a male patient with non-st segment elevation myocardial infarction. </w:t>
      </w:r>
      <w:r w:rsidRPr="0043174E">
        <w:rPr>
          <w:rFonts w:ascii="Calibri" w:hAnsi="Calibri"/>
          <w:i/>
          <w:noProof/>
        </w:rPr>
        <w:t>Case reports in cardiology</w:t>
      </w:r>
      <w:r w:rsidRPr="0043174E">
        <w:rPr>
          <w:rFonts w:ascii="Calibri" w:hAnsi="Calibri"/>
          <w:noProof/>
        </w:rPr>
        <w:t>. 2016;2016:4109496</w:t>
      </w:r>
      <w:bookmarkEnd w:id="52"/>
    </w:p>
    <w:p w:rsidR="0043174E" w:rsidRPr="0043174E" w:rsidRDefault="0043174E" w:rsidP="0043174E">
      <w:pPr>
        <w:spacing w:after="0" w:line="240" w:lineRule="auto"/>
        <w:ind w:left="720" w:hanging="720"/>
        <w:jc w:val="both"/>
        <w:rPr>
          <w:rFonts w:ascii="Calibri" w:hAnsi="Calibri"/>
          <w:noProof/>
        </w:rPr>
      </w:pPr>
      <w:bookmarkStart w:id="53" w:name="_ENREF_53"/>
      <w:r w:rsidRPr="0043174E">
        <w:rPr>
          <w:rFonts w:ascii="Calibri" w:hAnsi="Calibri"/>
          <w:noProof/>
        </w:rPr>
        <w:t>53.</w:t>
      </w:r>
      <w:r w:rsidRPr="0043174E">
        <w:rPr>
          <w:rFonts w:ascii="Calibri" w:hAnsi="Calibri"/>
          <w:noProof/>
        </w:rPr>
        <w:tab/>
        <w:t xml:space="preserve">Arnold JR, West NE, van Gaal WJ, Karamitsos TD, Banning AP. The role of intravascular ultrasound in the management of spontaneous coronary artery dissection. </w:t>
      </w:r>
      <w:r w:rsidRPr="0043174E">
        <w:rPr>
          <w:rFonts w:ascii="Calibri" w:hAnsi="Calibri"/>
          <w:i/>
          <w:noProof/>
        </w:rPr>
        <w:t>Cardiovascular ultrasound</w:t>
      </w:r>
      <w:r w:rsidRPr="0043174E">
        <w:rPr>
          <w:rFonts w:ascii="Calibri" w:hAnsi="Calibri"/>
          <w:noProof/>
        </w:rPr>
        <w:t>. 2008;6:24</w:t>
      </w:r>
      <w:bookmarkEnd w:id="53"/>
    </w:p>
    <w:p w:rsidR="0043174E" w:rsidRPr="0043174E" w:rsidRDefault="0043174E" w:rsidP="0043174E">
      <w:pPr>
        <w:spacing w:after="0" w:line="240" w:lineRule="auto"/>
        <w:ind w:left="720" w:hanging="720"/>
        <w:jc w:val="both"/>
        <w:rPr>
          <w:rFonts w:ascii="Calibri" w:hAnsi="Calibri"/>
          <w:noProof/>
        </w:rPr>
      </w:pPr>
      <w:bookmarkStart w:id="54" w:name="_ENREF_54"/>
      <w:r w:rsidRPr="0043174E">
        <w:rPr>
          <w:rFonts w:ascii="Calibri" w:hAnsi="Calibri"/>
          <w:noProof/>
        </w:rPr>
        <w:t>54.</w:t>
      </w:r>
      <w:r w:rsidRPr="0043174E">
        <w:rPr>
          <w:rFonts w:ascii="Calibri" w:hAnsi="Calibri"/>
          <w:noProof/>
        </w:rPr>
        <w:tab/>
        <w:t xml:space="preserve">Tweet MS, Eleid MF, Best PJ, Lennon RJ, Lerman A, Rihal CS, Holmes DR, Jr., Hayes SN, Gulati R. Spontaneous coronary artery dissection: Revascularization versus conservative therapy. </w:t>
      </w:r>
      <w:r w:rsidRPr="0043174E">
        <w:rPr>
          <w:rFonts w:ascii="Calibri" w:hAnsi="Calibri"/>
          <w:i/>
          <w:noProof/>
        </w:rPr>
        <w:t>Circulation. Cardiovascular interventions</w:t>
      </w:r>
      <w:r w:rsidRPr="0043174E">
        <w:rPr>
          <w:rFonts w:ascii="Calibri" w:hAnsi="Calibri"/>
          <w:noProof/>
        </w:rPr>
        <w:t>. 2014;7:777-786</w:t>
      </w:r>
      <w:bookmarkEnd w:id="54"/>
    </w:p>
    <w:p w:rsidR="0043174E" w:rsidRPr="0043174E" w:rsidRDefault="0043174E" w:rsidP="0043174E">
      <w:pPr>
        <w:spacing w:after="0" w:line="240" w:lineRule="auto"/>
        <w:ind w:left="720" w:hanging="720"/>
        <w:jc w:val="both"/>
        <w:rPr>
          <w:rFonts w:ascii="Calibri" w:hAnsi="Calibri"/>
          <w:noProof/>
        </w:rPr>
      </w:pPr>
      <w:bookmarkStart w:id="55" w:name="_ENREF_55"/>
      <w:r w:rsidRPr="0043174E">
        <w:rPr>
          <w:rFonts w:ascii="Calibri" w:hAnsi="Calibri"/>
          <w:noProof/>
        </w:rPr>
        <w:t>55.</w:t>
      </w:r>
      <w:r w:rsidRPr="0043174E">
        <w:rPr>
          <w:rFonts w:ascii="Calibri" w:hAnsi="Calibri"/>
          <w:noProof/>
        </w:rPr>
        <w:tab/>
        <w:t xml:space="preserve">Adlam D, Cuculi F, Lim C, Banning A. Management of spontaneous coronary artery dissection in the primary percutaneous coronary intervention era. </w:t>
      </w:r>
      <w:r w:rsidRPr="0043174E">
        <w:rPr>
          <w:rFonts w:ascii="Calibri" w:hAnsi="Calibri"/>
          <w:i/>
          <w:noProof/>
        </w:rPr>
        <w:t>The Journal of invasive cardiology</w:t>
      </w:r>
      <w:r w:rsidRPr="0043174E">
        <w:rPr>
          <w:rFonts w:ascii="Calibri" w:hAnsi="Calibri"/>
          <w:noProof/>
        </w:rPr>
        <w:t>. 2010;22:549-553</w:t>
      </w:r>
      <w:bookmarkEnd w:id="55"/>
    </w:p>
    <w:p w:rsidR="0043174E" w:rsidRPr="0043174E" w:rsidRDefault="0043174E" w:rsidP="0043174E">
      <w:pPr>
        <w:spacing w:after="0" w:line="240" w:lineRule="auto"/>
        <w:ind w:left="720" w:hanging="720"/>
        <w:jc w:val="both"/>
        <w:rPr>
          <w:rFonts w:ascii="Calibri" w:hAnsi="Calibri"/>
          <w:noProof/>
        </w:rPr>
      </w:pPr>
      <w:bookmarkStart w:id="56" w:name="_ENREF_56"/>
      <w:r w:rsidRPr="0043174E">
        <w:rPr>
          <w:rFonts w:ascii="Calibri" w:hAnsi="Calibri"/>
          <w:noProof/>
        </w:rPr>
        <w:t>56.</w:t>
      </w:r>
      <w:r w:rsidRPr="0043174E">
        <w:rPr>
          <w:rFonts w:ascii="Calibri" w:hAnsi="Calibri"/>
          <w:noProof/>
        </w:rPr>
        <w:tab/>
        <w:t xml:space="preserve">Watt J, Egred M, Khurana A, Bagnall AJ, Zaman AG. 1-year follow-up optical frequency domain imaging of multiple bioresorbable vascular scaffolds for the treatment of spontaneous coronary artery dissection. </w:t>
      </w:r>
      <w:r w:rsidRPr="0043174E">
        <w:rPr>
          <w:rFonts w:ascii="Calibri" w:hAnsi="Calibri"/>
          <w:i/>
          <w:noProof/>
        </w:rPr>
        <w:t>JACC. Cardiovascular interventions</w:t>
      </w:r>
      <w:r w:rsidRPr="0043174E">
        <w:rPr>
          <w:rFonts w:ascii="Calibri" w:hAnsi="Calibri"/>
          <w:noProof/>
        </w:rPr>
        <w:t>. 2016;9:389-391</w:t>
      </w:r>
      <w:bookmarkEnd w:id="56"/>
    </w:p>
    <w:p w:rsidR="0043174E" w:rsidRPr="0043174E" w:rsidRDefault="0043174E" w:rsidP="0043174E">
      <w:pPr>
        <w:spacing w:after="0" w:line="240" w:lineRule="auto"/>
        <w:ind w:left="720" w:hanging="720"/>
        <w:jc w:val="both"/>
        <w:rPr>
          <w:rFonts w:ascii="Calibri" w:hAnsi="Calibri"/>
          <w:noProof/>
        </w:rPr>
      </w:pPr>
      <w:bookmarkStart w:id="57" w:name="_ENREF_57"/>
      <w:r w:rsidRPr="0043174E">
        <w:rPr>
          <w:rFonts w:ascii="Calibri" w:hAnsi="Calibri"/>
          <w:noProof/>
        </w:rPr>
        <w:t>57.</w:t>
      </w:r>
      <w:r w:rsidRPr="0043174E">
        <w:rPr>
          <w:rFonts w:ascii="Calibri" w:hAnsi="Calibri"/>
          <w:noProof/>
        </w:rPr>
        <w:tab/>
        <w:t xml:space="preserve">Sengottuvelu G, Rajendran R. Full polymer jacketing for long-segment spontaneous coronary artery dissection using bioresorbable vascular scaffolds. </w:t>
      </w:r>
      <w:r w:rsidRPr="0043174E">
        <w:rPr>
          <w:rFonts w:ascii="Calibri" w:hAnsi="Calibri"/>
          <w:i/>
          <w:noProof/>
        </w:rPr>
        <w:t>JACC. Cardiovascular interventions</w:t>
      </w:r>
      <w:r w:rsidRPr="0043174E">
        <w:rPr>
          <w:rFonts w:ascii="Calibri" w:hAnsi="Calibri"/>
          <w:noProof/>
        </w:rPr>
        <w:t>. 2014;7:820-821</w:t>
      </w:r>
      <w:bookmarkEnd w:id="57"/>
    </w:p>
    <w:p w:rsidR="0043174E" w:rsidRPr="0043174E" w:rsidRDefault="0043174E" w:rsidP="0043174E">
      <w:pPr>
        <w:spacing w:after="0" w:line="240" w:lineRule="auto"/>
        <w:ind w:left="720" w:hanging="720"/>
        <w:jc w:val="both"/>
        <w:rPr>
          <w:rFonts w:ascii="Calibri" w:hAnsi="Calibri"/>
          <w:noProof/>
        </w:rPr>
      </w:pPr>
      <w:bookmarkStart w:id="58" w:name="_ENREF_58"/>
      <w:r w:rsidRPr="0043174E">
        <w:rPr>
          <w:rFonts w:ascii="Calibri" w:hAnsi="Calibri"/>
          <w:noProof/>
        </w:rPr>
        <w:t>58.</w:t>
      </w:r>
      <w:r w:rsidRPr="0043174E">
        <w:rPr>
          <w:rFonts w:ascii="Calibri" w:hAnsi="Calibri"/>
          <w:noProof/>
        </w:rPr>
        <w:tab/>
        <w:t xml:space="preserve">Ito T, Shintani Y, Ichihashi T, Fujita H, Ohte N. Non-atherosclerotic spontaneous coronary artery dissection revascularized by intravascular ultrasonography-guided fenestration with cutting balloon angioplasty. </w:t>
      </w:r>
      <w:r w:rsidRPr="0043174E">
        <w:rPr>
          <w:rFonts w:ascii="Calibri" w:hAnsi="Calibri"/>
          <w:i/>
          <w:noProof/>
        </w:rPr>
        <w:t>Cardiovascular intervention and therapeutics</w:t>
      </w:r>
      <w:r w:rsidRPr="0043174E">
        <w:rPr>
          <w:rFonts w:ascii="Calibri" w:hAnsi="Calibri"/>
          <w:noProof/>
        </w:rPr>
        <w:t>. 2016</w:t>
      </w:r>
      <w:bookmarkEnd w:id="58"/>
    </w:p>
    <w:p w:rsidR="0043174E" w:rsidRPr="0043174E" w:rsidRDefault="0043174E" w:rsidP="0043174E">
      <w:pPr>
        <w:spacing w:after="0" w:line="240" w:lineRule="auto"/>
        <w:ind w:left="720" w:hanging="720"/>
        <w:jc w:val="both"/>
        <w:rPr>
          <w:rFonts w:ascii="Calibri" w:hAnsi="Calibri"/>
          <w:noProof/>
        </w:rPr>
      </w:pPr>
      <w:bookmarkStart w:id="59" w:name="_ENREF_59"/>
      <w:r w:rsidRPr="0043174E">
        <w:rPr>
          <w:rFonts w:ascii="Calibri" w:hAnsi="Calibri"/>
          <w:noProof/>
        </w:rPr>
        <w:t>59.</w:t>
      </w:r>
      <w:r w:rsidRPr="0043174E">
        <w:rPr>
          <w:rFonts w:ascii="Calibri" w:hAnsi="Calibri"/>
          <w:noProof/>
        </w:rPr>
        <w:tab/>
        <w:t xml:space="preserve">Lempereur M, Fung A, Saw J. Stent mal-apposition with resorption of intramural hematoma with spontaneous coronary artery dissection. </w:t>
      </w:r>
      <w:r w:rsidRPr="0043174E">
        <w:rPr>
          <w:rFonts w:ascii="Calibri" w:hAnsi="Calibri"/>
          <w:i/>
          <w:noProof/>
        </w:rPr>
        <w:t>Cardiovascular diagnosis and therapy</w:t>
      </w:r>
      <w:r w:rsidRPr="0043174E">
        <w:rPr>
          <w:rFonts w:ascii="Calibri" w:hAnsi="Calibri"/>
          <w:noProof/>
        </w:rPr>
        <w:t>. 2015;5:323-329</w:t>
      </w:r>
      <w:bookmarkEnd w:id="59"/>
    </w:p>
    <w:p w:rsidR="0043174E" w:rsidRPr="0043174E" w:rsidRDefault="0043174E" w:rsidP="0043174E">
      <w:pPr>
        <w:spacing w:after="0" w:line="240" w:lineRule="auto"/>
        <w:ind w:left="720" w:hanging="720"/>
        <w:jc w:val="both"/>
        <w:rPr>
          <w:rFonts w:ascii="Calibri" w:hAnsi="Calibri"/>
          <w:noProof/>
        </w:rPr>
      </w:pPr>
      <w:bookmarkStart w:id="60" w:name="_ENREF_60"/>
      <w:r w:rsidRPr="0043174E">
        <w:rPr>
          <w:rFonts w:ascii="Calibri" w:hAnsi="Calibri"/>
          <w:noProof/>
        </w:rPr>
        <w:t>60.</w:t>
      </w:r>
      <w:r w:rsidRPr="0043174E">
        <w:rPr>
          <w:rFonts w:ascii="Calibri" w:hAnsi="Calibri"/>
          <w:noProof/>
        </w:rPr>
        <w:tab/>
        <w:t xml:space="preserve">Jovic Z, Obradovic S, Djenic N, Mladenovic Z, Djuric P, Spasic M, Tavicovski D. Does thrombolytic therapy harm or help in st elevation myocardial infarction (stemi) caused by the spontaneous coronary dissection? </w:t>
      </w:r>
      <w:r w:rsidRPr="0043174E">
        <w:rPr>
          <w:rFonts w:ascii="Calibri" w:hAnsi="Calibri"/>
          <w:i/>
          <w:noProof/>
        </w:rPr>
        <w:t>Vojnosanitetski pregled</w:t>
      </w:r>
      <w:r w:rsidRPr="0043174E">
        <w:rPr>
          <w:rFonts w:ascii="Calibri" w:hAnsi="Calibri"/>
          <w:noProof/>
        </w:rPr>
        <w:t>. 2015;72:536-540</w:t>
      </w:r>
      <w:bookmarkEnd w:id="60"/>
    </w:p>
    <w:p w:rsidR="0043174E" w:rsidRPr="0043174E" w:rsidRDefault="0043174E" w:rsidP="0043174E">
      <w:pPr>
        <w:spacing w:after="0" w:line="240" w:lineRule="auto"/>
        <w:ind w:left="720" w:hanging="720"/>
        <w:jc w:val="both"/>
        <w:rPr>
          <w:rFonts w:ascii="Calibri" w:hAnsi="Calibri"/>
          <w:noProof/>
        </w:rPr>
      </w:pPr>
      <w:bookmarkStart w:id="61" w:name="_ENREF_61"/>
      <w:r w:rsidRPr="0043174E">
        <w:rPr>
          <w:rFonts w:ascii="Calibri" w:hAnsi="Calibri"/>
          <w:noProof/>
        </w:rPr>
        <w:t>61.</w:t>
      </w:r>
      <w:r w:rsidRPr="0043174E">
        <w:rPr>
          <w:rFonts w:ascii="Calibri" w:hAnsi="Calibri"/>
          <w:noProof/>
        </w:rPr>
        <w:tab/>
        <w:t xml:space="preserve">Andreou AY, Georgiou PA, Georgiou GM. Spontaneous coronary artery dissection: Report of two unsuspected cases initially treated with thrombolysis. </w:t>
      </w:r>
      <w:r w:rsidRPr="0043174E">
        <w:rPr>
          <w:rFonts w:ascii="Calibri" w:hAnsi="Calibri"/>
          <w:i/>
          <w:noProof/>
        </w:rPr>
        <w:t>Experimental and clinical cardiology</w:t>
      </w:r>
      <w:r w:rsidRPr="0043174E">
        <w:rPr>
          <w:rFonts w:ascii="Calibri" w:hAnsi="Calibri"/>
          <w:noProof/>
        </w:rPr>
        <w:t>. 2009;14:e89-92</w:t>
      </w:r>
      <w:bookmarkEnd w:id="61"/>
    </w:p>
    <w:p w:rsidR="0043174E" w:rsidRPr="0043174E" w:rsidRDefault="0043174E" w:rsidP="0043174E">
      <w:pPr>
        <w:spacing w:after="0" w:line="240" w:lineRule="auto"/>
        <w:ind w:left="720" w:hanging="720"/>
        <w:jc w:val="both"/>
        <w:rPr>
          <w:rFonts w:ascii="Calibri" w:hAnsi="Calibri"/>
          <w:noProof/>
        </w:rPr>
      </w:pPr>
      <w:bookmarkStart w:id="62" w:name="_ENREF_62"/>
      <w:r w:rsidRPr="0043174E">
        <w:rPr>
          <w:rFonts w:ascii="Calibri" w:hAnsi="Calibri"/>
          <w:noProof/>
        </w:rPr>
        <w:t>62.</w:t>
      </w:r>
      <w:r w:rsidRPr="0043174E">
        <w:rPr>
          <w:rFonts w:ascii="Calibri" w:hAnsi="Calibri"/>
          <w:noProof/>
        </w:rPr>
        <w:tab/>
        <w:t xml:space="preserve">Shamloo BK, Chintala RS, Nasur A, Ghazvini M, Shariat P, Diggs JA, Singh SN. Spontaneous coronary artery dissection: Aggressive vs. Conservative therapy. </w:t>
      </w:r>
      <w:r w:rsidRPr="0043174E">
        <w:rPr>
          <w:rFonts w:ascii="Calibri" w:hAnsi="Calibri"/>
          <w:i/>
          <w:noProof/>
        </w:rPr>
        <w:t>The Journal of invasive cardiology</w:t>
      </w:r>
      <w:r w:rsidRPr="0043174E">
        <w:rPr>
          <w:rFonts w:ascii="Calibri" w:hAnsi="Calibri"/>
          <w:noProof/>
        </w:rPr>
        <w:t>. 2010;22:222-228</w:t>
      </w:r>
      <w:bookmarkEnd w:id="62"/>
    </w:p>
    <w:p w:rsidR="0043174E" w:rsidRPr="0043174E" w:rsidRDefault="0043174E" w:rsidP="0043174E">
      <w:pPr>
        <w:spacing w:after="0" w:line="240" w:lineRule="auto"/>
        <w:ind w:left="720" w:hanging="720"/>
        <w:jc w:val="both"/>
        <w:rPr>
          <w:rFonts w:ascii="Calibri" w:hAnsi="Calibri"/>
          <w:noProof/>
        </w:rPr>
      </w:pPr>
      <w:bookmarkStart w:id="63" w:name="_ENREF_63"/>
      <w:r w:rsidRPr="0043174E">
        <w:rPr>
          <w:rFonts w:ascii="Calibri" w:hAnsi="Calibri"/>
          <w:noProof/>
        </w:rPr>
        <w:t>63.</w:t>
      </w:r>
      <w:r w:rsidRPr="0043174E">
        <w:rPr>
          <w:rFonts w:ascii="Calibri" w:hAnsi="Calibri"/>
          <w:noProof/>
        </w:rPr>
        <w:tab/>
        <w:t xml:space="preserve">Zupan I, Noc M, Trinkaus D, Popovic M. Double vessel extension of spontaneous left main coronary artery dissection in young women treated with thrombolytics. </w:t>
      </w:r>
      <w:r w:rsidRPr="0043174E">
        <w:rPr>
          <w:rFonts w:ascii="Calibri" w:hAnsi="Calibri"/>
          <w:i/>
          <w:noProof/>
        </w:rPr>
        <w:t>Catheterization and cardiovascular interventions : official journal of the Society for Cardiac Angiography &amp; Interventions</w:t>
      </w:r>
      <w:r w:rsidRPr="0043174E">
        <w:rPr>
          <w:rFonts w:ascii="Calibri" w:hAnsi="Calibri"/>
          <w:noProof/>
        </w:rPr>
        <w:t>. 2001;52:226-230</w:t>
      </w:r>
      <w:bookmarkEnd w:id="63"/>
    </w:p>
    <w:p w:rsidR="0043174E" w:rsidRPr="0043174E" w:rsidRDefault="0043174E" w:rsidP="0043174E">
      <w:pPr>
        <w:spacing w:after="0" w:line="240" w:lineRule="auto"/>
        <w:ind w:left="720" w:hanging="720"/>
        <w:jc w:val="both"/>
        <w:rPr>
          <w:rFonts w:ascii="Calibri" w:hAnsi="Calibri"/>
          <w:noProof/>
        </w:rPr>
      </w:pPr>
      <w:bookmarkStart w:id="64" w:name="_ENREF_64"/>
      <w:r w:rsidRPr="0043174E">
        <w:rPr>
          <w:rFonts w:ascii="Calibri" w:hAnsi="Calibri"/>
          <w:noProof/>
        </w:rPr>
        <w:t>64.</w:t>
      </w:r>
      <w:r w:rsidRPr="0043174E">
        <w:rPr>
          <w:rFonts w:ascii="Calibri" w:hAnsi="Calibri"/>
          <w:noProof/>
        </w:rPr>
        <w:tab/>
        <w:t xml:space="preserve">Goh AC, Lundstrom RJ. Spontaneous coronary artery dissection with cardiac tamponade. </w:t>
      </w:r>
      <w:r w:rsidRPr="0043174E">
        <w:rPr>
          <w:rFonts w:ascii="Calibri" w:hAnsi="Calibri"/>
          <w:i/>
          <w:noProof/>
        </w:rPr>
        <w:t>Texas Heart Institute journal</w:t>
      </w:r>
      <w:r w:rsidRPr="0043174E">
        <w:rPr>
          <w:rFonts w:ascii="Calibri" w:hAnsi="Calibri"/>
          <w:noProof/>
        </w:rPr>
        <w:t>. 2015;42:479-482</w:t>
      </w:r>
      <w:bookmarkEnd w:id="64"/>
    </w:p>
    <w:p w:rsidR="0043174E" w:rsidRPr="0043174E" w:rsidRDefault="0043174E" w:rsidP="0043174E">
      <w:pPr>
        <w:spacing w:after="0" w:line="240" w:lineRule="auto"/>
        <w:ind w:left="720" w:hanging="720"/>
        <w:jc w:val="both"/>
        <w:rPr>
          <w:rFonts w:ascii="Calibri" w:hAnsi="Calibri"/>
          <w:noProof/>
        </w:rPr>
      </w:pPr>
      <w:bookmarkStart w:id="65" w:name="_ENREF_65"/>
      <w:r w:rsidRPr="0043174E">
        <w:rPr>
          <w:rFonts w:ascii="Calibri" w:hAnsi="Calibri"/>
          <w:noProof/>
        </w:rPr>
        <w:t>65.</w:t>
      </w:r>
      <w:r w:rsidRPr="0043174E">
        <w:rPr>
          <w:rFonts w:ascii="Calibri" w:hAnsi="Calibri"/>
          <w:noProof/>
        </w:rPr>
        <w:tab/>
        <w:t xml:space="preserve">Authors/Task Force m, Windecker S, Kolh P, Alfonso F, Collet JP, Cremer J, Falk V, Filippatos G, Hamm C, Head SJ, Juni P, Kappetein AP, Kastrati A, Knuuti J, Landmesser U, Laufer G, Neumann FJ, Richter DJ, Schauerte P, Sousa Uva M, Stefanini GG, Taggart DP, Torracca L, Valgimigli M, Wijns W, Witkowski A. 2014 esc/eacts guidelines on myocardial revascularization: The task force on myocardial revascularization of the european society of cardiology (esc) and the european association for cardio-thoracic surgery (eacts)developed with the special contribution of the european association of percutaneous cardiovascular interventions (eapci). </w:t>
      </w:r>
      <w:r w:rsidRPr="0043174E">
        <w:rPr>
          <w:rFonts w:ascii="Calibri" w:hAnsi="Calibri"/>
          <w:i/>
          <w:noProof/>
        </w:rPr>
        <w:t>Eur Heart J</w:t>
      </w:r>
      <w:r w:rsidRPr="0043174E">
        <w:rPr>
          <w:rFonts w:ascii="Calibri" w:hAnsi="Calibri"/>
          <w:noProof/>
        </w:rPr>
        <w:t>. 2014;35:2541-2619</w:t>
      </w:r>
      <w:bookmarkEnd w:id="65"/>
    </w:p>
    <w:p w:rsidR="0043174E" w:rsidRPr="0043174E" w:rsidRDefault="0043174E" w:rsidP="0043174E">
      <w:pPr>
        <w:spacing w:after="0" w:line="240" w:lineRule="auto"/>
        <w:ind w:left="720" w:hanging="720"/>
        <w:jc w:val="both"/>
        <w:rPr>
          <w:rFonts w:ascii="Calibri" w:hAnsi="Calibri"/>
          <w:noProof/>
        </w:rPr>
      </w:pPr>
      <w:bookmarkStart w:id="66" w:name="_ENREF_66"/>
      <w:r w:rsidRPr="0043174E">
        <w:rPr>
          <w:rFonts w:ascii="Calibri" w:hAnsi="Calibri"/>
          <w:noProof/>
        </w:rPr>
        <w:t>66.</w:t>
      </w:r>
      <w:r w:rsidRPr="0043174E">
        <w:rPr>
          <w:rFonts w:ascii="Calibri" w:hAnsi="Calibri"/>
          <w:noProof/>
        </w:rPr>
        <w:tab/>
        <w:t xml:space="preserve">Maas AH, Euler M, Bongers MY, Rolden HJ, Grutters JP, Ulrich L, Schenck-Gustafsson K. Practice points in gynecardiology: Abnormal uterine bleeding in premenopausal women taking oral anticoagulant or antiplatelet therapy. </w:t>
      </w:r>
      <w:r w:rsidRPr="0043174E">
        <w:rPr>
          <w:rFonts w:ascii="Calibri" w:hAnsi="Calibri"/>
          <w:i/>
          <w:noProof/>
        </w:rPr>
        <w:t>Maturitas</w:t>
      </w:r>
      <w:r w:rsidRPr="0043174E">
        <w:rPr>
          <w:rFonts w:ascii="Calibri" w:hAnsi="Calibri"/>
          <w:noProof/>
        </w:rPr>
        <w:t>. 2015;82:355-359</w:t>
      </w:r>
      <w:bookmarkEnd w:id="66"/>
    </w:p>
    <w:p w:rsidR="0043174E" w:rsidRPr="0043174E" w:rsidRDefault="0043174E" w:rsidP="0043174E">
      <w:pPr>
        <w:spacing w:after="0" w:line="240" w:lineRule="auto"/>
        <w:ind w:left="720" w:hanging="720"/>
        <w:jc w:val="both"/>
        <w:rPr>
          <w:rFonts w:ascii="Calibri" w:hAnsi="Calibri"/>
          <w:noProof/>
        </w:rPr>
      </w:pPr>
      <w:bookmarkStart w:id="67" w:name="_ENREF_67"/>
      <w:r w:rsidRPr="0043174E">
        <w:rPr>
          <w:rFonts w:ascii="Calibri" w:hAnsi="Calibri"/>
          <w:noProof/>
        </w:rPr>
        <w:t>67.</w:t>
      </w:r>
      <w:r w:rsidRPr="0043174E">
        <w:rPr>
          <w:rFonts w:ascii="Calibri" w:hAnsi="Calibri"/>
          <w:noProof/>
        </w:rPr>
        <w:tab/>
        <w:t xml:space="preserve">Task Force on the management of STseamiotESoC, Steg PG, James SK, Atar D, Badano LP, Blomstrom-Lundqvist C, Borger MA, Di Mario C, Dickstein K, Ducrocq G, Fernandez-Aviles F, Gershlick AH, Giannuzzi P, Halvorsen S, Huber K, Juni P, Kastrati A, Knuuti J, Lenzen MJ, Mahaffey KW, Valgimigli M, van 't Hof A, Widimsky P, Zahger D. Esc guidelines for the management of acute myocardial infarction in patients presenting with st-segment elevation. </w:t>
      </w:r>
      <w:r w:rsidRPr="0043174E">
        <w:rPr>
          <w:rFonts w:ascii="Calibri" w:hAnsi="Calibri"/>
          <w:i/>
          <w:noProof/>
        </w:rPr>
        <w:t>Eur Heart J</w:t>
      </w:r>
      <w:r w:rsidRPr="0043174E">
        <w:rPr>
          <w:rFonts w:ascii="Calibri" w:hAnsi="Calibri"/>
          <w:noProof/>
        </w:rPr>
        <w:t>. 2012;33:2569-2619</w:t>
      </w:r>
      <w:bookmarkEnd w:id="67"/>
    </w:p>
    <w:p w:rsidR="0043174E" w:rsidRPr="0043174E" w:rsidRDefault="0043174E" w:rsidP="0043174E">
      <w:pPr>
        <w:spacing w:after="0" w:line="240" w:lineRule="auto"/>
        <w:ind w:left="720" w:hanging="720"/>
        <w:jc w:val="both"/>
        <w:rPr>
          <w:rFonts w:ascii="Calibri" w:hAnsi="Calibri"/>
          <w:noProof/>
        </w:rPr>
      </w:pPr>
      <w:bookmarkStart w:id="68" w:name="_ENREF_68"/>
      <w:r w:rsidRPr="0043174E">
        <w:rPr>
          <w:rFonts w:ascii="Calibri" w:hAnsi="Calibri"/>
          <w:noProof/>
        </w:rPr>
        <w:t>68.</w:t>
      </w:r>
      <w:r w:rsidRPr="0043174E">
        <w:rPr>
          <w:rFonts w:ascii="Calibri" w:hAnsi="Calibri"/>
          <w:noProof/>
        </w:rPr>
        <w:tab/>
        <w:t xml:space="preserve">Roffi M, Patrono C, Collet JP, Mueller C, Valgimigli M, Andreotti F, Bax JJ, Borger MA, Brotons C, Chew DP, Gencer B, Hasenfuss G, Kjeldsen K, Lancellotti P, Landmesser U, Mehilli J, Mukherjee D, Storey RF, Windecker S, Baumgartner H, Gaemperli O, Achenbach S, Agewall S, Badimon L, Baigent C, Bueno H, Bugiardini R, Carerj S, Casselman F, Cuisset T, Erol C, Fitzsimons D, Halle M, Hamm C, Hildick-Smith D, Huber K, Iliodromitis E, James S, Lewis BS, Lip GY, Piepoli MF, Richter D, Rosemann T, Sechtem U, Steg PG, Vrints C, Luis Zamorano J, Management of Acute Coronary Syndromes in Patients Presenting without Persistent STSEotESoC. 2015 esc guidelines for the management of acute coronary syndromes in patients presenting without persistent st-segment elevation: Task force for the management of acute coronary syndromes in patients presenting without persistent st-segment elevation of the european society of cardiology (esc). </w:t>
      </w:r>
      <w:r w:rsidRPr="0043174E">
        <w:rPr>
          <w:rFonts w:ascii="Calibri" w:hAnsi="Calibri"/>
          <w:i/>
          <w:noProof/>
        </w:rPr>
        <w:t>Eur Heart J</w:t>
      </w:r>
      <w:r w:rsidRPr="0043174E">
        <w:rPr>
          <w:rFonts w:ascii="Calibri" w:hAnsi="Calibri"/>
          <w:noProof/>
        </w:rPr>
        <w:t>. 2016;37:267-315</w:t>
      </w:r>
      <w:bookmarkEnd w:id="68"/>
    </w:p>
    <w:p w:rsidR="0043174E" w:rsidRPr="0043174E" w:rsidRDefault="0043174E" w:rsidP="0043174E">
      <w:pPr>
        <w:spacing w:after="0" w:line="240" w:lineRule="auto"/>
        <w:ind w:left="720" w:hanging="720"/>
        <w:jc w:val="both"/>
        <w:rPr>
          <w:rFonts w:ascii="Calibri" w:hAnsi="Calibri"/>
          <w:noProof/>
        </w:rPr>
      </w:pPr>
      <w:bookmarkStart w:id="69" w:name="_ENREF_69"/>
      <w:r w:rsidRPr="0043174E">
        <w:rPr>
          <w:rFonts w:ascii="Calibri" w:hAnsi="Calibri"/>
          <w:noProof/>
        </w:rPr>
        <w:t>69.</w:t>
      </w:r>
      <w:r w:rsidRPr="0043174E">
        <w:rPr>
          <w:rFonts w:ascii="Calibri" w:hAnsi="Calibri"/>
          <w:noProof/>
        </w:rPr>
        <w:tab/>
        <w:t xml:space="preserve">Knapp KE, Weis RA, Cubillo EI, Chapital AB, Ramakrishna H. Spontaneous, postpartum coronary artery dissection and cardiogenic shock with extracorporeal membrane oxygenation assisted recovery in a 30-year-old patient. </w:t>
      </w:r>
      <w:r w:rsidRPr="0043174E">
        <w:rPr>
          <w:rFonts w:ascii="Calibri" w:hAnsi="Calibri"/>
          <w:i/>
          <w:noProof/>
        </w:rPr>
        <w:t>Case reports in cardiology</w:t>
      </w:r>
      <w:r w:rsidRPr="0043174E">
        <w:rPr>
          <w:rFonts w:ascii="Calibri" w:hAnsi="Calibri"/>
          <w:noProof/>
        </w:rPr>
        <w:t>. 2016;2016:1048708</w:t>
      </w:r>
      <w:bookmarkEnd w:id="69"/>
    </w:p>
    <w:p w:rsidR="0043174E" w:rsidRPr="0043174E" w:rsidRDefault="0043174E" w:rsidP="0043174E">
      <w:pPr>
        <w:spacing w:after="0" w:line="240" w:lineRule="auto"/>
        <w:ind w:left="720" w:hanging="720"/>
        <w:jc w:val="both"/>
        <w:rPr>
          <w:rFonts w:ascii="Calibri" w:hAnsi="Calibri"/>
          <w:noProof/>
        </w:rPr>
      </w:pPr>
      <w:bookmarkStart w:id="70" w:name="_ENREF_70"/>
      <w:r w:rsidRPr="0043174E">
        <w:rPr>
          <w:rFonts w:ascii="Calibri" w:hAnsi="Calibri"/>
          <w:noProof/>
        </w:rPr>
        <w:t>70.</w:t>
      </w:r>
      <w:r w:rsidRPr="0043174E">
        <w:rPr>
          <w:rFonts w:ascii="Calibri" w:hAnsi="Calibri"/>
          <w:noProof/>
        </w:rPr>
        <w:tab/>
        <w:t xml:space="preserve">Torres-Ayala SC, Maldonado J, Bolton JS, Bhalla S. Coronary computed tomography angiography of spontaneous coronary artery dissection: A case report and review of the literature. </w:t>
      </w:r>
      <w:r w:rsidRPr="0043174E">
        <w:rPr>
          <w:rFonts w:ascii="Calibri" w:hAnsi="Calibri"/>
          <w:i/>
          <w:noProof/>
        </w:rPr>
        <w:t>The American journal of case reports</w:t>
      </w:r>
      <w:r w:rsidRPr="0043174E">
        <w:rPr>
          <w:rFonts w:ascii="Calibri" w:hAnsi="Calibri"/>
          <w:noProof/>
        </w:rPr>
        <w:t>. 2015;16:130-135</w:t>
      </w:r>
      <w:bookmarkEnd w:id="70"/>
    </w:p>
    <w:p w:rsidR="0043174E" w:rsidRPr="0043174E" w:rsidRDefault="0043174E" w:rsidP="0043174E">
      <w:pPr>
        <w:spacing w:after="0" w:line="240" w:lineRule="auto"/>
        <w:ind w:left="720" w:hanging="720"/>
        <w:jc w:val="both"/>
        <w:rPr>
          <w:rFonts w:ascii="Calibri" w:hAnsi="Calibri"/>
          <w:noProof/>
        </w:rPr>
      </w:pPr>
      <w:bookmarkStart w:id="71" w:name="_ENREF_71"/>
      <w:r w:rsidRPr="0043174E">
        <w:rPr>
          <w:rFonts w:ascii="Calibri" w:hAnsi="Calibri"/>
          <w:noProof/>
        </w:rPr>
        <w:t>71.</w:t>
      </w:r>
      <w:r w:rsidRPr="0043174E">
        <w:rPr>
          <w:rFonts w:ascii="Calibri" w:hAnsi="Calibri"/>
          <w:noProof/>
        </w:rPr>
        <w:tab/>
        <w:t xml:space="preserve">Tweet MS, Gulati R, Williamson EE, Vrtiska TJ, Hayes SN. Multimodality imaging for spontaneous coronary artery dissection in women. </w:t>
      </w:r>
      <w:r w:rsidRPr="0043174E">
        <w:rPr>
          <w:rFonts w:ascii="Calibri" w:hAnsi="Calibri"/>
          <w:i/>
          <w:noProof/>
        </w:rPr>
        <w:t>JACC. Cardiovascular imaging</w:t>
      </w:r>
      <w:r w:rsidRPr="0043174E">
        <w:rPr>
          <w:rFonts w:ascii="Calibri" w:hAnsi="Calibri"/>
          <w:noProof/>
        </w:rPr>
        <w:t>. 2016;9:436-450</w:t>
      </w:r>
      <w:bookmarkEnd w:id="71"/>
    </w:p>
    <w:p w:rsidR="0043174E" w:rsidRPr="0043174E" w:rsidRDefault="0043174E" w:rsidP="0043174E">
      <w:pPr>
        <w:spacing w:after="0" w:line="240" w:lineRule="auto"/>
        <w:ind w:left="720" w:hanging="720"/>
        <w:jc w:val="both"/>
        <w:rPr>
          <w:rFonts w:ascii="Calibri" w:hAnsi="Calibri"/>
          <w:noProof/>
        </w:rPr>
      </w:pPr>
      <w:bookmarkStart w:id="72" w:name="_ENREF_72"/>
      <w:r w:rsidRPr="0043174E">
        <w:rPr>
          <w:rFonts w:ascii="Calibri" w:hAnsi="Calibri"/>
          <w:noProof/>
        </w:rPr>
        <w:t>72.</w:t>
      </w:r>
      <w:r w:rsidRPr="0043174E">
        <w:rPr>
          <w:rFonts w:ascii="Calibri" w:hAnsi="Calibri"/>
          <w:noProof/>
        </w:rPr>
        <w:tab/>
        <w:t xml:space="preserve">Prakash R, Starovoytov A, Heydari M, Mancini GB, Saw J. Catheter-induced iatrogenic coronary artery dissection in patients with spontaneous coronary artery dissection. </w:t>
      </w:r>
      <w:r w:rsidRPr="0043174E">
        <w:rPr>
          <w:rFonts w:ascii="Calibri" w:hAnsi="Calibri"/>
          <w:i/>
          <w:noProof/>
        </w:rPr>
        <w:t>JACC. Cardiovascular interventions</w:t>
      </w:r>
      <w:r w:rsidRPr="0043174E">
        <w:rPr>
          <w:rFonts w:ascii="Calibri" w:hAnsi="Calibri"/>
          <w:noProof/>
        </w:rPr>
        <w:t>. 2016;9:1851-1853</w:t>
      </w:r>
      <w:bookmarkEnd w:id="72"/>
    </w:p>
    <w:p w:rsidR="0043174E" w:rsidRPr="0043174E" w:rsidRDefault="0043174E" w:rsidP="0043174E">
      <w:pPr>
        <w:spacing w:after="0" w:line="240" w:lineRule="auto"/>
        <w:ind w:left="720" w:hanging="720"/>
        <w:jc w:val="both"/>
        <w:rPr>
          <w:rFonts w:ascii="Calibri" w:hAnsi="Calibri"/>
          <w:noProof/>
        </w:rPr>
      </w:pPr>
      <w:bookmarkStart w:id="73" w:name="_ENREF_73"/>
      <w:r w:rsidRPr="0043174E">
        <w:rPr>
          <w:rFonts w:ascii="Calibri" w:hAnsi="Calibri"/>
          <w:noProof/>
        </w:rPr>
        <w:t>73.</w:t>
      </w:r>
      <w:r w:rsidRPr="0043174E">
        <w:rPr>
          <w:rFonts w:ascii="Calibri" w:hAnsi="Calibri"/>
          <w:noProof/>
        </w:rPr>
        <w:tab/>
        <w:t xml:space="preserve">Yip A, Saw J. Spontaneous coronary artery dissection-a review. </w:t>
      </w:r>
      <w:r w:rsidRPr="0043174E">
        <w:rPr>
          <w:rFonts w:ascii="Calibri" w:hAnsi="Calibri"/>
          <w:i/>
          <w:noProof/>
        </w:rPr>
        <w:t>Cardiovascular diagnosis and therapy</w:t>
      </w:r>
      <w:r w:rsidRPr="0043174E">
        <w:rPr>
          <w:rFonts w:ascii="Calibri" w:hAnsi="Calibri"/>
          <w:noProof/>
        </w:rPr>
        <w:t>. 2015;5:37-48</w:t>
      </w:r>
      <w:bookmarkEnd w:id="73"/>
    </w:p>
    <w:p w:rsidR="0043174E" w:rsidRPr="0043174E" w:rsidRDefault="0043174E" w:rsidP="0043174E">
      <w:pPr>
        <w:spacing w:after="0" w:line="240" w:lineRule="auto"/>
        <w:ind w:left="720" w:hanging="720"/>
        <w:jc w:val="both"/>
        <w:rPr>
          <w:rFonts w:ascii="Calibri" w:hAnsi="Calibri"/>
          <w:noProof/>
        </w:rPr>
      </w:pPr>
      <w:bookmarkStart w:id="74" w:name="_ENREF_74"/>
      <w:r w:rsidRPr="0043174E">
        <w:rPr>
          <w:rFonts w:ascii="Calibri" w:hAnsi="Calibri"/>
          <w:noProof/>
        </w:rPr>
        <w:t>74.</w:t>
      </w:r>
      <w:r w:rsidRPr="0043174E">
        <w:rPr>
          <w:rFonts w:ascii="Calibri" w:hAnsi="Calibri"/>
          <w:noProof/>
        </w:rPr>
        <w:tab/>
        <w:t xml:space="preserve">Bergen E, Huffer L, Peele M. Survival after spontaneous coronary artery dissection presenting with ventricular fibrillation arrest. </w:t>
      </w:r>
      <w:r w:rsidRPr="0043174E">
        <w:rPr>
          <w:rFonts w:ascii="Calibri" w:hAnsi="Calibri"/>
          <w:i/>
          <w:noProof/>
        </w:rPr>
        <w:t>The Journal of invasive cardiology</w:t>
      </w:r>
      <w:r w:rsidRPr="0043174E">
        <w:rPr>
          <w:rFonts w:ascii="Calibri" w:hAnsi="Calibri"/>
          <w:noProof/>
        </w:rPr>
        <w:t>. 2005;17:E4-6</w:t>
      </w:r>
      <w:bookmarkEnd w:id="74"/>
    </w:p>
    <w:p w:rsidR="0043174E" w:rsidRPr="0043174E" w:rsidRDefault="0043174E" w:rsidP="0043174E">
      <w:pPr>
        <w:spacing w:after="0" w:line="240" w:lineRule="auto"/>
        <w:ind w:left="720" w:hanging="720"/>
        <w:jc w:val="both"/>
        <w:rPr>
          <w:rFonts w:ascii="Calibri" w:hAnsi="Calibri"/>
          <w:noProof/>
        </w:rPr>
      </w:pPr>
      <w:bookmarkStart w:id="75" w:name="_ENREF_75"/>
      <w:r w:rsidRPr="0043174E">
        <w:rPr>
          <w:rFonts w:ascii="Calibri" w:hAnsi="Calibri"/>
          <w:noProof/>
        </w:rPr>
        <w:t>75.</w:t>
      </w:r>
      <w:r w:rsidRPr="0043174E">
        <w:rPr>
          <w:rFonts w:ascii="Calibri" w:hAnsi="Calibri"/>
          <w:noProof/>
        </w:rPr>
        <w:tab/>
        <w:t xml:space="preserve">Lempereur M, Grewal J, Saw J. Spontaneous coronary artery dissection associated with beta-hcg injections and fibromuscular dysplasia. </w:t>
      </w:r>
      <w:r w:rsidRPr="0043174E">
        <w:rPr>
          <w:rFonts w:ascii="Calibri" w:hAnsi="Calibri"/>
          <w:i/>
          <w:noProof/>
        </w:rPr>
        <w:t>The Canadian journal of cardiology</w:t>
      </w:r>
      <w:r w:rsidRPr="0043174E">
        <w:rPr>
          <w:rFonts w:ascii="Calibri" w:hAnsi="Calibri"/>
          <w:noProof/>
        </w:rPr>
        <w:t>. 2014;30:464 e461-463</w:t>
      </w:r>
      <w:bookmarkEnd w:id="75"/>
    </w:p>
    <w:p w:rsidR="0043174E" w:rsidRPr="0043174E" w:rsidRDefault="0043174E" w:rsidP="0043174E">
      <w:pPr>
        <w:spacing w:after="0" w:line="240" w:lineRule="auto"/>
        <w:ind w:left="720" w:hanging="720"/>
        <w:jc w:val="both"/>
        <w:rPr>
          <w:rFonts w:ascii="Calibri" w:hAnsi="Calibri"/>
          <w:noProof/>
        </w:rPr>
      </w:pPr>
      <w:bookmarkStart w:id="76" w:name="_ENREF_76"/>
      <w:r w:rsidRPr="0043174E">
        <w:rPr>
          <w:rFonts w:ascii="Calibri" w:hAnsi="Calibri"/>
          <w:noProof/>
        </w:rPr>
        <w:t>76.</w:t>
      </w:r>
      <w:r w:rsidRPr="0043174E">
        <w:rPr>
          <w:rFonts w:ascii="Calibri" w:hAnsi="Calibri"/>
          <w:noProof/>
        </w:rPr>
        <w:tab/>
        <w:t xml:space="preserve">Prasad M, Tweet MS, Hayes SN, Leng S, Liang JJ, Eleid MF, Gulati R, Vrtiska TJ. Prevalence of extracoronary vascular abnormalities and fibromuscular dysplasia in patients with spontaneous coronary artery dissection. </w:t>
      </w:r>
      <w:r w:rsidRPr="0043174E">
        <w:rPr>
          <w:rFonts w:ascii="Calibri" w:hAnsi="Calibri"/>
          <w:i/>
          <w:noProof/>
        </w:rPr>
        <w:t>Am J Cardiol</w:t>
      </w:r>
      <w:r w:rsidRPr="0043174E">
        <w:rPr>
          <w:rFonts w:ascii="Calibri" w:hAnsi="Calibri"/>
          <w:noProof/>
        </w:rPr>
        <w:t>. 2015;115:1672-1677</w:t>
      </w:r>
      <w:bookmarkEnd w:id="76"/>
    </w:p>
    <w:p w:rsidR="0043174E" w:rsidRPr="0043174E" w:rsidRDefault="0043174E" w:rsidP="0043174E">
      <w:pPr>
        <w:spacing w:after="0" w:line="240" w:lineRule="auto"/>
        <w:ind w:left="720" w:hanging="720"/>
        <w:jc w:val="both"/>
        <w:rPr>
          <w:rFonts w:ascii="Calibri" w:hAnsi="Calibri"/>
          <w:noProof/>
        </w:rPr>
      </w:pPr>
      <w:bookmarkStart w:id="77" w:name="_ENREF_77"/>
      <w:r w:rsidRPr="0043174E">
        <w:rPr>
          <w:rFonts w:ascii="Calibri" w:hAnsi="Calibri"/>
          <w:noProof/>
        </w:rPr>
        <w:t>77.</w:t>
      </w:r>
      <w:r w:rsidRPr="0043174E">
        <w:rPr>
          <w:rFonts w:ascii="Calibri" w:hAnsi="Calibri"/>
          <w:noProof/>
        </w:rPr>
        <w:tab/>
        <w:t xml:space="preserve">Persu A, Giavarini A, Touze E, Januszewicz A, Sapoval M, Azizi M, Barral X, Jeunemaitre X, Morganti A, Plouin PF, de Leeuw P, Hypertension ESHWG, the K. European consensus on the diagnosis and management of fibromuscular dysplasia. </w:t>
      </w:r>
      <w:r w:rsidRPr="0043174E">
        <w:rPr>
          <w:rFonts w:ascii="Calibri" w:hAnsi="Calibri"/>
          <w:i/>
          <w:noProof/>
        </w:rPr>
        <w:t>Journal of hypertension</w:t>
      </w:r>
      <w:r w:rsidRPr="0043174E">
        <w:rPr>
          <w:rFonts w:ascii="Calibri" w:hAnsi="Calibri"/>
          <w:noProof/>
        </w:rPr>
        <w:t>. 2014;32:1367-1378</w:t>
      </w:r>
      <w:bookmarkEnd w:id="77"/>
    </w:p>
    <w:p w:rsidR="0043174E" w:rsidRPr="0043174E" w:rsidRDefault="0043174E" w:rsidP="0043174E">
      <w:pPr>
        <w:spacing w:after="0" w:line="240" w:lineRule="auto"/>
        <w:ind w:left="720" w:hanging="720"/>
        <w:jc w:val="both"/>
        <w:rPr>
          <w:rFonts w:ascii="Calibri" w:hAnsi="Calibri"/>
          <w:noProof/>
        </w:rPr>
      </w:pPr>
      <w:bookmarkStart w:id="78" w:name="_ENREF_78"/>
      <w:r w:rsidRPr="0043174E">
        <w:rPr>
          <w:rFonts w:ascii="Calibri" w:hAnsi="Calibri"/>
          <w:noProof/>
        </w:rPr>
        <w:t>78.</w:t>
      </w:r>
      <w:r w:rsidRPr="0043174E">
        <w:rPr>
          <w:rFonts w:ascii="Calibri" w:hAnsi="Calibri"/>
          <w:noProof/>
        </w:rPr>
        <w:tab/>
        <w:t xml:space="preserve">Persu A, Van der Niepen P, Touze E, Gevaert S, Berra E, Mace P, Plouin PF, Jeunemaitre X. Revisiting fibromuscular dysplasia: Rationale of the european fibromuscular dysplasia initiative. </w:t>
      </w:r>
      <w:r w:rsidRPr="0043174E">
        <w:rPr>
          <w:rFonts w:ascii="Calibri" w:hAnsi="Calibri"/>
          <w:i/>
          <w:noProof/>
        </w:rPr>
        <w:t>Hypertension</w:t>
      </w:r>
      <w:r w:rsidRPr="0043174E">
        <w:rPr>
          <w:rFonts w:ascii="Calibri" w:hAnsi="Calibri"/>
          <w:noProof/>
        </w:rPr>
        <w:t>. 2016</w:t>
      </w:r>
      <w:bookmarkEnd w:id="78"/>
    </w:p>
    <w:p w:rsidR="0043174E" w:rsidRPr="0043174E" w:rsidRDefault="0043174E" w:rsidP="0043174E">
      <w:pPr>
        <w:spacing w:after="0" w:line="240" w:lineRule="auto"/>
        <w:ind w:left="720" w:hanging="720"/>
        <w:jc w:val="both"/>
        <w:rPr>
          <w:rFonts w:ascii="Calibri" w:hAnsi="Calibri"/>
          <w:noProof/>
        </w:rPr>
      </w:pPr>
      <w:bookmarkStart w:id="79" w:name="_ENREF_79"/>
      <w:r w:rsidRPr="0043174E">
        <w:rPr>
          <w:rFonts w:ascii="Calibri" w:hAnsi="Calibri"/>
          <w:noProof/>
        </w:rPr>
        <w:t>79.</w:t>
      </w:r>
      <w:r w:rsidRPr="0043174E">
        <w:rPr>
          <w:rFonts w:ascii="Calibri" w:hAnsi="Calibri"/>
          <w:noProof/>
        </w:rPr>
        <w:tab/>
        <w:t xml:space="preserve">Toggweiler S, Puck M, Thalhammer C, Manka R, Wyss M, Bilecen D, Corti R, Amann-Vesti BR, Luscher TF, Wyss CA. Associated vascular lesions in patients with spontaneous coronary artery dissection. </w:t>
      </w:r>
      <w:r w:rsidRPr="0043174E">
        <w:rPr>
          <w:rFonts w:ascii="Calibri" w:hAnsi="Calibri"/>
          <w:i/>
          <w:noProof/>
        </w:rPr>
        <w:t>Swiss medical weekly</w:t>
      </w:r>
      <w:r w:rsidRPr="0043174E">
        <w:rPr>
          <w:rFonts w:ascii="Calibri" w:hAnsi="Calibri"/>
          <w:noProof/>
        </w:rPr>
        <w:t>. 2012;142:w13538</w:t>
      </w:r>
      <w:bookmarkEnd w:id="79"/>
    </w:p>
    <w:p w:rsidR="0043174E" w:rsidRPr="0043174E" w:rsidRDefault="0043174E" w:rsidP="0043174E">
      <w:pPr>
        <w:spacing w:after="0" w:line="240" w:lineRule="auto"/>
        <w:ind w:left="720" w:hanging="720"/>
        <w:jc w:val="both"/>
        <w:rPr>
          <w:rFonts w:ascii="Calibri" w:hAnsi="Calibri"/>
          <w:noProof/>
        </w:rPr>
      </w:pPr>
      <w:bookmarkStart w:id="80" w:name="_ENREF_80"/>
      <w:r w:rsidRPr="0043174E">
        <w:rPr>
          <w:rFonts w:ascii="Calibri" w:hAnsi="Calibri"/>
          <w:noProof/>
        </w:rPr>
        <w:t>80.</w:t>
      </w:r>
      <w:r w:rsidRPr="0043174E">
        <w:rPr>
          <w:rFonts w:ascii="Calibri" w:hAnsi="Calibri"/>
          <w:noProof/>
        </w:rPr>
        <w:tab/>
        <w:t xml:space="preserve">Saw J, Ricci D, Starovoytov A, Fox R, Buller CE. Spontaneous coronary artery dissection: Prevalence of predisposing conditions including fibromuscular dysplasia in a tertiary center cohort. </w:t>
      </w:r>
      <w:r w:rsidRPr="0043174E">
        <w:rPr>
          <w:rFonts w:ascii="Calibri" w:hAnsi="Calibri"/>
          <w:i/>
          <w:noProof/>
        </w:rPr>
        <w:t>JACC. Cardiovascular interventions</w:t>
      </w:r>
      <w:r w:rsidRPr="0043174E">
        <w:rPr>
          <w:rFonts w:ascii="Calibri" w:hAnsi="Calibri"/>
          <w:noProof/>
        </w:rPr>
        <w:t>. 2013;6:44-52</w:t>
      </w:r>
      <w:bookmarkEnd w:id="80"/>
    </w:p>
    <w:p w:rsidR="0043174E" w:rsidRPr="0043174E" w:rsidRDefault="0043174E" w:rsidP="0043174E">
      <w:pPr>
        <w:spacing w:after="0" w:line="240" w:lineRule="auto"/>
        <w:ind w:left="720" w:hanging="720"/>
        <w:jc w:val="both"/>
        <w:rPr>
          <w:rFonts w:ascii="Calibri" w:hAnsi="Calibri"/>
          <w:noProof/>
        </w:rPr>
      </w:pPr>
      <w:bookmarkStart w:id="81" w:name="_ENREF_81"/>
      <w:r w:rsidRPr="0043174E">
        <w:rPr>
          <w:rFonts w:ascii="Calibri" w:hAnsi="Calibri"/>
          <w:noProof/>
        </w:rPr>
        <w:t>81.</w:t>
      </w:r>
      <w:r w:rsidRPr="0043174E">
        <w:rPr>
          <w:rFonts w:ascii="Calibri" w:hAnsi="Calibri"/>
          <w:noProof/>
        </w:rPr>
        <w:tab/>
        <w:t xml:space="preserve">Saw J, Bezerra H, Gornik HL, Machan L, Mancini GB. Angiographic and intracoronary manifestations of coronary fibromuscular dysplasia. </w:t>
      </w:r>
      <w:r w:rsidRPr="0043174E">
        <w:rPr>
          <w:rFonts w:ascii="Calibri" w:hAnsi="Calibri"/>
          <w:i/>
          <w:noProof/>
        </w:rPr>
        <w:t>Circulation</w:t>
      </w:r>
      <w:r w:rsidRPr="0043174E">
        <w:rPr>
          <w:rFonts w:ascii="Calibri" w:hAnsi="Calibri"/>
          <w:noProof/>
        </w:rPr>
        <w:t>. 2016;133:1548-1559</w:t>
      </w:r>
      <w:bookmarkEnd w:id="81"/>
    </w:p>
    <w:p w:rsidR="0043174E" w:rsidRPr="0043174E" w:rsidRDefault="0043174E" w:rsidP="0043174E">
      <w:pPr>
        <w:spacing w:after="0" w:line="240" w:lineRule="auto"/>
        <w:ind w:left="720" w:hanging="720"/>
        <w:jc w:val="both"/>
        <w:rPr>
          <w:rFonts w:ascii="Calibri" w:hAnsi="Calibri"/>
          <w:noProof/>
        </w:rPr>
      </w:pPr>
      <w:bookmarkStart w:id="82" w:name="_ENREF_82"/>
      <w:r w:rsidRPr="0043174E">
        <w:rPr>
          <w:rFonts w:ascii="Calibri" w:hAnsi="Calibri"/>
          <w:noProof/>
        </w:rPr>
        <w:t>82.</w:t>
      </w:r>
      <w:r w:rsidRPr="0043174E">
        <w:rPr>
          <w:rFonts w:ascii="Calibri" w:hAnsi="Calibri"/>
          <w:noProof/>
        </w:rPr>
        <w:tab/>
        <w:t xml:space="preserve">Liang JJ, Prasad M, Tweet MS, Hayes SN, Gulati R, Breen JF, Leng S, Vrtiska TJ. A novel application of ct angiography to detect extracoronary vascular abnormalities in patients with spontaneous coronary artery dissection. </w:t>
      </w:r>
      <w:r w:rsidRPr="0043174E">
        <w:rPr>
          <w:rFonts w:ascii="Calibri" w:hAnsi="Calibri"/>
          <w:i/>
          <w:noProof/>
        </w:rPr>
        <w:t>Journal of cardiovascular computed tomography</w:t>
      </w:r>
      <w:r w:rsidRPr="0043174E">
        <w:rPr>
          <w:rFonts w:ascii="Calibri" w:hAnsi="Calibri"/>
          <w:noProof/>
        </w:rPr>
        <w:t>. 2014;8:189-197</w:t>
      </w:r>
      <w:bookmarkEnd w:id="82"/>
    </w:p>
    <w:p w:rsidR="0043174E" w:rsidRPr="0043174E" w:rsidRDefault="0043174E" w:rsidP="0043174E">
      <w:pPr>
        <w:spacing w:after="0" w:line="240" w:lineRule="auto"/>
        <w:ind w:left="720" w:hanging="720"/>
        <w:jc w:val="both"/>
        <w:rPr>
          <w:rFonts w:ascii="Calibri" w:hAnsi="Calibri"/>
          <w:noProof/>
        </w:rPr>
      </w:pPr>
      <w:bookmarkStart w:id="83" w:name="_ENREF_83"/>
      <w:r w:rsidRPr="0043174E">
        <w:rPr>
          <w:rFonts w:ascii="Calibri" w:hAnsi="Calibri"/>
          <w:noProof/>
        </w:rPr>
        <w:t>83.</w:t>
      </w:r>
      <w:r w:rsidRPr="0043174E">
        <w:rPr>
          <w:rFonts w:ascii="Calibri" w:hAnsi="Calibri"/>
          <w:noProof/>
        </w:rPr>
        <w:tab/>
        <w:t xml:space="preserve">Bhatt DD, Kachru R, Gupta S, Kaul U. Recurrent chest pain after treatment of spontaneous coronary artery dissection: An enigma. </w:t>
      </w:r>
      <w:r w:rsidRPr="0043174E">
        <w:rPr>
          <w:rFonts w:ascii="Calibri" w:hAnsi="Calibri"/>
          <w:i/>
          <w:noProof/>
        </w:rPr>
        <w:t>Indian heart journal</w:t>
      </w:r>
      <w:r w:rsidRPr="0043174E">
        <w:rPr>
          <w:rFonts w:ascii="Calibri" w:hAnsi="Calibri"/>
          <w:noProof/>
        </w:rPr>
        <w:t>. 2015;67 Suppl 3:S18-20</w:t>
      </w:r>
      <w:bookmarkEnd w:id="83"/>
    </w:p>
    <w:p w:rsidR="0043174E" w:rsidRPr="0043174E" w:rsidRDefault="0043174E" w:rsidP="0043174E">
      <w:pPr>
        <w:spacing w:after="0" w:line="240" w:lineRule="auto"/>
        <w:ind w:left="720" w:hanging="720"/>
        <w:jc w:val="both"/>
        <w:rPr>
          <w:rFonts w:ascii="Calibri" w:hAnsi="Calibri"/>
          <w:noProof/>
        </w:rPr>
      </w:pPr>
      <w:bookmarkStart w:id="84" w:name="_ENREF_84"/>
      <w:r w:rsidRPr="0043174E">
        <w:rPr>
          <w:rFonts w:ascii="Calibri" w:hAnsi="Calibri"/>
          <w:noProof/>
        </w:rPr>
        <w:t>84.</w:t>
      </w:r>
      <w:r w:rsidRPr="0043174E">
        <w:rPr>
          <w:rFonts w:ascii="Calibri" w:hAnsi="Calibri"/>
          <w:noProof/>
        </w:rPr>
        <w:tab/>
        <w:t xml:space="preserve">Chou AY, Prakash R, Rajala J, Birnie T, Isserow S, Taylor CM, Ignaszewski A, Chan S, Starovoytov A, Saw J. The first dedicated cardiac rehabilitation program for patients with spontaneous coronary artery dissection: Description and initial results. </w:t>
      </w:r>
      <w:r w:rsidRPr="0043174E">
        <w:rPr>
          <w:rFonts w:ascii="Calibri" w:hAnsi="Calibri"/>
          <w:i/>
          <w:noProof/>
        </w:rPr>
        <w:t>The Canadian journal of cardiology</w:t>
      </w:r>
      <w:r w:rsidRPr="0043174E">
        <w:rPr>
          <w:rFonts w:ascii="Calibri" w:hAnsi="Calibri"/>
          <w:noProof/>
        </w:rPr>
        <w:t>. 2016;32:554-560</w:t>
      </w:r>
      <w:bookmarkEnd w:id="84"/>
    </w:p>
    <w:p w:rsidR="0043174E" w:rsidRPr="0043174E" w:rsidRDefault="0043174E" w:rsidP="0043174E">
      <w:pPr>
        <w:spacing w:after="0" w:line="240" w:lineRule="auto"/>
        <w:ind w:left="720" w:hanging="720"/>
        <w:jc w:val="both"/>
        <w:rPr>
          <w:rFonts w:ascii="Calibri" w:hAnsi="Calibri"/>
          <w:noProof/>
        </w:rPr>
      </w:pPr>
      <w:bookmarkStart w:id="85" w:name="_ENREF_85"/>
      <w:r w:rsidRPr="0043174E">
        <w:rPr>
          <w:rFonts w:ascii="Calibri" w:hAnsi="Calibri"/>
          <w:noProof/>
        </w:rPr>
        <w:t>85.</w:t>
      </w:r>
      <w:r w:rsidRPr="0043174E">
        <w:rPr>
          <w:rFonts w:ascii="Calibri" w:hAnsi="Calibri"/>
          <w:noProof/>
        </w:rPr>
        <w:tab/>
        <w:t xml:space="preserve">Krittanawong C, Tweet MS, Hayes SE, Bowman MJ, Gulati R, Squires RW, Hayes SN. Usefulness of cardiac rehabilitation after spontaneous coronary artery dissection. </w:t>
      </w:r>
      <w:r w:rsidRPr="0043174E">
        <w:rPr>
          <w:rFonts w:ascii="Calibri" w:hAnsi="Calibri"/>
          <w:i/>
          <w:noProof/>
        </w:rPr>
        <w:t>Am J Cardiol</w:t>
      </w:r>
      <w:r w:rsidRPr="0043174E">
        <w:rPr>
          <w:rFonts w:ascii="Calibri" w:hAnsi="Calibri"/>
          <w:noProof/>
        </w:rPr>
        <w:t>. 2016;117:1604-1609</w:t>
      </w:r>
      <w:bookmarkEnd w:id="85"/>
    </w:p>
    <w:p w:rsidR="0043174E" w:rsidRPr="0043174E" w:rsidRDefault="0043174E" w:rsidP="0043174E">
      <w:pPr>
        <w:spacing w:line="240" w:lineRule="auto"/>
        <w:ind w:left="720" w:hanging="720"/>
        <w:jc w:val="both"/>
        <w:rPr>
          <w:rFonts w:ascii="Calibri" w:hAnsi="Calibri"/>
          <w:noProof/>
        </w:rPr>
      </w:pPr>
      <w:bookmarkStart w:id="86" w:name="_ENREF_86"/>
      <w:r w:rsidRPr="0043174E">
        <w:rPr>
          <w:rFonts w:ascii="Calibri" w:hAnsi="Calibri"/>
          <w:noProof/>
        </w:rPr>
        <w:t>86.</w:t>
      </w:r>
      <w:r w:rsidRPr="0043174E">
        <w:rPr>
          <w:rFonts w:ascii="Calibri" w:hAnsi="Calibri"/>
          <w:noProof/>
        </w:rPr>
        <w:tab/>
        <w:t xml:space="preserve">Tweet MS, Hayes SN, Gulati R, Rose CH, Best PJ. Pregnancy after spontaneous coronary artery dissection: A case series. </w:t>
      </w:r>
      <w:r w:rsidRPr="0043174E">
        <w:rPr>
          <w:rFonts w:ascii="Calibri" w:hAnsi="Calibri"/>
          <w:i/>
          <w:noProof/>
        </w:rPr>
        <w:t>Annals of internal medicine</w:t>
      </w:r>
      <w:r w:rsidRPr="0043174E">
        <w:rPr>
          <w:rFonts w:ascii="Calibri" w:hAnsi="Calibri"/>
          <w:noProof/>
        </w:rPr>
        <w:t>. 2015;162:598-600</w:t>
      </w:r>
      <w:bookmarkEnd w:id="86"/>
    </w:p>
    <w:p w:rsidR="006B7270" w:rsidRDefault="00870A30" w:rsidP="00A1536A">
      <w:pPr>
        <w:rPr>
          <w:b/>
        </w:rPr>
      </w:pPr>
      <w:r>
        <w:fldChar w:fldCharType="end"/>
      </w:r>
      <w:r w:rsidR="00403973">
        <w:rPr>
          <w:b/>
        </w:rPr>
        <w:t>Acknowledgement</w:t>
      </w:r>
    </w:p>
    <w:p w:rsidR="00403973" w:rsidRDefault="00A160C7" w:rsidP="00403973">
      <w:pPr>
        <w:jc w:val="both"/>
      </w:pPr>
      <w:r>
        <w:rPr>
          <w:vertAlign w:val="superscript"/>
        </w:rPr>
        <w:t>*</w:t>
      </w:r>
      <w:r w:rsidR="00403973">
        <w:t xml:space="preserve">The authors acknowledge the contribution of the ESC-ACCA Study Group on Spontaneous Coronary Artery Dissection: F Alfonso (Spain); A Maas (Netherlands); C </w:t>
      </w:r>
      <w:proofErr w:type="spellStart"/>
      <w:r w:rsidR="00403973">
        <w:t>Vrints</w:t>
      </w:r>
      <w:proofErr w:type="spellEnd"/>
      <w:r w:rsidR="00403973">
        <w:t xml:space="preserve"> (Belgium); T Johnson and S Hoole (UK). </w:t>
      </w:r>
      <w:r w:rsidR="00403973" w:rsidRPr="0067072F">
        <w:t xml:space="preserve">This work is supported by the Department of Cardiovascular Medicine at the University of Leicester, </w:t>
      </w:r>
      <w:r w:rsidR="00403973">
        <w:t xml:space="preserve">NJ Samani and </w:t>
      </w:r>
      <w:r w:rsidR="00403973" w:rsidRPr="0067072F">
        <w:t>the NIHR Leicester Cardiovascular Biomedical Research Unit, the NIHR rare diseases trans</w:t>
      </w:r>
      <w:r w:rsidR="00403973">
        <w:t>lational research collaboration and</w:t>
      </w:r>
      <w:r w:rsidR="00403973" w:rsidRPr="0067072F">
        <w:t xml:space="preserve"> the British Heart Foundation</w:t>
      </w:r>
      <w:r w:rsidR="0023792B">
        <w:t xml:space="preserve">. We are grateful to </w:t>
      </w:r>
      <w:r w:rsidR="00403973" w:rsidRPr="0067072F">
        <w:t xml:space="preserve">G McCann for the MRI images </w:t>
      </w:r>
      <w:r w:rsidR="00403973">
        <w:t xml:space="preserve">and </w:t>
      </w:r>
      <w:r w:rsidR="0023792B">
        <w:t>PJ</w:t>
      </w:r>
      <w:r w:rsidR="00403973">
        <w:t xml:space="preserve"> Gallagher for the histopathology image in Figure 1.</w:t>
      </w:r>
    </w:p>
    <w:p w:rsidR="00A10FA2" w:rsidRDefault="00A10FA2" w:rsidP="00403973">
      <w:pPr>
        <w:jc w:val="both"/>
        <w:rPr>
          <w:b/>
        </w:rPr>
      </w:pPr>
      <w:r>
        <w:rPr>
          <w:b/>
        </w:rPr>
        <w:t>Statement</w:t>
      </w:r>
    </w:p>
    <w:p w:rsidR="00A10FA2" w:rsidRPr="00A10FA2" w:rsidRDefault="00A10FA2" w:rsidP="00403973">
      <w:pPr>
        <w:jc w:val="both"/>
        <w:rPr>
          <w:rFonts w:eastAsia="Times New Roman"/>
          <w:b/>
        </w:rPr>
      </w:pPr>
      <w:r w:rsidRPr="00A10FA2">
        <w:rPr>
          <w:rFonts w:cs="Arial"/>
        </w:rPr>
        <w:t xml:space="preserve">The Corresponding Author has the right to grant on behalf of all authors and does grant on behalf of all authors, an exclusive licence (or </w:t>
      </w:r>
      <w:proofErr w:type="spellStart"/>
      <w:r w:rsidRPr="00A10FA2">
        <w:rPr>
          <w:rFonts w:cs="Arial"/>
        </w:rPr>
        <w:t>non exclusive</w:t>
      </w:r>
      <w:proofErr w:type="spellEnd"/>
      <w:r w:rsidRPr="00A10FA2">
        <w:rPr>
          <w:rFonts w:cs="Arial"/>
        </w:rPr>
        <w:t xml:space="preserve"> for government employees) on a worldwide basis to the BMJ Publishing Group Ltd and its Licensees to permit this article (if accepted) to be published in HEART editions and any other BMJPGL products to exploit all subsidiary rights</w:t>
      </w:r>
    </w:p>
    <w:p w:rsidR="00A1536A" w:rsidRDefault="00A1536A" w:rsidP="00A1536A">
      <w:pPr>
        <w:rPr>
          <w:b/>
        </w:rPr>
      </w:pPr>
      <w:r>
        <w:rPr>
          <w:b/>
        </w:rPr>
        <w:t>Figure legends</w:t>
      </w:r>
    </w:p>
    <w:p w:rsidR="00CC2BA7" w:rsidRDefault="00CC2BA7" w:rsidP="00A1536A">
      <w:r>
        <w:t>Figure 1:</w:t>
      </w:r>
      <w:r w:rsidR="00413493">
        <w:t xml:space="preserve"> </w:t>
      </w:r>
      <w:r w:rsidR="00413493">
        <w:rPr>
          <w:b/>
        </w:rPr>
        <w:t xml:space="preserve">Pathophysiology of SCAD. </w:t>
      </w:r>
      <w:r w:rsidR="00413493">
        <w:t xml:space="preserve">A spontaneous haematoma forms in the </w:t>
      </w:r>
      <w:r w:rsidR="005F0D79">
        <w:t xml:space="preserve">outer media </w:t>
      </w:r>
      <w:r w:rsidR="00413493">
        <w:t xml:space="preserve">of a coronary artery forming a false lumen (FL). This then compresses the artery from the outside restricting blood flow in the true lumen (TL) with typical </w:t>
      </w:r>
      <w:r w:rsidR="005F0D79">
        <w:t xml:space="preserve">histological </w:t>
      </w:r>
      <w:r w:rsidR="003908BB">
        <w:t>and angiographic appearances</w:t>
      </w:r>
    </w:p>
    <w:p w:rsidR="00CC2BA7" w:rsidRDefault="00CC2BA7" w:rsidP="00A1536A">
      <w:r>
        <w:t xml:space="preserve">Figure 2: </w:t>
      </w:r>
      <w:r w:rsidRPr="00FC48DC">
        <w:rPr>
          <w:b/>
        </w:rPr>
        <w:t>Angiographic appearances of SCAD</w:t>
      </w:r>
      <w:r w:rsidR="00FC48DC">
        <w:t>.</w:t>
      </w:r>
      <w:r>
        <w:t xml:space="preserve"> </w:t>
      </w:r>
      <w:r w:rsidR="00FC48DC">
        <w:t>A</w:t>
      </w:r>
      <w:r>
        <w:t xml:space="preserve">dapted from the Saw classification. A - Type </w:t>
      </w:r>
      <w:r w:rsidR="00850C61">
        <w:t>1</w:t>
      </w:r>
      <w:r>
        <w:t xml:space="preserve"> dissection with visible linear ‘flap’ or dual lumen in the mid left anterior descend</w:t>
      </w:r>
      <w:r w:rsidR="00850C61">
        <w:t>ing coronary artery. B – Type 2</w:t>
      </w:r>
      <w:r>
        <w:t>a dissection with a long segment of narrowing in the right coronary artery with no visible ‘flap’ and distal reconstitution of normal vessel archit</w:t>
      </w:r>
      <w:r w:rsidR="00850C61">
        <w:t>ecture. C – Type 2</w:t>
      </w:r>
      <w:r>
        <w:t>b dissection with a long segment of narrowing in the distal third of the left anterior descending coronary artery with no visible ‘flap’ and no di</w:t>
      </w:r>
      <w:r w:rsidR="00850C61">
        <w:t>stal reconstitution. C – Type 3</w:t>
      </w:r>
      <w:r>
        <w:t xml:space="preserve"> dissection in the mid left anterior descending coronary artery. </w:t>
      </w:r>
      <w:proofErr w:type="spellStart"/>
      <w:r w:rsidR="00170944">
        <w:t>Angiographically</w:t>
      </w:r>
      <w:proofErr w:type="spellEnd"/>
      <w:r w:rsidR="00170944">
        <w:t xml:space="preserve"> difficult to distinguish from </w:t>
      </w:r>
      <w:r>
        <w:t>an a</w:t>
      </w:r>
      <w:r w:rsidR="00850C61">
        <w:t>therosclerotic stenosis. Type 4</w:t>
      </w:r>
      <w:r>
        <w:t xml:space="preserve"> dissection with the appearances of an abrupt vessel occlusion in the apical segment of the left anterior descending coronary artery with subsequent vessel healing and no cardiac embolic source</w:t>
      </w:r>
    </w:p>
    <w:p w:rsidR="00CC2BA7" w:rsidRDefault="00CC2BA7" w:rsidP="00A1536A">
      <w:r>
        <w:t xml:space="preserve">Figure 3: </w:t>
      </w:r>
      <w:r w:rsidR="00FC48DC" w:rsidRPr="00FC48DC">
        <w:rPr>
          <w:b/>
        </w:rPr>
        <w:t>Conservative management of SCAD</w:t>
      </w:r>
      <w:r w:rsidR="00FC48DC">
        <w:t xml:space="preserve">. </w:t>
      </w:r>
      <w:r w:rsidR="00850C61">
        <w:t>Type 2</w:t>
      </w:r>
      <w:r>
        <w:t xml:space="preserve">a SCAD in the left anterior descending coronary artery (A) healed completely at repeat angiography (B) following </w:t>
      </w:r>
      <w:r w:rsidR="00850C61">
        <w:t xml:space="preserve">presentation with </w:t>
      </w:r>
      <w:r>
        <w:t>a further acute coronary syndr</w:t>
      </w:r>
      <w:r w:rsidR="00850C61">
        <w:t>ome found to be due to a second Type 2</w:t>
      </w:r>
      <w:r>
        <w:t>b SCAD in the right coronary artery (C)</w:t>
      </w:r>
    </w:p>
    <w:p w:rsidR="00CC2BA7" w:rsidRDefault="00CC2BA7" w:rsidP="00A1536A">
      <w:r>
        <w:t xml:space="preserve">Figure 4: </w:t>
      </w:r>
      <w:r w:rsidR="00FC48DC" w:rsidRPr="00FC48DC">
        <w:rPr>
          <w:b/>
        </w:rPr>
        <w:t>Intracoronary imaging appearances of SCAD</w:t>
      </w:r>
      <w:r w:rsidR="00FC48DC">
        <w:t xml:space="preserve">. </w:t>
      </w:r>
      <w:r w:rsidR="003908BB">
        <w:t>Typical o</w:t>
      </w:r>
      <w:r w:rsidR="00850C61">
        <w:t xml:space="preserve">ptical coherence tomography image of SCAD </w:t>
      </w:r>
      <w:r w:rsidR="00FC48DC">
        <w:t>with fenestration connecting true and false lumen (arrow)</w:t>
      </w:r>
      <w:r w:rsidR="003908BB" w:rsidRPr="003908BB">
        <w:t xml:space="preserve"> </w:t>
      </w:r>
      <w:r w:rsidR="003908BB">
        <w:t>(A).</w:t>
      </w:r>
      <w:r w:rsidR="00FC48DC">
        <w:t xml:space="preserve"> </w:t>
      </w:r>
      <w:r w:rsidR="003908BB">
        <w:t>T</w:t>
      </w:r>
      <w:r w:rsidR="00FC48DC">
        <w:t>rue lumen ‘floating’ within the false lumen with thrombus evident in the false lumen (arrow)</w:t>
      </w:r>
      <w:r w:rsidR="003908BB" w:rsidRPr="003908BB">
        <w:t xml:space="preserve"> </w:t>
      </w:r>
      <w:r w:rsidR="003908BB">
        <w:t>(B). I</w:t>
      </w:r>
      <w:r w:rsidR="00FC48DC">
        <w:t>ntramural haematoma with no connection between true and false lumen limiting optical penetration but with the outer limit of the false lumen still identifiable (arrows)</w:t>
      </w:r>
      <w:r w:rsidR="003908BB" w:rsidRPr="003908BB">
        <w:t xml:space="preserve"> </w:t>
      </w:r>
      <w:r w:rsidR="003908BB">
        <w:t>(C)</w:t>
      </w:r>
      <w:r w:rsidR="00B92E47">
        <w:t>. IVUS image of healing proximal left anterior descending coronary dissection</w:t>
      </w:r>
      <w:r w:rsidR="007F286A">
        <w:t xml:space="preserve"> (D)</w:t>
      </w:r>
    </w:p>
    <w:p w:rsidR="00FC48DC" w:rsidRDefault="00FC48DC" w:rsidP="00A1536A">
      <w:r>
        <w:t xml:space="preserve">Figure 5: </w:t>
      </w:r>
      <w:r w:rsidR="001B3D3C">
        <w:rPr>
          <w:b/>
        </w:rPr>
        <w:t xml:space="preserve">Complications of SCAD revascularisation. </w:t>
      </w:r>
      <w:r>
        <w:t xml:space="preserve">Left </w:t>
      </w:r>
      <w:proofErr w:type="spellStart"/>
      <w:r>
        <w:t>mainstem</w:t>
      </w:r>
      <w:proofErr w:type="spellEnd"/>
      <w:r>
        <w:t xml:space="preserve"> SCAD (A) treated </w:t>
      </w:r>
      <w:r w:rsidR="003908BB">
        <w:t>by</w:t>
      </w:r>
      <w:r>
        <w:t xml:space="preserve"> CABG with left internal mammary bypass graft to the left anterior descending artery. Fol</w:t>
      </w:r>
      <w:r w:rsidR="003908BB">
        <w:t xml:space="preserve">low up </w:t>
      </w:r>
      <w:proofErr w:type="gramStart"/>
      <w:r w:rsidR="003908BB">
        <w:t>angiography  demonstrating</w:t>
      </w:r>
      <w:proofErr w:type="gramEnd"/>
      <w:r>
        <w:t xml:space="preserve"> a healed dissection and graft failure</w:t>
      </w:r>
      <w:r w:rsidR="00391FF0">
        <w:t xml:space="preserve"> (B)</w:t>
      </w:r>
      <w:r w:rsidR="003908BB">
        <w:t>. Type 2</w:t>
      </w:r>
      <w:r>
        <w:t>a SCAD with TIMI 3 flow in the left anterior descending coronary artery</w:t>
      </w:r>
      <w:r w:rsidR="00391FF0">
        <w:t xml:space="preserve"> (C)</w:t>
      </w:r>
      <w:r>
        <w:t>. Initial stenting (D – distal arrow) led to proximal migration of the haematoma. An attempt to seal the proximal extent of the dissection with a second stent (</w:t>
      </w:r>
      <w:r w:rsidR="003908BB">
        <w:t xml:space="preserve">D - </w:t>
      </w:r>
      <w:r>
        <w:t xml:space="preserve">proximal arrow) led to further proximal extension of the dissection causing occlusion of the left anterior descending coronary artery (D) with dye hang up indicating dissection </w:t>
      </w:r>
      <w:r w:rsidR="003908BB">
        <w:t xml:space="preserve">propagation </w:t>
      </w:r>
      <w:r>
        <w:t>in</w:t>
      </w:r>
      <w:r w:rsidR="003908BB">
        <w:t>to</w:t>
      </w:r>
      <w:r>
        <w:t xml:space="preserve"> the left </w:t>
      </w:r>
      <w:proofErr w:type="spellStart"/>
      <w:r>
        <w:t>mainstem</w:t>
      </w:r>
      <w:proofErr w:type="spellEnd"/>
      <w:r>
        <w:t xml:space="preserve"> and circumflex (E)</w:t>
      </w:r>
    </w:p>
    <w:p w:rsidR="00FC48DC" w:rsidRPr="00A1536A" w:rsidRDefault="00FC48DC" w:rsidP="00A1536A">
      <w:r>
        <w:t xml:space="preserve">Figure 6: </w:t>
      </w:r>
      <w:proofErr w:type="spellStart"/>
      <w:r w:rsidRPr="001B3D3C">
        <w:rPr>
          <w:b/>
        </w:rPr>
        <w:t>Extracoronary</w:t>
      </w:r>
      <w:proofErr w:type="spellEnd"/>
      <w:r w:rsidRPr="001B3D3C">
        <w:rPr>
          <w:b/>
        </w:rPr>
        <w:t xml:space="preserve"> </w:t>
      </w:r>
      <w:r w:rsidR="001B3D3C" w:rsidRPr="001B3D3C">
        <w:rPr>
          <w:b/>
        </w:rPr>
        <w:t>manifestations of SCAD</w:t>
      </w:r>
      <w:r w:rsidR="001B3D3C">
        <w:t xml:space="preserve">. </w:t>
      </w:r>
      <w:r w:rsidR="009301C2">
        <w:t xml:space="preserve">Renal aneurysms (A), </w:t>
      </w:r>
      <w:proofErr w:type="spellStart"/>
      <w:r w:rsidR="001B3D3C">
        <w:t>Il</w:t>
      </w:r>
      <w:r w:rsidR="00D56576">
        <w:t>i</w:t>
      </w:r>
      <w:r w:rsidR="001B3D3C">
        <w:t>ofe</w:t>
      </w:r>
      <w:r w:rsidR="009301C2">
        <w:t>moral</w:t>
      </w:r>
      <w:proofErr w:type="spellEnd"/>
      <w:r w:rsidR="009301C2">
        <w:t xml:space="preserve"> fibromuscular dysplasia (B</w:t>
      </w:r>
      <w:r w:rsidR="001B3D3C">
        <w:t xml:space="preserve">), a thoracic saccular aneurysm (B) and an iliac saccular </w:t>
      </w:r>
      <w:r w:rsidR="009301C2">
        <w:t>aneurysm and gross tortuosity (D</w:t>
      </w:r>
      <w:r w:rsidR="001B3D3C">
        <w:t>) found on screening in SCAD – survivors.</w:t>
      </w:r>
    </w:p>
    <w:p w:rsidR="00A1536A" w:rsidRPr="0003192D" w:rsidRDefault="00A1536A" w:rsidP="00A1536A">
      <w:pPr>
        <w:rPr>
          <w:b/>
        </w:rPr>
      </w:pPr>
      <w:r w:rsidRPr="0003192D">
        <w:rPr>
          <w:b/>
        </w:rPr>
        <w:t>MCQs</w:t>
      </w:r>
    </w:p>
    <w:p w:rsidR="00A1536A" w:rsidRPr="00497EC5" w:rsidRDefault="0003192D" w:rsidP="0003192D">
      <w:pPr>
        <w:pStyle w:val="ListParagraph"/>
        <w:numPr>
          <w:ilvl w:val="0"/>
          <w:numId w:val="3"/>
        </w:numPr>
        <w:rPr>
          <w:b/>
        </w:rPr>
      </w:pPr>
      <w:r w:rsidRPr="00497EC5">
        <w:rPr>
          <w:b/>
        </w:rPr>
        <w:t>Spontaneous coronary artery dissection most commonly presents in</w:t>
      </w:r>
    </w:p>
    <w:p w:rsidR="0003192D" w:rsidRDefault="0003192D" w:rsidP="00497EC5">
      <w:pPr>
        <w:spacing w:after="120" w:line="240" w:lineRule="auto"/>
        <w:ind w:left="357"/>
      </w:pPr>
      <w:r>
        <w:t>A  Men</w:t>
      </w:r>
    </w:p>
    <w:p w:rsidR="0003192D" w:rsidRDefault="0003192D" w:rsidP="00497EC5">
      <w:pPr>
        <w:spacing w:after="120" w:line="240" w:lineRule="auto"/>
        <w:ind w:left="357"/>
      </w:pPr>
      <w:r>
        <w:t>B Pregnant women</w:t>
      </w:r>
    </w:p>
    <w:p w:rsidR="0003192D" w:rsidRDefault="0003192D" w:rsidP="00497EC5">
      <w:pPr>
        <w:spacing w:after="120" w:line="240" w:lineRule="auto"/>
        <w:ind w:left="357"/>
      </w:pPr>
      <w:r>
        <w:t xml:space="preserve">C Patients with </w:t>
      </w:r>
      <w:proofErr w:type="spellStart"/>
      <w:r>
        <w:t>Marfan’s</w:t>
      </w:r>
      <w:proofErr w:type="spellEnd"/>
      <w:r>
        <w:t xml:space="preserve"> syndrome</w:t>
      </w:r>
    </w:p>
    <w:p w:rsidR="0003192D" w:rsidRDefault="00497EC5" w:rsidP="00497EC5">
      <w:pPr>
        <w:spacing w:after="120" w:line="240" w:lineRule="auto"/>
        <w:ind w:left="357"/>
      </w:pPr>
      <w:r>
        <w:t>D</w:t>
      </w:r>
      <w:r w:rsidR="0003192D">
        <w:t xml:space="preserve"> Young women</w:t>
      </w:r>
    </w:p>
    <w:p w:rsidR="00497EC5" w:rsidRDefault="00497EC5" w:rsidP="00497EC5">
      <w:pPr>
        <w:spacing w:after="120" w:line="240" w:lineRule="auto"/>
        <w:ind w:left="357"/>
      </w:pPr>
    </w:p>
    <w:p w:rsidR="0003192D" w:rsidRPr="00497EC5" w:rsidRDefault="00497EC5" w:rsidP="00497EC5">
      <w:pPr>
        <w:pStyle w:val="ListParagraph"/>
        <w:numPr>
          <w:ilvl w:val="0"/>
          <w:numId w:val="3"/>
        </w:numPr>
        <w:spacing w:after="120"/>
        <w:ind w:left="714" w:hanging="357"/>
        <w:rPr>
          <w:b/>
        </w:rPr>
      </w:pPr>
      <w:r w:rsidRPr="00497EC5">
        <w:rPr>
          <w:b/>
        </w:rPr>
        <w:t>C</w:t>
      </w:r>
      <w:r w:rsidR="0003192D" w:rsidRPr="00497EC5">
        <w:rPr>
          <w:b/>
        </w:rPr>
        <w:t>oronary angiography in patients with spontaneous coronary artery dissection</w:t>
      </w:r>
    </w:p>
    <w:p w:rsidR="0003192D" w:rsidRDefault="0003192D" w:rsidP="003134C4">
      <w:pPr>
        <w:pStyle w:val="ListParagraph"/>
        <w:numPr>
          <w:ilvl w:val="0"/>
          <w:numId w:val="5"/>
        </w:numPr>
        <w:spacing w:after="120"/>
        <w:ind w:left="714" w:hanging="357"/>
      </w:pPr>
      <w:r>
        <w:t>Usually show</w:t>
      </w:r>
      <w:r w:rsidR="00497EC5">
        <w:t>s</w:t>
      </w:r>
      <w:r>
        <w:t xml:space="preserve"> short focal </w:t>
      </w:r>
      <w:proofErr w:type="spellStart"/>
      <w:r>
        <w:t>narrowings</w:t>
      </w:r>
      <w:proofErr w:type="spellEnd"/>
    </w:p>
    <w:p w:rsidR="0003192D" w:rsidRDefault="0003192D" w:rsidP="003134C4">
      <w:pPr>
        <w:pStyle w:val="ListParagraph"/>
        <w:numPr>
          <w:ilvl w:val="0"/>
          <w:numId w:val="5"/>
        </w:numPr>
        <w:spacing w:after="120"/>
        <w:ind w:left="714" w:hanging="357"/>
      </w:pPr>
      <w:r>
        <w:t>Most commonly show</w:t>
      </w:r>
      <w:r w:rsidR="00497EC5">
        <w:t>s</w:t>
      </w:r>
      <w:r>
        <w:t xml:space="preserve"> disease in the proximal coronary arteries</w:t>
      </w:r>
    </w:p>
    <w:p w:rsidR="00497EC5" w:rsidRDefault="00497EC5" w:rsidP="003134C4">
      <w:pPr>
        <w:pStyle w:val="ListParagraph"/>
        <w:numPr>
          <w:ilvl w:val="0"/>
          <w:numId w:val="5"/>
        </w:numPr>
        <w:spacing w:after="120"/>
        <w:ind w:left="714" w:hanging="357"/>
      </w:pPr>
      <w:r>
        <w:t>Often does not show a clear dual lumen or dissection ‘flap’</w:t>
      </w:r>
    </w:p>
    <w:p w:rsidR="0003192D" w:rsidRDefault="00497EC5" w:rsidP="003134C4">
      <w:pPr>
        <w:pStyle w:val="ListParagraph"/>
        <w:numPr>
          <w:ilvl w:val="0"/>
          <w:numId w:val="5"/>
        </w:numPr>
        <w:spacing w:after="120"/>
        <w:ind w:left="714" w:hanging="357"/>
      </w:pPr>
      <w:r>
        <w:t>Is dangerous and should not be performed</w:t>
      </w:r>
    </w:p>
    <w:p w:rsidR="00497EC5" w:rsidRDefault="00497EC5" w:rsidP="00497EC5"/>
    <w:p w:rsidR="00497EC5" w:rsidRDefault="00497EC5" w:rsidP="00497EC5">
      <w:pPr>
        <w:pStyle w:val="ListParagraph"/>
        <w:numPr>
          <w:ilvl w:val="0"/>
          <w:numId w:val="3"/>
        </w:numPr>
        <w:rPr>
          <w:b/>
        </w:rPr>
      </w:pPr>
      <w:r>
        <w:rPr>
          <w:b/>
        </w:rPr>
        <w:t>Revascularisation in patients with spontaneous coronary artery dissection</w:t>
      </w:r>
    </w:p>
    <w:p w:rsidR="00497EC5" w:rsidRDefault="00497EC5" w:rsidP="003134C4">
      <w:pPr>
        <w:spacing w:after="120" w:line="240" w:lineRule="auto"/>
        <w:ind w:left="357"/>
      </w:pPr>
      <w:r>
        <w:t>A</w:t>
      </w:r>
      <w:r>
        <w:tab/>
        <w:t>Is mandatory even when there is TIMI 3 flow</w:t>
      </w:r>
    </w:p>
    <w:p w:rsidR="00497EC5" w:rsidRDefault="00497EC5" w:rsidP="003134C4">
      <w:pPr>
        <w:spacing w:after="120" w:line="240" w:lineRule="auto"/>
        <w:ind w:left="357"/>
      </w:pPr>
      <w:r>
        <w:t>B</w:t>
      </w:r>
      <w:r>
        <w:tab/>
        <w:t xml:space="preserve">CABG is preferable for Type </w:t>
      </w:r>
      <w:r w:rsidR="000B1F74">
        <w:t>2</w:t>
      </w:r>
      <w:r>
        <w:t>b dissections</w:t>
      </w:r>
    </w:p>
    <w:p w:rsidR="00497EC5" w:rsidRDefault="00497EC5" w:rsidP="003134C4">
      <w:pPr>
        <w:spacing w:after="120" w:line="240" w:lineRule="auto"/>
        <w:ind w:left="357"/>
      </w:pPr>
      <w:r>
        <w:t>C</w:t>
      </w:r>
      <w:r>
        <w:tab/>
        <w:t>Bare metal stents are preferable because of the risk of bleeding with drug eluting stents</w:t>
      </w:r>
    </w:p>
    <w:p w:rsidR="00497EC5" w:rsidRDefault="00497EC5" w:rsidP="003134C4">
      <w:pPr>
        <w:spacing w:after="120" w:line="240" w:lineRule="auto"/>
        <w:ind w:left="357"/>
      </w:pPr>
      <w:r>
        <w:t>D</w:t>
      </w:r>
      <w:r>
        <w:tab/>
        <w:t>Is necessary to restore coronary perfusion in the presence of ongoing ischaemia or infarction</w:t>
      </w:r>
    </w:p>
    <w:p w:rsidR="00497EC5" w:rsidRDefault="00497EC5" w:rsidP="00497EC5">
      <w:pPr>
        <w:spacing w:after="120" w:line="240" w:lineRule="auto"/>
        <w:ind w:left="357"/>
      </w:pPr>
    </w:p>
    <w:p w:rsidR="003134C4" w:rsidRDefault="003134C4" w:rsidP="003134C4">
      <w:pPr>
        <w:pStyle w:val="ListParagraph"/>
        <w:numPr>
          <w:ilvl w:val="0"/>
          <w:numId w:val="3"/>
        </w:numPr>
        <w:spacing w:after="120" w:line="240" w:lineRule="auto"/>
        <w:rPr>
          <w:b/>
        </w:rPr>
      </w:pPr>
      <w:r>
        <w:rPr>
          <w:b/>
        </w:rPr>
        <w:t>Intracoronary imaging</w:t>
      </w:r>
    </w:p>
    <w:p w:rsidR="003134C4" w:rsidRDefault="003134C4" w:rsidP="003134C4">
      <w:pPr>
        <w:spacing w:after="120" w:line="240" w:lineRule="auto"/>
        <w:ind w:left="360"/>
      </w:pPr>
      <w:r>
        <w:t>A</w:t>
      </w:r>
      <w:r>
        <w:tab/>
        <w:t xml:space="preserve">By OCT will show high resolution features such as fenestrations connecting the true and false lumens </w:t>
      </w:r>
    </w:p>
    <w:p w:rsidR="003134C4" w:rsidRDefault="003134C4" w:rsidP="003134C4">
      <w:pPr>
        <w:spacing w:after="120" w:line="240" w:lineRule="auto"/>
        <w:ind w:left="360"/>
      </w:pPr>
      <w:r>
        <w:t>B</w:t>
      </w:r>
      <w:r>
        <w:tab/>
        <w:t xml:space="preserve">Is </w:t>
      </w:r>
      <w:r w:rsidR="00014C5A">
        <w:t xml:space="preserve">not </w:t>
      </w:r>
      <w:r>
        <w:t xml:space="preserve">required in Type </w:t>
      </w:r>
      <w:r w:rsidR="000B1F74">
        <w:t>3</w:t>
      </w:r>
      <w:r>
        <w:t xml:space="preserve"> SCAD</w:t>
      </w:r>
    </w:p>
    <w:p w:rsidR="003134C4" w:rsidRDefault="003134C4" w:rsidP="003134C4">
      <w:pPr>
        <w:spacing w:after="120" w:line="240" w:lineRule="auto"/>
        <w:ind w:left="360"/>
      </w:pPr>
      <w:r>
        <w:t>C</w:t>
      </w:r>
      <w:r>
        <w:tab/>
        <w:t xml:space="preserve">By IVUS is useful to image the distal extent of Type </w:t>
      </w:r>
      <w:r w:rsidR="000B1F74">
        <w:t>2</w:t>
      </w:r>
      <w:r>
        <w:t>b SCAD</w:t>
      </w:r>
    </w:p>
    <w:p w:rsidR="003134C4" w:rsidRPr="003134C4" w:rsidRDefault="003134C4" w:rsidP="003134C4">
      <w:pPr>
        <w:spacing w:after="120" w:line="240" w:lineRule="auto"/>
        <w:ind w:left="360"/>
      </w:pPr>
      <w:r>
        <w:t>D</w:t>
      </w:r>
      <w:r>
        <w:tab/>
        <w:t>Is contraindicated</w:t>
      </w:r>
    </w:p>
    <w:p w:rsidR="003134C4" w:rsidRDefault="003134C4" w:rsidP="00497EC5">
      <w:pPr>
        <w:spacing w:after="120" w:line="240" w:lineRule="auto"/>
        <w:ind w:left="357"/>
      </w:pPr>
    </w:p>
    <w:p w:rsidR="00497EC5" w:rsidRDefault="00497EC5" w:rsidP="00497EC5">
      <w:pPr>
        <w:pStyle w:val="ListParagraph"/>
        <w:numPr>
          <w:ilvl w:val="0"/>
          <w:numId w:val="3"/>
        </w:numPr>
        <w:spacing w:after="120" w:line="240" w:lineRule="auto"/>
        <w:rPr>
          <w:b/>
        </w:rPr>
      </w:pPr>
      <w:r>
        <w:rPr>
          <w:b/>
        </w:rPr>
        <w:t>Angiographic classification of spontaneous coronary artery dissection</w:t>
      </w:r>
    </w:p>
    <w:p w:rsidR="00497EC5" w:rsidRDefault="00497EC5" w:rsidP="00497EC5">
      <w:pPr>
        <w:spacing w:after="120" w:line="240" w:lineRule="auto"/>
        <w:ind w:left="360"/>
      </w:pPr>
      <w:r>
        <w:t>A</w:t>
      </w:r>
      <w:r>
        <w:tab/>
        <w:t xml:space="preserve">In Type </w:t>
      </w:r>
      <w:r w:rsidR="000B1F74">
        <w:t>2</w:t>
      </w:r>
      <w:r w:rsidR="00F81470">
        <w:t>a</w:t>
      </w:r>
      <w:r>
        <w:t xml:space="preserve"> dissections the </w:t>
      </w:r>
      <w:proofErr w:type="spellStart"/>
      <w:r>
        <w:t>lumenal</w:t>
      </w:r>
      <w:proofErr w:type="spellEnd"/>
      <w:r>
        <w:t xml:space="preserve"> restriction extends </w:t>
      </w:r>
      <w:r w:rsidR="00F81470">
        <w:t>distally</w:t>
      </w:r>
      <w:r>
        <w:t xml:space="preserve"> without reconstitution of normal vessel</w:t>
      </w:r>
    </w:p>
    <w:p w:rsidR="00497EC5" w:rsidRDefault="00497EC5" w:rsidP="00497EC5">
      <w:pPr>
        <w:spacing w:after="120" w:line="240" w:lineRule="auto"/>
        <w:ind w:left="360"/>
      </w:pPr>
      <w:r>
        <w:t>B</w:t>
      </w:r>
      <w:r>
        <w:tab/>
        <w:t>In Type I SCAD a dissection flap is only detectable with intracoronary imaging</w:t>
      </w:r>
    </w:p>
    <w:p w:rsidR="00497EC5" w:rsidRDefault="000B1F74" w:rsidP="00497EC5">
      <w:pPr>
        <w:spacing w:after="120" w:line="240" w:lineRule="auto"/>
        <w:ind w:left="360"/>
      </w:pPr>
      <w:r>
        <w:t>C</w:t>
      </w:r>
      <w:r>
        <w:tab/>
        <w:t>In Type 3</w:t>
      </w:r>
      <w:r w:rsidR="00497EC5">
        <w:t xml:space="preserve"> SCAD intracoronary imaging should be considered</w:t>
      </w:r>
    </w:p>
    <w:p w:rsidR="00497EC5" w:rsidRDefault="00497EC5" w:rsidP="00497EC5">
      <w:pPr>
        <w:spacing w:after="120" w:line="240" w:lineRule="auto"/>
        <w:ind w:left="360"/>
      </w:pPr>
      <w:r>
        <w:t>D</w:t>
      </w:r>
      <w:r>
        <w:tab/>
        <w:t xml:space="preserve">In Type </w:t>
      </w:r>
      <w:r w:rsidR="000B1F74">
        <w:t>2</w:t>
      </w:r>
      <w:r w:rsidR="00F81470">
        <w:t>b</w:t>
      </w:r>
      <w:r>
        <w:t xml:space="preserve"> SCAD a dissection flap is always visible with angiography</w:t>
      </w:r>
    </w:p>
    <w:p w:rsidR="00497EC5" w:rsidRDefault="00497EC5" w:rsidP="00497EC5">
      <w:pPr>
        <w:spacing w:after="120" w:line="240" w:lineRule="auto"/>
        <w:ind w:left="360"/>
      </w:pPr>
    </w:p>
    <w:p w:rsidR="00497EC5" w:rsidRDefault="003134C4" w:rsidP="00497EC5">
      <w:pPr>
        <w:pStyle w:val="ListParagraph"/>
        <w:numPr>
          <w:ilvl w:val="0"/>
          <w:numId w:val="3"/>
        </w:numPr>
        <w:spacing w:after="120" w:line="240" w:lineRule="auto"/>
        <w:rPr>
          <w:b/>
        </w:rPr>
      </w:pPr>
      <w:r>
        <w:rPr>
          <w:b/>
        </w:rPr>
        <w:t>M</w:t>
      </w:r>
      <w:r w:rsidR="00497EC5">
        <w:rPr>
          <w:b/>
        </w:rPr>
        <w:t>anagement after SCAD</w:t>
      </w:r>
    </w:p>
    <w:p w:rsidR="00497EC5" w:rsidRDefault="00497EC5" w:rsidP="00497EC5">
      <w:pPr>
        <w:spacing w:after="120" w:line="240" w:lineRule="auto"/>
        <w:ind w:left="360"/>
      </w:pPr>
      <w:r>
        <w:t>A</w:t>
      </w:r>
      <w:r>
        <w:tab/>
        <w:t>Lifelong dual antiplatelet therapy</w:t>
      </w:r>
      <w:r w:rsidR="003134C4">
        <w:t xml:space="preserve"> is mandatory in conservatively managed SCAD</w:t>
      </w:r>
    </w:p>
    <w:p w:rsidR="003134C4" w:rsidRDefault="003134C4" w:rsidP="00497EC5">
      <w:pPr>
        <w:spacing w:after="120" w:line="240" w:lineRule="auto"/>
        <w:ind w:left="360"/>
      </w:pPr>
      <w:r>
        <w:t>B</w:t>
      </w:r>
      <w:r>
        <w:tab/>
        <w:t>Patients should be restricted from exercise and discouraged from cardiac rehabilitation</w:t>
      </w:r>
    </w:p>
    <w:p w:rsidR="003134C4" w:rsidRDefault="003134C4" w:rsidP="00497EC5">
      <w:pPr>
        <w:spacing w:after="120" w:line="240" w:lineRule="auto"/>
        <w:ind w:left="360"/>
      </w:pPr>
      <w:r>
        <w:t>C</w:t>
      </w:r>
      <w:r>
        <w:tab/>
        <w:t>Patients can be reassured that recurrent SCAD is very rare</w:t>
      </w:r>
    </w:p>
    <w:p w:rsidR="003134C4" w:rsidRDefault="003134C4" w:rsidP="00497EC5">
      <w:pPr>
        <w:spacing w:after="120" w:line="240" w:lineRule="auto"/>
        <w:ind w:left="360"/>
      </w:pPr>
      <w:r>
        <w:t>D</w:t>
      </w:r>
      <w:r>
        <w:tab/>
        <w:t xml:space="preserve">Patients should be offered imaging for remote </w:t>
      </w:r>
      <w:proofErr w:type="spellStart"/>
      <w:r>
        <w:t>arteriopathies</w:t>
      </w:r>
      <w:proofErr w:type="spellEnd"/>
    </w:p>
    <w:p w:rsidR="003134C4" w:rsidRPr="003134C4" w:rsidRDefault="003134C4" w:rsidP="003134C4">
      <w:pPr>
        <w:spacing w:after="120" w:line="240" w:lineRule="auto"/>
        <w:rPr>
          <w:b/>
        </w:rPr>
      </w:pPr>
    </w:p>
    <w:p w:rsidR="00A1536A" w:rsidRDefault="003134C4" w:rsidP="00A1536A">
      <w:pPr>
        <w:rPr>
          <w:b/>
        </w:rPr>
      </w:pPr>
      <w:r>
        <w:rPr>
          <w:b/>
        </w:rPr>
        <w:t>Answers to MCQs</w:t>
      </w:r>
    </w:p>
    <w:p w:rsidR="003134C4" w:rsidRDefault="003134C4" w:rsidP="003134C4">
      <w:pPr>
        <w:pStyle w:val="ListParagraph"/>
        <w:numPr>
          <w:ilvl w:val="0"/>
          <w:numId w:val="6"/>
        </w:numPr>
        <w:rPr>
          <w:b/>
        </w:rPr>
      </w:pPr>
      <w:r>
        <w:rPr>
          <w:b/>
        </w:rPr>
        <w:t>D</w:t>
      </w:r>
    </w:p>
    <w:p w:rsidR="003134C4" w:rsidRDefault="003134C4" w:rsidP="003134C4">
      <w:r>
        <w:t xml:space="preserve">SCAD most commonly afflicts young women with men accounting for &lt;10% of prevalent cases. </w:t>
      </w:r>
      <w:r w:rsidR="00014C5A">
        <w:t xml:space="preserve">Historically often associated with pregnancy and connective tissue disorders, these cases make up a small proportion of the overall </w:t>
      </w:r>
      <w:r w:rsidR="00F81470">
        <w:t xml:space="preserve">disease </w:t>
      </w:r>
      <w:r w:rsidR="00014C5A">
        <w:t>burden.</w:t>
      </w:r>
    </w:p>
    <w:p w:rsidR="00014C5A" w:rsidRDefault="00014C5A" w:rsidP="00014C5A">
      <w:pPr>
        <w:pStyle w:val="ListParagraph"/>
        <w:numPr>
          <w:ilvl w:val="0"/>
          <w:numId w:val="6"/>
        </w:numPr>
        <w:rPr>
          <w:b/>
        </w:rPr>
      </w:pPr>
      <w:r>
        <w:rPr>
          <w:b/>
        </w:rPr>
        <w:t>C</w:t>
      </w:r>
    </w:p>
    <w:p w:rsidR="00014C5A" w:rsidRDefault="00014C5A" w:rsidP="00014C5A">
      <w:proofErr w:type="spellStart"/>
      <w:r>
        <w:t>Angiographically</w:t>
      </w:r>
      <w:proofErr w:type="spellEnd"/>
      <w:r>
        <w:t xml:space="preserve"> often a classical dissection ‘flap’ or dual lumen is not present. Typically lesions are long and more commonly affect the mid to distal coronary territories (although all coronary segments can be affected). </w:t>
      </w:r>
    </w:p>
    <w:p w:rsidR="00014C5A" w:rsidRDefault="00014C5A" w:rsidP="00014C5A">
      <w:pPr>
        <w:pStyle w:val="ListParagraph"/>
        <w:numPr>
          <w:ilvl w:val="0"/>
          <w:numId w:val="6"/>
        </w:numPr>
        <w:rPr>
          <w:b/>
        </w:rPr>
      </w:pPr>
      <w:r>
        <w:rPr>
          <w:b/>
        </w:rPr>
        <w:t>D</w:t>
      </w:r>
    </w:p>
    <w:p w:rsidR="00014C5A" w:rsidRDefault="00014C5A" w:rsidP="00014C5A">
      <w:r>
        <w:t xml:space="preserve">Managed conservatively SCAD will usually heal completely. However where there is ongoing ischaemia and reduced flow in the infarct related artery revascularisation is necessary. Where PCI with stenting is required, drug eluting stents are preferred to bare metal stents. CABG is usually reserved for proximal disease where either PCI has failed or a PCI/conservative approach is felt to be high risk. Type </w:t>
      </w:r>
      <w:r w:rsidR="000B1F74">
        <w:t>2</w:t>
      </w:r>
      <w:r>
        <w:t>b SCAD extends to the distal coronary extreme and is not suitable for surgical revascularisation</w:t>
      </w:r>
    </w:p>
    <w:p w:rsidR="00014C5A" w:rsidRDefault="00014C5A" w:rsidP="00014C5A">
      <w:pPr>
        <w:pStyle w:val="ListParagraph"/>
        <w:numPr>
          <w:ilvl w:val="0"/>
          <w:numId w:val="6"/>
        </w:numPr>
        <w:rPr>
          <w:b/>
        </w:rPr>
      </w:pPr>
      <w:r>
        <w:rPr>
          <w:b/>
        </w:rPr>
        <w:t>A</w:t>
      </w:r>
    </w:p>
    <w:p w:rsidR="00014C5A" w:rsidRDefault="00014C5A" w:rsidP="00014C5A">
      <w:r>
        <w:t xml:space="preserve">Intracoronary imaging should be considered where there is diagnostic uncertainty and to guide PCI where this is required. OCT is better at showing the high resolution features than IVUS although both can be helpful. Type </w:t>
      </w:r>
      <w:r w:rsidR="000B1F74">
        <w:t>3</w:t>
      </w:r>
      <w:r>
        <w:t xml:space="preserve"> SCAD by definition cannot be distinguished from atherosclerotic disease without recourse to intracoronary imaging. Intracoronary imaging by any modality cannot demonstrate the distal extent of a Type </w:t>
      </w:r>
      <w:r w:rsidR="000B1F74">
        <w:t>2</w:t>
      </w:r>
      <w:r>
        <w:t>b dissection as this extends to end of the visible coronary</w:t>
      </w:r>
      <w:r w:rsidR="00F81470">
        <w:t xml:space="preserve"> territory</w:t>
      </w:r>
    </w:p>
    <w:p w:rsidR="00014C5A" w:rsidRDefault="00F81470" w:rsidP="00014C5A">
      <w:pPr>
        <w:pStyle w:val="ListParagraph"/>
        <w:numPr>
          <w:ilvl w:val="0"/>
          <w:numId w:val="6"/>
        </w:numPr>
        <w:rPr>
          <w:b/>
        </w:rPr>
      </w:pPr>
      <w:r>
        <w:rPr>
          <w:b/>
        </w:rPr>
        <w:t>C</w:t>
      </w:r>
    </w:p>
    <w:p w:rsidR="000B1F74" w:rsidRDefault="000B1F74" w:rsidP="000B1F74">
      <w:r>
        <w:t>Type 1 SCAD has a visible dissection flap or double lumen. Type 2a SCAD is typified by a long narrowing which tapers to a severe stenosis before reconstituting a normal distal vessel. Type 2b SCAD extends to the distal extent of the coronary without reconstitution. Type 3 SCAD cannot be distinguished from an atherosclerotic stenosis witho</w:t>
      </w:r>
      <w:r w:rsidR="00F81470">
        <w:t>ut intracoronary imaging, Type 4</w:t>
      </w:r>
      <w:r>
        <w:t xml:space="preserve"> SCAD is an abrupt distal vessel occlusion in a phenotypically typical patient with no cardiac source of embolus and subsequent vessel healing</w:t>
      </w:r>
    </w:p>
    <w:p w:rsidR="000B1F74" w:rsidRDefault="000B1F74" w:rsidP="000B1F74">
      <w:pPr>
        <w:pStyle w:val="ListParagraph"/>
        <w:numPr>
          <w:ilvl w:val="0"/>
          <w:numId w:val="6"/>
        </w:numPr>
        <w:rPr>
          <w:b/>
        </w:rPr>
      </w:pPr>
      <w:r>
        <w:rPr>
          <w:b/>
        </w:rPr>
        <w:t>D</w:t>
      </w:r>
    </w:p>
    <w:p w:rsidR="000B1F74" w:rsidRPr="000B1F74" w:rsidRDefault="000B1F74" w:rsidP="000B1F74">
      <w:r>
        <w:t xml:space="preserve">SCAD is frequently associated with </w:t>
      </w:r>
      <w:proofErr w:type="spellStart"/>
      <w:r>
        <w:t>extracoronary</w:t>
      </w:r>
      <w:proofErr w:type="spellEnd"/>
      <w:r>
        <w:t xml:space="preserve"> abnormalities and patients should be offered screening for this. Lifelong dual antiplatelet therapy is not indicated for SCAD. Discontinuation of monotherapy is controversial. Patients should be encouraged to return to full activities including cardiac rehabilitation but should avoid extreme and isometric exercise. SCAD recurrence is well recogn</w:t>
      </w:r>
      <w:r w:rsidR="008E62C1">
        <w:t xml:space="preserve">ised and appears </w:t>
      </w:r>
      <w:r w:rsidR="00D56576">
        <w:t>to be more common than previously recognised.</w:t>
      </w:r>
    </w:p>
    <w:p w:rsidR="00A4119E" w:rsidRDefault="00A4119E" w:rsidP="0098727F"/>
    <w:sectPr w:rsidR="00A4119E" w:rsidSect="00870A30">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FA2" w:rsidRDefault="00A10FA2" w:rsidP="0003447D">
      <w:pPr>
        <w:spacing w:after="0" w:line="240" w:lineRule="auto"/>
      </w:pPr>
      <w:r>
        <w:separator/>
      </w:r>
    </w:p>
  </w:endnote>
  <w:endnote w:type="continuationSeparator" w:id="0">
    <w:p w:rsidR="00A10FA2" w:rsidRDefault="00A10FA2" w:rsidP="0003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FA2" w:rsidRDefault="00A10FA2" w:rsidP="0003447D">
      <w:pPr>
        <w:spacing w:after="0" w:line="240" w:lineRule="auto"/>
      </w:pPr>
      <w:r>
        <w:separator/>
      </w:r>
    </w:p>
  </w:footnote>
  <w:footnote w:type="continuationSeparator" w:id="0">
    <w:p w:rsidR="00A10FA2" w:rsidRDefault="00A10FA2" w:rsidP="000344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FA2" w:rsidRDefault="00A10FA2">
    <w:pPr>
      <w:pStyle w:val="Header"/>
    </w:pPr>
    <w:r>
      <w:t>Education in Heart: Spontaneous Coronary Artery Dissection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0B59"/>
    <w:multiLevelType w:val="hybridMultilevel"/>
    <w:tmpl w:val="A6CA31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EC5BCB"/>
    <w:multiLevelType w:val="hybridMultilevel"/>
    <w:tmpl w:val="AC769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0346BE"/>
    <w:multiLevelType w:val="hybridMultilevel"/>
    <w:tmpl w:val="50CC28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D850959"/>
    <w:multiLevelType w:val="hybridMultilevel"/>
    <w:tmpl w:val="6C34871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2D5421A"/>
    <w:multiLevelType w:val="hybridMultilevel"/>
    <w:tmpl w:val="34782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476BD4"/>
    <w:multiLevelType w:val="hybridMultilevel"/>
    <w:tmpl w:val="1C32013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irculatio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v2ts2pxrttafket5awxrpt4wesdxp202p0v&quot;&gt;BCIS-Saved-Saved&lt;record-ids&gt;&lt;item&gt;166&lt;/item&gt;&lt;/record-ids&gt;&lt;/item&gt;&lt;/Libraries&gt;"/>
  </w:docVars>
  <w:rsids>
    <w:rsidRoot w:val="0003447D"/>
    <w:rsid w:val="00000566"/>
    <w:rsid w:val="00013B04"/>
    <w:rsid w:val="00014C5A"/>
    <w:rsid w:val="000164D1"/>
    <w:rsid w:val="0003192D"/>
    <w:rsid w:val="0003447D"/>
    <w:rsid w:val="000422C7"/>
    <w:rsid w:val="00042A6F"/>
    <w:rsid w:val="0004789B"/>
    <w:rsid w:val="0005208A"/>
    <w:rsid w:val="00052E27"/>
    <w:rsid w:val="00065D7C"/>
    <w:rsid w:val="00073769"/>
    <w:rsid w:val="00083381"/>
    <w:rsid w:val="00083660"/>
    <w:rsid w:val="000A2F67"/>
    <w:rsid w:val="000B1F74"/>
    <w:rsid w:val="000B353B"/>
    <w:rsid w:val="000B5831"/>
    <w:rsid w:val="000C4380"/>
    <w:rsid w:val="000D2385"/>
    <w:rsid w:val="000D62D7"/>
    <w:rsid w:val="000E358D"/>
    <w:rsid w:val="000F2F34"/>
    <w:rsid w:val="000F727E"/>
    <w:rsid w:val="00120994"/>
    <w:rsid w:val="001267EB"/>
    <w:rsid w:val="00127AC4"/>
    <w:rsid w:val="0015119B"/>
    <w:rsid w:val="001579EE"/>
    <w:rsid w:val="00161BAE"/>
    <w:rsid w:val="001660DE"/>
    <w:rsid w:val="0017025A"/>
    <w:rsid w:val="00170944"/>
    <w:rsid w:val="001755B0"/>
    <w:rsid w:val="00181BD9"/>
    <w:rsid w:val="001839E5"/>
    <w:rsid w:val="00184C05"/>
    <w:rsid w:val="00185492"/>
    <w:rsid w:val="00185498"/>
    <w:rsid w:val="001A415A"/>
    <w:rsid w:val="001A5193"/>
    <w:rsid w:val="001A7FA7"/>
    <w:rsid w:val="001B3D3C"/>
    <w:rsid w:val="001B5366"/>
    <w:rsid w:val="001C11A5"/>
    <w:rsid w:val="001C2AEE"/>
    <w:rsid w:val="001C6512"/>
    <w:rsid w:val="001C684E"/>
    <w:rsid w:val="001D12A4"/>
    <w:rsid w:val="001D58CF"/>
    <w:rsid w:val="001E2AB0"/>
    <w:rsid w:val="001F5CDF"/>
    <w:rsid w:val="00211939"/>
    <w:rsid w:val="00212419"/>
    <w:rsid w:val="00217BEF"/>
    <w:rsid w:val="00222259"/>
    <w:rsid w:val="00226E76"/>
    <w:rsid w:val="00234198"/>
    <w:rsid w:val="0023646E"/>
    <w:rsid w:val="0023792B"/>
    <w:rsid w:val="00244210"/>
    <w:rsid w:val="0025285E"/>
    <w:rsid w:val="00252A40"/>
    <w:rsid w:val="002938F9"/>
    <w:rsid w:val="002D5975"/>
    <w:rsid w:val="002E2D36"/>
    <w:rsid w:val="002E4494"/>
    <w:rsid w:val="002E73CB"/>
    <w:rsid w:val="002F5953"/>
    <w:rsid w:val="002F72C8"/>
    <w:rsid w:val="003134C4"/>
    <w:rsid w:val="00314FBA"/>
    <w:rsid w:val="003209D8"/>
    <w:rsid w:val="0032231E"/>
    <w:rsid w:val="00332E1A"/>
    <w:rsid w:val="00333A36"/>
    <w:rsid w:val="00333ECB"/>
    <w:rsid w:val="00334F32"/>
    <w:rsid w:val="003432F3"/>
    <w:rsid w:val="00353DF3"/>
    <w:rsid w:val="00355A02"/>
    <w:rsid w:val="003818B7"/>
    <w:rsid w:val="003837CF"/>
    <w:rsid w:val="003908BB"/>
    <w:rsid w:val="00391FF0"/>
    <w:rsid w:val="003A0F12"/>
    <w:rsid w:val="003A4284"/>
    <w:rsid w:val="003D6A70"/>
    <w:rsid w:val="003E29CB"/>
    <w:rsid w:val="003E5E6D"/>
    <w:rsid w:val="003F3A69"/>
    <w:rsid w:val="003F41A7"/>
    <w:rsid w:val="003F5CB3"/>
    <w:rsid w:val="0040385E"/>
    <w:rsid w:val="00403973"/>
    <w:rsid w:val="00403F82"/>
    <w:rsid w:val="00404810"/>
    <w:rsid w:val="00413493"/>
    <w:rsid w:val="0042663C"/>
    <w:rsid w:val="0043174E"/>
    <w:rsid w:val="00450E68"/>
    <w:rsid w:val="00454E3A"/>
    <w:rsid w:val="00463454"/>
    <w:rsid w:val="004816CB"/>
    <w:rsid w:val="00497EC5"/>
    <w:rsid w:val="004B22A6"/>
    <w:rsid w:val="004C0691"/>
    <w:rsid w:val="004C2306"/>
    <w:rsid w:val="004C6844"/>
    <w:rsid w:val="004C68C6"/>
    <w:rsid w:val="004C6B1B"/>
    <w:rsid w:val="004D2261"/>
    <w:rsid w:val="004D580C"/>
    <w:rsid w:val="004E2F71"/>
    <w:rsid w:val="004F0E92"/>
    <w:rsid w:val="004F708B"/>
    <w:rsid w:val="00501C45"/>
    <w:rsid w:val="00504DE6"/>
    <w:rsid w:val="005071E3"/>
    <w:rsid w:val="00507DD2"/>
    <w:rsid w:val="0056271D"/>
    <w:rsid w:val="00574931"/>
    <w:rsid w:val="00576E75"/>
    <w:rsid w:val="00591088"/>
    <w:rsid w:val="005A4B30"/>
    <w:rsid w:val="005A4DE3"/>
    <w:rsid w:val="005A7572"/>
    <w:rsid w:val="005B190C"/>
    <w:rsid w:val="005B5A3D"/>
    <w:rsid w:val="005C6EEC"/>
    <w:rsid w:val="005D0069"/>
    <w:rsid w:val="005D1FAD"/>
    <w:rsid w:val="005D570F"/>
    <w:rsid w:val="005F0D79"/>
    <w:rsid w:val="005F27A3"/>
    <w:rsid w:val="00613617"/>
    <w:rsid w:val="00615C80"/>
    <w:rsid w:val="00645499"/>
    <w:rsid w:val="0067072F"/>
    <w:rsid w:val="006747C6"/>
    <w:rsid w:val="0067608E"/>
    <w:rsid w:val="00681196"/>
    <w:rsid w:val="00685EF7"/>
    <w:rsid w:val="00691939"/>
    <w:rsid w:val="006959D3"/>
    <w:rsid w:val="006A6C4C"/>
    <w:rsid w:val="006B7270"/>
    <w:rsid w:val="006C7B7D"/>
    <w:rsid w:val="006F27E6"/>
    <w:rsid w:val="006F489A"/>
    <w:rsid w:val="006F78E7"/>
    <w:rsid w:val="0070171A"/>
    <w:rsid w:val="00702EE0"/>
    <w:rsid w:val="0070638E"/>
    <w:rsid w:val="0070730A"/>
    <w:rsid w:val="00713B61"/>
    <w:rsid w:val="0072340C"/>
    <w:rsid w:val="00762252"/>
    <w:rsid w:val="00767F34"/>
    <w:rsid w:val="0079123E"/>
    <w:rsid w:val="007A04E4"/>
    <w:rsid w:val="007A62A2"/>
    <w:rsid w:val="007B0B21"/>
    <w:rsid w:val="007B1169"/>
    <w:rsid w:val="007B4CF7"/>
    <w:rsid w:val="007B52C9"/>
    <w:rsid w:val="007C6632"/>
    <w:rsid w:val="007D26EE"/>
    <w:rsid w:val="007D52C4"/>
    <w:rsid w:val="007D7F82"/>
    <w:rsid w:val="007E702D"/>
    <w:rsid w:val="007F286A"/>
    <w:rsid w:val="007F7AE4"/>
    <w:rsid w:val="00815ED7"/>
    <w:rsid w:val="00821C3C"/>
    <w:rsid w:val="00833CF8"/>
    <w:rsid w:val="00835D6A"/>
    <w:rsid w:val="0084531C"/>
    <w:rsid w:val="0085096C"/>
    <w:rsid w:val="00850C61"/>
    <w:rsid w:val="00854286"/>
    <w:rsid w:val="0085624A"/>
    <w:rsid w:val="008573AB"/>
    <w:rsid w:val="00870A30"/>
    <w:rsid w:val="00873528"/>
    <w:rsid w:val="00883646"/>
    <w:rsid w:val="00885493"/>
    <w:rsid w:val="0089626C"/>
    <w:rsid w:val="008A0E42"/>
    <w:rsid w:val="008A347B"/>
    <w:rsid w:val="008B6920"/>
    <w:rsid w:val="008B7578"/>
    <w:rsid w:val="008C1C08"/>
    <w:rsid w:val="008C2167"/>
    <w:rsid w:val="008C6775"/>
    <w:rsid w:val="008D070E"/>
    <w:rsid w:val="008E3590"/>
    <w:rsid w:val="008E5BA0"/>
    <w:rsid w:val="008E62C1"/>
    <w:rsid w:val="008F2935"/>
    <w:rsid w:val="00913324"/>
    <w:rsid w:val="00927D62"/>
    <w:rsid w:val="009301C2"/>
    <w:rsid w:val="0093443D"/>
    <w:rsid w:val="00936332"/>
    <w:rsid w:val="009453B1"/>
    <w:rsid w:val="00950CC1"/>
    <w:rsid w:val="00954C99"/>
    <w:rsid w:val="009657F7"/>
    <w:rsid w:val="009769E9"/>
    <w:rsid w:val="00984D77"/>
    <w:rsid w:val="0098727F"/>
    <w:rsid w:val="009B052E"/>
    <w:rsid w:val="009B4AF6"/>
    <w:rsid w:val="009D07A2"/>
    <w:rsid w:val="009E5D54"/>
    <w:rsid w:val="00A011D3"/>
    <w:rsid w:val="00A10FA2"/>
    <w:rsid w:val="00A1536A"/>
    <w:rsid w:val="00A160C7"/>
    <w:rsid w:val="00A22DD1"/>
    <w:rsid w:val="00A24606"/>
    <w:rsid w:val="00A4119E"/>
    <w:rsid w:val="00A430A6"/>
    <w:rsid w:val="00A55DEE"/>
    <w:rsid w:val="00A67EE2"/>
    <w:rsid w:val="00A71A30"/>
    <w:rsid w:val="00AB1FFD"/>
    <w:rsid w:val="00AD377C"/>
    <w:rsid w:val="00AE57D4"/>
    <w:rsid w:val="00AF00F6"/>
    <w:rsid w:val="00AF25E0"/>
    <w:rsid w:val="00AF6C71"/>
    <w:rsid w:val="00AF76F4"/>
    <w:rsid w:val="00B064C1"/>
    <w:rsid w:val="00B12C44"/>
    <w:rsid w:val="00B1489D"/>
    <w:rsid w:val="00B165EB"/>
    <w:rsid w:val="00B241CF"/>
    <w:rsid w:val="00B364B8"/>
    <w:rsid w:val="00B4463C"/>
    <w:rsid w:val="00B51B12"/>
    <w:rsid w:val="00B63590"/>
    <w:rsid w:val="00B665ED"/>
    <w:rsid w:val="00B72D24"/>
    <w:rsid w:val="00B74696"/>
    <w:rsid w:val="00B83245"/>
    <w:rsid w:val="00B8531D"/>
    <w:rsid w:val="00B92E47"/>
    <w:rsid w:val="00BA10A4"/>
    <w:rsid w:val="00BA3328"/>
    <w:rsid w:val="00BA41DF"/>
    <w:rsid w:val="00BB73B0"/>
    <w:rsid w:val="00BF6554"/>
    <w:rsid w:val="00C06B0C"/>
    <w:rsid w:val="00C127C0"/>
    <w:rsid w:val="00C1483B"/>
    <w:rsid w:val="00C157DC"/>
    <w:rsid w:val="00C17120"/>
    <w:rsid w:val="00C26EEF"/>
    <w:rsid w:val="00C27B11"/>
    <w:rsid w:val="00C3758E"/>
    <w:rsid w:val="00C428F0"/>
    <w:rsid w:val="00C74A63"/>
    <w:rsid w:val="00C82347"/>
    <w:rsid w:val="00C87F52"/>
    <w:rsid w:val="00C90320"/>
    <w:rsid w:val="00C91B97"/>
    <w:rsid w:val="00CC2BA7"/>
    <w:rsid w:val="00CC4E5C"/>
    <w:rsid w:val="00CC79E7"/>
    <w:rsid w:val="00CE3323"/>
    <w:rsid w:val="00CE60DE"/>
    <w:rsid w:val="00D074ED"/>
    <w:rsid w:val="00D338BE"/>
    <w:rsid w:val="00D3547A"/>
    <w:rsid w:val="00D43BDD"/>
    <w:rsid w:val="00D4537C"/>
    <w:rsid w:val="00D523B5"/>
    <w:rsid w:val="00D56576"/>
    <w:rsid w:val="00D64BF6"/>
    <w:rsid w:val="00D665D6"/>
    <w:rsid w:val="00D728E4"/>
    <w:rsid w:val="00D854EB"/>
    <w:rsid w:val="00D95577"/>
    <w:rsid w:val="00DB0574"/>
    <w:rsid w:val="00DC16DE"/>
    <w:rsid w:val="00DC274F"/>
    <w:rsid w:val="00DC70D6"/>
    <w:rsid w:val="00DE1559"/>
    <w:rsid w:val="00DE6188"/>
    <w:rsid w:val="00DF7479"/>
    <w:rsid w:val="00E03155"/>
    <w:rsid w:val="00E15499"/>
    <w:rsid w:val="00E203A6"/>
    <w:rsid w:val="00E258C4"/>
    <w:rsid w:val="00E27AD2"/>
    <w:rsid w:val="00E34299"/>
    <w:rsid w:val="00E44A87"/>
    <w:rsid w:val="00E54201"/>
    <w:rsid w:val="00E61B08"/>
    <w:rsid w:val="00E629F5"/>
    <w:rsid w:val="00E741BE"/>
    <w:rsid w:val="00E84252"/>
    <w:rsid w:val="00E920EA"/>
    <w:rsid w:val="00EA3C1A"/>
    <w:rsid w:val="00EA541C"/>
    <w:rsid w:val="00EB1E57"/>
    <w:rsid w:val="00EB1F64"/>
    <w:rsid w:val="00ED589A"/>
    <w:rsid w:val="00ED6126"/>
    <w:rsid w:val="00EF6272"/>
    <w:rsid w:val="00F02E0A"/>
    <w:rsid w:val="00F11188"/>
    <w:rsid w:val="00F26F59"/>
    <w:rsid w:val="00F34C89"/>
    <w:rsid w:val="00F43694"/>
    <w:rsid w:val="00F50DDC"/>
    <w:rsid w:val="00F65122"/>
    <w:rsid w:val="00F7102C"/>
    <w:rsid w:val="00F711DF"/>
    <w:rsid w:val="00F81470"/>
    <w:rsid w:val="00F86B4E"/>
    <w:rsid w:val="00F96F86"/>
    <w:rsid w:val="00F97C66"/>
    <w:rsid w:val="00FA4E59"/>
    <w:rsid w:val="00FA71AF"/>
    <w:rsid w:val="00FB00DC"/>
    <w:rsid w:val="00FB5BBE"/>
    <w:rsid w:val="00FC48DC"/>
    <w:rsid w:val="00FD67F7"/>
    <w:rsid w:val="00FF1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FF2CA1-CE75-4477-B3BB-00C5E21D4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3447D"/>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3447D"/>
    <w:rPr>
      <w:rFonts w:ascii="Calibri" w:hAnsi="Calibri"/>
      <w:szCs w:val="21"/>
    </w:rPr>
  </w:style>
  <w:style w:type="paragraph" w:styleId="Header">
    <w:name w:val="header"/>
    <w:basedOn w:val="Normal"/>
    <w:link w:val="HeaderChar"/>
    <w:uiPriority w:val="99"/>
    <w:unhideWhenUsed/>
    <w:rsid w:val="000344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447D"/>
  </w:style>
  <w:style w:type="paragraph" w:styleId="Footer">
    <w:name w:val="footer"/>
    <w:basedOn w:val="Normal"/>
    <w:link w:val="FooterChar"/>
    <w:uiPriority w:val="99"/>
    <w:unhideWhenUsed/>
    <w:rsid w:val="000344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447D"/>
  </w:style>
  <w:style w:type="character" w:styleId="Hyperlink">
    <w:name w:val="Hyperlink"/>
    <w:basedOn w:val="DefaultParagraphFont"/>
    <w:uiPriority w:val="99"/>
    <w:unhideWhenUsed/>
    <w:rsid w:val="005F27A3"/>
    <w:rPr>
      <w:color w:val="0563C1" w:themeColor="hyperlink"/>
      <w:u w:val="single"/>
    </w:rPr>
  </w:style>
  <w:style w:type="paragraph" w:customStyle="1" w:styleId="Default">
    <w:name w:val="Default"/>
    <w:rsid w:val="005F27A3"/>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5F27A3"/>
    <w:pPr>
      <w:ind w:left="720"/>
      <w:contextualSpacing/>
    </w:pPr>
  </w:style>
  <w:style w:type="character" w:customStyle="1" w:styleId="highlight2">
    <w:name w:val="highlight2"/>
    <w:basedOn w:val="DefaultParagraphFont"/>
    <w:rsid w:val="002D5975"/>
  </w:style>
  <w:style w:type="paragraph" w:styleId="BalloonText">
    <w:name w:val="Balloon Text"/>
    <w:basedOn w:val="Normal"/>
    <w:link w:val="BalloonTextChar"/>
    <w:uiPriority w:val="99"/>
    <w:semiHidden/>
    <w:unhideWhenUsed/>
    <w:rsid w:val="003F41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1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80244">
      <w:bodyDiv w:val="1"/>
      <w:marLeft w:val="0"/>
      <w:marRight w:val="0"/>
      <w:marTop w:val="0"/>
      <w:marBottom w:val="0"/>
      <w:divBdr>
        <w:top w:val="none" w:sz="0" w:space="0" w:color="auto"/>
        <w:left w:val="none" w:sz="0" w:space="0" w:color="auto"/>
        <w:bottom w:val="none" w:sz="0" w:space="0" w:color="auto"/>
        <w:right w:val="none" w:sz="0" w:space="0" w:color="auto"/>
      </w:divBdr>
    </w:div>
    <w:div w:id="249432253">
      <w:bodyDiv w:val="1"/>
      <w:marLeft w:val="0"/>
      <w:marRight w:val="0"/>
      <w:marTop w:val="0"/>
      <w:marBottom w:val="0"/>
      <w:divBdr>
        <w:top w:val="none" w:sz="0" w:space="0" w:color="auto"/>
        <w:left w:val="none" w:sz="0" w:space="0" w:color="auto"/>
        <w:bottom w:val="none" w:sz="0" w:space="0" w:color="auto"/>
        <w:right w:val="none" w:sz="0" w:space="0" w:color="auto"/>
      </w:divBdr>
    </w:div>
    <w:div w:id="609043875">
      <w:bodyDiv w:val="1"/>
      <w:marLeft w:val="0"/>
      <w:marRight w:val="0"/>
      <w:marTop w:val="0"/>
      <w:marBottom w:val="0"/>
      <w:divBdr>
        <w:top w:val="none" w:sz="0" w:space="0" w:color="auto"/>
        <w:left w:val="none" w:sz="0" w:space="0" w:color="auto"/>
        <w:bottom w:val="none" w:sz="0" w:space="0" w:color="auto"/>
        <w:right w:val="none" w:sz="0" w:space="0" w:color="auto"/>
      </w:divBdr>
    </w:div>
    <w:div w:id="989943772">
      <w:bodyDiv w:val="1"/>
      <w:marLeft w:val="0"/>
      <w:marRight w:val="0"/>
      <w:marTop w:val="0"/>
      <w:marBottom w:val="0"/>
      <w:divBdr>
        <w:top w:val="none" w:sz="0" w:space="0" w:color="auto"/>
        <w:left w:val="none" w:sz="0" w:space="0" w:color="auto"/>
        <w:bottom w:val="none" w:sz="0" w:space="0" w:color="auto"/>
        <w:right w:val="none" w:sz="0" w:space="0" w:color="auto"/>
      </w:divBdr>
    </w:div>
    <w:div w:id="111748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134@le.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BC016-9B4E-41C6-8620-7C9F30EF8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730C21D8.dotm</Template>
  <TotalTime>61</TotalTime>
  <Pages>16</Pages>
  <Words>15874</Words>
  <Characters>90487</Characters>
  <Application>Microsoft Office Word</Application>
  <DocSecurity>0</DocSecurity>
  <Lines>754</Lines>
  <Paragraphs>212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Leicester</Company>
  <LinksUpToDate>false</LinksUpToDate>
  <CharactersWithSpaces>106149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Adlam, David (Dr.)</dc:creator>
  <cp:keywords/>
  <dc:description/>
  <cp:lastModifiedBy>Adlam, David (Dr.)</cp:lastModifiedBy>
  <cp:revision>16</cp:revision>
  <dcterms:created xsi:type="dcterms:W3CDTF">2017-01-16T08:04:00Z</dcterms:created>
  <dcterms:modified xsi:type="dcterms:W3CDTF">2017-01-16T10:27:00Z</dcterms:modified>
</cp:coreProperties>
</file>