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4347F" w14:textId="77777777" w:rsidR="001751A8" w:rsidRPr="00135C8D" w:rsidRDefault="001751A8" w:rsidP="001751A8">
      <w:pPr>
        <w:rPr>
          <w:b/>
          <w:sz w:val="30"/>
          <w:szCs w:val="30"/>
        </w:rPr>
      </w:pPr>
      <w:r w:rsidRPr="00135C8D">
        <w:rPr>
          <w:b/>
          <w:sz w:val="30"/>
          <w:szCs w:val="30"/>
        </w:rPr>
        <w:t xml:space="preserve">Effect of hydrogen charging on dislocation </w:t>
      </w:r>
      <w:r w:rsidRPr="00135C8D">
        <w:rPr>
          <w:rFonts w:hint="eastAsia"/>
          <w:b/>
          <w:sz w:val="30"/>
          <w:szCs w:val="30"/>
        </w:rPr>
        <w:t>multiplication</w:t>
      </w:r>
      <w:r w:rsidRPr="00135C8D">
        <w:rPr>
          <w:b/>
          <w:sz w:val="30"/>
          <w:szCs w:val="30"/>
        </w:rPr>
        <w:t xml:space="preserve"> in pre-strained super duplex stainless steel</w:t>
      </w:r>
    </w:p>
    <w:p w14:paraId="22BD904A" w14:textId="77777777" w:rsidR="00E95215" w:rsidRPr="00135C8D" w:rsidRDefault="00E95215" w:rsidP="00D65BA4">
      <w:pPr>
        <w:spacing w:before="120"/>
        <w:jc w:val="center"/>
      </w:pPr>
    </w:p>
    <w:p w14:paraId="514C5B42" w14:textId="7375EEC8" w:rsidR="00D65BA4" w:rsidRPr="00135C8D" w:rsidRDefault="00D65BA4" w:rsidP="00D65BA4">
      <w:pPr>
        <w:spacing w:before="120"/>
        <w:jc w:val="center"/>
        <w:rPr>
          <w:vertAlign w:val="superscript"/>
        </w:rPr>
      </w:pPr>
      <w:r w:rsidRPr="00135C8D">
        <w:t>X.Z. Liang</w:t>
      </w:r>
      <w:r w:rsidRPr="00135C8D">
        <w:rPr>
          <w:vertAlign w:val="superscript"/>
        </w:rPr>
        <w:t>1</w:t>
      </w:r>
      <w:r w:rsidRPr="00135C8D">
        <w:t>, M.F. Dodge</w:t>
      </w:r>
      <w:r w:rsidRPr="00135C8D">
        <w:rPr>
          <w:vertAlign w:val="superscript"/>
        </w:rPr>
        <w:t>2</w:t>
      </w:r>
      <w:r w:rsidRPr="00135C8D">
        <w:t>, S. Kabra</w:t>
      </w:r>
      <w:r w:rsidRPr="00135C8D">
        <w:rPr>
          <w:vertAlign w:val="superscript"/>
        </w:rPr>
        <w:t>3</w:t>
      </w:r>
      <w:r w:rsidRPr="00135C8D">
        <w:t xml:space="preserve">, </w:t>
      </w:r>
      <w:r w:rsidR="00852F18" w:rsidRPr="00135C8D">
        <w:t>J.F. Kelleher</w:t>
      </w:r>
      <w:r w:rsidR="00852F18" w:rsidRPr="00135C8D">
        <w:rPr>
          <w:vertAlign w:val="superscript"/>
        </w:rPr>
        <w:t>3</w:t>
      </w:r>
      <w:r w:rsidR="00852F18" w:rsidRPr="00135C8D">
        <w:t xml:space="preserve">, </w:t>
      </w:r>
      <w:r w:rsidRPr="00135C8D">
        <w:t>T.L. Lee</w:t>
      </w:r>
      <w:r w:rsidRPr="00135C8D">
        <w:rPr>
          <w:vertAlign w:val="superscript"/>
        </w:rPr>
        <w:t>3</w:t>
      </w:r>
      <w:r w:rsidRPr="00135C8D">
        <w:t>, H. B. Dong</w:t>
      </w:r>
      <w:r w:rsidRPr="00135C8D">
        <w:rPr>
          <w:vertAlign w:val="superscript"/>
        </w:rPr>
        <w:t>1*</w:t>
      </w:r>
    </w:p>
    <w:p w14:paraId="7955D01C" w14:textId="77777777" w:rsidR="00D65BA4" w:rsidRPr="00135C8D" w:rsidRDefault="00D65BA4" w:rsidP="00D65BA4">
      <w:pPr>
        <w:pStyle w:val="ListParagraph"/>
        <w:numPr>
          <w:ilvl w:val="0"/>
          <w:numId w:val="5"/>
        </w:numPr>
        <w:spacing w:before="120" w:after="120" w:line="240" w:lineRule="auto"/>
        <w:ind w:left="357" w:hanging="357"/>
        <w:jc w:val="center"/>
        <w:rPr>
          <w:sz w:val="20"/>
          <w:szCs w:val="20"/>
        </w:rPr>
      </w:pPr>
      <w:r w:rsidRPr="00135C8D">
        <w:rPr>
          <w:sz w:val="20"/>
          <w:szCs w:val="20"/>
        </w:rPr>
        <w:t>Department of Engineering, University of Leicester, University Road, Leicester LE1 7RH, UK</w:t>
      </w:r>
    </w:p>
    <w:p w14:paraId="6C1DB9E8" w14:textId="77777777" w:rsidR="00D65BA4" w:rsidRPr="00135C8D" w:rsidRDefault="00D65BA4" w:rsidP="00D65BA4">
      <w:pPr>
        <w:pStyle w:val="ListParagraph"/>
        <w:numPr>
          <w:ilvl w:val="0"/>
          <w:numId w:val="5"/>
        </w:numPr>
        <w:spacing w:before="120" w:after="120" w:line="240" w:lineRule="auto"/>
        <w:jc w:val="center"/>
        <w:rPr>
          <w:sz w:val="20"/>
          <w:szCs w:val="20"/>
        </w:rPr>
      </w:pPr>
      <w:r w:rsidRPr="00135C8D">
        <w:rPr>
          <w:sz w:val="20"/>
          <w:szCs w:val="20"/>
        </w:rPr>
        <w:t>TWI Ltd., Great Abington, Cambridge CB21 6AL, UK</w:t>
      </w:r>
    </w:p>
    <w:p w14:paraId="4B71DD4F" w14:textId="051276F4" w:rsidR="00D65BA4" w:rsidRPr="00135C8D" w:rsidRDefault="00D65BA4" w:rsidP="00D65BA4">
      <w:pPr>
        <w:pStyle w:val="ListParagraph"/>
        <w:numPr>
          <w:ilvl w:val="0"/>
          <w:numId w:val="5"/>
        </w:numPr>
        <w:spacing w:before="120" w:after="120" w:line="240" w:lineRule="auto"/>
        <w:jc w:val="center"/>
        <w:rPr>
          <w:sz w:val="20"/>
          <w:szCs w:val="20"/>
        </w:rPr>
      </w:pPr>
      <w:r w:rsidRPr="00135C8D">
        <w:rPr>
          <w:sz w:val="20"/>
          <w:szCs w:val="20"/>
        </w:rPr>
        <w:t>ISIS Neutron Source, Science and Technology Facilities Council, Rutherford Appleton Laboratory, Harwell Oxford, Didcot OX11 0QX, UK</w:t>
      </w:r>
    </w:p>
    <w:p w14:paraId="6B48575C" w14:textId="77777777" w:rsidR="00D65BA4" w:rsidRPr="00135C8D" w:rsidRDefault="00D65BA4" w:rsidP="00664F04">
      <w:pPr>
        <w:rPr>
          <w:b/>
          <w:sz w:val="30"/>
          <w:szCs w:val="30"/>
        </w:rPr>
      </w:pPr>
    </w:p>
    <w:p w14:paraId="334308EF" w14:textId="77777777" w:rsidR="00664F04" w:rsidRPr="00135C8D" w:rsidRDefault="00664F04" w:rsidP="00664F04">
      <w:pPr>
        <w:pStyle w:val="Heading1"/>
      </w:pPr>
      <w:bookmarkStart w:id="0" w:name="OLE_LINK5"/>
      <w:bookmarkStart w:id="1" w:name="OLE_LINK6"/>
      <w:r w:rsidRPr="00135C8D">
        <w:t>Abstract</w:t>
      </w:r>
    </w:p>
    <w:bookmarkEnd w:id="0"/>
    <w:bookmarkEnd w:id="1"/>
    <w:p w14:paraId="2DBA7D3C" w14:textId="51554247" w:rsidR="00BE3300" w:rsidRPr="00135C8D" w:rsidRDefault="004F2BAC" w:rsidP="00BE3300">
      <w:r w:rsidRPr="00135C8D">
        <w:t>T</w:t>
      </w:r>
      <w:r w:rsidR="005D1DF0" w:rsidRPr="00135C8D">
        <w:t>he e</w:t>
      </w:r>
      <w:r w:rsidR="00664F04" w:rsidRPr="00135C8D">
        <w:t>ffect of hydrogen</w:t>
      </w:r>
      <w:r w:rsidRPr="00135C8D">
        <w:t xml:space="preserve"> charging</w:t>
      </w:r>
      <w:r w:rsidR="00664F04" w:rsidRPr="00135C8D">
        <w:t xml:space="preserve"> on </w:t>
      </w:r>
      <w:r w:rsidR="00BE3300" w:rsidRPr="00135C8D">
        <w:t xml:space="preserve">dislocation </w:t>
      </w:r>
      <w:r w:rsidRPr="00135C8D">
        <w:t>multiplication in super duplex stainless steel was</w:t>
      </w:r>
      <w:r w:rsidR="00664F04" w:rsidRPr="00135C8D">
        <w:t xml:space="preserve"> investigated</w:t>
      </w:r>
      <w:r w:rsidR="009F1599" w:rsidRPr="00135C8D">
        <w:t>. Steel samples were pre-strained and charge</w:t>
      </w:r>
      <w:r w:rsidR="00D06CED" w:rsidRPr="00135C8D">
        <w:t xml:space="preserve">d with hydrogen for 10 days. Dislocation density was then measured </w:t>
      </w:r>
      <w:r w:rsidR="00664F04" w:rsidRPr="00135C8D">
        <w:t>using neutron diffraction.</w:t>
      </w:r>
      <w:r w:rsidR="005D1DF0" w:rsidRPr="00135C8D">
        <w:t xml:space="preserve"> </w:t>
      </w:r>
      <w:r w:rsidRPr="00135C8D">
        <w:t xml:space="preserve">It is found that </w:t>
      </w:r>
      <w:r w:rsidR="00101B77" w:rsidRPr="00135C8D">
        <w:t xml:space="preserve">dislocation </w:t>
      </w:r>
      <w:r w:rsidR="009F1599" w:rsidRPr="00135C8D">
        <w:t xml:space="preserve">density </w:t>
      </w:r>
      <w:r w:rsidR="00101B77" w:rsidRPr="00135C8D">
        <w:t xml:space="preserve">multiplies </w:t>
      </w:r>
      <w:r w:rsidR="009F1599" w:rsidRPr="00135C8D">
        <w:t>by about one</w:t>
      </w:r>
      <w:r w:rsidR="00101B77" w:rsidRPr="00135C8D">
        <w:t xml:space="preserve"> order </w:t>
      </w:r>
      <w:r w:rsidR="009F1599" w:rsidRPr="00135C8D">
        <w:t xml:space="preserve">of magnitude </w:t>
      </w:r>
      <w:r w:rsidR="002306F0" w:rsidRPr="00135C8D">
        <w:t>in samples with less than 5% pre-strain</w:t>
      </w:r>
      <w:r w:rsidR="009F1599" w:rsidRPr="00135C8D">
        <w:t>, but remains the same level in samples</w:t>
      </w:r>
      <w:r w:rsidR="002306F0" w:rsidRPr="00135C8D">
        <w:t xml:space="preserve"> </w:t>
      </w:r>
      <w:r w:rsidR="009F1599" w:rsidRPr="00135C8D">
        <w:t>with</w:t>
      </w:r>
      <w:r w:rsidR="002306F0" w:rsidRPr="00135C8D">
        <w:t xml:space="preserve"> pre-strain level of 10%</w:t>
      </w:r>
      <w:r w:rsidR="009F1599" w:rsidRPr="00135C8D">
        <w:t xml:space="preserve"> and above.</w:t>
      </w:r>
    </w:p>
    <w:p w14:paraId="6EC89A23" w14:textId="77777777" w:rsidR="009F1599" w:rsidRPr="00135C8D" w:rsidRDefault="009F1599" w:rsidP="00BE3300"/>
    <w:p w14:paraId="5D552226" w14:textId="77777777" w:rsidR="00E95215" w:rsidRPr="00135C8D" w:rsidRDefault="00E95215" w:rsidP="00BE3300"/>
    <w:p w14:paraId="260BFFA5" w14:textId="77777777" w:rsidR="00E95215" w:rsidRPr="00135C8D" w:rsidRDefault="00E95215" w:rsidP="00BE3300"/>
    <w:p w14:paraId="66633A6A" w14:textId="77777777" w:rsidR="00664F04" w:rsidRPr="00135C8D" w:rsidRDefault="00664F04" w:rsidP="00664F04">
      <w:pPr>
        <w:rPr>
          <w:i/>
        </w:rPr>
      </w:pPr>
      <w:r w:rsidRPr="00135C8D">
        <w:rPr>
          <w:b/>
          <w:i/>
        </w:rPr>
        <w:t>Key words</w:t>
      </w:r>
      <w:r w:rsidRPr="00135C8D">
        <w:rPr>
          <w:i/>
        </w:rPr>
        <w:t>: dislocation density, stainless steel, hydrogen embrittlement, neutron diffraction</w:t>
      </w:r>
    </w:p>
    <w:p w14:paraId="29167E75" w14:textId="5EFE1DED" w:rsidR="003A3892" w:rsidRPr="00135C8D" w:rsidRDefault="003A3892">
      <w:pPr>
        <w:spacing w:line="259" w:lineRule="auto"/>
        <w:jc w:val="left"/>
      </w:pPr>
      <w:r w:rsidRPr="00135C8D">
        <w:br w:type="page"/>
      </w:r>
    </w:p>
    <w:p w14:paraId="2FB0A115" w14:textId="3839AAE6" w:rsidR="00173C97" w:rsidRPr="00135C8D" w:rsidRDefault="00664F04" w:rsidP="00664F04">
      <w:r w:rsidRPr="00135C8D">
        <w:lastRenderedPageBreak/>
        <w:t xml:space="preserve">Super duplex stainless steel (SDSS) </w:t>
      </w:r>
      <w:r w:rsidR="00A7057E" w:rsidRPr="00135C8D">
        <w:t>comprise</w:t>
      </w:r>
      <w:r w:rsidR="001E47FA" w:rsidRPr="00135C8D">
        <w:t>s</w:t>
      </w:r>
      <w:r w:rsidR="00A7057E" w:rsidRPr="00135C8D">
        <w:t xml:space="preserve"> approximately equal phase fractions of</w:t>
      </w:r>
      <w:r w:rsidRPr="00135C8D">
        <w:t xml:space="preserve"> austenite (</w:t>
      </w:r>
      <w:r w:rsidRPr="00135C8D">
        <w:rPr>
          <w:rFonts w:cs="Times New Roman"/>
        </w:rPr>
        <w:t>γ</w:t>
      </w:r>
      <w:r w:rsidRPr="00135C8D">
        <w:t>) and ferrite (</w:t>
      </w:r>
      <w:r w:rsidRPr="00135C8D">
        <w:rPr>
          <w:rFonts w:cs="Times New Roman"/>
        </w:rPr>
        <w:t>δ</w:t>
      </w:r>
      <w:r w:rsidRPr="00135C8D">
        <w:t xml:space="preserve">) </w:t>
      </w:r>
      <w:r w:rsidRPr="00135C8D">
        <w:fldChar w:fldCharType="begin">
          <w:fldData xml:space="preserve">PEVuZE5vdGU+PENpdGU+PEF1dGhvcj5CaGFkZXNoaWE8L0F1dGhvcj48WWVhcj4yMDA2PC9ZZWFy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</w:fldData>
        </w:fldChar>
      </w:r>
      <w:r w:rsidR="006E5ED0" w:rsidRPr="00135C8D">
        <w:instrText xml:space="preserve"> ADDIN EN.CITE </w:instrText>
      </w:r>
      <w:r w:rsidR="006E5ED0" w:rsidRPr="00135C8D">
        <w:fldChar w:fldCharType="begin">
          <w:fldData xml:space="preserve">PEVuZE5vdGU+PENpdGU+PEF1dGhvcj5CaGFkZXNoaWE8L0F1dGhvcj48WWVhcj4yMDA2PC9ZZWFy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</w:fldData>
        </w:fldChar>
      </w:r>
      <w:r w:rsidR="006E5ED0" w:rsidRPr="00135C8D">
        <w:instrText xml:space="preserve"> ADDIN EN.CITE.DATA </w:instrText>
      </w:r>
      <w:r w:rsidR="006E5ED0" w:rsidRPr="00135C8D">
        <w:fldChar w:fldCharType="end"/>
      </w:r>
      <w:r w:rsidRPr="00135C8D">
        <w:fldChar w:fldCharType="separate"/>
      </w:r>
      <w:r w:rsidR="00DA21C3" w:rsidRPr="00135C8D">
        <w:rPr>
          <w:noProof/>
        </w:rPr>
        <w:t>[1-4]</w:t>
      </w:r>
      <w:r w:rsidRPr="00135C8D">
        <w:fldChar w:fldCharType="end"/>
      </w:r>
      <w:r w:rsidRPr="00135C8D">
        <w:t>. This microstructure combination delivers superior corrosion resistance and good mechanical properties</w:t>
      </w:r>
      <w:r w:rsidR="006E5ED0" w:rsidRPr="00135C8D">
        <w:t xml:space="preserve"> </w:t>
      </w:r>
      <w:r w:rsidR="006E5ED0" w:rsidRPr="00135C8D">
        <w:fldChar w:fldCharType="begin"/>
      </w:r>
      <w:r w:rsidR="006E5ED0" w:rsidRPr="00135C8D">
        <w:instrText xml:space="preserve"> ADDIN EN.CITE &lt;EndNote&gt;&lt;Cite&gt;&lt;Author&gt;Furuhara&lt;/Author&gt;&lt;Year&gt;2005&lt;/Year&gt;&lt;RecNum&gt;711&lt;/RecNum&gt;&lt;DisplayText&gt;[5]&lt;/DisplayText&gt;&lt;record&gt;&lt;rec-number&gt;711&lt;/rec-number&gt;&lt;foreign-keys&gt;&lt;key app="EN" db-id="szapfewrpepx5fep50iv0ssozvafwxp99rve" timestamp="1504183963"&gt;711&lt;/key&gt;&lt;/foreign-keys&gt;&lt;ref-type name="Journal Article"&gt;17&lt;/ref-type&gt;&lt;contributors&gt;&lt;authors&gt;&lt;author&gt;Furuhara, T.&lt;/author&gt;&lt;author&gt;Maki, T.&lt;/author&gt;&lt;/authors&gt;&lt;/contributors&gt;&lt;titles&gt;&lt;title&gt;Grain boundary engineering for superplasticity in steels&lt;/title&gt;&lt;secondary-title&gt;J. Mater. Sci.&lt;/secondary-title&gt;&lt;/titles&gt;&lt;periodical&gt;&lt;full-title&gt;J. Mater. Sci.&lt;/full-title&gt;&lt;/periodical&gt;&lt;pages&gt;919-926&lt;/pages&gt;&lt;volume&gt;40&lt;/volume&gt;&lt;number&gt;4&lt;/number&gt;&lt;dates&gt;&lt;year&gt;2005&lt;/year&gt;&lt;pub-dates&gt;&lt;date&gt;February 01&lt;/date&gt;&lt;/pub-dates&gt;&lt;/dates&gt;&lt;isbn&gt;1573-4803&lt;/isbn&gt;&lt;label&gt;Furuhara2005&lt;/label&gt;&lt;work-type&gt;journal article&lt;/work-type&gt;&lt;urls&gt;&lt;related-urls&gt;&lt;url&gt;https://doi.org/10.1007/s10853-005-6510-7&lt;/url&gt;&lt;/related-urls&gt;&lt;/urls&gt;&lt;electronic-resource-num&gt;10.1007/s10853-005-6510-7&lt;/electronic-resource-num&gt;&lt;/record&gt;&lt;/Cite&gt;&lt;/EndNote&gt;</w:instrText>
      </w:r>
      <w:r w:rsidR="006E5ED0" w:rsidRPr="00135C8D">
        <w:fldChar w:fldCharType="separate"/>
      </w:r>
      <w:r w:rsidR="006E5ED0" w:rsidRPr="00135C8D">
        <w:rPr>
          <w:noProof/>
        </w:rPr>
        <w:t>[5]</w:t>
      </w:r>
      <w:r w:rsidR="006E5ED0" w:rsidRPr="00135C8D">
        <w:fldChar w:fldCharType="end"/>
      </w:r>
      <w:r w:rsidRPr="00135C8D">
        <w:t>. In recent decades, SDSS ha</w:t>
      </w:r>
      <w:r w:rsidR="001E47FA" w:rsidRPr="00135C8D">
        <w:t>s seen</w:t>
      </w:r>
      <w:r w:rsidRPr="00135C8D">
        <w:t xml:space="preserve"> increasing </w:t>
      </w:r>
      <w:r w:rsidR="003B5156" w:rsidRPr="00135C8D">
        <w:t xml:space="preserve">usage </w:t>
      </w:r>
      <w:r w:rsidRPr="00135C8D">
        <w:t xml:space="preserve">in chemical </w:t>
      </w:r>
      <w:r w:rsidR="003B5156" w:rsidRPr="00135C8D">
        <w:t>transport and processing</w:t>
      </w:r>
      <w:r w:rsidRPr="00135C8D">
        <w:t xml:space="preserve"> </w:t>
      </w:r>
      <w:r w:rsidR="003B5156" w:rsidRPr="00135C8D">
        <w:t>facilities, including</w:t>
      </w:r>
      <w:r w:rsidRPr="00135C8D">
        <w:t xml:space="preserve"> </w:t>
      </w:r>
      <w:r w:rsidR="003B5156" w:rsidRPr="00135C8D">
        <w:t xml:space="preserve">onshore refineries and </w:t>
      </w:r>
      <w:r w:rsidRPr="00135C8D">
        <w:t xml:space="preserve">subsea oil and gas </w:t>
      </w:r>
      <w:r w:rsidR="003B5156" w:rsidRPr="00135C8D">
        <w:t>flowlines</w:t>
      </w:r>
      <w:r w:rsidRPr="00135C8D">
        <w:t xml:space="preserve"> </w:t>
      </w:r>
      <w:r w:rsidRPr="00135C8D">
        <w:fldChar w:fldCharType="begin">
          <w:fldData xml:space="preserve">PEVuZE5vdGU+PENpdGU+PEF1dGhvcj5CYXN0b3M8L0F1dGhvcj48WWVhcj4yMDA3PC9ZZWFyPjxS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</w:fldData>
        </w:fldChar>
      </w:r>
      <w:r w:rsidR="006E5ED0" w:rsidRPr="00135C8D">
        <w:instrText xml:space="preserve"> ADDIN EN.CITE </w:instrText>
      </w:r>
      <w:r w:rsidR="006E5ED0" w:rsidRPr="00135C8D">
        <w:fldChar w:fldCharType="begin">
          <w:fldData xml:space="preserve">PEVuZE5vdGU+PENpdGU+PEF1dGhvcj5CYXN0b3M8L0F1dGhvcj48WWVhcj4yMDA3PC9ZZWFyPjxS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</w:fldData>
        </w:fldChar>
      </w:r>
      <w:r w:rsidR="006E5ED0" w:rsidRPr="00135C8D">
        <w:instrText xml:space="preserve"> ADDIN EN.CITE.DATA </w:instrText>
      </w:r>
      <w:r w:rsidR="006E5ED0" w:rsidRPr="00135C8D">
        <w:fldChar w:fldCharType="end"/>
      </w:r>
      <w:r w:rsidRPr="00135C8D">
        <w:fldChar w:fldCharType="separate"/>
      </w:r>
      <w:r w:rsidR="006E5ED0" w:rsidRPr="00135C8D">
        <w:rPr>
          <w:noProof/>
        </w:rPr>
        <w:t>[3-8]</w:t>
      </w:r>
      <w:r w:rsidRPr="00135C8D">
        <w:fldChar w:fldCharType="end"/>
      </w:r>
      <w:r w:rsidRPr="00135C8D">
        <w:t xml:space="preserve">. </w:t>
      </w:r>
    </w:p>
    <w:p w14:paraId="2E17D526" w14:textId="2CE01C83" w:rsidR="003B5156" w:rsidRPr="00135C8D" w:rsidRDefault="003B5156" w:rsidP="00664F04">
      <w:r w:rsidRPr="00135C8D">
        <w:t xml:space="preserve">In the </w:t>
      </w:r>
      <w:r w:rsidR="005D6CE6" w:rsidRPr="00135C8D">
        <w:t>offshore</w:t>
      </w:r>
      <w:r w:rsidR="00173C97" w:rsidRPr="00135C8D">
        <w:t xml:space="preserve"> </w:t>
      </w:r>
      <w:r w:rsidR="005D6CE6" w:rsidRPr="00135C8D">
        <w:t>environment</w:t>
      </w:r>
      <w:r w:rsidRPr="00135C8D">
        <w:t>, flowlines would corrode freely in the marine environment</w:t>
      </w:r>
      <w:r w:rsidR="009030C3" w:rsidRPr="00135C8D">
        <w:t xml:space="preserve"> under</w:t>
      </w:r>
      <w:r w:rsidRPr="00135C8D">
        <w:t xml:space="preserve"> </w:t>
      </w:r>
      <w:bookmarkStart w:id="2" w:name="OLE_LINK3"/>
      <w:bookmarkStart w:id="3" w:name="OLE_LINK4"/>
      <w:r w:rsidRPr="00135C8D">
        <w:t>cathodic protection</w:t>
      </w:r>
      <w:bookmarkEnd w:id="2"/>
      <w:bookmarkEnd w:id="3"/>
      <w:r w:rsidRPr="00135C8D">
        <w:t>.</w:t>
      </w:r>
      <w:r w:rsidR="00910E7D" w:rsidRPr="00135C8D">
        <w:t xml:space="preserve"> However, </w:t>
      </w:r>
      <w:r w:rsidR="005D14BA" w:rsidRPr="00135C8D">
        <w:t>the</w:t>
      </w:r>
      <w:r w:rsidR="00873EC2" w:rsidRPr="00135C8D">
        <w:t xml:space="preserve"> application of</w:t>
      </w:r>
      <w:r w:rsidR="005D14BA" w:rsidRPr="00135C8D">
        <w:t xml:space="preserve"> cathodic protection</w:t>
      </w:r>
      <w:r w:rsidR="00873EC2" w:rsidRPr="00135C8D">
        <w:t xml:space="preserve"> is not </w:t>
      </w:r>
      <w:r w:rsidR="005D6CE6" w:rsidRPr="00135C8D">
        <w:t>a risk-free method</w:t>
      </w:r>
      <w:r w:rsidR="00873EC2" w:rsidRPr="00135C8D">
        <w:t xml:space="preserve"> for materials.</w:t>
      </w:r>
      <w:r w:rsidR="005D14BA" w:rsidRPr="00135C8D">
        <w:t xml:space="preserve"> </w:t>
      </w:r>
      <w:r w:rsidR="00873EC2" w:rsidRPr="00135C8D">
        <w:t>I</w:t>
      </w:r>
      <w:r w:rsidR="00D153DB" w:rsidRPr="00135C8D">
        <w:t xml:space="preserve">t has been widely reported </w:t>
      </w:r>
      <w:r w:rsidR="005D6CE6" w:rsidRPr="00135C8D">
        <w:t xml:space="preserve">that </w:t>
      </w:r>
      <w:r w:rsidR="00396583" w:rsidRPr="00135C8D">
        <w:t xml:space="preserve">the </w:t>
      </w:r>
      <w:r w:rsidR="00CE752C" w:rsidRPr="00135C8D">
        <w:t xml:space="preserve">application </w:t>
      </w:r>
      <w:r w:rsidR="00396583" w:rsidRPr="00135C8D">
        <w:t xml:space="preserve">of cathodic protection </w:t>
      </w:r>
      <w:r w:rsidR="00CE752C" w:rsidRPr="00135C8D">
        <w:t xml:space="preserve">can </w:t>
      </w:r>
      <w:r w:rsidR="00396583" w:rsidRPr="00135C8D">
        <w:t>trigger</w:t>
      </w:r>
      <w:r w:rsidR="00CE752C" w:rsidRPr="00135C8D">
        <w:t xml:space="preserve"> the evolution of atomic hydrogen</w:t>
      </w:r>
      <w:r w:rsidR="001D730F" w:rsidRPr="00135C8D">
        <w:t xml:space="preserve"> by which the macroscopic mechanical behaviour of </w:t>
      </w:r>
      <w:r w:rsidR="00173C97" w:rsidRPr="00135C8D">
        <w:t>materials</w:t>
      </w:r>
      <w:r w:rsidR="001D730F" w:rsidRPr="00135C8D">
        <w:t xml:space="preserve"> </w:t>
      </w:r>
      <w:r w:rsidR="00D153DB" w:rsidRPr="00135C8D">
        <w:t>can be</w:t>
      </w:r>
      <w:r w:rsidR="001D730F" w:rsidRPr="00135C8D">
        <w:t xml:space="preserve"> often adversely affected </w:t>
      </w:r>
      <w:r w:rsidR="001D730F" w:rsidRPr="00135C8D">
        <w:fldChar w:fldCharType="begin">
          <w:fldData xml:space="preserve">PEVuZE5vdGU+PENpdGU+PEF1dGhvcj5CaGFkZXNoaWE8L0F1dGhvcj48WWVhcj4yMDE2PC9ZZWFy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</w:fldData>
        </w:fldChar>
      </w:r>
      <w:r w:rsidR="006E5ED0" w:rsidRPr="00135C8D">
        <w:instrText xml:space="preserve"> ADDIN EN.CITE </w:instrText>
      </w:r>
      <w:r w:rsidR="006E5ED0" w:rsidRPr="00135C8D">
        <w:fldChar w:fldCharType="begin">
          <w:fldData xml:space="preserve">PEVuZE5vdGU+PENpdGU+PEF1dGhvcj5CaGFkZXNoaWE8L0F1dGhvcj48WWVhcj4yMDE2PC9ZZWFy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</w:fldData>
        </w:fldChar>
      </w:r>
      <w:r w:rsidR="006E5ED0" w:rsidRPr="00135C8D">
        <w:instrText xml:space="preserve"> ADDIN EN.CITE.DATA </w:instrText>
      </w:r>
      <w:r w:rsidR="006E5ED0" w:rsidRPr="00135C8D">
        <w:fldChar w:fldCharType="end"/>
      </w:r>
      <w:r w:rsidR="001D730F" w:rsidRPr="00135C8D">
        <w:fldChar w:fldCharType="separate"/>
      </w:r>
      <w:r w:rsidR="006E5ED0" w:rsidRPr="00135C8D">
        <w:rPr>
          <w:noProof/>
        </w:rPr>
        <w:t>[9-12]</w:t>
      </w:r>
      <w:r w:rsidR="001D730F" w:rsidRPr="00135C8D">
        <w:fldChar w:fldCharType="end"/>
      </w:r>
      <w:r w:rsidR="00173C97" w:rsidRPr="00135C8D">
        <w:t xml:space="preserve">. Thus materials premature failure can be facilitated by </w:t>
      </w:r>
      <w:r w:rsidR="005D6CE6" w:rsidRPr="00135C8D">
        <w:t xml:space="preserve">the </w:t>
      </w:r>
      <w:r w:rsidR="00173C97" w:rsidRPr="00135C8D">
        <w:t>solute hydrogen,</w:t>
      </w:r>
      <w:r w:rsidR="00873EC2" w:rsidRPr="00135C8D">
        <w:t xml:space="preserve"> which is known as</w:t>
      </w:r>
      <w:r w:rsidR="001D730F" w:rsidRPr="00135C8D">
        <w:t xml:space="preserve"> </w:t>
      </w:r>
      <w:r w:rsidR="00D153DB" w:rsidRPr="00135C8D">
        <w:t>hydrogen embrittlement</w:t>
      </w:r>
      <w:r w:rsidR="00873EC2" w:rsidRPr="00135C8D">
        <w:t xml:space="preserve"> </w:t>
      </w:r>
      <w:r w:rsidR="005C1C12" w:rsidRPr="00135C8D">
        <w:fldChar w:fldCharType="begin"/>
      </w:r>
      <w:r w:rsidR="006E5ED0" w:rsidRPr="00135C8D">
        <w:instrText xml:space="preserve"> ADDIN EN.CITE &lt;EndNote&gt;&lt;Cite&gt;&lt;Author&gt;Bahrami&lt;/Author&gt;&lt;Year&gt;2010&lt;/Year&gt;&lt;RecNum&gt;656&lt;/RecNum&gt;&lt;DisplayText&gt;[13, 14]&lt;/DisplayText&gt;&lt;record&gt;&lt;rec-number&gt;656&lt;/rec-number&gt;&lt;foreign-keys&gt;&lt;key app="EN" db-id="szapfewrpepx5fep50iv0ssozvafwxp99rve" timestamp="1493029733"&gt;656&lt;/key&gt;&lt;/foreign-keys&gt;&lt;ref-type name="Conference Proceedings"&gt;10&lt;/ref-type&gt;&lt;contributors&gt;&lt;authors&gt;&lt;author&gt;Bahrami, Amir&lt;/author&gt;&lt;author&gt;Woollin, Paul&lt;/author&gt;&lt;/authors&gt;&lt;/contributors&gt;&lt;titles&gt;&lt;title&gt;Hydrogen induced stress cracking of duplex stainless steel subsea components&lt;/title&gt;&lt;secondary-title&gt;ASME 2010 29th International Conference on Ocean, Offshore and Arctic Engineering&lt;/secondary-title&gt;&lt;/titles&gt;&lt;pages&gt;13-22&lt;/pages&gt;&lt;dates&gt;&lt;year&gt;2010&lt;/year&gt;&lt;/dates&gt;&lt;publisher&gt;American Society of Mechanical Engineers&lt;/publisher&gt;&lt;urls&gt;&lt;/urls&gt;&lt;/record&gt;&lt;/Cite&gt;&lt;Cite&gt;&lt;Author&gt;Bahrami&lt;/Author&gt;&lt;Year&gt;2011&lt;/Year&gt;&lt;RecNum&gt;657&lt;/RecNum&gt;&lt;record&gt;&lt;rec-number&gt;657&lt;/rec-number&gt;&lt;foreign-keys&gt;&lt;key app="EN" db-id="szapfewrpepx5fep50iv0ssozvafwxp99rve" timestamp="1493029915"&gt;657&lt;/key&gt;&lt;/foreign-keys&gt;&lt;ref-type name="Conference Proceedings"&gt;10&lt;/ref-type&gt;&lt;contributors&gt;&lt;authors&gt;&lt;author&gt;Bahrami, Amir&lt;/author&gt;&lt;author&gt;Bourgeon, Anais&lt;/author&gt;&lt;author&gt;Cheaitani, Mohamad&lt;/author&gt;&lt;/authors&gt;&lt;/contributors&gt;&lt;titles&gt;&lt;title&gt;Effects of strain rate and microstructure on fracture toughness of duplex stainless steels under hydrogen charging conditions&lt;/title&gt;&lt;secondary-title&gt;ASME 2011 30th International Conference on Ocean, Offshore and Arctic Engineering&lt;/secondary-title&gt;&lt;/titles&gt;&lt;pages&gt;93-103&lt;/pages&gt;&lt;dates&gt;&lt;year&gt;2011&lt;/year&gt;&lt;/dates&gt;&lt;publisher&gt;American Society of Mechanical Engineers&lt;/publisher&gt;&lt;urls&gt;&lt;/urls&gt;&lt;/record&gt;&lt;/Cite&gt;&lt;/EndNote&gt;</w:instrText>
      </w:r>
      <w:r w:rsidR="005C1C12" w:rsidRPr="00135C8D">
        <w:fldChar w:fldCharType="separate"/>
      </w:r>
      <w:r w:rsidR="006E5ED0" w:rsidRPr="00135C8D">
        <w:rPr>
          <w:noProof/>
        </w:rPr>
        <w:t>[13, 14]</w:t>
      </w:r>
      <w:r w:rsidR="005C1C12" w:rsidRPr="00135C8D">
        <w:fldChar w:fldCharType="end"/>
      </w:r>
      <w:r w:rsidR="008E5E6C" w:rsidRPr="00135C8D">
        <w:t>.</w:t>
      </w:r>
    </w:p>
    <w:p w14:paraId="60FD7B58" w14:textId="1A15D01B" w:rsidR="00664F04" w:rsidRPr="00135C8D" w:rsidRDefault="00EE1828" w:rsidP="00664F04">
      <w:r w:rsidRPr="00135C8D">
        <w:t>Understanding of h</w:t>
      </w:r>
      <w:r w:rsidR="008A4B03" w:rsidRPr="00135C8D">
        <w:t xml:space="preserve">ydrogen-dislocation </w:t>
      </w:r>
      <w:r w:rsidRPr="00135C8D">
        <w:t>interaction is significant to comprehend hydrogen</w:t>
      </w:r>
      <w:r w:rsidR="008A4B03" w:rsidRPr="00135C8D">
        <w:t xml:space="preserve"> embrittlement</w:t>
      </w:r>
      <w:r w:rsidR="00CE0F28" w:rsidRPr="00135C8D">
        <w:t xml:space="preserve"> </w:t>
      </w:r>
      <w:r w:rsidR="00CE0F28" w:rsidRPr="00135C8D">
        <w:fldChar w:fldCharType="begin">
          <w:fldData xml:space="preserve">PEVuZE5vdGU+PENpdGU+PEF1dGhvcj5IYW48L0F1dGhvcj48WWVhcj4yMDE0PC9ZZWFyPjxSZWNO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</w:fldData>
        </w:fldChar>
      </w:r>
      <w:r w:rsidR="006E5ED0" w:rsidRPr="00135C8D">
        <w:instrText xml:space="preserve"> ADDIN EN.CITE </w:instrText>
      </w:r>
      <w:r w:rsidR="006E5ED0" w:rsidRPr="00135C8D">
        <w:fldChar w:fldCharType="begin">
          <w:fldData xml:space="preserve">PEVuZE5vdGU+PENpdGU+PEF1dGhvcj5IYW48L0F1dGhvcj48WWVhcj4yMDE0PC9ZZWFyPjxSZWNO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</w:fldData>
        </w:fldChar>
      </w:r>
      <w:r w:rsidR="006E5ED0" w:rsidRPr="00135C8D">
        <w:instrText xml:space="preserve"> ADDIN EN.CITE.DATA </w:instrText>
      </w:r>
      <w:r w:rsidR="006E5ED0" w:rsidRPr="00135C8D">
        <w:fldChar w:fldCharType="end"/>
      </w:r>
      <w:r w:rsidR="00CE0F28" w:rsidRPr="00135C8D">
        <w:fldChar w:fldCharType="separate"/>
      </w:r>
      <w:r w:rsidR="006E5ED0" w:rsidRPr="00135C8D">
        <w:rPr>
          <w:noProof/>
        </w:rPr>
        <w:t>[15-20]</w:t>
      </w:r>
      <w:r w:rsidR="00CE0F28" w:rsidRPr="00135C8D">
        <w:fldChar w:fldCharType="end"/>
      </w:r>
      <w:r w:rsidR="008A4B03" w:rsidRPr="00135C8D">
        <w:t xml:space="preserve">. </w:t>
      </w:r>
      <w:r w:rsidR="00AA6219" w:rsidRPr="00135C8D">
        <w:t>The effect of h</w:t>
      </w:r>
      <w:r w:rsidR="00664F04" w:rsidRPr="00135C8D">
        <w:t>ydrogen on dislocatio</w:t>
      </w:r>
      <w:r w:rsidR="00AA6219" w:rsidRPr="00135C8D">
        <w:t xml:space="preserve">n </w:t>
      </w:r>
      <w:r w:rsidR="007E71CC" w:rsidRPr="00135C8D">
        <w:t>density ha</w:t>
      </w:r>
      <w:r w:rsidR="00AA6219" w:rsidRPr="00135C8D">
        <w:t>s previously</w:t>
      </w:r>
      <w:r w:rsidR="007E71CC" w:rsidRPr="00135C8D">
        <w:t xml:space="preserve"> been reported</w:t>
      </w:r>
      <w:r w:rsidR="00AA6219" w:rsidRPr="00135C8D">
        <w:t xml:space="preserve">. For example, </w:t>
      </w:r>
      <w:r w:rsidR="009D11CF" w:rsidRPr="00135C8D">
        <w:t xml:space="preserve">using X-ray diffraction, Chen et al. </w:t>
      </w:r>
      <w:r w:rsidR="009D11CF" w:rsidRPr="00135C8D">
        <w:fldChar w:fldCharType="begin"/>
      </w:r>
      <w:r w:rsidR="006E5ED0" w:rsidRPr="00135C8D">
        <w:instrText xml:space="preserve"> ADDIN EN.CITE &lt;EndNote&gt;&lt;Cite&gt;&lt;Author&gt;Chen&lt;/Author&gt;&lt;Year&gt;2013&lt;/Year&gt;&lt;RecNum&gt;605&lt;/RecNum&gt;&lt;DisplayText&gt;[16]&lt;/DisplayText&gt;&lt;record&gt;&lt;rec-number&gt;605&lt;/rec-number&gt;&lt;foreign-keys&gt;&lt;key app="EN" db-id="szapfewrpepx5fep50iv0ssozvafwxp99rve" timestamp="1489054248"&gt;605&lt;/key&gt;&lt;/foreign-keys&gt;&lt;ref-type name="Journal Article"&gt;17&lt;/ref-type&gt;&lt;contributors&gt;&lt;authors&gt;&lt;author&gt;Chen, Y. Z.&lt;/author&gt;&lt;author&gt;Barth, H. P.&lt;/author&gt;&lt;author&gt;Deutges, M.&lt;/author&gt;&lt;author&gt;Borchers, C.&lt;/author&gt;&lt;author&gt;Liu, F.&lt;/author&gt;&lt;author&gt;Kirchheim, R.&lt;/author&gt;&lt;/authors&gt;&lt;/contributors&gt;&lt;titles&gt;&lt;title&gt;Increase in dislocation density in cold-deformed Pd using H as a temporary alloying addition&lt;/title&gt;&lt;secondary-title&gt;Scr. Mater.&lt;/secondary-title&gt;&lt;/titles&gt;&lt;periodical&gt;&lt;full-title&gt;Scr. Mater.&lt;/full-title&gt;&lt;/periodical&gt;&lt;pages&gt;743-746&lt;/pages&gt;&lt;volume&gt;68&lt;/volume&gt;&lt;number&gt;9&lt;/number&gt;&lt;keywords&gt;&lt;keyword&gt;Pd–H alloy&lt;/keyword&gt;&lt;keyword&gt;Dislocation&lt;/keyword&gt;&lt;keyword&gt;Plastic deformation&lt;/keyword&gt;&lt;keyword&gt;Hydrogen storage&lt;/keyword&gt;&lt;keyword&gt;Hardness&lt;/keyword&gt;&lt;/keywords&gt;&lt;dates&gt;&lt;year&gt;2013&lt;/year&gt;&lt;pub-dates&gt;&lt;date&gt;5//&lt;/date&gt;&lt;/pub-dates&gt;&lt;/dates&gt;&lt;isbn&gt;1359-6462&lt;/isbn&gt;&lt;urls&gt;&lt;related-urls&gt;&lt;url&gt;http://www.sciencedirect.com/science/article/pii/S1359646213000171&lt;/url&gt;&lt;url&gt;http://ac.els-cdn.com/S1359646213000171/1-s2.0-S1359646213000171-main.pdf?_tid=b4a9748a-04b0-11e7-8d33-00000aab0f01&amp;amp;acdnat=1489054445_b205146eafa440a94a5d67562b6418a0&lt;/url&gt;&lt;/related-urls&gt;&lt;/urls&gt;&lt;electronic-resource-num&gt;http://dx.doi.org/10.1016/j.scriptamat.2013.01.005&lt;/electronic-resource-num&gt;&lt;/record&gt;&lt;/Cite&gt;&lt;/EndNote&gt;</w:instrText>
      </w:r>
      <w:r w:rsidR="009D11CF" w:rsidRPr="00135C8D">
        <w:fldChar w:fldCharType="separate"/>
      </w:r>
      <w:r w:rsidR="006E5ED0" w:rsidRPr="00135C8D">
        <w:rPr>
          <w:noProof/>
        </w:rPr>
        <w:t>[16]</w:t>
      </w:r>
      <w:r w:rsidR="009D11CF" w:rsidRPr="00135C8D">
        <w:fldChar w:fldCharType="end"/>
      </w:r>
      <w:r w:rsidR="00396583" w:rsidRPr="00135C8D">
        <w:t xml:space="preserve"> and</w:t>
      </w:r>
      <w:r w:rsidR="009D11CF" w:rsidRPr="00135C8D">
        <w:t xml:space="preserve"> </w:t>
      </w:r>
      <w:proofErr w:type="spellStart"/>
      <w:r w:rsidR="00396583" w:rsidRPr="00135C8D">
        <w:t>Deutges</w:t>
      </w:r>
      <w:proofErr w:type="spellEnd"/>
      <w:r w:rsidR="00396583" w:rsidRPr="00135C8D">
        <w:t xml:space="preserve"> et al. </w:t>
      </w:r>
      <w:r w:rsidR="00396583" w:rsidRPr="00135C8D">
        <w:fldChar w:fldCharType="begin"/>
      </w:r>
      <w:r w:rsidR="006E5ED0" w:rsidRPr="00135C8D">
        <w:instrText xml:space="preserve"> ADDIN EN.CITE &lt;EndNote&gt;&lt;Cite&gt;&lt;Author&gt;Deutges&lt;/Author&gt;&lt;Year&gt;2015&lt;/Year&gt;&lt;RecNum&gt;603&lt;/RecNum&gt;&lt;DisplayText&gt;[17]&lt;/DisplayText&gt;&lt;record&gt;&lt;rec-number&gt;603&lt;/rec-number&gt;&lt;foreign-keys&gt;&lt;key app="EN" db-id="szapfewrpepx5fep50iv0ssozvafwxp99rve" timestamp="1488989554"&gt;603&lt;/key&gt;&lt;/foreign-keys&gt;&lt;ref-type name="Journal Article"&gt;17&lt;/ref-type&gt;&lt;contributors&gt;&lt;authors&gt;&lt;author&gt;Deutges, Martin&lt;/author&gt;&lt;author&gt;Barth, Hans Peter&lt;/author&gt;&lt;author&gt;Chen, Yuzeng&lt;/author&gt;&lt;author&gt;Borchers, Christine&lt;/author&gt;&lt;author&gt;Kirchheim, Reiner&lt;/author&gt;&lt;/authors&gt;&lt;/contributors&gt;&lt;titles&gt;&lt;title&gt;Hydrogen diffusivities as a measure of relative dislocation densities in palladium and increase of the density by plastic deformation in the presence of dissolved hydrogen&lt;/title&gt;&lt;secondary-title&gt;Acta Mater.&lt;/secondary-title&gt;&lt;/titles&gt;&lt;periodical&gt;&lt;full-title&gt;Acta Mater.&lt;/full-title&gt;&lt;/periodical&gt;&lt;pages&gt;266-274&lt;/pages&gt;&lt;volume&gt;82&lt;/volume&gt;&lt;keywords&gt;&lt;keyword&gt;Palladium&lt;/keyword&gt;&lt;keyword&gt;Hydrogen embrittlement&lt;/keyword&gt;&lt;keyword&gt;Plastic deformation&lt;/keyword&gt;&lt;keyword&gt;Dislocation density&lt;/keyword&gt;&lt;keyword&gt;Diffusion&lt;/keyword&gt;&lt;/keywords&gt;&lt;dates&gt;&lt;year&gt;2015&lt;/year&gt;&lt;pub-dates&gt;&lt;date&gt;1/1/&lt;/date&gt;&lt;/pub-dates&gt;&lt;/dates&gt;&lt;isbn&gt;1359-6454&lt;/isbn&gt;&lt;urls&gt;&lt;related-urls&gt;&lt;url&gt;http://www.sciencedirect.com/science/article/pii/S1359645414006909&lt;/url&gt;&lt;url&gt;http://ac.els-cdn.com/S1359645414006909/1-s2.0-S1359645414006909-main.pdf?_tid=0fc84996-041a-11e7-b89d-00000aacb35e&amp;amp;acdnat=1488989744_9019eacca5fcc664635c96f0cccdb312&lt;/url&gt;&lt;/related-urls&gt;&lt;/urls&gt;&lt;electronic-resource-num&gt;http://dx.doi.org/10.1016/j.actamat.2014.09.013&lt;/electronic-resource-num&gt;&lt;/record&gt;&lt;/Cite&gt;&lt;/EndNote&gt;</w:instrText>
      </w:r>
      <w:r w:rsidR="00396583" w:rsidRPr="00135C8D">
        <w:fldChar w:fldCharType="separate"/>
      </w:r>
      <w:r w:rsidR="006E5ED0" w:rsidRPr="00135C8D">
        <w:rPr>
          <w:noProof/>
        </w:rPr>
        <w:t>[17]</w:t>
      </w:r>
      <w:r w:rsidR="00396583" w:rsidRPr="00135C8D">
        <w:fldChar w:fldCharType="end"/>
      </w:r>
      <w:r w:rsidR="00172319" w:rsidRPr="00135C8D">
        <w:t xml:space="preserve"> </w:t>
      </w:r>
      <w:r w:rsidR="009D11CF" w:rsidRPr="00135C8D">
        <w:t xml:space="preserve">showed that </w:t>
      </w:r>
      <w:r w:rsidR="00AA6219" w:rsidRPr="00135C8D">
        <w:t>the presence of h</w:t>
      </w:r>
      <w:r w:rsidR="00664F04" w:rsidRPr="00135C8D">
        <w:t xml:space="preserve">ydrogen </w:t>
      </w:r>
      <w:r w:rsidR="009D11CF" w:rsidRPr="00135C8D">
        <w:t>can</w:t>
      </w:r>
      <w:r w:rsidR="00664F04" w:rsidRPr="00135C8D">
        <w:t xml:space="preserve"> </w:t>
      </w:r>
      <w:r w:rsidR="00AA6219" w:rsidRPr="00135C8D">
        <w:t>trigger</w:t>
      </w:r>
      <w:r w:rsidR="00664F04" w:rsidRPr="00135C8D">
        <w:t xml:space="preserve"> dislocation multiplication in</w:t>
      </w:r>
      <w:r w:rsidR="008A3DD3" w:rsidRPr="00135C8D">
        <w:t xml:space="preserve"> palladium</w:t>
      </w:r>
      <w:r w:rsidR="00664F04" w:rsidRPr="00135C8D">
        <w:t xml:space="preserve">. </w:t>
      </w:r>
      <w:proofErr w:type="spellStart"/>
      <w:r w:rsidR="00664F04" w:rsidRPr="00135C8D">
        <w:t>Barnoush</w:t>
      </w:r>
      <w:proofErr w:type="spellEnd"/>
      <w:r w:rsidR="00664F04" w:rsidRPr="00135C8D">
        <w:t xml:space="preserve"> et al. </w:t>
      </w:r>
      <w:r w:rsidR="00664F04" w:rsidRPr="00135C8D">
        <w:fldChar w:fldCharType="begin"/>
      </w:r>
      <w:r w:rsidR="006E5ED0" w:rsidRPr="00135C8D">
        <w:instrText xml:space="preserve"> ADDIN EN.CITE &lt;EndNote&gt;&lt;Cite&gt;&lt;Author&gt;Barnoush&lt;/Author&gt;&lt;Year&gt;2010&lt;/Year&gt;&lt;RecNum&gt;77&lt;/RecNum&gt;&lt;DisplayText&gt;[18]&lt;/DisplayText&gt;&lt;record&gt;&lt;rec-number&gt;77&lt;/rec-number&gt;&lt;foreign-keys&gt;&lt;key app="EN" db-id="szapfewrpepx5fep50iv0ssozvafwxp99rve" timestamp="1392978760"&gt;77&lt;/key&gt;&lt;/foreign-keys&gt;&lt;ref-type name="Journal Article"&gt;17&lt;/ref-type&gt;&lt;contributors&gt;&lt;authors&gt;&lt;author&gt;Barnoush, Afrooz&lt;/author&gt;&lt;author&gt;Zamanzade, Mohammad&lt;/author&gt;&lt;author&gt;Vehoff, Horst&lt;/author&gt;&lt;/authors&gt;&lt;/contributors&gt;&lt;titles&gt;&lt;title&gt;Direct observation of hydrogen-enhanced plasticity in super duplex stainless steel by means of in situ electrochemical methods&lt;/title&gt;&lt;secondary-title&gt;Scr. Mater.&lt;/secondary-title&gt;&lt;/titles&gt;&lt;periodical&gt;&lt;full-title&gt;Scr. Mater.&lt;/full-title&gt;&lt;/periodical&gt;&lt;pages&gt;242-245&lt;/pages&gt;&lt;volume&gt;62&lt;/volume&gt;&lt;number&gt;5&lt;/number&gt;&lt;dates&gt;&lt;year&gt;2010&lt;/year&gt;&lt;/dates&gt;&lt;isbn&gt;1359-6462&lt;/isbn&gt;&lt;urls&gt;&lt;/urls&gt;&lt;/record&gt;&lt;/Cite&gt;&lt;/EndNote&gt;</w:instrText>
      </w:r>
      <w:r w:rsidR="00664F04" w:rsidRPr="00135C8D">
        <w:fldChar w:fldCharType="separate"/>
      </w:r>
      <w:r w:rsidR="006E5ED0" w:rsidRPr="00135C8D">
        <w:rPr>
          <w:noProof/>
        </w:rPr>
        <w:t>[18]</w:t>
      </w:r>
      <w:r w:rsidR="00664F04" w:rsidRPr="00135C8D">
        <w:fldChar w:fldCharType="end"/>
      </w:r>
      <w:r w:rsidR="00664F04" w:rsidRPr="00135C8D">
        <w:t xml:space="preserve"> </w:t>
      </w:r>
      <w:r w:rsidR="009D11CF" w:rsidRPr="00135C8D">
        <w:t xml:space="preserve">also </w:t>
      </w:r>
      <w:r w:rsidR="00664F04" w:rsidRPr="00135C8D">
        <w:t>reported that slip lines</w:t>
      </w:r>
      <w:r w:rsidR="009D11CF" w:rsidRPr="00135C8D">
        <w:t xml:space="preserve"> can</w:t>
      </w:r>
      <w:r w:rsidR="00664F04" w:rsidRPr="00135C8D">
        <w:t xml:space="preserve"> arise on austenite surface</w:t>
      </w:r>
      <w:r w:rsidR="009D11CF" w:rsidRPr="00135C8D">
        <w:t>s</w:t>
      </w:r>
      <w:r w:rsidR="00664F04" w:rsidRPr="00135C8D">
        <w:t xml:space="preserve"> during hydrogen charging</w:t>
      </w:r>
      <w:r w:rsidR="00770D00" w:rsidRPr="00135C8D">
        <w:t xml:space="preserve"> using atomic force microscopy</w:t>
      </w:r>
      <w:r w:rsidR="001C346E" w:rsidRPr="00135C8D">
        <w:t>.</w:t>
      </w:r>
      <w:r w:rsidR="00664F04" w:rsidRPr="00135C8D">
        <w:t xml:space="preserve"> </w:t>
      </w:r>
      <w:r w:rsidR="009D11CF" w:rsidRPr="00135C8D">
        <w:t>T</w:t>
      </w:r>
      <w:r w:rsidR="00664F04" w:rsidRPr="00135C8D">
        <w:t>hes</w:t>
      </w:r>
      <w:r w:rsidR="009D11CF" w:rsidRPr="00135C8D">
        <w:t>e</w:t>
      </w:r>
      <w:r w:rsidR="00664F04" w:rsidRPr="00135C8D">
        <w:t xml:space="preserve"> </w:t>
      </w:r>
      <w:r w:rsidR="009D11CF" w:rsidRPr="00135C8D">
        <w:t>studies</w:t>
      </w:r>
      <w:r w:rsidR="00664F04" w:rsidRPr="00135C8D">
        <w:t xml:space="preserve"> </w:t>
      </w:r>
      <w:r w:rsidR="009D11CF" w:rsidRPr="00135C8D">
        <w:t>have generally been limited to near-surface techniques,</w:t>
      </w:r>
      <w:r w:rsidR="009810C2" w:rsidRPr="00135C8D">
        <w:t xml:space="preserve"> making it difficult to isolate the effect of dislocation-surface interactions</w:t>
      </w:r>
      <w:r w:rsidR="00DB33F3" w:rsidRPr="00135C8D">
        <w:t xml:space="preserve"> </w:t>
      </w:r>
      <w:r w:rsidR="00DB33F3" w:rsidRPr="00135C8D">
        <w:fldChar w:fldCharType="begin">
          <w:fldData xml:space="preserve">PEVuZE5vdGU+PENpdGU+PEF1dGhvcj5E4oCZU291emE8L0F1dGhvcj48WWVhcj4yMDExPC9ZZWFy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==
</w:fldData>
        </w:fldChar>
      </w:r>
      <w:r w:rsidR="006E5ED0" w:rsidRPr="00135C8D">
        <w:instrText xml:space="preserve"> ADDIN EN.CITE </w:instrText>
      </w:r>
      <w:r w:rsidR="006E5ED0" w:rsidRPr="00135C8D">
        <w:fldChar w:fldCharType="begin">
          <w:fldData xml:space="preserve">PEVuZE5vdGU+PENpdGU+PEF1dGhvcj5E4oCZU291emE8L0F1dGhvcj48WWVhcj4yMDExPC9ZZWFy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==
</w:fldData>
        </w:fldChar>
      </w:r>
      <w:r w:rsidR="006E5ED0" w:rsidRPr="00135C8D">
        <w:instrText xml:space="preserve"> ADDIN EN.CITE.DATA </w:instrText>
      </w:r>
      <w:r w:rsidR="006E5ED0" w:rsidRPr="00135C8D">
        <w:fldChar w:fldCharType="end"/>
      </w:r>
      <w:r w:rsidR="00DB33F3" w:rsidRPr="00135C8D">
        <w:fldChar w:fldCharType="separate"/>
      </w:r>
      <w:r w:rsidR="006E5ED0" w:rsidRPr="00135C8D">
        <w:rPr>
          <w:noProof/>
        </w:rPr>
        <w:t>[21, 22]</w:t>
      </w:r>
      <w:r w:rsidR="00DB33F3" w:rsidRPr="00135C8D">
        <w:fldChar w:fldCharType="end"/>
      </w:r>
      <w:r w:rsidR="009810C2" w:rsidRPr="00135C8D">
        <w:t>.</w:t>
      </w:r>
      <w:r w:rsidR="00664F04" w:rsidRPr="00135C8D">
        <w:t xml:space="preserve"> </w:t>
      </w:r>
      <w:r w:rsidR="009810C2" w:rsidRPr="00135C8D">
        <w:t xml:space="preserve">However, the penetration depth of neutrons </w:t>
      </w:r>
      <w:r w:rsidR="00451EF7" w:rsidRPr="00135C8D">
        <w:t xml:space="preserve">up to several cm in most metals </w:t>
      </w:r>
      <w:r w:rsidR="009810C2" w:rsidRPr="00135C8D">
        <w:t xml:space="preserve">can </w:t>
      </w:r>
      <w:r w:rsidR="00CE74BC" w:rsidRPr="00135C8D">
        <w:t>simultaneously provide</w:t>
      </w:r>
      <w:r w:rsidR="009810C2" w:rsidRPr="00135C8D">
        <w:t xml:space="preserve"> bulk mechanical and microstructural property information</w:t>
      </w:r>
      <w:r w:rsidR="00451EF7" w:rsidRPr="00135C8D">
        <w:t xml:space="preserve"> non-destructively</w:t>
      </w:r>
      <w:r w:rsidR="009810C2" w:rsidRPr="00135C8D">
        <w:t xml:space="preserve"> </w:t>
      </w:r>
      <w:r w:rsidR="009810C2" w:rsidRPr="00135C8D">
        <w:fldChar w:fldCharType="begin">
          <w:fldData xml:space="preserve">PEVuZE5vdGU+PENpdGU+PEF1dGhvcj5Eb2RnZTwvQXV0aG9yPjxZZWFyPjIwMTU8L1llYXI+PFJl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==
</w:fldData>
        </w:fldChar>
      </w:r>
      <w:r w:rsidR="006E5ED0" w:rsidRPr="00135C8D">
        <w:instrText xml:space="preserve"> ADDIN EN.CITE </w:instrText>
      </w:r>
      <w:r w:rsidR="006E5ED0" w:rsidRPr="00135C8D">
        <w:fldChar w:fldCharType="begin">
          <w:fldData xml:space="preserve">PEVuZE5vdGU+PENpdGU+PEF1dGhvcj5Eb2RnZTwvQXV0aG9yPjxZZWFyPjIwMTU8L1llYXI+PFJl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==
</w:fldData>
        </w:fldChar>
      </w:r>
      <w:r w:rsidR="006E5ED0" w:rsidRPr="00135C8D">
        <w:instrText xml:space="preserve"> ADDIN EN.CITE.DATA </w:instrText>
      </w:r>
      <w:r w:rsidR="006E5ED0" w:rsidRPr="00135C8D">
        <w:fldChar w:fldCharType="end"/>
      </w:r>
      <w:r w:rsidR="009810C2" w:rsidRPr="00135C8D">
        <w:fldChar w:fldCharType="separate"/>
      </w:r>
      <w:r w:rsidR="006E5ED0" w:rsidRPr="00135C8D">
        <w:rPr>
          <w:noProof/>
        </w:rPr>
        <w:t>[23-29]</w:t>
      </w:r>
      <w:r w:rsidR="009810C2" w:rsidRPr="00135C8D">
        <w:fldChar w:fldCharType="end"/>
      </w:r>
      <w:r w:rsidR="009810C2" w:rsidRPr="00135C8D">
        <w:t xml:space="preserve">. </w:t>
      </w:r>
      <w:r w:rsidR="007E71CC" w:rsidRPr="00135C8D">
        <w:t xml:space="preserve">In this study, </w:t>
      </w:r>
      <w:r w:rsidR="009810C2" w:rsidRPr="00135C8D">
        <w:t>t</w:t>
      </w:r>
      <w:r w:rsidR="007E71CC" w:rsidRPr="00135C8D">
        <w:t xml:space="preserve">ime-of-flight (TOF) neutron diffraction </w:t>
      </w:r>
      <w:r w:rsidR="009810C2" w:rsidRPr="00135C8D">
        <w:t xml:space="preserve">has been </w:t>
      </w:r>
      <w:r w:rsidR="007E71CC" w:rsidRPr="00135C8D">
        <w:t>applied</w:t>
      </w:r>
      <w:r w:rsidR="009810C2" w:rsidRPr="00135C8D">
        <w:t>,</w:t>
      </w:r>
      <w:r w:rsidR="007E71CC" w:rsidRPr="00135C8D">
        <w:t xml:space="preserve"> for the first time</w:t>
      </w:r>
      <w:r w:rsidR="009810C2" w:rsidRPr="00135C8D">
        <w:t>,</w:t>
      </w:r>
      <w:r w:rsidR="007E71CC" w:rsidRPr="00135C8D">
        <w:t xml:space="preserve"> to reveal the effect</w:t>
      </w:r>
      <w:r w:rsidR="009810C2" w:rsidRPr="00135C8D">
        <w:t xml:space="preserve"> of hydrogen</w:t>
      </w:r>
      <w:r w:rsidR="007E71CC" w:rsidRPr="00135C8D">
        <w:t xml:space="preserve"> on dislocation density in </w:t>
      </w:r>
      <w:r w:rsidR="004741B9" w:rsidRPr="00135C8D">
        <w:t xml:space="preserve">bulk </w:t>
      </w:r>
      <w:r w:rsidR="007E71CC" w:rsidRPr="00135C8D">
        <w:t>SDSS</w:t>
      </w:r>
      <w:r w:rsidR="009810C2" w:rsidRPr="00135C8D">
        <w:t>.</w:t>
      </w:r>
      <w:r w:rsidR="004741B9" w:rsidRPr="00135C8D">
        <w:t xml:space="preserve"> </w:t>
      </w:r>
    </w:p>
    <w:p w14:paraId="7771B728" w14:textId="41BE41A7" w:rsidR="00664F04" w:rsidRPr="00135C8D" w:rsidRDefault="00664F04" w:rsidP="00664F04">
      <w:r w:rsidRPr="00135C8D">
        <w:t>A piece of bulk material was extracted from a UNS S32760 flowline, the</w:t>
      </w:r>
      <w:r w:rsidR="00CA24D5" w:rsidRPr="00135C8D">
        <w:t xml:space="preserve"> measured</w:t>
      </w:r>
      <w:r w:rsidRPr="00135C8D">
        <w:t xml:space="preserve"> chemical composition of which (in weight percentage) is 0.032%C, 0.54%Si, 0.72%Mn, 0.019%P, </w:t>
      </w:r>
      <w:r w:rsidRPr="00135C8D">
        <w:lastRenderedPageBreak/>
        <w:t>0.009%S, 25.1%Cr, 3.56%Mo, 7.0%Ni, 0.01%Al, 0.01%As, 0.080%Co, 0.820%Cu, 0.040%Nb, 0.005%Sn, 0.007%Ti, 0.050%V, 0.680%W, 0.270%N with balance as Fe. Solution heat treatment was performed at 1200</w:t>
      </w:r>
      <w:bookmarkStart w:id="4" w:name="OLE_LINK18"/>
      <w:bookmarkStart w:id="5" w:name="OLE_LINK19"/>
      <w:r w:rsidRPr="00135C8D">
        <w:t>°C</w:t>
      </w:r>
      <w:bookmarkEnd w:id="4"/>
      <w:bookmarkEnd w:id="5"/>
      <w:r w:rsidRPr="00135C8D">
        <w:t xml:space="preserve"> for 1 hour with water quenching to finish. Tensile samples were </w:t>
      </w:r>
      <w:r w:rsidR="00CA24D5" w:rsidRPr="00135C8D">
        <w:t>machined</w:t>
      </w:r>
      <w:r w:rsidRPr="00135C8D">
        <w:t xml:space="preserve"> with a gauge volume of 35×5×1.2 mm</w:t>
      </w:r>
      <w:r w:rsidRPr="00135C8D">
        <w:rPr>
          <w:vertAlign w:val="superscript"/>
        </w:rPr>
        <w:t>3</w:t>
      </w:r>
      <w:r w:rsidRPr="00135C8D">
        <w:t>. Sample surfaces were ground with emery paper up to 1200 grit. Three different pre-strained samples were prepared by applying 5%, 10% and 15% plastic pre-strain with a tensile strain rate of 10</w:t>
      </w:r>
      <w:r w:rsidRPr="00135C8D">
        <w:rPr>
          <w:vertAlign w:val="superscript"/>
        </w:rPr>
        <w:t>-3</w:t>
      </w:r>
      <w:r w:rsidRPr="00135C8D">
        <w:t xml:space="preserve"> s</w:t>
      </w:r>
      <w:r w:rsidRPr="00135C8D">
        <w:rPr>
          <w:vertAlign w:val="superscript"/>
        </w:rPr>
        <w:t>-1</w:t>
      </w:r>
      <w:r w:rsidRPr="00135C8D">
        <w:t>, while unstrained samples were used as reference for neutron diffraction. Hydrogen</w:t>
      </w:r>
      <w:r w:rsidR="00BA0F21" w:rsidRPr="00135C8D">
        <w:t xml:space="preserve"> pre-charging</w:t>
      </w:r>
      <w:r w:rsidRPr="00135C8D">
        <w:t xml:space="preserve"> was </w:t>
      </w:r>
      <w:r w:rsidR="00BA0F21" w:rsidRPr="00135C8D">
        <w:t xml:space="preserve">conducted </w:t>
      </w:r>
      <w:r w:rsidRPr="00135C8D">
        <w:t>using a cathodic charging cell</w:t>
      </w:r>
      <w:r w:rsidR="00614DB8" w:rsidRPr="00135C8D">
        <w:t>: s</w:t>
      </w:r>
      <w:r w:rsidRPr="00135C8D">
        <w:t xml:space="preserve">amples were connected to cathodic lead and immersed into 3.5 wt.% </w:t>
      </w:r>
      <w:proofErr w:type="spellStart"/>
      <w:r w:rsidRPr="00135C8D">
        <w:t>NaCl</w:t>
      </w:r>
      <w:proofErr w:type="spellEnd"/>
      <w:r w:rsidRPr="00135C8D">
        <w:t xml:space="preserve"> solution</w:t>
      </w:r>
      <w:r w:rsidR="00614DB8" w:rsidRPr="00135C8D">
        <w:t xml:space="preserve"> at 50°C</w:t>
      </w:r>
      <w:r w:rsidRPr="00135C8D">
        <w:t xml:space="preserve">, whilst platinum wire was </w:t>
      </w:r>
      <w:r w:rsidR="00BA0F21" w:rsidRPr="00135C8D">
        <w:t>used as the anode</w:t>
      </w:r>
      <w:r w:rsidRPr="00135C8D">
        <w:t>. Hydrogen charging was applied for 10 days with a 25</w:t>
      </w:r>
      <w:r w:rsidRPr="00135C8D">
        <w:rPr>
          <w:rFonts w:cs="Times New Roman"/>
        </w:rPr>
        <w:t>±</w:t>
      </w:r>
      <w:r w:rsidRPr="00135C8D">
        <w:t>5 mA/cm</w:t>
      </w:r>
      <w:r w:rsidRPr="00135C8D">
        <w:rPr>
          <w:vertAlign w:val="superscript"/>
        </w:rPr>
        <w:t>2</w:t>
      </w:r>
      <w:bookmarkStart w:id="6" w:name="OLE_LINK20"/>
      <w:bookmarkStart w:id="7" w:name="OLE_LINK21"/>
      <w:r w:rsidR="003A0031" w:rsidRPr="00135C8D">
        <w:t xml:space="preserve"> current density.</w:t>
      </w:r>
    </w:p>
    <w:p w14:paraId="3AE98347" w14:textId="118115F6" w:rsidR="003A0031" w:rsidRPr="00135C8D" w:rsidRDefault="00CC1578" w:rsidP="00664F04">
      <w:r w:rsidRPr="00135C8D">
        <w:t>A dramatic difference is reported on hydrogen diffusivity in f</w:t>
      </w:r>
      <w:r w:rsidR="003A0031" w:rsidRPr="00135C8D">
        <w:t>errite and austenite. Ferrite has an order of 10</w:t>
      </w:r>
      <w:r w:rsidR="003A0031" w:rsidRPr="00135C8D">
        <w:rPr>
          <w:vertAlign w:val="superscript"/>
        </w:rPr>
        <w:t>-11</w:t>
      </w:r>
      <w:r w:rsidR="003A0031" w:rsidRPr="00135C8D">
        <w:t xml:space="preserve"> m</w:t>
      </w:r>
      <w:r w:rsidR="003A0031" w:rsidRPr="00135C8D">
        <w:rPr>
          <w:vertAlign w:val="superscript"/>
        </w:rPr>
        <w:t>2</w:t>
      </w:r>
      <w:r w:rsidR="003A0031" w:rsidRPr="00135C8D">
        <w:t>/s for diffusion coefficient while it is 10</w:t>
      </w:r>
      <w:r w:rsidR="003A0031" w:rsidRPr="00135C8D">
        <w:rPr>
          <w:vertAlign w:val="superscript"/>
        </w:rPr>
        <w:t>-15</w:t>
      </w:r>
      <w:r w:rsidR="003A0031" w:rsidRPr="00135C8D">
        <w:t xml:space="preserve"> to 10</w:t>
      </w:r>
      <w:r w:rsidR="003A0031" w:rsidRPr="00135C8D">
        <w:rPr>
          <w:vertAlign w:val="superscript"/>
        </w:rPr>
        <w:t>-16</w:t>
      </w:r>
      <w:r w:rsidR="003A0031" w:rsidRPr="00135C8D">
        <w:t xml:space="preserve"> m</w:t>
      </w:r>
      <w:r w:rsidR="003A0031" w:rsidRPr="00135C8D">
        <w:rPr>
          <w:vertAlign w:val="superscript"/>
        </w:rPr>
        <w:t>2</w:t>
      </w:r>
      <w:r w:rsidR="003A0031" w:rsidRPr="00135C8D">
        <w:t xml:space="preserve">/s for austenite at room temperature </w:t>
      </w:r>
      <w:r w:rsidR="003A0031" w:rsidRPr="00135C8D">
        <w:fldChar w:fldCharType="begin">
          <w:fldData xml:space="preserve">PEVuZE5vdGU+PENpdGU+PEF1dGhvcj5Pd2N6YXJlazwvQXV0aG9yPjxZZWFyPjIwMDA8L1llYXI+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</w:fldData>
        </w:fldChar>
      </w:r>
      <w:r w:rsidR="006E5ED0" w:rsidRPr="00135C8D">
        <w:instrText xml:space="preserve"> ADDIN EN.CITE </w:instrText>
      </w:r>
      <w:r w:rsidR="006E5ED0" w:rsidRPr="00135C8D">
        <w:fldChar w:fldCharType="begin">
          <w:fldData xml:space="preserve">PEVuZE5vdGU+PENpdGU+PEF1dGhvcj5Pd2N6YXJlazwvQXV0aG9yPjxZZWFyPjIwMDA8L1llYXI+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</w:fldData>
        </w:fldChar>
      </w:r>
      <w:r w:rsidR="006E5ED0" w:rsidRPr="00135C8D">
        <w:instrText xml:space="preserve"> ADDIN EN.CITE.DATA </w:instrText>
      </w:r>
      <w:r w:rsidR="006E5ED0" w:rsidRPr="00135C8D">
        <w:fldChar w:fldCharType="end"/>
      </w:r>
      <w:r w:rsidR="003A0031" w:rsidRPr="00135C8D">
        <w:fldChar w:fldCharType="separate"/>
      </w:r>
      <w:r w:rsidR="006E5ED0" w:rsidRPr="00135C8D">
        <w:rPr>
          <w:noProof/>
        </w:rPr>
        <w:t>[30-32]</w:t>
      </w:r>
      <w:r w:rsidR="003A0031" w:rsidRPr="00135C8D">
        <w:fldChar w:fldCharType="end"/>
      </w:r>
      <w:r w:rsidR="003A0031" w:rsidRPr="00135C8D">
        <w:t xml:space="preserve">. </w:t>
      </w:r>
      <w:r w:rsidR="00436BB8" w:rsidRPr="00135C8D">
        <w:t>In</w:t>
      </w:r>
      <w:r w:rsidR="003A0031" w:rsidRPr="00135C8D">
        <w:t xml:space="preserve"> SDSS, a diffusion coefficient is reported between 10</w:t>
      </w:r>
      <w:r w:rsidR="003A0031" w:rsidRPr="00135C8D">
        <w:rPr>
          <w:vertAlign w:val="superscript"/>
        </w:rPr>
        <w:t>-14</w:t>
      </w:r>
      <w:r w:rsidR="003A0031" w:rsidRPr="00135C8D">
        <w:t xml:space="preserve"> m</w:t>
      </w:r>
      <w:r w:rsidR="003A0031" w:rsidRPr="00135C8D">
        <w:rPr>
          <w:vertAlign w:val="superscript"/>
        </w:rPr>
        <w:t>2</w:t>
      </w:r>
      <w:r w:rsidR="003A0031" w:rsidRPr="00135C8D">
        <w:t>/s and 10</w:t>
      </w:r>
      <w:r w:rsidR="003A0031" w:rsidRPr="00135C8D">
        <w:rPr>
          <w:vertAlign w:val="superscript"/>
        </w:rPr>
        <w:t>-15</w:t>
      </w:r>
      <w:r w:rsidR="003A0031" w:rsidRPr="00135C8D">
        <w:t xml:space="preserve"> </w:t>
      </w:r>
      <w:bookmarkStart w:id="8" w:name="OLE_LINK26"/>
      <w:bookmarkStart w:id="9" w:name="OLE_LINK27"/>
      <w:r w:rsidR="003A0031" w:rsidRPr="00135C8D">
        <w:t>m</w:t>
      </w:r>
      <w:r w:rsidR="003A0031" w:rsidRPr="00135C8D">
        <w:rPr>
          <w:vertAlign w:val="superscript"/>
        </w:rPr>
        <w:t>2</w:t>
      </w:r>
      <w:r w:rsidR="003A0031" w:rsidRPr="00135C8D">
        <w:t xml:space="preserve">/s </w:t>
      </w:r>
      <w:bookmarkEnd w:id="8"/>
      <w:bookmarkEnd w:id="9"/>
      <w:r w:rsidR="00E86C80" w:rsidRPr="00135C8D">
        <w:t xml:space="preserve">at room temperature </w:t>
      </w:r>
      <w:r w:rsidR="003A0031" w:rsidRPr="00135C8D">
        <w:fldChar w:fldCharType="begin"/>
      </w:r>
      <w:r w:rsidR="006E5ED0" w:rsidRPr="00135C8D">
        <w:instrText xml:space="preserve"> ADDIN EN.CITE &lt;EndNote&gt;&lt;Cite&gt;&lt;Author&gt;Olden&lt;/Author&gt;&lt;Year&gt;2008&lt;/Year&gt;&lt;RecNum&gt;118&lt;/RecNum&gt;&lt;DisplayText&gt;[32]&lt;/DisplayText&gt;&lt;record&gt;&lt;rec-number&gt;118&lt;/rec-number&gt;&lt;foreign-keys&gt;&lt;key app="EN" db-id="szapfewrpepx5fep50iv0ssozvafwxp99rve" timestamp="1402392021"&gt;118&lt;/key&gt;&lt;key app="ENWeb" db-id=""&gt;0&lt;/key&gt;&lt;/foreign-keys&gt;&lt;ref-type name="Journal Article"&gt;17&lt;/ref-type&gt;&lt;contributors&gt;&lt;authors&gt;&lt;author&gt;Olden, Vigdis&lt;/author&gt;&lt;author&gt;Thaulow, C&lt;/author&gt;&lt;author&gt;Johnsen, R&lt;/author&gt;&lt;/authors&gt;&lt;/contributors&gt;&lt;titles&gt;&lt;title&gt;Modelling of hydrogen diffusion and hydrogen induced cracking in supermartensitic and duplex stainless steels&lt;/title&gt;&lt;secondary-title&gt;Mater. Design&lt;/secondary-title&gt;&lt;/titles&gt;&lt;periodical&gt;&lt;full-title&gt;Mater. Design&lt;/full-title&gt;&lt;/periodical&gt;&lt;pages&gt;1934-1948&lt;/pages&gt;&lt;volume&gt;29&lt;/volume&gt;&lt;number&gt;10&lt;/number&gt;&lt;dates&gt;&lt;year&gt;2008&lt;/year&gt;&lt;/dates&gt;&lt;isbn&gt;0261-3069&lt;/isbn&gt;&lt;urls&gt;&lt;/urls&gt;&lt;/record&gt;&lt;/Cite&gt;&lt;/EndNote&gt;</w:instrText>
      </w:r>
      <w:r w:rsidR="003A0031" w:rsidRPr="00135C8D">
        <w:fldChar w:fldCharType="separate"/>
      </w:r>
      <w:r w:rsidR="006E5ED0" w:rsidRPr="00135C8D">
        <w:rPr>
          <w:noProof/>
        </w:rPr>
        <w:t>[32]</w:t>
      </w:r>
      <w:r w:rsidR="003A0031" w:rsidRPr="00135C8D">
        <w:fldChar w:fldCharType="end"/>
      </w:r>
      <w:r w:rsidR="003A0031" w:rsidRPr="00135C8D">
        <w:t>.</w:t>
      </w:r>
      <w:r w:rsidR="00436BB8" w:rsidRPr="00135C8D">
        <w:t xml:space="preserve"> </w:t>
      </w:r>
      <w:r w:rsidR="00E86C80" w:rsidRPr="00135C8D">
        <w:t>In this study,</w:t>
      </w:r>
      <w:r w:rsidR="00200261" w:rsidRPr="00135C8D">
        <w:t xml:space="preserve"> an elevated </w:t>
      </w:r>
      <w:r w:rsidR="00E86C80" w:rsidRPr="00135C8D">
        <w:t xml:space="preserve">50°C </w:t>
      </w:r>
      <w:r w:rsidR="00200261" w:rsidRPr="00135C8D">
        <w:t>temperature environment can give a</w:t>
      </w:r>
      <w:r w:rsidR="00A247A0" w:rsidRPr="00135C8D">
        <w:t xml:space="preserve"> </w:t>
      </w:r>
      <w:r w:rsidR="005D2BC9" w:rsidRPr="00135C8D">
        <w:t>higher</w:t>
      </w:r>
      <w:r w:rsidR="00200261" w:rsidRPr="00135C8D">
        <w:t xml:space="preserve"> hydrogen diffusivity, which an approximately 5 times</w:t>
      </w:r>
      <w:r w:rsidR="005D2BC9" w:rsidRPr="00135C8D">
        <w:t xml:space="preserve"> higher</w:t>
      </w:r>
      <w:r w:rsidR="00200261" w:rsidRPr="00135C8D">
        <w:t xml:space="preserve"> hydrogen diffusivity can be achieved </w:t>
      </w:r>
      <w:r w:rsidR="00200261" w:rsidRPr="00135C8D">
        <w:fldChar w:fldCharType="begin"/>
      </w:r>
      <w:r w:rsidR="006E5ED0" w:rsidRPr="00135C8D">
        <w:instrText xml:space="preserve"> ADDIN EN.CITE &lt;EndNote&gt;&lt;Cite&gt;&lt;Author&gt;Olden&lt;/Author&gt;&lt;Year&gt;2008&lt;/Year&gt;&lt;RecNum&gt;118&lt;/RecNum&gt;&lt;DisplayText&gt;[32]&lt;/DisplayText&gt;&lt;record&gt;&lt;rec-number&gt;118&lt;/rec-number&gt;&lt;foreign-keys&gt;&lt;key app="EN" db-id="szapfewrpepx5fep50iv0ssozvafwxp99rve" timestamp="1402392021"&gt;118&lt;/key&gt;&lt;key app="ENWeb" db-id=""&gt;0&lt;/key&gt;&lt;/foreign-keys&gt;&lt;ref-type name="Journal Article"&gt;17&lt;/ref-type&gt;&lt;contributors&gt;&lt;authors&gt;&lt;author&gt;Olden, Vigdis&lt;/author&gt;&lt;author&gt;Thaulow, C&lt;/author&gt;&lt;author&gt;Johnsen, R&lt;/author&gt;&lt;/authors&gt;&lt;/contributors&gt;&lt;titles&gt;&lt;title&gt;Modelling of hydrogen diffusion and hydrogen induced cracking in supermartensitic and duplex stainless steels&lt;/title&gt;&lt;secondary-title&gt;Mater. Design&lt;/secondary-title&gt;&lt;/titles&gt;&lt;periodical&gt;&lt;full-title&gt;Mater. Design&lt;/full-title&gt;&lt;/periodical&gt;&lt;pages&gt;1934-1948&lt;/pages&gt;&lt;volume&gt;29&lt;/volume&gt;&lt;number&gt;10&lt;/number&gt;&lt;dates&gt;&lt;year&gt;2008&lt;/year&gt;&lt;/dates&gt;&lt;isbn&gt;0261-3069&lt;/isbn&gt;&lt;urls&gt;&lt;/urls&gt;&lt;/record&gt;&lt;/Cite&gt;&lt;/EndNote&gt;</w:instrText>
      </w:r>
      <w:r w:rsidR="00200261" w:rsidRPr="00135C8D">
        <w:fldChar w:fldCharType="separate"/>
      </w:r>
      <w:r w:rsidR="006E5ED0" w:rsidRPr="00135C8D">
        <w:rPr>
          <w:noProof/>
        </w:rPr>
        <w:t>[32]</w:t>
      </w:r>
      <w:r w:rsidR="00200261" w:rsidRPr="00135C8D">
        <w:fldChar w:fldCharType="end"/>
      </w:r>
      <w:r w:rsidR="00200261" w:rsidRPr="00135C8D">
        <w:t xml:space="preserve">. </w:t>
      </w:r>
      <w:r w:rsidR="00E86C80" w:rsidRPr="00135C8D">
        <w:t>Therefore</w:t>
      </w:r>
      <w:r w:rsidR="00200261" w:rsidRPr="00135C8D">
        <w:t xml:space="preserve">, </w:t>
      </w:r>
      <w:r w:rsidR="0016158B" w:rsidRPr="00135C8D">
        <w:t xml:space="preserve">it can be </w:t>
      </w:r>
      <w:r w:rsidR="00555251" w:rsidRPr="00135C8D">
        <w:t>assume</w:t>
      </w:r>
      <w:r w:rsidR="0016158B" w:rsidRPr="00135C8D">
        <w:t>d that</w:t>
      </w:r>
      <w:r w:rsidR="00555251" w:rsidRPr="00135C8D">
        <w:t xml:space="preserve"> the hydrogen diffusivity of these samples is between 5</w:t>
      </w:r>
      <w:r w:rsidR="00555251" w:rsidRPr="00135C8D">
        <w:rPr>
          <w:rFonts w:cs="Times New Roman"/>
        </w:rPr>
        <w:t>×</w:t>
      </w:r>
      <w:r w:rsidR="00555251" w:rsidRPr="00135C8D">
        <w:t>10</w:t>
      </w:r>
      <w:r w:rsidR="00555251" w:rsidRPr="00135C8D">
        <w:rPr>
          <w:vertAlign w:val="superscript"/>
        </w:rPr>
        <w:t>-15</w:t>
      </w:r>
      <w:r w:rsidR="00555251" w:rsidRPr="00135C8D">
        <w:t xml:space="preserve"> m</w:t>
      </w:r>
      <w:r w:rsidR="00555251" w:rsidRPr="00135C8D">
        <w:rPr>
          <w:vertAlign w:val="superscript"/>
        </w:rPr>
        <w:t>2</w:t>
      </w:r>
      <w:r w:rsidR="00555251" w:rsidRPr="00135C8D">
        <w:t>/s and 5</w:t>
      </w:r>
      <w:r w:rsidR="00555251" w:rsidRPr="00135C8D">
        <w:rPr>
          <w:rFonts w:cs="Times New Roman"/>
        </w:rPr>
        <w:t>×</w:t>
      </w:r>
      <w:r w:rsidR="00555251" w:rsidRPr="00135C8D">
        <w:t>10</w:t>
      </w:r>
      <w:r w:rsidR="00555251" w:rsidRPr="00135C8D">
        <w:rPr>
          <w:vertAlign w:val="superscript"/>
        </w:rPr>
        <w:t>-14</w:t>
      </w:r>
      <w:r w:rsidR="00555251" w:rsidRPr="00135C8D">
        <w:t xml:space="preserve"> m</w:t>
      </w:r>
      <w:r w:rsidR="00555251" w:rsidRPr="00135C8D">
        <w:rPr>
          <w:vertAlign w:val="superscript"/>
        </w:rPr>
        <w:t>2</w:t>
      </w:r>
      <w:r w:rsidR="00555251" w:rsidRPr="00135C8D">
        <w:t xml:space="preserve">/s in this 50°C hydrogen charging environment. </w:t>
      </w:r>
      <w:r w:rsidR="0016158B" w:rsidRPr="00135C8D">
        <w:t>To estimate the hydrogen distribution after hydrogen charging, a</w:t>
      </w:r>
      <w:r w:rsidR="00555251" w:rsidRPr="00135C8D">
        <w:t xml:space="preserve"> hydrogen concentration of 40 ppm is</w:t>
      </w:r>
      <w:r w:rsidR="0016158B" w:rsidRPr="00135C8D">
        <w:t xml:space="preserve"> assumed</w:t>
      </w:r>
      <w:r w:rsidR="00555251" w:rsidRPr="00135C8D">
        <w:t xml:space="preserve"> at the sample surface whilst it is </w:t>
      </w:r>
      <w:r w:rsidR="003074CA" w:rsidRPr="00135C8D">
        <w:t>2 ppm</w:t>
      </w:r>
      <w:r w:rsidR="00555251" w:rsidRPr="00135C8D">
        <w:t xml:space="preserve"> in the sample. </w:t>
      </w:r>
      <w:r w:rsidR="00AF50D1" w:rsidRPr="00135C8D">
        <w:t xml:space="preserve">Fick’s second law (whose solution is detailed in reference </w:t>
      </w:r>
      <w:r w:rsidR="00AF50D1" w:rsidRPr="00135C8D">
        <w:fldChar w:fldCharType="begin"/>
      </w:r>
      <w:r w:rsidR="006E5ED0" w:rsidRPr="00135C8D">
        <w:instrText xml:space="preserve"> ADDIN EN.CITE &lt;EndNote&gt;&lt;Cite&gt;&lt;Author&gt;Olden&lt;/Author&gt;&lt;Year&gt;2008&lt;/Year&gt;&lt;RecNum&gt;118&lt;/RecNum&gt;&lt;DisplayText&gt;[32]&lt;/DisplayText&gt;&lt;record&gt;&lt;rec-number&gt;118&lt;/rec-number&gt;&lt;foreign-keys&gt;&lt;key app="EN" db-id="szapfewrpepx5fep50iv0ssozvafwxp99rve" timestamp="1402392021"&gt;118&lt;/key&gt;&lt;key app="ENWeb" db-id=""&gt;0&lt;/key&gt;&lt;/foreign-keys&gt;&lt;ref-type name="Journal Article"&gt;17&lt;/ref-type&gt;&lt;contributors&gt;&lt;authors&gt;&lt;author&gt;Olden, Vigdis&lt;/author&gt;&lt;author&gt;Thaulow, C&lt;/author&gt;&lt;author&gt;Johnsen, R&lt;/author&gt;&lt;/authors&gt;&lt;/contributors&gt;&lt;titles&gt;&lt;title&gt;Modelling of hydrogen diffusion and hydrogen induced cracking in supermartensitic and duplex stainless steels&lt;/title&gt;&lt;secondary-title&gt;Mater. Design&lt;/secondary-title&gt;&lt;/titles&gt;&lt;periodical&gt;&lt;full-title&gt;Mater. Design&lt;/full-title&gt;&lt;/periodical&gt;&lt;pages&gt;1934-1948&lt;/pages&gt;&lt;volume&gt;29&lt;/volume&gt;&lt;number&gt;10&lt;/number&gt;&lt;dates&gt;&lt;year&gt;2008&lt;/year&gt;&lt;/dates&gt;&lt;isbn&gt;0261-3069&lt;/isbn&gt;&lt;urls&gt;&lt;/urls&gt;&lt;/record&gt;&lt;/Cite&gt;&lt;/EndNote&gt;</w:instrText>
      </w:r>
      <w:r w:rsidR="00AF50D1" w:rsidRPr="00135C8D">
        <w:fldChar w:fldCharType="separate"/>
      </w:r>
      <w:r w:rsidR="006E5ED0" w:rsidRPr="00135C8D">
        <w:rPr>
          <w:noProof/>
        </w:rPr>
        <w:t>[32]</w:t>
      </w:r>
      <w:r w:rsidR="00AF50D1" w:rsidRPr="00135C8D">
        <w:fldChar w:fldCharType="end"/>
      </w:r>
      <w:r w:rsidR="00AF50D1" w:rsidRPr="00135C8D">
        <w:t xml:space="preserve">) is applied here to model the hydrogen distribution in the sample and the result is shown in </w:t>
      </w:r>
      <w:r w:rsidR="00555251" w:rsidRPr="00135C8D">
        <w:t>Fig.1</w:t>
      </w:r>
      <w:r w:rsidR="00AF50D1" w:rsidRPr="00135C8D">
        <w:t>.</w:t>
      </w:r>
      <w:r w:rsidR="00555251" w:rsidRPr="00135C8D">
        <w:t xml:space="preserve"> </w:t>
      </w:r>
      <w:r w:rsidR="00A5693F" w:rsidRPr="00135C8D">
        <w:t xml:space="preserve">According to the result, </w:t>
      </w:r>
      <w:bookmarkStart w:id="10" w:name="OLE_LINK31"/>
      <w:bookmarkStart w:id="11" w:name="OLE_LINK32"/>
      <w:r w:rsidR="00AF50D1" w:rsidRPr="00135C8D">
        <w:t>hydrogen has penetrated more than half of the sample thickness after 10 days hydrogen charging.</w:t>
      </w:r>
      <w:bookmarkEnd w:id="10"/>
      <w:bookmarkEnd w:id="11"/>
    </w:p>
    <w:p w14:paraId="608C71B7" w14:textId="31B95051" w:rsidR="00664F04" w:rsidRPr="00135C8D" w:rsidRDefault="00664F04" w:rsidP="00664F04">
      <w:r w:rsidRPr="00135C8D">
        <w:t xml:space="preserve">Time-of-flight </w:t>
      </w:r>
      <w:bookmarkEnd w:id="6"/>
      <w:bookmarkEnd w:id="7"/>
      <w:r w:rsidR="00CC62A7" w:rsidRPr="00135C8D">
        <w:t xml:space="preserve">neutron </w:t>
      </w:r>
      <w:r w:rsidRPr="00135C8D">
        <w:t xml:space="preserve">diffraction experiments were performed on the ENGIN-X neutron diffractometer, ISIS, UK </w:t>
      </w:r>
      <w:r w:rsidRPr="00135C8D">
        <w:fldChar w:fldCharType="begin"/>
      </w:r>
      <w:r w:rsidR="006E5ED0" w:rsidRPr="00135C8D">
        <w:instrText xml:space="preserve"> ADDIN EN.CITE &lt;EndNote&gt;&lt;Cite&gt;&lt;Author&gt;Daymond&lt;/Author&gt;&lt;Year&gt;2004&lt;/Year&gt;&lt;RecNum&gt;607&lt;/RecNum&gt;&lt;DisplayText&gt;[33]&lt;/DisplayText&gt;&lt;record&gt;&lt;rec-number&gt;607&lt;/rec-number&gt;&lt;foreign-keys&gt;&lt;key app="EN" db-id="szapfewrpepx5fep50iv0ssozvafwxp99rve" timestamp="1489069397"&gt;607&lt;/key&gt;&lt;/foreign-keys&gt;&lt;ref-type name="Journal Article"&gt;17&lt;/ref-type&gt;&lt;contributors&gt;&lt;authors&gt;&lt;author&gt;Daymond, M.&lt;/author&gt;&lt;author&gt;Edwards, L.&lt;/author&gt;&lt;/authors&gt;&lt;/contributors&gt;&lt;titles&gt;&lt;title&gt;Scientific Review: ENGIN-X: A Fully Refined Diffractometer Designed Specifically for Measurement of Stress&lt;/title&gt;&lt;secondary-title&gt;Neutron News&lt;/secondary-title&gt;&lt;/titles&gt;&lt;periodical&gt;&lt;full-title&gt;Neutron News&lt;/full-title&gt;&lt;/periodical&gt;&lt;pages&gt;24-29&lt;/pages&gt;&lt;volume&gt;15&lt;/volume&gt;&lt;number&gt;1&lt;/number&gt;&lt;dates&gt;&lt;year&gt;2004&lt;/year&gt;&lt;pub-dates&gt;&lt;date&gt;2004/01/01&lt;/date&gt;&lt;/pub-dates&gt;&lt;/dates&gt;&lt;publisher&gt;Taylor &amp;amp; Francis&lt;/publisher&gt;&lt;isbn&gt;1044-8632&lt;/isbn&gt;&lt;urls&gt;&lt;related-urls&gt;&lt;url&gt;http://dx.doi.org/10.1080/00323910490970573&lt;/url&gt;&lt;/related-urls&gt;&lt;/urls&gt;&lt;electronic-resource-num&gt;10.1080/00323910490970573&lt;/electronic-resource-num&gt;&lt;/record&gt;&lt;/Cite&gt;&lt;/EndNote&gt;</w:instrText>
      </w:r>
      <w:r w:rsidRPr="00135C8D">
        <w:fldChar w:fldCharType="separate"/>
      </w:r>
      <w:r w:rsidR="006E5ED0" w:rsidRPr="00135C8D">
        <w:rPr>
          <w:noProof/>
        </w:rPr>
        <w:t>[33]</w:t>
      </w:r>
      <w:r w:rsidRPr="00135C8D">
        <w:fldChar w:fldCharType="end"/>
      </w:r>
      <w:r w:rsidR="00AA6946" w:rsidRPr="00135C8D">
        <w:t>. Fig.</w:t>
      </w:r>
      <w:r w:rsidRPr="00135C8D">
        <w:t xml:space="preserve"> </w:t>
      </w:r>
      <w:r w:rsidR="004422EE" w:rsidRPr="00135C8D">
        <w:t>2</w:t>
      </w:r>
      <w:r w:rsidRPr="00135C8D">
        <w:t xml:space="preserve"> shows schematic diagram of the set-up. A </w:t>
      </w:r>
      <w:bookmarkStart w:id="12" w:name="OLE_LINK22"/>
      <w:bookmarkStart w:id="13" w:name="OLE_LINK23"/>
      <w:r w:rsidRPr="00135C8D">
        <w:t>4×4×2 mm</w:t>
      </w:r>
      <w:r w:rsidRPr="00135C8D">
        <w:rPr>
          <w:vertAlign w:val="superscript"/>
        </w:rPr>
        <w:t>3</w:t>
      </w:r>
      <w:r w:rsidRPr="00135C8D">
        <w:t xml:space="preserve"> </w:t>
      </w:r>
      <w:bookmarkEnd w:id="12"/>
      <w:bookmarkEnd w:id="13"/>
      <w:r w:rsidR="009F4AB2" w:rsidRPr="00135C8D">
        <w:lastRenderedPageBreak/>
        <w:t xml:space="preserve">instrumental </w:t>
      </w:r>
      <w:r w:rsidR="00361E81" w:rsidRPr="00135C8D">
        <w:t xml:space="preserve">gauge </w:t>
      </w:r>
      <w:r w:rsidRPr="00135C8D">
        <w:t xml:space="preserve">volume </w:t>
      </w:r>
      <w:r w:rsidR="00361E81" w:rsidRPr="00135C8D">
        <w:t>was used</w:t>
      </w:r>
      <w:r w:rsidR="00451EF7" w:rsidRPr="00135C8D">
        <w:t xml:space="preserve"> (2 mm in the normal direction of the sample)</w:t>
      </w:r>
      <w:r w:rsidR="00361E81" w:rsidRPr="00135C8D">
        <w:t>, from which the diffracted neutrons were acquired.</w:t>
      </w:r>
    </w:p>
    <w:p w14:paraId="3A36EB7B" w14:textId="77777777" w:rsidR="00135C8D" w:rsidRDefault="00135C8D" w:rsidP="00135C8D">
      <w:pPr>
        <w:keepNext/>
        <w:jc w:val="center"/>
      </w:pPr>
      <w:r>
        <w:rPr>
          <w:noProof/>
        </w:rPr>
        <w:drawing>
          <wp:inline distT="0" distB="0" distL="0" distR="0" wp14:anchorId="2CB2350C" wp14:editId="4BA9D943">
            <wp:extent cx="2880000" cy="328101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80000" cy="3281013"/>
                    </a:xfrm>
                    <a:prstGeom prst="rect">
                      <a:avLst/>
                    </a:prstGeom>
                    <a:noFill/>
                  </pic:spPr>
                </pic:pic>
              </a:graphicData>
            </a:graphic>
          </wp:inline>
        </w:drawing>
      </w:r>
    </w:p>
    <w:p w14:paraId="67F492D7" w14:textId="39343D41" w:rsidR="00135C8D" w:rsidRDefault="00135C8D" w:rsidP="00135C8D">
      <w:pPr>
        <w:pStyle w:val="Caption"/>
      </w:pPr>
      <w:r>
        <w:t xml:space="preserve">Figure </w:t>
      </w:r>
      <w:r>
        <w:fldChar w:fldCharType="begin"/>
      </w:r>
      <w:r>
        <w:instrText xml:space="preserve"> SEQ Figure \* ARABIC </w:instrText>
      </w:r>
      <w:r>
        <w:fldChar w:fldCharType="separate"/>
      </w:r>
      <w:r>
        <w:rPr>
          <w:noProof/>
        </w:rPr>
        <w:t>1</w:t>
      </w:r>
      <w:r>
        <w:rPr>
          <w:noProof/>
        </w:rPr>
        <w:fldChar w:fldCharType="end"/>
      </w:r>
      <w:r>
        <w:t xml:space="preserve"> Schematic diagram of the neutron diffraction experiment setup on ENGIN-X instrument, at ISIS, Didcot, UK </w:t>
      </w:r>
      <w:r>
        <w:fldChar w:fldCharType="begin"/>
      </w:r>
      <w:r>
        <w:instrText xml:space="preserve"> ADDIN EN.CITE &lt;EndNote&gt;&lt;Cite&gt;&lt;Author&gt;Daymond&lt;/Author&gt;&lt;Year&gt;2004&lt;/Year&gt;&lt;RecNum&gt;607&lt;/RecNum&gt;&lt;DisplayText&gt;[33]&lt;/DisplayText&gt;&lt;record&gt;&lt;rec-number&gt;607&lt;/rec-number&gt;&lt;foreign-keys&gt;&lt;key app="EN" db-id="szapfewrpepx5fep50iv0ssozvafwxp99rve" timestamp="1489069397"&gt;607&lt;/key&gt;&lt;/foreign-keys&gt;&lt;ref-type name="Journal Article"&gt;17&lt;/ref-type&gt;&lt;contributors&gt;&lt;authors&gt;&lt;author&gt;Daymond, M.&lt;/author&gt;&lt;author&gt;Edwards, L.&lt;/author&gt;&lt;/authors&gt;&lt;/contributors&gt;&lt;titles&gt;&lt;title&gt;Scientific Review: ENGIN-X: A Fully Refined Diffractometer Designed Specifically for Measurement of Stress&lt;/title&gt;&lt;secondary-title&gt;Neutron News&lt;/secondary-title&gt;&lt;/titles&gt;&lt;periodical&gt;&lt;full-title&gt;Neutron News&lt;/full-title&gt;&lt;/periodical&gt;&lt;pages&gt;24-29&lt;/pages&gt;&lt;volume&gt;15&lt;/volume&gt;&lt;number&gt;1&lt;/number&gt;&lt;dates&gt;&lt;year&gt;2004&lt;/year&gt;&lt;pub-dates&gt;&lt;date&gt;2004/01/01&lt;/date&gt;&lt;/pub-dates&gt;&lt;/dates&gt;&lt;publisher&gt;Taylor &amp;amp; Francis&lt;/publisher&gt;&lt;isbn&gt;1044-8632&lt;/isbn&gt;&lt;urls&gt;&lt;related-urls&gt;&lt;url&gt;http://dx.doi.org/10.1080/00323910490970573&lt;/url&gt;&lt;/related-urls&gt;&lt;/urls&gt;&lt;electronic-resource-num&gt;10.1080/00323910490970573&lt;/electronic-resource-num&gt;&lt;/record&gt;&lt;/Cite&gt;&lt;/EndNote&gt;</w:instrText>
      </w:r>
      <w:r>
        <w:fldChar w:fldCharType="separate"/>
      </w:r>
      <w:r>
        <w:rPr>
          <w:noProof/>
        </w:rPr>
        <w:t>[33]</w:t>
      </w:r>
      <w:r>
        <w:fldChar w:fldCharType="end"/>
      </w:r>
    </w:p>
    <w:p w14:paraId="435D0B7C" w14:textId="77777777" w:rsidR="00135C8D" w:rsidRDefault="00135C8D" w:rsidP="00664F04"/>
    <w:p w14:paraId="684450B3" w14:textId="26A13DAD" w:rsidR="00664F04" w:rsidRPr="00135C8D" w:rsidRDefault="00664F04" w:rsidP="00664F04">
      <w:r w:rsidRPr="00135C8D">
        <w:t xml:space="preserve">In 1955, Williamson et al. derived a model to calculate the dislocation density using X-ray spectrometry </w:t>
      </w:r>
      <w:r w:rsidRPr="00135C8D">
        <w:fldChar w:fldCharType="begin"/>
      </w:r>
      <w:r w:rsidR="006E5ED0" w:rsidRPr="00135C8D">
        <w:instrText xml:space="preserve"> ADDIN EN.CITE &lt;EndNote&gt;&lt;Cite&gt;&lt;Author&gt;Williamson&lt;/Author&gt;&lt;Year&gt;1956&lt;/Year&gt;&lt;RecNum&gt;604&lt;/RecNum&gt;&lt;DisplayText&gt;[34]&lt;/DisplayText&gt;&lt;record&gt;&lt;rec-number&gt;604&lt;/rec-number&gt;&lt;foreign-keys&gt;&lt;key app="EN" db-id="szapfewrpepx5fep50iv0ssozvafwxp99rve" timestamp="1489053643"&gt;604&lt;/key&gt;&lt;/foreign-keys&gt;&lt;ref-type name="Journal Article"&gt;17&lt;/ref-type&gt;&lt;contributors&gt;&lt;authors&gt;&lt;author&gt;Williamson, G. K.&lt;/author&gt;&lt;author&gt;Smallman, R. E.&lt;/author&gt;&lt;/authors&gt;&lt;/contributors&gt;&lt;titles&gt;&lt;title&gt;III. Dislocation densities in some annealed and cold-worked metals from measurements on the X-ray debye-scherrer spectrum&lt;/title&gt;&lt;secondary-title&gt;Philos. Mag.&lt;/secondary-title&gt;&lt;/titles&gt;&lt;periodical&gt;&lt;full-title&gt;Philos. Mag.&lt;/full-title&gt;&lt;/periodical&gt;&lt;pages&gt;34-46&lt;/pages&gt;&lt;volume&gt;1&lt;/volume&gt;&lt;number&gt;1&lt;/number&gt;&lt;dates&gt;&lt;year&gt;1956&lt;/year&gt;&lt;pub-dates&gt;&lt;date&gt;1956/01/01&lt;/date&gt;&lt;/pub-dates&gt;&lt;/dates&gt;&lt;publisher&gt;Taylor &amp;amp; Francis&lt;/publisher&gt;&lt;isbn&gt;0031-8086&lt;/isbn&gt;&lt;urls&gt;&lt;related-urls&gt;&lt;url&gt;http://dx.doi.org/10.1080/14786435608238074&lt;/url&gt;&lt;/related-urls&gt;&lt;/urls&gt;&lt;electronic-resource-num&gt;10.1080/14786435608238074&lt;/electronic-resource-num&gt;&lt;/record&gt;&lt;/Cite&gt;&lt;/EndNote&gt;</w:instrText>
      </w:r>
      <w:r w:rsidRPr="00135C8D">
        <w:fldChar w:fldCharType="separate"/>
      </w:r>
      <w:r w:rsidR="006E5ED0" w:rsidRPr="00135C8D">
        <w:rPr>
          <w:noProof/>
        </w:rPr>
        <w:t>[34]</w:t>
      </w:r>
      <w:r w:rsidRPr="00135C8D">
        <w:fldChar w:fldCharType="end"/>
      </w:r>
      <w:r w:rsidRPr="00135C8D">
        <w:t xml:space="preserve">. Based on this principle, in 2013, </w:t>
      </w:r>
      <w:proofErr w:type="spellStart"/>
      <w:r w:rsidRPr="00135C8D">
        <w:t>Christien</w:t>
      </w:r>
      <w:proofErr w:type="spellEnd"/>
      <w:r w:rsidRPr="00135C8D">
        <w:t xml:space="preserve"> et al. </w:t>
      </w:r>
      <w:r w:rsidRPr="00135C8D">
        <w:fldChar w:fldCharType="begin"/>
      </w:r>
      <w:r w:rsidR="006E5ED0" w:rsidRPr="00135C8D">
        <w:instrText xml:space="preserve"> ADDIN EN.CITE &lt;EndNote&gt;&lt;Cite&gt;&lt;Author&gt;Christien&lt;/Author&gt;&lt;Year&gt;2013&lt;/Year&gt;&lt;RecNum&gt;322&lt;/RecNum&gt;&lt;DisplayText&gt;[26]&lt;/DisplayText&gt;&lt;record&gt;&lt;rec-number&gt;322&lt;/rec-number&gt;&lt;foreign-keys&gt;&lt;key app="EN" db-id="szapfewrpepx5fep50iv0ssozvafwxp99rve" timestamp="1461751133"&gt;322&lt;/key&gt;&lt;key app="ENWeb" db-id=""&gt;0&lt;/key&gt;&lt;/foreign-keys&gt;&lt;ref-type name="Journal Article"&gt;17&lt;/ref-type&gt;&lt;contributors&gt;&lt;authors&gt;&lt;author&gt;Christien, F.&lt;/author&gt;&lt;author&gt;Telling, M. T. F.&lt;/author&gt;&lt;author&gt;Knight, K. S.&lt;/author&gt;&lt;/authors&gt;&lt;/contributors&gt;&lt;titles&gt;&lt;title&gt;Neutron diffraction in situ monitoring of the dislocation density during martensitic transformation in a stainless steel&lt;/title&gt;&lt;secondary-title&gt;Scr. Mater.&lt;/secondary-title&gt;&lt;/titles&gt;&lt;periodical&gt;&lt;full-title&gt;Scr. Mater.&lt;/full-title&gt;&lt;/periodical&gt;&lt;pages&gt;506-509&lt;/pages&gt;&lt;volume&gt;68&lt;/volume&gt;&lt;number&gt;7&lt;/number&gt;&lt;keywords&gt;&lt;keyword&gt;Dislocation&lt;/keyword&gt;&lt;keyword&gt;Neutron diffraction&lt;/keyword&gt;&lt;keyword&gt;Line broadening&lt;/keyword&gt;&lt;keyword&gt;Stored energy&lt;/keyword&gt;&lt;keyword&gt;Recovery&lt;/keyword&gt;&lt;/keywords&gt;&lt;dates&gt;&lt;year&gt;2013&lt;/year&gt;&lt;pub-dates&gt;&lt;date&gt;4//&lt;/date&gt;&lt;/pub-dates&gt;&lt;/dates&gt;&lt;isbn&gt;1359-6462&lt;/isbn&gt;&lt;urls&gt;&lt;related-urls&gt;&lt;url&gt;http://www.sciencedirect.com/science/article/pii/S1359646212007622&lt;/url&gt;&lt;/related-urls&gt;&lt;/urls&gt;&lt;electronic-resource-num&gt;http://dx.doi.org/10.1016/j.scriptamat.2012.11.031&lt;/electronic-resource-num&gt;&lt;/record&gt;&lt;/Cite&gt;&lt;/EndNote&gt;</w:instrText>
      </w:r>
      <w:r w:rsidRPr="00135C8D">
        <w:fldChar w:fldCharType="separate"/>
      </w:r>
      <w:r w:rsidR="006E5ED0" w:rsidRPr="00135C8D">
        <w:rPr>
          <w:noProof/>
        </w:rPr>
        <w:t>[26]</w:t>
      </w:r>
      <w:r w:rsidRPr="00135C8D">
        <w:fldChar w:fldCharType="end"/>
      </w:r>
      <w:r w:rsidRPr="00135C8D">
        <w:t xml:space="preserve"> proposed a dislocation density measurement method for neutron diffraction, which has been successfully applied to calculate dislocation density in a range of materials </w:t>
      </w:r>
      <w:r w:rsidRPr="00135C8D">
        <w:fldChar w:fldCharType="begin">
          <w:fldData xml:space="preserve">PEVuZE5vdGU+PENpdGU+PEF1dGhvcj5HYWxpbmRvLU5hdmE8L0F1dGhvcj48WWVhcj4yMDE1PC9Z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=
</w:fldData>
        </w:fldChar>
      </w:r>
      <w:r w:rsidR="006E5ED0" w:rsidRPr="00135C8D">
        <w:instrText xml:space="preserve"> ADDIN EN.CITE </w:instrText>
      </w:r>
      <w:r w:rsidR="006E5ED0" w:rsidRPr="00135C8D">
        <w:fldChar w:fldCharType="begin">
          <w:fldData xml:space="preserve">PEVuZE5vdGU+PENpdGU+PEF1dGhvcj5HYWxpbmRvLU5hdmE8L0F1dGhvcj48WWVhcj4yMDE1PC9Z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=
</w:fldData>
        </w:fldChar>
      </w:r>
      <w:r w:rsidR="006E5ED0" w:rsidRPr="00135C8D">
        <w:instrText xml:space="preserve"> ADDIN EN.CITE.DATA </w:instrText>
      </w:r>
      <w:r w:rsidR="006E5ED0" w:rsidRPr="00135C8D">
        <w:fldChar w:fldCharType="end"/>
      </w:r>
      <w:r w:rsidRPr="00135C8D">
        <w:fldChar w:fldCharType="separate"/>
      </w:r>
      <w:r w:rsidR="006E5ED0" w:rsidRPr="00135C8D">
        <w:rPr>
          <w:noProof/>
        </w:rPr>
        <w:t>[35-37]</w:t>
      </w:r>
      <w:r w:rsidRPr="00135C8D">
        <w:fldChar w:fldCharType="end"/>
      </w:r>
      <w:r w:rsidRPr="00135C8D">
        <w:t xml:space="preserve">. In 2015, </w:t>
      </w:r>
      <w:proofErr w:type="spellStart"/>
      <w:r w:rsidRPr="00135C8D">
        <w:t>Christien</w:t>
      </w:r>
      <w:proofErr w:type="spellEnd"/>
      <w:r w:rsidRPr="00135C8D">
        <w:t xml:space="preserve"> et al. </w:t>
      </w:r>
      <w:r w:rsidRPr="00135C8D">
        <w:fldChar w:fldCharType="begin"/>
      </w:r>
      <w:r w:rsidR="006E5ED0" w:rsidRPr="00135C8D">
        <w:instrText xml:space="preserve"> ADDIN EN.CITE &lt;EndNote&gt;&lt;Cite&gt;&lt;Author&gt;Christien&lt;/Author&gt;&lt;Year&gt;2015&lt;/Year&gt;&lt;RecNum&gt;452&lt;/RecNum&gt;&lt;DisplayText&gt;[38]&lt;/DisplayText&gt;&lt;record&gt;&lt;rec-number&gt;452&lt;/rec-number&gt;&lt;foreign-keys&gt;&lt;key app="EN" db-id="szapfewrpepx5fep50iv0ssozvafwxp99rve" timestamp="1470050272"&gt;452&lt;/key&gt;&lt;/foreign-keys&gt;&lt;ref-type name="Journal Article"&gt;17&lt;/ref-type&gt;&lt;contributors&gt;&lt;authors&gt;&lt;author&gt;Christien, F.&lt;/author&gt;&lt;author&gt;Telling, M. T. F.&lt;/author&gt;&lt;author&gt;Knight, K. S.&lt;/author&gt;&lt;author&gt;Le Gall, R.&lt;/author&gt;&lt;/authors&gt;&lt;/contributors&gt;&lt;titles&gt;&lt;title&gt;A method for the monitoring of metal recrystallization based on the in-situ measurement of the elastic energy release using neutron diffraction&lt;/title&gt;&lt;secondary-title&gt;Rev. Sci. Instrum.&lt;/secondary-title&gt;&lt;/titles&gt;&lt;periodical&gt;&lt;full-title&gt;Rev. Sci. Instrum.&lt;/full-title&gt;&lt;/periodical&gt;&lt;pages&gt;053901&lt;/pages&gt;&lt;volume&gt;86&lt;/volume&gt;&lt;number&gt;5&lt;/number&gt;&lt;keywords&gt;&lt;keyword&gt;neutron diffraction&lt;/keyword&gt;&lt;keyword&gt;hardness&lt;/keyword&gt;&lt;keyword&gt;calorimetry&lt;/keyword&gt;&lt;keyword&gt;elasticity&lt;/keyword&gt;&lt;keyword&gt;annealing&lt;/keyword&gt;&lt;keyword&gt;deformation&lt;/keyword&gt;&lt;keyword&gt;nickel&lt;/keyword&gt;&lt;keyword&gt;recrystallisation&lt;/keyword&gt;&lt;/keywords&gt;&lt;dates&gt;&lt;year&gt;2015&lt;/year&gt;&lt;/dates&gt;&lt;urls&gt;&lt;related-urls&gt;&lt;url&gt;http://scitation.aip.org/content/aip/journal/rsi/86/5/10.1063/1.4919414&lt;/url&gt;&lt;/related-urls&gt;&lt;/urls&gt;&lt;electronic-resource-num&gt;doi:http://dx.doi.org/10.1063/1.4919414&lt;/electronic-resource-num&gt;&lt;/record&gt;&lt;/Cite&gt;&lt;/EndNote&gt;</w:instrText>
      </w:r>
      <w:r w:rsidRPr="00135C8D">
        <w:fldChar w:fldCharType="separate"/>
      </w:r>
      <w:r w:rsidR="006E5ED0" w:rsidRPr="00135C8D">
        <w:rPr>
          <w:noProof/>
        </w:rPr>
        <w:t>[38]</w:t>
      </w:r>
      <w:r w:rsidRPr="00135C8D">
        <w:fldChar w:fldCharType="end"/>
      </w:r>
      <w:r w:rsidRPr="00135C8D">
        <w:t xml:space="preserve"> modified the materials elastic energy using the Faulkner equation (Eq. 3) to give a more accurate estimation </w:t>
      </w:r>
      <w:r w:rsidR="00FC3C2D" w:rsidRPr="00135C8D">
        <w:t xml:space="preserve">compared </w:t>
      </w:r>
      <w:r w:rsidRPr="00135C8D">
        <w:t xml:space="preserve">with other experimental measurement methods. Here, we adopt this modification and briefly reorganize the derivation process. </w:t>
      </w:r>
    </w:p>
    <w:p w14:paraId="1FD8C111" w14:textId="023998A9" w:rsidR="00664F04" w:rsidRPr="00135C8D" w:rsidRDefault="00664F04" w:rsidP="00664F04">
      <w:r w:rsidRPr="00135C8D">
        <w:t xml:space="preserve">The peak broadening </w:t>
      </w:r>
      <w:proofErr w:type="spellStart"/>
      <w:r w:rsidRPr="00135C8D">
        <w:rPr>
          <w:i/>
        </w:rPr>
        <w:t>Δd</w:t>
      </w:r>
      <w:proofErr w:type="spellEnd"/>
      <w:r w:rsidRPr="00135C8D">
        <w:t xml:space="preserve"> of neutron diffraction is related to interplanar </w:t>
      </w:r>
      <w:r w:rsidRPr="00135C8D">
        <w:rPr>
          <w:i/>
        </w:rPr>
        <w:t>d</w:t>
      </w:r>
      <w:r w:rsidRPr="00135C8D">
        <w:t xml:space="preserve"> spacing, grain size </w:t>
      </w:r>
      <w:r w:rsidRPr="00135C8D">
        <w:rPr>
          <w:i/>
        </w:rPr>
        <w:t>t</w:t>
      </w:r>
      <w:r w:rsidRPr="00135C8D">
        <w:t xml:space="preserve"> and elastic strain </w:t>
      </w:r>
      <w:r w:rsidRPr="00135C8D">
        <w:rPr>
          <w:i/>
        </w:rPr>
        <w:t>ε</w:t>
      </w:r>
      <w:r w:rsidRPr="00135C8D">
        <w:t xml:space="preserve"> according to Williamson-Hall equation </w:t>
      </w:r>
      <w:r w:rsidRPr="00135C8D">
        <w:fldChar w:fldCharType="begin"/>
      </w:r>
      <w:r w:rsidR="006E5ED0" w:rsidRPr="00135C8D">
        <w:instrText xml:space="preserve"> ADDIN EN.CITE &lt;EndNote&gt;&lt;Cite&gt;&lt;Author&gt;Williamson&lt;/Author&gt;&lt;Year&gt;1953&lt;/Year&gt;&lt;RecNum&gt;442&lt;/RecNum&gt;&lt;DisplayText&gt;[39]&lt;/DisplayText&gt;&lt;record&gt;&lt;rec-number&gt;442&lt;/rec-number&gt;&lt;foreign-keys&gt;&lt;key app="EN" db-id="szapfewrpepx5fep50iv0ssozvafwxp99rve" timestamp="1469104506"&gt;442&lt;/key&gt;&lt;/foreign-keys&gt;&lt;ref-type name="Journal Article"&gt;17&lt;/ref-type&gt;&lt;contributors&gt;&lt;authors&gt;&lt;author&gt;Williamson, G. K.&lt;/author&gt;&lt;author&gt;Hall, W. H.&lt;/author&gt;&lt;/authors&gt;&lt;/contributors&gt;&lt;titles&gt;&lt;title&gt;X-ray line broadening from filed aluminium and wolfram&lt;/title&gt;&lt;secondary-title&gt;Acta Metall.&lt;/secondary-title&gt;&lt;/titles&gt;&lt;periodical&gt;&lt;full-title&gt;Acta Metall.&lt;/full-title&gt;&lt;/periodical&gt;&lt;pages&gt;22-31&lt;/pages&gt;&lt;volume&gt;1&lt;/volume&gt;&lt;number&gt;1&lt;/number&gt;&lt;dates&gt;&lt;year&gt;1953&lt;/year&gt;&lt;/dates&gt;&lt;work-type&gt;Article&lt;/work-type&gt;&lt;urls&gt;&lt;related-urls&gt;&lt;url&gt;https://www.scopus.com/inward/record.uri?eid=2-s2.0-34547374271&amp;amp;partnerID=40&amp;amp;md5=2be2f887abccc2bd81c7612b1ac16ce8&lt;/url&gt;&lt;/related-urls&gt;&lt;/urls&gt;&lt;remote-database-name&gt;Scopus&lt;/remote-database-name&gt;&lt;/record&gt;&lt;/Cite&gt;&lt;/EndNote&gt;</w:instrText>
      </w:r>
      <w:r w:rsidRPr="00135C8D">
        <w:fldChar w:fldCharType="separate"/>
      </w:r>
      <w:r w:rsidR="006E5ED0" w:rsidRPr="00135C8D">
        <w:rPr>
          <w:noProof/>
        </w:rPr>
        <w:t>[39]</w:t>
      </w:r>
      <w:r w:rsidRPr="00135C8D">
        <w:fldChar w:fldCharType="end"/>
      </w:r>
      <w:r w:rsidRPr="00135C8D">
        <w:t>:</w:t>
      </w:r>
    </w:p>
    <w:p w14:paraId="59735B14" w14:textId="77777777" w:rsidR="00664F04" w:rsidRPr="00135C8D" w:rsidRDefault="00135C8D" w:rsidP="00664F04">
      <m:oMath>
        <m:f>
          <m:fPr>
            <m:ctrlPr>
              <w:rPr>
                <w:rFonts w:ascii="Cambria Math" w:hAnsi="Cambria Math"/>
                <w:i/>
              </w:rPr>
            </m:ctrlPr>
          </m:fPr>
          <m:num>
            <m:r>
              <w:rPr>
                <w:rFonts w:ascii="Cambria Math" w:hAnsi="Cambria Math"/>
              </w:rPr>
              <m:t>∆d</m:t>
            </m:r>
          </m:num>
          <m:den>
            <m:r>
              <w:rPr>
                <w:rFonts w:ascii="Cambria Math" w:hAnsi="Cambria Math"/>
              </w:rPr>
              <m:t>d</m:t>
            </m:r>
          </m:den>
        </m:f>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t</m:t>
            </m:r>
          </m:den>
        </m:f>
        <m:r>
          <w:rPr>
            <w:rFonts w:ascii="Cambria Math" w:hAnsi="Cambria Math"/>
          </w:rPr>
          <m:t>+ε</m:t>
        </m:r>
      </m:oMath>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t>(1)</w:t>
      </w:r>
    </w:p>
    <w:p w14:paraId="3979E70E" w14:textId="48B35225" w:rsidR="00664F04" w:rsidRPr="00135C8D" w:rsidRDefault="00664F04" w:rsidP="00664F04">
      <w:r w:rsidRPr="00135C8D">
        <w:lastRenderedPageBreak/>
        <w:t xml:space="preserve">The peak broadening is usually determined by the increase of full width at half maximum (FWHM). In Eq. (1), the grain size term </w:t>
      </w:r>
      <w:r w:rsidRPr="00135C8D">
        <w:rPr>
          <w:i/>
        </w:rPr>
        <w:t>d/t</w:t>
      </w:r>
      <w:r w:rsidRPr="00135C8D">
        <w:t xml:space="preserve"> contributes an approximately 10</w:t>
      </w:r>
      <w:r w:rsidRPr="00135C8D">
        <w:rPr>
          <w:vertAlign w:val="superscript"/>
        </w:rPr>
        <w:t>-5</w:t>
      </w:r>
      <w:r w:rsidRPr="00135C8D">
        <w:t xml:space="preserve"> for the overall peak broadening ratio </w:t>
      </w:r>
      <w:proofErr w:type="spellStart"/>
      <w:r w:rsidRPr="00135C8D">
        <w:rPr>
          <w:i/>
        </w:rPr>
        <w:t>Δd</w:t>
      </w:r>
      <w:proofErr w:type="spellEnd"/>
      <w:r w:rsidRPr="00135C8D">
        <w:rPr>
          <w:i/>
        </w:rPr>
        <w:t>/d</w:t>
      </w:r>
      <w:r w:rsidRPr="00135C8D">
        <w:t xml:space="preserve"> with an average </w:t>
      </w:r>
      <w:r w:rsidR="009F4AB2" w:rsidRPr="00135C8D">
        <w:t xml:space="preserve">grain </w:t>
      </w:r>
      <w:r w:rsidRPr="00135C8D">
        <w:t>size of tens of micron</w:t>
      </w:r>
      <w:r w:rsidR="009F4AB2" w:rsidRPr="00135C8D">
        <w:t>s</w:t>
      </w:r>
      <w:r w:rsidRPr="00135C8D">
        <w:t xml:space="preserve"> in SDSS</w:t>
      </w:r>
      <w:r w:rsidR="00AA6946" w:rsidRPr="00135C8D">
        <w:t xml:space="preserve"> as shown in Fig. 2</w:t>
      </w:r>
      <w:r w:rsidRPr="00135C8D">
        <w:t xml:space="preserve">. By comparison, the overall peak broadening ratio </w:t>
      </w:r>
      <w:proofErr w:type="spellStart"/>
      <w:r w:rsidRPr="00135C8D">
        <w:rPr>
          <w:i/>
        </w:rPr>
        <w:t>Δd</w:t>
      </w:r>
      <w:proofErr w:type="spellEnd"/>
      <w:r w:rsidRPr="00135C8D">
        <w:rPr>
          <w:i/>
        </w:rPr>
        <w:t>/d</w:t>
      </w:r>
      <w:r w:rsidRPr="00135C8D">
        <w:t xml:space="preserve"> is in the order of 10</w:t>
      </w:r>
      <w:r w:rsidRPr="00135C8D">
        <w:rPr>
          <w:vertAlign w:val="superscript"/>
        </w:rPr>
        <w:t>-3</w:t>
      </w:r>
      <w:r w:rsidRPr="00135C8D">
        <w:t xml:space="preserve">, which is much larger than the grain size term </w:t>
      </w:r>
      <w:r w:rsidRPr="00135C8D">
        <w:rPr>
          <w:i/>
        </w:rPr>
        <w:t>d/t</w:t>
      </w:r>
      <w:r w:rsidRPr="00135C8D">
        <w:t xml:space="preserve"> contribution. Therefore, the overall peak broadening </w:t>
      </w:r>
      <w:proofErr w:type="spellStart"/>
      <w:r w:rsidRPr="00135C8D">
        <w:rPr>
          <w:i/>
        </w:rPr>
        <w:t>Δd</w:t>
      </w:r>
      <w:proofErr w:type="spellEnd"/>
      <w:r w:rsidRPr="00135C8D">
        <w:rPr>
          <w:i/>
        </w:rPr>
        <w:t>/d</w:t>
      </w:r>
      <w:r w:rsidRPr="00135C8D">
        <w:t xml:space="preserve"> can be </w:t>
      </w:r>
      <w:r w:rsidR="009F4AB2" w:rsidRPr="00135C8D">
        <w:t>approximated by</w:t>
      </w:r>
      <w:r w:rsidRPr="00135C8D">
        <w:t xml:space="preserve"> the elastic strain term </w:t>
      </w:r>
      <w:r w:rsidRPr="00135C8D">
        <w:rPr>
          <w:i/>
        </w:rPr>
        <w:t>ε</w:t>
      </w:r>
      <w:r w:rsidRPr="00135C8D">
        <w:t>:</w:t>
      </w:r>
    </w:p>
    <w:p w14:paraId="14A1E74B" w14:textId="77777777" w:rsidR="00664F04" w:rsidRPr="00135C8D" w:rsidRDefault="00135C8D" w:rsidP="00664F04">
      <m:oMath>
        <m:f>
          <m:fPr>
            <m:ctrlPr>
              <w:rPr>
                <w:rFonts w:ascii="Cambria Math" w:hAnsi="Cambria Math"/>
                <w:i/>
              </w:rPr>
            </m:ctrlPr>
          </m:fPr>
          <m:num>
            <m:r>
              <w:rPr>
                <w:rFonts w:ascii="Cambria Math" w:hAnsi="Cambria Math"/>
              </w:rPr>
              <m:t>∆d</m:t>
            </m:r>
          </m:num>
          <m:den>
            <m:r>
              <w:rPr>
                <w:rFonts w:ascii="Cambria Math" w:hAnsi="Cambria Math"/>
              </w:rPr>
              <m:t>d</m:t>
            </m:r>
          </m:den>
        </m:f>
        <m:r>
          <w:rPr>
            <w:rFonts w:ascii="Cambria Math" w:hAnsi="Cambria Math"/>
          </w:rPr>
          <m:t>=ε</m:t>
        </m:r>
      </m:oMath>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t>(2)</w:t>
      </w:r>
    </w:p>
    <w:p w14:paraId="2232EE9B" w14:textId="4F4012B2" w:rsidR="00664F04" w:rsidRPr="00135C8D" w:rsidRDefault="00664F04" w:rsidP="00664F04">
      <w:r w:rsidRPr="00135C8D">
        <w:t xml:space="preserve">The total elastic energy </w:t>
      </w:r>
      <w:r w:rsidRPr="00135C8D">
        <w:rPr>
          <w:i/>
        </w:rPr>
        <w:t>U</w:t>
      </w:r>
      <w:r w:rsidRPr="00135C8D">
        <w:t xml:space="preserve"> stored in the material can be calculated </w:t>
      </w:r>
      <w:bookmarkStart w:id="14" w:name="OLE_LINK11"/>
      <w:bookmarkStart w:id="15" w:name="OLE_LINK12"/>
      <w:r w:rsidRPr="00135C8D">
        <w:t xml:space="preserve">using the Faulkner equation </w:t>
      </w:r>
      <w:bookmarkEnd w:id="14"/>
      <w:bookmarkEnd w:id="15"/>
      <w:r w:rsidRPr="00135C8D">
        <w:fldChar w:fldCharType="begin"/>
      </w:r>
      <w:r w:rsidR="006E5ED0" w:rsidRPr="00135C8D">
        <w:instrText xml:space="preserve"> ADDIN EN.CITE &lt;EndNote&gt;&lt;Cite&gt;&lt;Author&gt;Faulkner&lt;/Author&gt;&lt;Year&gt;1960&lt;/Year&gt;&lt;RecNum&gt;453&lt;/RecNum&gt;&lt;DisplayText&gt;[40]&lt;/DisplayText&gt;&lt;record&gt;&lt;rec-number&gt;453&lt;/rec-number&gt;&lt;foreign-keys&gt;&lt;key app="EN" db-id="szapfewrpepx5fep50iv0ssozvafwxp99rve" timestamp="1470053559"&gt;453&lt;/key&gt;&lt;/foreign-keys&gt;&lt;ref-type name="Journal Article"&gt;17&lt;/ref-type&gt;&lt;contributors&gt;&lt;authors&gt;&lt;author&gt;Faulkner, E. A.&lt;/author&gt;&lt;/authors&gt;&lt;/contributors&gt;&lt;titles&gt;&lt;title&gt;Calculation of stored energy from broadening of X-ray diffraction lines&lt;/title&gt;&lt;secondary-title&gt;Philos. Mag.&lt;/secondary-title&gt;&lt;/titles&gt;&lt;periodical&gt;&lt;full-title&gt;Philos. Mag.&lt;/full-title&gt;&lt;/periodical&gt;&lt;pages&gt;519-521&lt;/pages&gt;&lt;volume&gt;5&lt;/volume&gt;&lt;number&gt;53&lt;/number&gt;&lt;dates&gt;&lt;year&gt;1960&lt;/year&gt;&lt;pub-dates&gt;&lt;date&gt;1960/05/01&lt;/date&gt;&lt;/pub-dates&gt;&lt;/dates&gt;&lt;publisher&gt;Taylor &amp;amp; Francis&lt;/publisher&gt;&lt;isbn&gt;0031-8086&lt;/isbn&gt;&lt;urls&gt;&lt;related-urls&gt;&lt;url&gt;http://dx.doi.org/10.1080/14786436008238302&lt;/url&gt;&lt;/related-urls&gt;&lt;/urls&gt;&lt;electronic-resource-num&gt;10.1080/14786436008238302&lt;/electronic-resource-num&gt;&lt;/record&gt;&lt;/Cite&gt;&lt;/EndNote&gt;</w:instrText>
      </w:r>
      <w:r w:rsidRPr="00135C8D">
        <w:fldChar w:fldCharType="separate"/>
      </w:r>
      <w:r w:rsidR="006E5ED0" w:rsidRPr="00135C8D">
        <w:rPr>
          <w:noProof/>
        </w:rPr>
        <w:t>[40]</w:t>
      </w:r>
      <w:r w:rsidRPr="00135C8D">
        <w:fldChar w:fldCharType="end"/>
      </w:r>
      <w:r w:rsidRPr="00135C8D">
        <w:t>:</w:t>
      </w:r>
    </w:p>
    <w:p w14:paraId="16F8794B" w14:textId="77777777" w:rsidR="00664F04" w:rsidRPr="00135C8D" w:rsidRDefault="00664F04" w:rsidP="00664F04">
      <m:oMath>
        <m:r>
          <w:rPr>
            <w:rFonts w:ascii="Cambria Math" w:hAnsi="Cambria Math"/>
          </w:rPr>
          <m:t>U=</m:t>
        </m:r>
        <m:f>
          <m:fPr>
            <m:ctrlPr>
              <w:rPr>
                <w:rFonts w:ascii="Cambria Math" w:hAnsi="Cambria Math"/>
                <w:i/>
              </w:rPr>
            </m:ctrlPr>
          </m:fPr>
          <m:num>
            <m:r>
              <w:rPr>
                <w:rFonts w:ascii="Cambria Math" w:hAnsi="Cambria Math"/>
              </w:rPr>
              <m:t>15</m:t>
            </m:r>
          </m:num>
          <m:den>
            <m:r>
              <w:rPr>
                <w:rFonts w:ascii="Cambria Math" w:hAnsi="Cambria Math"/>
              </w:rPr>
              <m:t>4</m:t>
            </m:r>
          </m:den>
        </m:f>
        <m:f>
          <m:fPr>
            <m:ctrlPr>
              <w:rPr>
                <w:rFonts w:ascii="Cambria Math" w:hAnsi="Cambria Math"/>
                <w:i/>
              </w:rPr>
            </m:ctrlPr>
          </m:fPr>
          <m:num>
            <m:r>
              <w:rPr>
                <w:rFonts w:ascii="Cambria Math" w:hAnsi="Cambria Math"/>
              </w:rPr>
              <m:t>E</m:t>
            </m:r>
          </m:num>
          <m:den>
            <m:r>
              <w:rPr>
                <w:rFonts w:ascii="Cambria Math" w:hAnsi="Cambria Math"/>
              </w:rPr>
              <m:t>(1+v)</m:t>
            </m:r>
          </m:den>
        </m:f>
        <m:sSup>
          <m:sSupPr>
            <m:ctrlPr>
              <w:rPr>
                <w:rFonts w:ascii="Cambria Math" w:hAnsi="Cambria Math"/>
                <w:i/>
              </w:rPr>
            </m:ctrlPr>
          </m:sSupPr>
          <m:e>
            <m:r>
              <w:rPr>
                <w:rFonts w:ascii="Cambria Math" w:hAnsi="Cambria Math"/>
              </w:rPr>
              <m:t>ε</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15</m:t>
            </m:r>
          </m:num>
          <m:den>
            <m:r>
              <w:rPr>
                <w:rFonts w:ascii="Cambria Math" w:hAnsi="Cambria Math"/>
              </w:rPr>
              <m:t>4</m:t>
            </m:r>
          </m:den>
        </m:f>
        <m:f>
          <m:fPr>
            <m:ctrlPr>
              <w:rPr>
                <w:rFonts w:ascii="Cambria Math" w:hAnsi="Cambria Math"/>
                <w:i/>
              </w:rPr>
            </m:ctrlPr>
          </m:fPr>
          <m:num>
            <m:r>
              <w:rPr>
                <w:rFonts w:ascii="Cambria Math" w:hAnsi="Cambria Math"/>
              </w:rPr>
              <m:t>E</m:t>
            </m:r>
          </m:num>
          <m:den>
            <m:r>
              <w:rPr>
                <w:rFonts w:ascii="Cambria Math" w:hAnsi="Cambria Math"/>
              </w:rPr>
              <m:t>(1+v)</m:t>
            </m:r>
          </m:den>
        </m:f>
        <m:sSup>
          <m:sSupPr>
            <m:ctrlPr>
              <w:rPr>
                <w:rFonts w:ascii="Cambria Math" w:hAnsi="Cambria Math"/>
                <w:i/>
              </w:rPr>
            </m:ctrlPr>
          </m:sSupPr>
          <m:e>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d</m:t>
                </m:r>
              </m:den>
            </m:f>
            <m:r>
              <w:rPr>
                <w:rFonts w:ascii="Cambria Math" w:hAnsi="Cambria Math"/>
              </w:rPr>
              <m:t>)</m:t>
            </m:r>
          </m:e>
          <m:sup>
            <m:r>
              <w:rPr>
                <w:rFonts w:ascii="Cambria Math" w:hAnsi="Cambria Math"/>
              </w:rPr>
              <m:t>2</m:t>
            </m:r>
          </m:sup>
        </m:sSup>
      </m:oMath>
      <w:r w:rsidRPr="00135C8D">
        <w:tab/>
      </w:r>
      <w:r w:rsidRPr="00135C8D">
        <w:tab/>
      </w:r>
      <w:r w:rsidRPr="00135C8D">
        <w:tab/>
      </w:r>
      <w:r w:rsidRPr="00135C8D">
        <w:tab/>
      </w:r>
      <w:r w:rsidRPr="00135C8D">
        <w:tab/>
      </w:r>
      <w:r w:rsidRPr="00135C8D">
        <w:tab/>
      </w:r>
      <w:r w:rsidRPr="00135C8D">
        <w:tab/>
      </w:r>
      <w:r w:rsidRPr="00135C8D">
        <w:tab/>
        <w:t>(3)</w:t>
      </w:r>
    </w:p>
    <w:p w14:paraId="5551E293" w14:textId="2A446CB1" w:rsidR="00664F04" w:rsidRPr="00135C8D" w:rsidRDefault="009F4AB2" w:rsidP="00664F04">
      <w:proofErr w:type="gramStart"/>
      <w:r w:rsidRPr="00135C8D">
        <w:t>where</w:t>
      </w:r>
      <w:proofErr w:type="gramEnd"/>
      <w:r w:rsidRPr="00135C8D">
        <w:t xml:space="preserve"> </w:t>
      </w:r>
      <w:r w:rsidR="00664F04" w:rsidRPr="00135C8D">
        <w:rPr>
          <w:i/>
        </w:rPr>
        <w:t>E</w:t>
      </w:r>
      <w:r w:rsidR="00664F04" w:rsidRPr="00135C8D">
        <w:t xml:space="preserve"> is the Young’s modulus and </w:t>
      </w:r>
      <w:r w:rsidR="00664F04" w:rsidRPr="00135C8D">
        <w:rPr>
          <w:i/>
        </w:rPr>
        <w:t>v</w:t>
      </w:r>
      <w:r w:rsidR="00664F04" w:rsidRPr="00135C8D">
        <w:t xml:space="preserve"> is Poisson’s ratio. The elastic energy per unit length of dislocation (</w:t>
      </w:r>
      <w:r w:rsidR="00664F04" w:rsidRPr="00135C8D">
        <w:rPr>
          <w:i/>
        </w:rPr>
        <w:t>u</w:t>
      </w:r>
      <w:r w:rsidR="00664F04" w:rsidRPr="00135C8D">
        <w:t xml:space="preserve">) can be estimated using the following equation for both edge and screw dislocations </w:t>
      </w:r>
      <w:r w:rsidR="00664F04" w:rsidRPr="00135C8D">
        <w:fldChar w:fldCharType="begin"/>
      </w:r>
      <w:r w:rsidR="006E5ED0" w:rsidRPr="00135C8D">
        <w:instrText xml:space="preserve"> ADDIN EN.CITE &lt;EndNote&gt;&lt;Cite&gt;&lt;Author&gt;Dieter&lt;/Author&gt;&lt;Year&gt;1986&lt;/Year&gt;&lt;RecNum&gt;457&lt;/RecNum&gt;&lt;DisplayText&gt;[41]&lt;/DisplayText&gt;&lt;record&gt;&lt;rec-number&gt;457&lt;/rec-number&gt;&lt;foreign-keys&gt;&lt;key app="EN" db-id="szapfewrpepx5fep50iv0ssozvafwxp99rve" timestamp="1470225388"&gt;457&lt;/key&gt;&lt;/foreign-keys&gt;&lt;ref-type name="Book"&gt;6&lt;/ref-type&gt;&lt;contributors&gt;&lt;authors&gt;&lt;author&gt;Dieter, George Ellwood&lt;/author&gt;&lt;author&gt;Bacon, David J&lt;/author&gt;&lt;/authors&gt;&lt;/contributors&gt;&lt;titles&gt;&lt;title&gt;Mechanical metallurgy&lt;/title&gt;&lt;/titles&gt;&lt;volume&gt;3&lt;/volume&gt;&lt;dates&gt;&lt;year&gt;1986&lt;/year&gt;&lt;/dates&gt;&lt;publisher&gt;McGraw-Hill New York&lt;/publisher&gt;&lt;urls&gt;&lt;/urls&gt;&lt;/record&gt;&lt;/Cite&gt;&lt;/EndNote&gt;</w:instrText>
      </w:r>
      <w:r w:rsidR="00664F04" w:rsidRPr="00135C8D">
        <w:fldChar w:fldCharType="separate"/>
      </w:r>
      <w:r w:rsidR="006E5ED0" w:rsidRPr="00135C8D">
        <w:rPr>
          <w:noProof/>
        </w:rPr>
        <w:t>[41]</w:t>
      </w:r>
      <w:r w:rsidR="00664F04" w:rsidRPr="00135C8D">
        <w:fldChar w:fldCharType="end"/>
      </w:r>
      <w:r w:rsidR="00664F04" w:rsidRPr="00135C8D">
        <w:t>:</w:t>
      </w:r>
    </w:p>
    <w:p w14:paraId="416E0150" w14:textId="77777777" w:rsidR="00664F04" w:rsidRPr="00135C8D" w:rsidRDefault="00664F04" w:rsidP="00664F04">
      <m:oMath>
        <m:r>
          <w:rPr>
            <w:rFonts w:ascii="Cambria Math" w:hAnsi="Cambria Math"/>
          </w:rPr>
          <m:t>u=</m:t>
        </m:r>
        <m:f>
          <m:fPr>
            <m:ctrlPr>
              <w:rPr>
                <w:rFonts w:ascii="Cambria Math" w:hAnsi="Cambria Math"/>
                <w:i/>
              </w:rPr>
            </m:ctrlPr>
          </m:fPr>
          <m:num>
            <m:r>
              <w:rPr>
                <w:rFonts w:ascii="Cambria Math" w:hAnsi="Cambria Math"/>
              </w:rPr>
              <m:t>G</m:t>
            </m:r>
            <m:sSup>
              <m:sSupPr>
                <m:ctrlPr>
                  <w:rPr>
                    <w:rFonts w:ascii="Cambria Math" w:hAnsi="Cambria Math"/>
                    <w:i/>
                  </w:rPr>
                </m:ctrlPr>
              </m:sSupPr>
              <m:e>
                <m:r>
                  <w:rPr>
                    <w:rFonts w:ascii="Cambria Math" w:hAnsi="Cambria Math"/>
                  </w:rPr>
                  <m:t>b</m:t>
                </m:r>
              </m:e>
              <m:sup>
                <m:r>
                  <w:rPr>
                    <w:rFonts w:ascii="Cambria Math" w:hAnsi="Cambria Math"/>
                  </w:rPr>
                  <m:t>2</m:t>
                </m:r>
              </m:sup>
            </m:sSup>
          </m:num>
          <m:den>
            <m:r>
              <w:rPr>
                <w:rFonts w:ascii="Cambria Math" w:hAnsi="Cambria Math"/>
              </w:rPr>
              <m:t>4π</m:t>
            </m:r>
          </m:den>
        </m:f>
        <m:r>
          <w:rPr>
            <w:rFonts w:ascii="Cambria Math" w:hAnsi="Cambria Math"/>
          </w:rPr>
          <m:t>ln</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1</m:t>
                </m:r>
              </m:sub>
            </m:sSub>
          </m:num>
          <m:den>
            <m:r>
              <w:rPr>
                <w:rFonts w:ascii="Cambria Math" w:hAnsi="Cambria Math"/>
              </w:rPr>
              <m:t>b</m:t>
            </m:r>
          </m:den>
        </m:f>
      </m:oMath>
      <w:r w:rsidRPr="00135C8D">
        <w:tab/>
      </w:r>
      <w:r w:rsidRPr="00135C8D">
        <w:tab/>
      </w:r>
      <w:r w:rsidRPr="00135C8D">
        <w:tab/>
      </w:r>
      <w:r w:rsidRPr="00135C8D">
        <w:tab/>
      </w:r>
      <w:r w:rsidRPr="00135C8D">
        <w:tab/>
      </w:r>
      <w:r w:rsidRPr="00135C8D">
        <w:tab/>
      </w:r>
      <w:r w:rsidRPr="00135C8D">
        <w:tab/>
      </w:r>
      <w:r w:rsidRPr="00135C8D">
        <w:tab/>
      </w:r>
      <w:r w:rsidRPr="00135C8D">
        <w:tab/>
      </w:r>
      <w:r w:rsidRPr="00135C8D">
        <w:tab/>
      </w:r>
      <w:r w:rsidRPr="00135C8D">
        <w:tab/>
        <w:t>(4)</w:t>
      </w:r>
    </w:p>
    <w:p w14:paraId="343520B9" w14:textId="7AC1542B" w:rsidR="00664F04" w:rsidRPr="00135C8D" w:rsidRDefault="009F4AB2" w:rsidP="00664F04">
      <w:proofErr w:type="gramStart"/>
      <w:r w:rsidRPr="00135C8D">
        <w:t>where</w:t>
      </w:r>
      <w:proofErr w:type="gramEnd"/>
      <w:r w:rsidRPr="00135C8D">
        <w:t xml:space="preserve"> </w:t>
      </w:r>
      <w:r w:rsidR="00664F04" w:rsidRPr="00135C8D">
        <w:rPr>
          <w:i/>
        </w:rPr>
        <w:t>G</w:t>
      </w:r>
      <w:r w:rsidR="00664F04" w:rsidRPr="00135C8D">
        <w:t xml:space="preserve"> is shear modulus, </w:t>
      </w:r>
      <w:bookmarkStart w:id="16" w:name="OLE_LINK7"/>
      <w:bookmarkStart w:id="17" w:name="OLE_LINK8"/>
      <m:oMath>
        <m:sSub>
          <m:sSubPr>
            <m:ctrlPr>
              <w:rPr>
                <w:rFonts w:ascii="Cambria Math" w:hAnsi="Cambria Math"/>
                <w:i/>
              </w:rPr>
            </m:ctrlPr>
          </m:sSubPr>
          <m:e>
            <m:r>
              <w:rPr>
                <w:rFonts w:ascii="Cambria Math" w:hAnsi="Cambria Math"/>
              </w:rPr>
              <m:t xml:space="preserve"> r</m:t>
            </m:r>
          </m:e>
          <m:sub>
            <m:r>
              <w:rPr>
                <w:rFonts w:ascii="Cambria Math" w:hAnsi="Cambria Math"/>
              </w:rPr>
              <m:t>1</m:t>
            </m:r>
          </m:sub>
        </m:sSub>
      </m:oMath>
      <w:bookmarkEnd w:id="16"/>
      <w:bookmarkEnd w:id="17"/>
      <w:r w:rsidR="00664F04" w:rsidRPr="00135C8D">
        <w:t xml:space="preserve"> is the effective elastic field radius at a dislocation core and </w:t>
      </w:r>
      <w:r w:rsidR="00664F04" w:rsidRPr="00135C8D">
        <w:rPr>
          <w:i/>
        </w:rPr>
        <w:t>b</w:t>
      </w:r>
      <w:r w:rsidR="00664F04" w:rsidRPr="00135C8D">
        <w:t xml:space="preserve"> is the burger’s vector. We assume </w:t>
      </w:r>
      <m:oMath>
        <m:sSub>
          <m:sSubPr>
            <m:ctrlPr>
              <w:rPr>
                <w:rFonts w:ascii="Cambria Math" w:hAnsi="Cambria Math"/>
                <w:i/>
              </w:rPr>
            </m:ctrlPr>
          </m:sSubPr>
          <m:e>
            <m:r>
              <w:rPr>
                <w:rFonts w:ascii="Cambria Math" w:hAnsi="Cambria Math"/>
              </w:rPr>
              <m:t xml:space="preserve"> r</m:t>
            </m:r>
          </m:e>
          <m:sub>
            <m:r>
              <w:rPr>
                <w:rFonts w:ascii="Cambria Math" w:hAnsi="Cambria Math"/>
              </w:rPr>
              <m:t>1</m:t>
            </m:r>
          </m:sub>
        </m:sSub>
      </m:oMath>
      <w:r w:rsidR="00664F04" w:rsidRPr="00135C8D">
        <w:t xml:space="preserve">=100 nm, </w:t>
      </w:r>
      <w:bookmarkStart w:id="18" w:name="OLE_LINK1"/>
      <w:bookmarkStart w:id="19" w:name="OLE_LINK2"/>
      <w:r w:rsidR="00664F04" w:rsidRPr="00135C8D">
        <w:rPr>
          <w:i/>
        </w:rPr>
        <w:t>b</w:t>
      </w:r>
      <w:r w:rsidR="00664F04" w:rsidRPr="00135C8D">
        <w:t xml:space="preserve">=0.248 nm </w:t>
      </w:r>
      <w:bookmarkEnd w:id="18"/>
      <w:bookmarkEnd w:id="19"/>
      <w:r w:rsidR="00664F04" w:rsidRPr="00135C8D">
        <w:t xml:space="preserve">for ferrite and </w:t>
      </w:r>
      <w:r w:rsidR="00664F04" w:rsidRPr="00135C8D">
        <w:rPr>
          <w:i/>
        </w:rPr>
        <w:t>b</w:t>
      </w:r>
      <w:r w:rsidR="00664F04" w:rsidRPr="00135C8D">
        <w:t>=0.254 nm for austenite. As the value</w:t>
      </w:r>
      <m:oMath>
        <m:r>
          <w:rPr>
            <w:rFonts w:ascii="Cambria Math" w:hAnsi="Cambria Math"/>
          </w:rPr>
          <m:t xml:space="preserve"> ln</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1</m:t>
                </m:r>
              </m:sub>
            </m:sSub>
          </m:num>
          <m:den>
            <m:r>
              <w:rPr>
                <w:rFonts w:ascii="Cambria Math" w:hAnsi="Cambria Math"/>
              </w:rPr>
              <m:t>b</m:t>
            </m:r>
          </m:den>
        </m:f>
        <m:r>
          <w:rPr>
            <w:rFonts w:ascii="Cambria Math" w:hAnsi="Cambria Math"/>
          </w:rPr>
          <m:t>≈2π</m:t>
        </m:r>
      </m:oMath>
      <w:r w:rsidR="00664F04" w:rsidRPr="00135C8D">
        <w:t>, the dislocation density can be derived from the Eq. (3) and (4), giving Eq. (5):</w:t>
      </w:r>
    </w:p>
    <w:p w14:paraId="753517B2" w14:textId="77777777" w:rsidR="00664F04" w:rsidRPr="00135C8D" w:rsidRDefault="00664F04" w:rsidP="00664F04">
      <m:oMath>
        <m:r>
          <w:rPr>
            <w:rFonts w:ascii="Cambria Math" w:hAnsi="Cambria Math"/>
          </w:rPr>
          <m:t>ρ=</m:t>
        </m:r>
        <m:f>
          <m:fPr>
            <m:ctrlPr>
              <w:rPr>
                <w:rFonts w:ascii="Cambria Math" w:hAnsi="Cambria Math"/>
                <w:i/>
              </w:rPr>
            </m:ctrlPr>
          </m:fPr>
          <m:num>
            <m:r>
              <w:rPr>
                <w:rFonts w:ascii="Cambria Math" w:hAnsi="Cambria Math"/>
              </w:rPr>
              <m:t>U</m:t>
            </m:r>
          </m:num>
          <m:den>
            <m:r>
              <w:rPr>
                <w:rFonts w:ascii="Cambria Math" w:hAnsi="Cambria Math"/>
              </w:rPr>
              <m:t>u</m:t>
            </m:r>
          </m:den>
        </m:f>
        <m:r>
          <w:rPr>
            <w:rFonts w:ascii="Cambria Math" w:hAnsi="Cambria Math"/>
          </w:rPr>
          <m:t>=</m:t>
        </m:r>
        <m:f>
          <m:fPr>
            <m:ctrlPr>
              <w:rPr>
                <w:rFonts w:ascii="Cambria Math" w:hAnsi="Cambria Math"/>
                <w:i/>
              </w:rPr>
            </m:ctrlPr>
          </m:fPr>
          <m:num>
            <m:r>
              <w:rPr>
                <w:rFonts w:ascii="Cambria Math" w:hAnsi="Cambria Math"/>
              </w:rPr>
              <m:t>15E</m:t>
            </m:r>
          </m:num>
          <m:den>
            <m:r>
              <w:rPr>
                <w:rFonts w:ascii="Cambria Math" w:hAnsi="Cambria Math"/>
              </w:rPr>
              <m:t>2G</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(1+v)</m:t>
            </m:r>
          </m:den>
        </m:f>
        <m:sSup>
          <m:sSupPr>
            <m:ctrlPr>
              <w:rPr>
                <w:rFonts w:ascii="Cambria Math" w:hAnsi="Cambria Math"/>
                <w:i/>
              </w:rPr>
            </m:ctrlPr>
          </m:sSupPr>
          <m:e>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d</m:t>
                </m:r>
              </m:den>
            </m:f>
            <m:r>
              <w:rPr>
                <w:rFonts w:ascii="Cambria Math" w:hAnsi="Cambria Math"/>
              </w:rPr>
              <m:t>)</m:t>
            </m:r>
          </m:e>
          <m:sup>
            <m:r>
              <w:rPr>
                <w:rFonts w:ascii="Cambria Math" w:hAnsi="Cambria Math"/>
              </w:rPr>
              <m:t>2</m:t>
            </m:r>
          </m:sup>
        </m:sSup>
      </m:oMath>
      <w:r w:rsidRPr="00135C8D">
        <w:tab/>
      </w:r>
      <w:r w:rsidRPr="00135C8D">
        <w:tab/>
      </w:r>
      <w:r w:rsidRPr="00135C8D">
        <w:tab/>
      </w:r>
      <w:r w:rsidRPr="00135C8D">
        <w:tab/>
      </w:r>
      <w:r w:rsidRPr="00135C8D">
        <w:tab/>
      </w:r>
      <w:r w:rsidRPr="00135C8D">
        <w:tab/>
      </w:r>
      <w:r w:rsidRPr="00135C8D">
        <w:tab/>
      </w:r>
      <w:r w:rsidRPr="00135C8D">
        <w:tab/>
      </w:r>
      <w:r w:rsidRPr="00135C8D">
        <w:tab/>
        <w:t>(5)</w:t>
      </w:r>
    </w:p>
    <w:p w14:paraId="10DAF43D" w14:textId="1C1979AE" w:rsidR="00664F04" w:rsidRDefault="00664F04" w:rsidP="00664F04">
      <w:r w:rsidRPr="00135C8D">
        <w:t xml:space="preserve">Typical values of E/G=2.5 (G=200 </w:t>
      </w:r>
      <w:proofErr w:type="gramStart"/>
      <w:r w:rsidRPr="00135C8D">
        <w:t>GPa</w:t>
      </w:r>
      <w:proofErr w:type="gramEnd"/>
      <w:r w:rsidRPr="00135C8D">
        <w:t xml:space="preserve">, E=80 GPa) and </w:t>
      </w:r>
      <w:r w:rsidR="009F4AB2" w:rsidRPr="00135C8D">
        <w:rPr>
          <w:i/>
        </w:rPr>
        <w:t>v</w:t>
      </w:r>
      <w:r w:rsidRPr="00135C8D">
        <w:t xml:space="preserve">=0.3 are used for both austenite and ferrite. To determine </w:t>
      </w:r>
      <w:r w:rsidR="009F4AB2" w:rsidRPr="00135C8D">
        <w:t xml:space="preserve">the </w:t>
      </w:r>
      <w:r w:rsidRPr="00135C8D">
        <w:t xml:space="preserve">peak broadening </w:t>
      </w:r>
      <w:proofErr w:type="spellStart"/>
      <w:r w:rsidRPr="00135C8D">
        <w:rPr>
          <w:i/>
        </w:rPr>
        <w:t>Δd</w:t>
      </w:r>
      <w:proofErr w:type="spellEnd"/>
      <w:r w:rsidRPr="00135C8D">
        <w:t xml:space="preserve"> value, the standard peak width reference was </w:t>
      </w:r>
      <w:r w:rsidRPr="00135C8D">
        <w:lastRenderedPageBreak/>
        <w:t>obtained from the hydrogen free unstrained sample. An intrinsic 10</w:t>
      </w:r>
      <w:r w:rsidRPr="00135C8D">
        <w:rPr>
          <w:vertAlign w:val="superscript"/>
        </w:rPr>
        <w:t>12</w:t>
      </w:r>
      <w:r w:rsidRPr="00135C8D">
        <w:t xml:space="preserve"> m</w:t>
      </w:r>
      <w:r w:rsidRPr="00135C8D">
        <w:rPr>
          <w:vertAlign w:val="superscript"/>
        </w:rPr>
        <w:t xml:space="preserve">-2 </w:t>
      </w:r>
      <w:r w:rsidRPr="00135C8D">
        <w:t xml:space="preserve">dislocation density was assumed for </w:t>
      </w:r>
      <w:r w:rsidR="009F4AB2" w:rsidRPr="00135C8D">
        <w:t xml:space="preserve">the </w:t>
      </w:r>
      <w:r w:rsidRPr="00135C8D">
        <w:t xml:space="preserve">standard peak width. </w:t>
      </w:r>
    </w:p>
    <w:p w14:paraId="4A9306FE" w14:textId="77777777" w:rsidR="00135C8D" w:rsidRDefault="00135C8D" w:rsidP="00135C8D">
      <w:pPr>
        <w:keepNext/>
        <w:jc w:val="center"/>
      </w:pPr>
      <w:r>
        <w:rPr>
          <w:noProof/>
        </w:rPr>
        <w:lastRenderedPageBreak/>
        <w:drawing>
          <wp:inline distT="0" distB="0" distL="0" distR="0" wp14:anchorId="1EBC7B9D" wp14:editId="3FDEFD11">
            <wp:extent cx="5400000" cy="75917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00" cy="7591765"/>
                    </a:xfrm>
                    <a:prstGeom prst="rect">
                      <a:avLst/>
                    </a:prstGeom>
                    <a:noFill/>
                  </pic:spPr>
                </pic:pic>
              </a:graphicData>
            </a:graphic>
          </wp:inline>
        </w:drawing>
      </w:r>
    </w:p>
    <w:p w14:paraId="05801BF0" w14:textId="77777777" w:rsidR="00135C8D" w:rsidRDefault="00135C8D" w:rsidP="00135C8D">
      <w:pPr>
        <w:pStyle w:val="Caption"/>
      </w:pPr>
      <w:r>
        <w:t xml:space="preserve">Figure </w:t>
      </w:r>
      <w:r>
        <w:fldChar w:fldCharType="begin"/>
      </w:r>
      <w:r>
        <w:instrText xml:space="preserve"> SEQ Figure \* ARABIC </w:instrText>
      </w:r>
      <w:r>
        <w:fldChar w:fldCharType="separate"/>
      </w:r>
      <w:r>
        <w:rPr>
          <w:noProof/>
        </w:rPr>
        <w:t>2</w:t>
      </w:r>
      <w:r>
        <w:rPr>
          <w:noProof/>
        </w:rPr>
        <w:fldChar w:fldCharType="end"/>
      </w:r>
      <w:r>
        <w:t xml:space="preserve"> Neutron diffraction spectrum patterns of </w:t>
      </w:r>
      <w:r>
        <w:rPr>
          <w:noProof/>
        </w:rPr>
        <w:t xml:space="preserve">(a)lattice plane normal to sample longitude direction, signal collected from Bank 1; (b)lattice plane along sample longitude </w:t>
      </w:r>
      <w:r w:rsidRPr="00AB712D">
        <w:t>direction</w:t>
      </w:r>
      <w:r>
        <w:rPr>
          <w:noProof/>
        </w:rPr>
        <w:t>, signal collected from Bank 2. Abbreviations of hf and hc stand for hydrogen free and hydrogen charged, respectively. The numbers 0, 5, 10, and 15 represent the percentage of pre-strain.</w:t>
      </w:r>
    </w:p>
    <w:p w14:paraId="1EE176B0" w14:textId="77777777" w:rsidR="00135C8D" w:rsidRPr="00135C8D" w:rsidRDefault="00135C8D" w:rsidP="00664F04"/>
    <w:p w14:paraId="3A7A31FE" w14:textId="0699C37F" w:rsidR="00FA1704" w:rsidRPr="00135C8D" w:rsidRDefault="004422EE" w:rsidP="005F673B">
      <w:r w:rsidRPr="00135C8D">
        <w:lastRenderedPageBreak/>
        <w:t>Fig.</w:t>
      </w:r>
      <w:r w:rsidR="00664F04" w:rsidRPr="00135C8D">
        <w:t xml:space="preserve"> </w:t>
      </w:r>
      <w:r w:rsidRPr="00135C8D">
        <w:t>3</w:t>
      </w:r>
      <w:r w:rsidR="00664F04" w:rsidRPr="00135C8D">
        <w:t xml:space="preserve"> shows the </w:t>
      </w:r>
      <w:r w:rsidR="00822AD6" w:rsidRPr="00135C8D">
        <w:t xml:space="preserve">TOF neutron diffraction </w:t>
      </w:r>
      <w:r w:rsidR="00332FDB" w:rsidRPr="00135C8D">
        <w:t>spectrums</w:t>
      </w:r>
      <w:r w:rsidR="008A24FA" w:rsidRPr="00135C8D">
        <w:t xml:space="preserve"> collected from the North and South detector banks at ENGIN-X</w:t>
      </w:r>
      <w:r w:rsidR="00664F04" w:rsidRPr="00135C8D">
        <w:t xml:space="preserve">. </w:t>
      </w:r>
      <w:r w:rsidR="00A55055" w:rsidRPr="00135C8D">
        <w:t>North b</w:t>
      </w:r>
      <w:r w:rsidR="00467E29" w:rsidRPr="00135C8D">
        <w:t xml:space="preserve">ank </w:t>
      </w:r>
      <w:r w:rsidR="008A24FA" w:rsidRPr="00135C8D">
        <w:t>provides the neutron TOF data</w:t>
      </w:r>
      <w:r w:rsidR="00467E29" w:rsidRPr="00135C8D">
        <w:t xml:space="preserve"> along the longitudinal direction</w:t>
      </w:r>
      <w:r w:rsidR="00E20C97" w:rsidRPr="00135C8D">
        <w:t xml:space="preserve"> of the sample</w:t>
      </w:r>
      <w:r w:rsidR="00467E29" w:rsidRPr="00135C8D">
        <w:t>,</w:t>
      </w:r>
      <w:r w:rsidR="005F673B" w:rsidRPr="00135C8D">
        <w:t xml:space="preserve"> while </w:t>
      </w:r>
      <w:r w:rsidR="00A55055" w:rsidRPr="00135C8D">
        <w:t>South b</w:t>
      </w:r>
      <w:r w:rsidR="005F673B" w:rsidRPr="00135C8D">
        <w:t xml:space="preserve">ank provides the data along the transverse direction. Along the longitudinal direction, </w:t>
      </w:r>
      <w:proofErr w:type="gramStart"/>
      <w:r w:rsidR="005F673B" w:rsidRPr="00135C8D">
        <w:t>the</w:t>
      </w:r>
      <w:r w:rsidR="00467E29" w:rsidRPr="00135C8D">
        <w:t>{</w:t>
      </w:r>
      <w:proofErr w:type="gramEnd"/>
      <w:r w:rsidR="00467E29" w:rsidRPr="00135C8D">
        <w:t xml:space="preserve">111}γ and {110}δ </w:t>
      </w:r>
      <w:r w:rsidR="008A24FA" w:rsidRPr="00135C8D">
        <w:t xml:space="preserve">peaks showed </w:t>
      </w:r>
      <w:r w:rsidR="00E20C97" w:rsidRPr="00135C8D">
        <w:t xml:space="preserve">relatively </w:t>
      </w:r>
      <w:r w:rsidR="008A24FA" w:rsidRPr="00135C8D">
        <w:t>higher peak intensity</w:t>
      </w:r>
      <w:r w:rsidR="00FC3C2D" w:rsidRPr="00135C8D">
        <w:t xml:space="preserve"> d</w:t>
      </w:r>
      <w:r w:rsidR="00467E29" w:rsidRPr="00135C8D">
        <w:t>ue</w:t>
      </w:r>
      <w:r w:rsidR="00822AD6" w:rsidRPr="00135C8D">
        <w:t xml:space="preserve"> to</w:t>
      </w:r>
      <w:r w:rsidR="00AF6B11" w:rsidRPr="00135C8D">
        <w:t xml:space="preserve"> </w:t>
      </w:r>
      <w:r w:rsidR="00664F04" w:rsidRPr="00135C8D">
        <w:t>texture effect</w:t>
      </w:r>
      <w:r w:rsidR="005F673B" w:rsidRPr="00135C8D">
        <w:t xml:space="preserve"> and t</w:t>
      </w:r>
      <w:r w:rsidR="00FC3C2D" w:rsidRPr="00135C8D">
        <w:t>herefore,</w:t>
      </w:r>
      <w:r w:rsidR="00664F04" w:rsidRPr="00135C8D">
        <w:t xml:space="preserve"> </w:t>
      </w:r>
      <w:r w:rsidR="005F673B" w:rsidRPr="00135C8D">
        <w:t>these</w:t>
      </w:r>
      <w:r w:rsidR="00467E29" w:rsidRPr="00135C8D">
        <w:t xml:space="preserve"> </w:t>
      </w:r>
      <w:r w:rsidR="008A24FA" w:rsidRPr="00135C8D">
        <w:t xml:space="preserve">peaks </w:t>
      </w:r>
      <w:r w:rsidR="00664F04" w:rsidRPr="00135C8D">
        <w:t xml:space="preserve">were selected </w:t>
      </w:r>
      <w:r w:rsidR="00E20C97" w:rsidRPr="00135C8D">
        <w:t xml:space="preserve">to determine the </w:t>
      </w:r>
      <w:r w:rsidR="00664F04" w:rsidRPr="00135C8D">
        <w:t>dislocation density</w:t>
      </w:r>
      <w:r w:rsidR="005F673B" w:rsidRPr="00135C8D">
        <w:t>.</w:t>
      </w:r>
      <w:r w:rsidR="00664F04" w:rsidRPr="00135C8D">
        <w:t xml:space="preserve"> </w:t>
      </w:r>
      <w:r w:rsidR="005F673B" w:rsidRPr="00135C8D">
        <w:t xml:space="preserve">FWHM of each peak was determined from single-peak fitting method with a Voigt function using the </w:t>
      </w:r>
      <w:proofErr w:type="spellStart"/>
      <w:r w:rsidR="005F673B" w:rsidRPr="00135C8D">
        <w:t>OpenGENIE</w:t>
      </w:r>
      <w:proofErr w:type="spellEnd"/>
      <w:r w:rsidR="005F673B" w:rsidRPr="00135C8D">
        <w:t xml:space="preserve"> program </w:t>
      </w:r>
      <w:r w:rsidR="005F673B" w:rsidRPr="00135C8D">
        <w:fldChar w:fldCharType="begin"/>
      </w:r>
      <w:r w:rsidR="006E5ED0" w:rsidRPr="00135C8D">
        <w:instrText xml:space="preserve"> ADDIN EN.CITE &lt;EndNote&gt;&lt;Cite&gt;&lt;Author&gt;Moreton-Smith&lt;/Author&gt;&lt;Year&gt;1996&lt;/Year&gt;&lt;RecNum&gt;600&lt;/RecNum&gt;&lt;DisplayText&gt;[42]&lt;/DisplayText&gt;&lt;record&gt;&lt;rec-number&gt;600&lt;/rec-number&gt;&lt;foreign-keys&gt;&lt;key app="EN" db-id="szapfewrpepx5fep50iv0ssozvafwxp99rve" timestamp="1488881096"&gt;600&lt;/key&gt;&lt;/foreign-keys&gt;&lt;ref-type name="Journal Article"&gt;17&lt;/ref-type&gt;&lt;contributors&gt;&lt;authors&gt;&lt;author&gt;Moreton-Smith, CM&lt;/author&gt;&lt;author&gt;Johnston, SD&lt;/author&gt;&lt;author&gt;Akeroyd, FA&lt;/author&gt;&lt;/authors&gt;&lt;/contributors&gt;&lt;titles&gt;&lt;title&gt;Open GENIE—a generic multi-platform program for the analysis of neutron scattering data&lt;/title&gt;&lt;secondary-title&gt;J. Neutron Res.&lt;/secondary-title&gt;&lt;/titles&gt;&lt;periodical&gt;&lt;full-title&gt;J. Neutron Res.&lt;/full-title&gt;&lt;/periodical&gt;&lt;pages&gt;41-47&lt;/pages&gt;&lt;volume&gt;4&lt;/volume&gt;&lt;number&gt;1-4&lt;/number&gt;&lt;dates&gt;&lt;year&gt;1996&lt;/year&gt;&lt;/dates&gt;&lt;isbn&gt;1023-8166&lt;/isbn&gt;&lt;urls&gt;&lt;/urls&gt;&lt;/record&gt;&lt;/Cite&gt;&lt;/EndNote&gt;</w:instrText>
      </w:r>
      <w:r w:rsidR="005F673B" w:rsidRPr="00135C8D">
        <w:fldChar w:fldCharType="separate"/>
      </w:r>
      <w:r w:rsidR="006E5ED0" w:rsidRPr="00135C8D">
        <w:rPr>
          <w:noProof/>
        </w:rPr>
        <w:t>[42]</w:t>
      </w:r>
      <w:r w:rsidR="005F673B" w:rsidRPr="00135C8D">
        <w:fldChar w:fldCharType="end"/>
      </w:r>
      <w:r w:rsidR="005F673B" w:rsidRPr="00135C8D">
        <w:t xml:space="preserve">. </w:t>
      </w:r>
      <w:r w:rsidR="00886F32" w:rsidRPr="00135C8D">
        <w:t>Along the transverse direction of the sample, t</w:t>
      </w:r>
      <w:r w:rsidR="00FA1704" w:rsidRPr="00135C8D">
        <w:t>he δ dislocation densit</w:t>
      </w:r>
      <w:r w:rsidR="00886F32" w:rsidRPr="00135C8D">
        <w:t>y</w:t>
      </w:r>
      <w:r w:rsidR="00FA1704" w:rsidRPr="00135C8D">
        <w:t xml:space="preserve"> w</w:t>
      </w:r>
      <w:r w:rsidR="00886F32" w:rsidRPr="00135C8D">
        <w:t>as</w:t>
      </w:r>
      <w:r w:rsidR="00FA1704" w:rsidRPr="00135C8D">
        <w:t xml:space="preserve"> determined by linearly averaging the dislocation density values derived from the {110</w:t>
      </w:r>
      <w:proofErr w:type="gramStart"/>
      <w:r w:rsidR="00FA1704" w:rsidRPr="00135C8D">
        <w:t>}δ</w:t>
      </w:r>
      <w:proofErr w:type="gramEnd"/>
      <w:r w:rsidR="00FA1704" w:rsidRPr="00135C8D">
        <w:t>, {200}δ and {211}δ peaks</w:t>
      </w:r>
      <w:r w:rsidR="00886F32" w:rsidRPr="00135C8D">
        <w:t>, wh</w:t>
      </w:r>
      <w:r w:rsidR="005F673B" w:rsidRPr="00135C8D">
        <w:t>ereas</w:t>
      </w:r>
      <w:r w:rsidR="00886F32" w:rsidRPr="00135C8D">
        <w:t xml:space="preserve"> the values from the{111}γ, {200}γ, {220}γ and {311}γ peaks were averaged to determine the γ dislocation density.</w:t>
      </w:r>
      <w:r w:rsidR="005F673B" w:rsidRPr="00135C8D">
        <w:t xml:space="preserve"> The total dislocation density was then calculated by averaging the measured values of dislocation density from </w:t>
      </w:r>
      <w:r w:rsidR="00A55055" w:rsidRPr="00135C8D">
        <w:t>North b</w:t>
      </w:r>
      <w:r w:rsidR="005F673B" w:rsidRPr="00135C8D">
        <w:t xml:space="preserve">ank and </w:t>
      </w:r>
      <w:r w:rsidR="00A55055" w:rsidRPr="00135C8D">
        <w:t>South b</w:t>
      </w:r>
      <w:r w:rsidR="005F673B" w:rsidRPr="00135C8D">
        <w:t>ank.</w:t>
      </w:r>
    </w:p>
    <w:p w14:paraId="76C5A368" w14:textId="58CA107D" w:rsidR="002949AA" w:rsidRPr="00135C8D" w:rsidRDefault="004422EE" w:rsidP="00664F04">
      <w:r w:rsidRPr="00135C8D">
        <w:t>Fig.</w:t>
      </w:r>
      <w:r w:rsidR="00664F04" w:rsidRPr="00135C8D">
        <w:t xml:space="preserve"> </w:t>
      </w:r>
      <w:r w:rsidRPr="00135C8D">
        <w:t>4</w:t>
      </w:r>
      <w:r w:rsidR="00664F04" w:rsidRPr="00135C8D">
        <w:t xml:space="preserve"> shows the dislocation density results for austenite and ferrite, with different pre-strain and hydrogen charge condition</w:t>
      </w:r>
      <w:r w:rsidR="00575DA1" w:rsidRPr="00135C8D">
        <w:t>s</w:t>
      </w:r>
      <w:r w:rsidR="00664F04" w:rsidRPr="00135C8D">
        <w:t>. In</w:t>
      </w:r>
      <w:r w:rsidR="00575DA1" w:rsidRPr="00135C8D">
        <w:t xml:space="preserve"> the</w:t>
      </w:r>
      <w:r w:rsidR="00664F04" w:rsidRPr="00135C8D">
        <w:t xml:space="preserve"> unstrained sample, an order of 10</w:t>
      </w:r>
      <w:r w:rsidR="00664F04" w:rsidRPr="00135C8D">
        <w:rPr>
          <w:vertAlign w:val="superscript"/>
        </w:rPr>
        <w:t>13</w:t>
      </w:r>
      <w:r w:rsidR="00664F04" w:rsidRPr="00135C8D">
        <w:t xml:space="preserve"> m</w:t>
      </w:r>
      <w:r w:rsidR="00664F04" w:rsidRPr="00135C8D">
        <w:rPr>
          <w:vertAlign w:val="superscript"/>
        </w:rPr>
        <w:t>-2</w:t>
      </w:r>
      <w:r w:rsidR="00664F04" w:rsidRPr="00135C8D">
        <w:t xml:space="preserve"> dislocation density w</w:t>
      </w:r>
      <w:r w:rsidR="00575DA1" w:rsidRPr="00135C8D">
        <w:t>as</w:t>
      </w:r>
      <w:r w:rsidR="00664F04" w:rsidRPr="00135C8D">
        <w:t xml:space="preserve"> introduced </w:t>
      </w:r>
      <w:r w:rsidR="00575DA1" w:rsidRPr="00135C8D">
        <w:t>into the</w:t>
      </w:r>
      <w:r w:rsidR="00664F04" w:rsidRPr="00135C8D">
        <w:t xml:space="preserve"> austenite </w:t>
      </w:r>
      <w:r w:rsidR="00575DA1" w:rsidRPr="00135C8D">
        <w:t xml:space="preserve">phase </w:t>
      </w:r>
      <w:r w:rsidR="00664F04" w:rsidRPr="00135C8D">
        <w:t>after hydrogen charging, whil</w:t>
      </w:r>
      <w:r w:rsidR="00575DA1" w:rsidRPr="00135C8D">
        <w:t>st</w:t>
      </w:r>
      <w:r w:rsidR="00664F04" w:rsidRPr="00135C8D">
        <w:t xml:space="preserve"> the dislocation density in ferrite increase</w:t>
      </w:r>
      <w:r w:rsidR="00575DA1" w:rsidRPr="00135C8D">
        <w:t>d, albeit</w:t>
      </w:r>
      <w:r w:rsidR="00664F04" w:rsidRPr="00135C8D">
        <w:t xml:space="preserve"> </w:t>
      </w:r>
      <w:r w:rsidR="00575DA1" w:rsidRPr="00135C8D">
        <w:t>to a lesser degree, realising a dislocation density of</w:t>
      </w:r>
      <w:r w:rsidR="00664F04" w:rsidRPr="00135C8D">
        <w:t xml:space="preserve"> 5</w:t>
      </w:r>
      <w:r w:rsidR="00664F04" w:rsidRPr="00135C8D">
        <w:rPr>
          <w:rFonts w:cs="Times New Roman"/>
        </w:rPr>
        <w:t>×</w:t>
      </w:r>
      <w:r w:rsidR="00664F04" w:rsidRPr="00135C8D">
        <w:t>10</w:t>
      </w:r>
      <w:r w:rsidR="00664F04" w:rsidRPr="00135C8D">
        <w:rPr>
          <w:vertAlign w:val="superscript"/>
        </w:rPr>
        <w:t>1</w:t>
      </w:r>
      <w:r w:rsidR="00D93D8F" w:rsidRPr="00135C8D">
        <w:rPr>
          <w:vertAlign w:val="superscript"/>
        </w:rPr>
        <w:t>2</w:t>
      </w:r>
      <w:r w:rsidR="00664F04" w:rsidRPr="00135C8D">
        <w:t xml:space="preserve"> m</w:t>
      </w:r>
      <w:r w:rsidR="00664F04" w:rsidRPr="00135C8D">
        <w:rPr>
          <w:vertAlign w:val="superscript"/>
        </w:rPr>
        <w:t>-2</w:t>
      </w:r>
      <w:r w:rsidR="00664F04" w:rsidRPr="00135C8D">
        <w:t xml:space="preserve">. </w:t>
      </w:r>
      <w:r w:rsidR="00575DA1" w:rsidRPr="00135C8D">
        <w:t>A s</w:t>
      </w:r>
      <w:r w:rsidR="00664F04" w:rsidRPr="00135C8D">
        <w:t xml:space="preserve">imilar trend was revealed in the samples with 5% pre-strain. Such results suggest </w:t>
      </w:r>
      <w:r w:rsidR="00D93D8F" w:rsidRPr="00135C8D">
        <w:t xml:space="preserve">that </w:t>
      </w:r>
      <w:r w:rsidR="00664F04" w:rsidRPr="00135C8D">
        <w:t>solute hydrogen increase</w:t>
      </w:r>
      <w:r w:rsidR="00D93D8F" w:rsidRPr="00135C8D">
        <w:t>s</w:t>
      </w:r>
      <w:r w:rsidR="00664F04" w:rsidRPr="00135C8D">
        <w:t xml:space="preserve"> dislocation density for both austenite and ferrite. However, when 10% or 15% of pre-strain</w:t>
      </w:r>
      <w:r w:rsidR="00575DA1" w:rsidRPr="00135C8D">
        <w:t xml:space="preserve"> was applied</w:t>
      </w:r>
      <w:r w:rsidR="00664F04" w:rsidRPr="00135C8D">
        <w:t xml:space="preserve">, the hydrogen has nearly no effect on increasing dislocation density </w:t>
      </w:r>
      <w:r w:rsidR="00575DA1" w:rsidRPr="00135C8D">
        <w:t xml:space="preserve">in </w:t>
      </w:r>
      <w:r w:rsidR="00664F04" w:rsidRPr="00135C8D">
        <w:t xml:space="preserve">both austenite and ferrite. </w:t>
      </w:r>
    </w:p>
    <w:p w14:paraId="171AC771" w14:textId="54C81CD2" w:rsidR="00664F04" w:rsidRPr="00135C8D" w:rsidRDefault="00664F04" w:rsidP="00664F04">
      <w:r w:rsidRPr="00135C8D">
        <w:t xml:space="preserve">The stored dislocation density is a balance of athermal storage of dislocation and dynamic recovery </w:t>
      </w:r>
      <w:r w:rsidRPr="00135C8D">
        <w:fldChar w:fldCharType="begin"/>
      </w:r>
      <w:r w:rsidR="006E5ED0" w:rsidRPr="00135C8D">
        <w:instrText xml:space="preserve"> ADDIN EN.CITE &lt;EndNote&gt;&lt;Cite&gt;&lt;Author&gt;Nes&lt;/Author&gt;&lt;Year&gt;2002&lt;/Year&gt;&lt;RecNum&gt;608&lt;/RecNum&gt;&lt;DisplayText&gt;[43]&lt;/DisplayText&gt;&lt;record&gt;&lt;rec-number&gt;608&lt;/rec-number&gt;&lt;foreign-keys&gt;&lt;key app="EN" db-id="szapfewrpepx5fep50iv0ssozvafwxp99rve" timestamp="1489070303"&gt;608&lt;/key&gt;&lt;/foreign-keys&gt;&lt;ref-type name="Journal Article"&gt;17&lt;/ref-type&gt;&lt;contributors&gt;&lt;authors&gt;&lt;author&gt;Nes, E.&lt;/author&gt;&lt;author&gt;Marthinsen, K.&lt;/author&gt;&lt;author&gt;Brechet, Y.&lt;/author&gt;&lt;/authors&gt;&lt;/contributors&gt;&lt;titles&gt;&lt;title&gt;On the mechanisms of dynamic recovery&lt;/title&gt;&lt;secondary-title&gt;Scr. Mater.&lt;/secondary-title&gt;&lt;/titles&gt;&lt;periodical&gt;&lt;full-title&gt;Scr. Mater.&lt;/full-title&gt;&lt;/periodical&gt;&lt;pages&gt;607-611&lt;/pages&gt;&lt;volume&gt;47&lt;/volume&gt;&lt;number&gt;9&lt;/number&gt;&lt;keywords&gt;&lt;keyword&gt;Theory and modeling&lt;/keyword&gt;&lt;keyword&gt;Dynamic phenomena&lt;/keyword&gt;&lt;keyword&gt;Dislocations&lt;/keyword&gt;&lt;keyword&gt;Metals&lt;/keyword&gt;&lt;/keywords&gt;&lt;dates&gt;&lt;year&gt;2002&lt;/year&gt;&lt;pub-dates&gt;&lt;date&gt;11/1/&lt;/date&gt;&lt;/pub-dates&gt;&lt;/dates&gt;&lt;isbn&gt;1359-6462&lt;/isbn&gt;&lt;urls&gt;&lt;related-urls&gt;&lt;url&gt;http://www.sciencedirect.com/science/article/pii/S135964620200235X&lt;/url&gt;&lt;/related-urls&gt;&lt;/urls&gt;&lt;electronic-resource-num&gt;http://dx.doi.org/10.1016/S1359-6462(02)00235-X&lt;/electronic-resource-num&gt;&lt;/record&gt;&lt;/Cite&gt;&lt;/EndNote&gt;</w:instrText>
      </w:r>
      <w:r w:rsidRPr="00135C8D">
        <w:fldChar w:fldCharType="separate"/>
      </w:r>
      <w:r w:rsidR="006E5ED0" w:rsidRPr="00135C8D">
        <w:rPr>
          <w:noProof/>
        </w:rPr>
        <w:t>[43]</w:t>
      </w:r>
      <w:r w:rsidRPr="00135C8D">
        <w:fldChar w:fldCharType="end"/>
      </w:r>
      <w:r w:rsidRPr="00135C8D">
        <w:t>:</w:t>
      </w:r>
    </w:p>
    <w:p w14:paraId="7961FADC" w14:textId="77777777" w:rsidR="00664F04" w:rsidRPr="00135C8D" w:rsidRDefault="00135C8D" w:rsidP="00664F04">
      <w:pPr>
        <w:jc w:val="left"/>
      </w:pPr>
      <m:oMath>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ρ</m:t>
                </m:r>
              </m:sub>
            </m:sSub>
          </m:num>
          <m:den>
            <m:sSub>
              <m:sSubPr>
                <m:ctrlPr>
                  <w:rPr>
                    <w:rFonts w:ascii="Cambria Math" w:hAnsi="Cambria Math"/>
                    <w:i/>
                  </w:rPr>
                </m:ctrlPr>
              </m:sSubPr>
              <m:e>
                <m:r>
                  <w:rPr>
                    <w:rFonts w:ascii="Cambria Math" w:hAnsi="Cambria Math"/>
                  </w:rPr>
                  <m:t>d</m:t>
                </m:r>
              </m:e>
              <m:sub>
                <m:r>
                  <w:rPr>
                    <w:rFonts w:ascii="Cambria Math" w:hAnsi="Cambria Math"/>
                  </w:rPr>
                  <m:t>ε</m:t>
                </m:r>
              </m:sub>
            </m:sSub>
          </m:den>
        </m:f>
        <m:r>
          <w:rPr>
            <w:rFonts w:ascii="Cambria Math" w:hAnsi="Cambria Math"/>
          </w:rPr>
          <m:t>=</m:t>
        </m:r>
        <w:bookmarkStart w:id="20" w:name="OLE_LINK13"/>
        <w:bookmarkStart w:id="21" w:name="OLE_LINK14"/>
        <m:f>
          <m:fPr>
            <m:ctrlPr>
              <w:rPr>
                <w:rFonts w:ascii="Cambria Math" w:hAnsi="Cambria Math"/>
                <w:i/>
              </w:rPr>
            </m:ctrlPr>
          </m:fPr>
          <m:num>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ρ</m:t>
                    </m:r>
                  </m:e>
                  <m:sup>
                    <m:r>
                      <w:rPr>
                        <w:rFonts w:ascii="Cambria Math" w:hAnsi="Cambria Math"/>
                      </w:rPr>
                      <m:t>+</m:t>
                    </m:r>
                  </m:sup>
                </m:sSup>
              </m:sub>
            </m:sSub>
          </m:num>
          <m:den>
            <m:r>
              <w:rPr>
                <w:rFonts w:ascii="Cambria Math" w:hAnsi="Cambria Math"/>
              </w:rPr>
              <m:t>dε</m:t>
            </m:r>
          </m:den>
        </m:f>
        <w:bookmarkEnd w:id="20"/>
        <w:bookmarkEnd w:id="21"/>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ρ</m:t>
                    </m:r>
                  </m:e>
                  <m:sup>
                    <m:r>
                      <w:rPr>
                        <w:rFonts w:ascii="Cambria Math" w:hAnsi="Cambria Math"/>
                      </w:rPr>
                      <m:t>-</m:t>
                    </m:r>
                  </m:sup>
                </m:sSup>
              </m:sub>
            </m:sSub>
          </m:num>
          <m:den>
            <m:r>
              <w:rPr>
                <w:rFonts w:ascii="Cambria Math" w:hAnsi="Cambria Math"/>
              </w:rPr>
              <m:t>dε</m:t>
            </m:r>
          </m:den>
        </m:f>
      </m:oMath>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t>(6)</w:t>
      </w:r>
    </w:p>
    <w:p w14:paraId="3EE1CEB2" w14:textId="5F385A7C" w:rsidR="00664F04" w:rsidRPr="00135C8D" w:rsidRDefault="00BB1C2A" w:rsidP="00664F04">
      <w:proofErr w:type="gramStart"/>
      <w:r w:rsidRPr="00135C8D">
        <w:lastRenderedPageBreak/>
        <w:t>where</w:t>
      </w:r>
      <w:proofErr w:type="gramEnd"/>
      <w:r w:rsidRPr="00135C8D">
        <w:t xml:space="preserve"> </w:t>
      </w:r>
      <w:r w:rsidR="00664F04" w:rsidRPr="00135C8D">
        <w:t xml:space="preserve">the term </w:t>
      </w:r>
      <m:oMath>
        <m:r>
          <w:rPr>
            <w:rFonts w:ascii="Cambria Math" w:hAnsi="Cambria Math"/>
          </w:rPr>
          <m:t xml:space="preserve"> </m:t>
        </m:r>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ρ</m:t>
                </m:r>
              </m:e>
              <m:sup>
                <m:r>
                  <w:rPr>
                    <w:rFonts w:ascii="Cambria Math" w:hAnsi="Cambria Math"/>
                  </w:rPr>
                  <m:t>+</m:t>
                </m:r>
              </m:sup>
            </m:sSup>
          </m:sub>
        </m:sSub>
        <m:r>
          <w:rPr>
            <w:rFonts w:ascii="Cambria Math" w:hAnsi="Cambria Math"/>
          </w:rPr>
          <m:t>/dε</m:t>
        </m:r>
      </m:oMath>
      <w:r w:rsidR="00664F04" w:rsidRPr="00135C8D">
        <w:t xml:space="preserve"> is dislocation generation and term</w:t>
      </w:r>
      <m:oMath>
        <m:r>
          <w:rPr>
            <w:rFonts w:ascii="Cambria Math" w:hAnsi="Cambria Math"/>
          </w:rPr>
          <m:t xml:space="preserve"> </m:t>
        </m:r>
        <m:sSub>
          <m:sSubPr>
            <m:ctrlPr>
              <w:rPr>
                <w:rFonts w:ascii="Cambria Math" w:hAnsi="Cambria Math"/>
                <w:i/>
              </w:rPr>
            </m:ctrlPr>
          </m:sSubPr>
          <m:e>
            <m:r>
              <w:rPr>
                <w:rFonts w:ascii="Cambria Math" w:hAnsi="Cambria Math"/>
              </w:rPr>
              <m:t>d</m:t>
            </m:r>
          </m:e>
          <m:sub>
            <m:sSup>
              <m:sSupPr>
                <m:ctrlPr>
                  <w:rPr>
                    <w:rFonts w:ascii="Cambria Math" w:hAnsi="Cambria Math"/>
                    <w:i/>
                  </w:rPr>
                </m:ctrlPr>
              </m:sSupPr>
              <m:e>
                <m:r>
                  <w:rPr>
                    <w:rFonts w:ascii="Cambria Math" w:hAnsi="Cambria Math"/>
                  </w:rPr>
                  <m:t>ρ</m:t>
                </m:r>
              </m:e>
              <m:sup>
                <m:r>
                  <w:rPr>
                    <w:rFonts w:ascii="Cambria Math" w:hAnsi="Cambria Math"/>
                  </w:rPr>
                  <m:t>-</m:t>
                </m:r>
              </m:sup>
            </m:sSup>
          </m:sub>
        </m:sSub>
        <m:r>
          <w:rPr>
            <w:rFonts w:ascii="Cambria Math" w:hAnsi="Cambria Math"/>
          </w:rPr>
          <m:t>/dε</m:t>
        </m:r>
      </m:oMath>
      <w:r w:rsidR="00664F04" w:rsidRPr="00135C8D">
        <w:t xml:space="preserve"> is dislocation annihilation. </w:t>
      </w:r>
      <w:r w:rsidR="00D93D8F" w:rsidRPr="00135C8D">
        <w:t>I</w:t>
      </w:r>
      <w:r w:rsidR="00664F04" w:rsidRPr="00135C8D">
        <w:t xml:space="preserve">n SDSS, </w:t>
      </w:r>
      <w:r w:rsidR="00575DA1" w:rsidRPr="00135C8D">
        <w:t xml:space="preserve">the </w:t>
      </w:r>
      <w:r w:rsidR="00664F04" w:rsidRPr="00135C8D">
        <w:t xml:space="preserve">Frank-read-type source is suggested to account for dislocation density </w:t>
      </w:r>
      <w:r w:rsidR="00D93D8F" w:rsidRPr="00135C8D">
        <w:t>multiplication</w:t>
      </w:r>
      <w:r w:rsidR="00664F04" w:rsidRPr="00135C8D">
        <w:t xml:space="preserve"> </w:t>
      </w:r>
      <w:r w:rsidR="00664F04" w:rsidRPr="00135C8D">
        <w:fldChar w:fldCharType="begin"/>
      </w:r>
      <w:r w:rsidR="006E5ED0" w:rsidRPr="00135C8D">
        <w:instrText xml:space="preserve"> ADDIN EN.CITE &lt;EndNote&gt;&lt;Cite&gt;&lt;Author&gt;Barnoush&lt;/Author&gt;&lt;Year&gt;2010&lt;/Year&gt;&lt;RecNum&gt;77&lt;/RecNum&gt;&lt;DisplayText&gt;[18]&lt;/DisplayText&gt;&lt;record&gt;&lt;rec-number&gt;77&lt;/rec-number&gt;&lt;foreign-keys&gt;&lt;key app="EN" db-id="szapfewrpepx5fep50iv0ssozvafwxp99rve" timestamp="1392978760"&gt;77&lt;/key&gt;&lt;/foreign-keys&gt;&lt;ref-type name="Journal Article"&gt;17&lt;/ref-type&gt;&lt;contributors&gt;&lt;authors&gt;&lt;author&gt;Barnoush, Afrooz&lt;/author&gt;&lt;author&gt;Zamanzade, Mohammad&lt;/author&gt;&lt;author&gt;Vehoff, Horst&lt;/author&gt;&lt;/authors&gt;&lt;/contributors&gt;&lt;titles&gt;&lt;title&gt;Direct observation of hydrogen-enhanced plasticity in super duplex stainless steel by means of in situ electrochemical methods&lt;/title&gt;&lt;secondary-title&gt;Scr. Mater.&lt;/secondary-title&gt;&lt;/titles&gt;&lt;periodical&gt;&lt;full-title&gt;Scr. Mater.&lt;/full-title&gt;&lt;/periodical&gt;&lt;pages&gt;242-245&lt;/pages&gt;&lt;volume&gt;62&lt;/volume&gt;&lt;number&gt;5&lt;/number&gt;&lt;dates&gt;&lt;year&gt;2010&lt;/year&gt;&lt;/dates&gt;&lt;isbn&gt;1359-6462&lt;/isbn&gt;&lt;urls&gt;&lt;/urls&gt;&lt;/record&gt;&lt;/Cite&gt;&lt;/EndNote&gt;</w:instrText>
      </w:r>
      <w:r w:rsidR="00664F04" w:rsidRPr="00135C8D">
        <w:fldChar w:fldCharType="separate"/>
      </w:r>
      <w:r w:rsidR="006E5ED0" w:rsidRPr="00135C8D">
        <w:rPr>
          <w:noProof/>
        </w:rPr>
        <w:t>[18]</w:t>
      </w:r>
      <w:r w:rsidR="00664F04" w:rsidRPr="00135C8D">
        <w:fldChar w:fldCharType="end"/>
      </w:r>
      <w:r w:rsidR="00664F04" w:rsidRPr="00135C8D">
        <w:t>. The critical shear stress required to activate the source is:</w:t>
      </w:r>
    </w:p>
    <w:p w14:paraId="77C35768" w14:textId="77777777" w:rsidR="00664F04" w:rsidRPr="00135C8D" w:rsidRDefault="00664F04" w:rsidP="00664F04">
      <w:pPr>
        <w:jc w:val="left"/>
      </w:pPr>
      <m:oMath>
        <m:r>
          <w:rPr>
            <w:rFonts w:ascii="Cambria Math" w:hAnsi="Cambria Math"/>
          </w:rPr>
          <m:t>τ=u</m:t>
        </m:r>
        <m:f>
          <m:fPr>
            <m:ctrlPr>
              <w:rPr>
                <w:rFonts w:ascii="Cambria Math" w:hAnsi="Cambria Math"/>
                <w:i/>
                <w:sz w:val="22"/>
              </w:rPr>
            </m:ctrlPr>
          </m:fPr>
          <m:num>
            <m:r>
              <w:rPr>
                <w:rFonts w:ascii="Cambria Math" w:hAnsi="Cambria Math"/>
              </w:rPr>
              <m:t>2Gb</m:t>
            </m:r>
          </m:num>
          <m:den>
            <m:sSub>
              <m:sSubPr>
                <m:ctrlPr>
                  <w:rPr>
                    <w:rFonts w:ascii="Cambria Math" w:hAnsi="Cambria Math"/>
                    <w:i/>
                    <w:sz w:val="22"/>
                  </w:rPr>
                </m:ctrlPr>
              </m:sSubPr>
              <m:e>
                <m:r>
                  <w:rPr>
                    <w:rFonts w:ascii="Cambria Math" w:hAnsi="Cambria Math"/>
                  </w:rPr>
                  <m:t>l</m:t>
                </m:r>
              </m:e>
              <m:sub>
                <m:r>
                  <w:rPr>
                    <w:rFonts w:ascii="Cambria Math" w:hAnsi="Cambria Math"/>
                  </w:rPr>
                  <m:t>d</m:t>
                </m:r>
              </m:sub>
            </m:sSub>
          </m:den>
        </m:f>
      </m:oMath>
      <w:r w:rsidRPr="00135C8D">
        <w:tab/>
      </w:r>
      <w:r w:rsidRPr="00135C8D">
        <w:tab/>
      </w:r>
      <w:r w:rsidRPr="00135C8D">
        <w:tab/>
      </w:r>
      <w:r w:rsidRPr="00135C8D">
        <w:tab/>
      </w:r>
      <w:r w:rsidRPr="00135C8D">
        <w:tab/>
      </w:r>
      <w:r w:rsidRPr="00135C8D">
        <w:tab/>
      </w:r>
      <w:r w:rsidRPr="00135C8D">
        <w:tab/>
      </w:r>
      <w:r w:rsidRPr="00135C8D">
        <w:tab/>
      </w:r>
      <w:r w:rsidRPr="00135C8D">
        <w:tab/>
      </w:r>
      <w:r w:rsidRPr="00135C8D">
        <w:tab/>
      </w:r>
      <w:r w:rsidRPr="00135C8D">
        <w:tab/>
        <w:t>(7)</w:t>
      </w:r>
    </w:p>
    <w:p w14:paraId="1BFD1B55" w14:textId="21544C7C" w:rsidR="00664F04" w:rsidRPr="00135C8D" w:rsidRDefault="00BB1C2A" w:rsidP="00664F04">
      <w:proofErr w:type="gramStart"/>
      <w:r w:rsidRPr="00135C8D">
        <w:t>where</w:t>
      </w:r>
      <w:proofErr w:type="gramEnd"/>
      <w:r w:rsidRPr="00135C8D">
        <w:t xml:space="preserve"> </w:t>
      </w:r>
      <w:r w:rsidR="00664F04" w:rsidRPr="00135C8D">
        <w:rPr>
          <w:i/>
        </w:rPr>
        <w:t>G</w:t>
      </w:r>
      <w:r w:rsidR="00664F04" w:rsidRPr="00135C8D">
        <w:t xml:space="preserve"> is the shear modulus, </w:t>
      </w:r>
      <w:proofErr w:type="spellStart"/>
      <w:r w:rsidR="00664F04" w:rsidRPr="00135C8D">
        <w:rPr>
          <w:i/>
        </w:rPr>
        <w:t>l</w:t>
      </w:r>
      <w:r w:rsidR="00664F04" w:rsidRPr="00135C8D">
        <w:rPr>
          <w:i/>
          <w:vertAlign w:val="subscript"/>
        </w:rPr>
        <w:t>d</w:t>
      </w:r>
      <w:proofErr w:type="spellEnd"/>
      <w:r w:rsidR="00664F04" w:rsidRPr="00135C8D">
        <w:t xml:space="preserve"> is the segment length and </w:t>
      </w:r>
      <w:r w:rsidR="00664F04" w:rsidRPr="00135C8D">
        <w:rPr>
          <w:i/>
        </w:rPr>
        <w:t>u</w:t>
      </w:r>
      <w:r w:rsidR="00664F04" w:rsidRPr="00135C8D">
        <w:t xml:space="preserve"> is the unit of dislocation line energy. An amount of residual stress</w:t>
      </w:r>
      <w:r w:rsidR="00575DA1" w:rsidRPr="00135C8D">
        <w:t xml:space="preserve"> </w:t>
      </w:r>
      <w:r w:rsidR="00664F04" w:rsidRPr="00135C8D">
        <w:t>always exist</w:t>
      </w:r>
      <w:r w:rsidR="00575DA1" w:rsidRPr="00135C8D">
        <w:t>s</w:t>
      </w:r>
      <w:r w:rsidR="00664F04" w:rsidRPr="00135C8D">
        <w:t xml:space="preserve"> due to the propert</w:t>
      </w:r>
      <w:r w:rsidR="00575DA1" w:rsidRPr="00135C8D">
        <w:t>y</w:t>
      </w:r>
      <w:r w:rsidR="00664F04" w:rsidRPr="00135C8D">
        <w:t xml:space="preserve"> differences </w:t>
      </w:r>
      <w:r w:rsidR="00575DA1" w:rsidRPr="00135C8D">
        <w:t>between</w:t>
      </w:r>
      <w:r w:rsidR="00664F04" w:rsidRPr="00135C8D">
        <w:t xml:space="preserve"> </w:t>
      </w:r>
      <w:r w:rsidR="00575DA1" w:rsidRPr="00135C8D">
        <w:t xml:space="preserve">the </w:t>
      </w:r>
      <w:r w:rsidR="00664F04" w:rsidRPr="00135C8D">
        <w:t>austenite and ferrite phases</w:t>
      </w:r>
      <w:r w:rsidR="00575DA1" w:rsidRPr="00135C8D">
        <w:t>.</w:t>
      </w:r>
      <w:r w:rsidR="00664F04" w:rsidRPr="00135C8D">
        <w:t xml:space="preserve"> </w:t>
      </w:r>
      <w:r w:rsidR="00575DA1" w:rsidRPr="00135C8D">
        <w:t>In</w:t>
      </w:r>
      <w:r w:rsidR="00664F04" w:rsidRPr="00135C8D">
        <w:t xml:space="preserve"> as</w:t>
      </w:r>
      <w:r w:rsidR="00575DA1" w:rsidRPr="00135C8D">
        <w:t>-</w:t>
      </w:r>
      <w:r w:rsidR="00664F04" w:rsidRPr="00135C8D">
        <w:t>quenched SDSS, austenite has a tensile stress and ferrite has a compress</w:t>
      </w:r>
      <w:r w:rsidR="00575DA1" w:rsidRPr="00135C8D">
        <w:t>ive</w:t>
      </w:r>
      <w:r w:rsidR="00664F04" w:rsidRPr="00135C8D">
        <w:t xml:space="preserve"> stress </w:t>
      </w:r>
      <w:r w:rsidR="00664F04" w:rsidRPr="00135C8D">
        <w:fldChar w:fldCharType="begin"/>
      </w:r>
      <w:r w:rsidR="006E5ED0" w:rsidRPr="00135C8D">
        <w:instrText xml:space="preserve"> ADDIN EN.CITE &lt;EndNote&gt;&lt;Cite&gt;&lt;Author&gt;Harjo&lt;/Author&gt;&lt;Year&gt;1998&lt;/Year&gt;&lt;RecNum&gt;599&lt;/RecNum&gt;&lt;DisplayText&gt;[44]&lt;/DisplayText&gt;&lt;record&gt;&lt;rec-number&gt;599&lt;/rec-number&gt;&lt;foreign-keys&gt;&lt;key app="EN" db-id="szapfewrpepx5fep50iv0ssozvafwxp99rve" timestamp="1488809136"&gt;599&lt;/key&gt;&lt;/foreign-keys&gt;&lt;ref-type name="Journal Article"&gt;17&lt;/ref-type&gt;&lt;contributors&gt;&lt;authors&gt;&lt;author&gt;Harjo, S.&lt;/author&gt;&lt;author&gt;Tomota, Y.&lt;/author&gt;&lt;author&gt;Ono, M.&lt;/author&gt;&lt;/authors&gt;&lt;/contributors&gt;&lt;titles&gt;&lt;title&gt;Measurements of thermal residual elastic strains in ferrite–austenite Fe–Cr–Ni alloys by neutron and X-ray diffractions&lt;/title&gt;&lt;secondary-title&gt;Acta Mater.&lt;/secondary-title&gt;&lt;/titles&gt;&lt;periodical&gt;&lt;full-title&gt;Acta Mater.&lt;/full-title&gt;&lt;/periodical&gt;&lt;pages&gt;353-362&lt;/pages&gt;&lt;volume&gt;47&lt;/volume&gt;&lt;number&gt;1&lt;/number&gt;&lt;dates&gt;&lt;year&gt;1998&lt;/year&gt;&lt;pub-dates&gt;&lt;date&gt;12/11/&lt;/date&gt;&lt;/pub-dates&gt;&lt;/dates&gt;&lt;isbn&gt;1359-6454&lt;/isbn&gt;&lt;urls&gt;&lt;related-urls&gt;&lt;url&gt;http://www.sciencedirect.com/science/article/pii/S1359645498003000&lt;/url&gt;&lt;url&gt;http://ac.els-cdn.com/S1359645498003000/1-s2.0-S1359645498003000-main.pdf?_tid=fcd24cd8-0275-11e7-acbb-00000aab0f26&amp;amp;acdnat=1488809323_bbe923aefdad363065eb30416916dbdf&lt;/url&gt;&lt;/related-urls&gt;&lt;/urls&gt;&lt;electronic-resource-num&gt;http://dx.doi.org/10.1016/S1359-6454(98)00300-0&lt;/electronic-resource-num&gt;&lt;/record&gt;&lt;/Cite&gt;&lt;/EndNote&gt;</w:instrText>
      </w:r>
      <w:r w:rsidR="00664F04" w:rsidRPr="00135C8D">
        <w:fldChar w:fldCharType="separate"/>
      </w:r>
      <w:r w:rsidR="006E5ED0" w:rsidRPr="00135C8D">
        <w:rPr>
          <w:noProof/>
        </w:rPr>
        <w:t>[44]</w:t>
      </w:r>
      <w:r w:rsidR="00664F04" w:rsidRPr="00135C8D">
        <w:fldChar w:fldCharType="end"/>
      </w:r>
      <w:r w:rsidR="00664F04" w:rsidRPr="00135C8D">
        <w:t xml:space="preserve">. Kirchheim et al. </w:t>
      </w:r>
      <w:r w:rsidR="005D2BC9" w:rsidRPr="00135C8D">
        <w:fldChar w:fldCharType="begin">
          <w:fldData xml:space="preserve">PEVuZE5vdGU+PENpdGU+PEF1dGhvcj5LaXJjaGhlaW08L0F1dGhvcj48WWVhcj4yMDA3PC9ZZWFy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</w:fldData>
        </w:fldChar>
      </w:r>
      <w:r w:rsidR="005D2BC9" w:rsidRPr="00135C8D">
        <w:instrText xml:space="preserve"> ADDIN EN.CITE </w:instrText>
      </w:r>
      <w:r w:rsidR="005D2BC9" w:rsidRPr="00135C8D">
        <w:fldChar w:fldCharType="begin">
          <w:fldData xml:space="preserve">PEVuZE5vdGU+PENpdGU+PEF1dGhvcj5LaXJjaGhlaW08L0F1dGhvcj48WWVhcj4yMDA3PC9ZZWFy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</w:fldData>
        </w:fldChar>
      </w:r>
      <w:r w:rsidR="005D2BC9" w:rsidRPr="00135C8D">
        <w:instrText xml:space="preserve"> ADDIN EN.CITE.DATA </w:instrText>
      </w:r>
      <w:r w:rsidR="005D2BC9" w:rsidRPr="00135C8D">
        <w:fldChar w:fldCharType="end"/>
      </w:r>
      <w:r w:rsidR="005D2BC9" w:rsidRPr="00135C8D">
        <w:fldChar w:fldCharType="separate"/>
      </w:r>
      <w:r w:rsidR="005D2BC9" w:rsidRPr="00135C8D">
        <w:rPr>
          <w:noProof/>
        </w:rPr>
        <w:t>[45, 46]</w:t>
      </w:r>
      <w:r w:rsidR="005D2BC9" w:rsidRPr="00135C8D">
        <w:fldChar w:fldCharType="end"/>
      </w:r>
      <w:r w:rsidR="005D2BC9" w:rsidRPr="00135C8D">
        <w:t xml:space="preserve"> </w:t>
      </w:r>
      <w:r w:rsidR="00664F04" w:rsidRPr="00135C8D">
        <w:t>suggest</w:t>
      </w:r>
      <w:r w:rsidR="00293A43" w:rsidRPr="00135C8D">
        <w:t>ed that</w:t>
      </w:r>
      <w:r w:rsidR="00664F04" w:rsidRPr="00135C8D">
        <w:t xml:space="preserve"> the dislocation line energy can be reduced by </w:t>
      </w:r>
      <w:r w:rsidR="00575DA1" w:rsidRPr="00135C8D">
        <w:t xml:space="preserve">the presence of </w:t>
      </w:r>
      <w:r w:rsidR="00664F04" w:rsidRPr="00135C8D">
        <w:t>solute</w:t>
      </w:r>
      <w:r w:rsidR="00575DA1" w:rsidRPr="00135C8D">
        <w:t xml:space="preserve"> hydrogen</w:t>
      </w:r>
      <w:r w:rsidR="00664F04" w:rsidRPr="00135C8D">
        <w:t xml:space="preserve">. Therefore, the critical shear stress required for </w:t>
      </w:r>
      <w:r w:rsidR="00575DA1" w:rsidRPr="00135C8D">
        <w:t xml:space="preserve">the </w:t>
      </w:r>
      <w:r w:rsidR="00664F04" w:rsidRPr="00135C8D">
        <w:t>Frank-Read source is reduced</w:t>
      </w:r>
      <w:r w:rsidR="00575DA1" w:rsidRPr="00135C8D">
        <w:t>,</w:t>
      </w:r>
      <w:r w:rsidR="00664F04" w:rsidRPr="00135C8D">
        <w:t xml:space="preserve"> thus leading to dislocation multiplication. </w:t>
      </w:r>
    </w:p>
    <w:p w14:paraId="7F874155" w14:textId="67A45A11" w:rsidR="00742DEB" w:rsidRPr="00135C8D" w:rsidRDefault="00664F04" w:rsidP="00664F04">
      <w:r w:rsidRPr="00135C8D">
        <w:t xml:space="preserve">However, the expended dislocation length by Frank-Read dislocation source multiplication is hindered </w:t>
      </w:r>
      <w:r w:rsidR="000571CE" w:rsidRPr="00135C8D">
        <w:t xml:space="preserve">in the samples with 10% and 15% pre-strain. </w:t>
      </w:r>
      <w:bookmarkStart w:id="22" w:name="OLE_LINK35"/>
      <w:bookmarkStart w:id="23" w:name="OLE_LINK36"/>
      <w:r w:rsidR="00116576" w:rsidRPr="00135C8D">
        <w:t>As it has been mentioned above,</w:t>
      </w:r>
      <w:r w:rsidR="00742DEB" w:rsidRPr="00135C8D">
        <w:t xml:space="preserve"> a quenching process can introduce a residual stress between ferrite and austenite </w:t>
      </w:r>
      <w:r w:rsidR="00116576" w:rsidRPr="00135C8D">
        <w:t xml:space="preserve">in SDSS </w:t>
      </w:r>
      <w:r w:rsidR="00813F3C" w:rsidRPr="00135C8D">
        <w:fldChar w:fldCharType="begin"/>
      </w:r>
      <w:r w:rsidR="006E5ED0" w:rsidRPr="00135C8D">
        <w:instrText xml:space="preserve"> ADDIN EN.CITE &lt;EndNote&gt;&lt;Cite&gt;&lt;Author&gt;Harjo&lt;/Author&gt;&lt;Year&gt;1998&lt;/Year&gt;&lt;RecNum&gt;599&lt;/RecNum&gt;&lt;DisplayText&gt;[44]&lt;/DisplayText&gt;&lt;record&gt;&lt;rec-number&gt;599&lt;/rec-number&gt;&lt;foreign-keys&gt;&lt;key app="EN" db-id="szapfewrpepx5fep50iv0ssozvafwxp99rve" timestamp="1488809136"&gt;599&lt;/key&gt;&lt;/foreign-keys&gt;&lt;ref-type name="Journal Article"&gt;17&lt;/ref-type&gt;&lt;contributors&gt;&lt;authors&gt;&lt;author&gt;Harjo, S.&lt;/author&gt;&lt;author&gt;Tomota, Y.&lt;/author&gt;&lt;author&gt;Ono, M.&lt;/author&gt;&lt;/authors&gt;&lt;/contributors&gt;&lt;titles&gt;&lt;title&gt;Measurements of thermal residual elastic strains in ferrite–austenite Fe–Cr–Ni alloys by neutron and X-ray diffractions&lt;/title&gt;&lt;secondary-title&gt;Acta Mater.&lt;/secondary-title&gt;&lt;/titles&gt;&lt;periodical&gt;&lt;full-title&gt;Acta Mater.&lt;/full-title&gt;&lt;/periodical&gt;&lt;pages&gt;353-362&lt;/pages&gt;&lt;volume&gt;47&lt;/volume&gt;&lt;number&gt;1&lt;/number&gt;&lt;dates&gt;&lt;year&gt;1998&lt;/year&gt;&lt;pub-dates&gt;&lt;date&gt;12/11/&lt;/date&gt;&lt;/pub-dates&gt;&lt;/dates&gt;&lt;isbn&gt;1359-6454&lt;/isbn&gt;&lt;urls&gt;&lt;related-urls&gt;&lt;url&gt;http://www.sciencedirect.com/science/article/pii/S1359645498003000&lt;/url&gt;&lt;url&gt;http://ac.els-cdn.com/S1359645498003000/1-s2.0-S1359645498003000-main.pdf?_tid=fcd24cd8-0275-11e7-acbb-00000aab0f26&amp;amp;acdnat=1488809323_bbe923aefdad363065eb30416916dbdf&lt;/url&gt;&lt;/related-urls&gt;&lt;/urls&gt;&lt;electronic-resource-num&gt;http://dx.doi.org/10.1016/S1359-6454(98)00300-0&lt;/electronic-resource-num&gt;&lt;/record&gt;&lt;/Cite&gt;&lt;/EndNote&gt;</w:instrText>
      </w:r>
      <w:r w:rsidR="00813F3C" w:rsidRPr="00135C8D">
        <w:fldChar w:fldCharType="separate"/>
      </w:r>
      <w:r w:rsidR="006E5ED0" w:rsidRPr="00135C8D">
        <w:rPr>
          <w:noProof/>
        </w:rPr>
        <w:t>[44]</w:t>
      </w:r>
      <w:r w:rsidR="00813F3C" w:rsidRPr="00135C8D">
        <w:fldChar w:fldCharType="end"/>
      </w:r>
      <w:r w:rsidR="00742DEB" w:rsidRPr="00135C8D">
        <w:t>. This residual stress is critical for dislocation multiplication in samples without pre-strain and 5% pre-strain. However, in the samples with</w:t>
      </w:r>
      <w:r w:rsidR="00116576" w:rsidRPr="00135C8D">
        <w:t xml:space="preserve"> </w:t>
      </w:r>
      <w:r w:rsidR="00742DEB" w:rsidRPr="00135C8D">
        <w:t xml:space="preserve">10% and 15% pre-strain, a large scale plastic deformation is present. </w:t>
      </w:r>
      <w:r w:rsidR="0035035F" w:rsidRPr="00135C8D">
        <w:t xml:space="preserve">Johansson et al. </w:t>
      </w:r>
      <w:r w:rsidR="0035035F" w:rsidRPr="00135C8D">
        <w:fldChar w:fldCharType="begin"/>
      </w:r>
      <w:r w:rsidR="006E5ED0" w:rsidRPr="00135C8D">
        <w:instrText xml:space="preserve"> ADDIN EN.CITE &lt;EndNote&gt;&lt;Cite&gt;&lt;Author&gt;Johansson&lt;/Author&gt;&lt;Year&gt;1999&lt;/Year&gt;&lt;RecNum&gt;78&lt;/RecNum&gt;&lt;DisplayText&gt;[47]&lt;/DisplayText&gt;&lt;record&gt;&lt;rec-number&gt;78&lt;/rec-number&gt;&lt;foreign-keys&gt;&lt;key app="EN" db-id="szapfewrpepx5fep50iv0ssozvafwxp99rve" timestamp="1393149107"&gt;78&lt;/key&gt;&lt;/foreign-keys&gt;&lt;ref-type name="Journal Article"&gt;17&lt;/ref-type&gt;&lt;contributors&gt;&lt;authors&gt;&lt;author&gt;Johansson, Johan&lt;/author&gt;&lt;author&gt;Odén, Magnus&lt;/author&gt;&lt;author&gt;Zeng, X-H&lt;/author&gt;&lt;/authors&gt;&lt;/contributors&gt;&lt;titles&gt;&lt;title&gt;Evolution of the residual stress state in a duplex stainless steel during loading&lt;/title&gt;&lt;secondary-title&gt;Acta Mater.&lt;/secondary-title&gt;&lt;/titles&gt;&lt;periodical&gt;&lt;full-title&gt;Acta Mater.&lt;/full-title&gt;&lt;/periodical&gt;&lt;pages&gt;2669-2684&lt;/pages&gt;&lt;volume&gt;47&lt;/volume&gt;&lt;number&gt;9&lt;/number&gt;&lt;dates&gt;&lt;year&gt;1999&lt;/year&gt;&lt;/dates&gt;&lt;isbn&gt;1359-6454&lt;/isbn&gt;&lt;urls&gt;&lt;/urls&gt;&lt;/record&gt;&lt;/Cite&gt;&lt;/EndNote&gt;</w:instrText>
      </w:r>
      <w:r w:rsidR="0035035F" w:rsidRPr="00135C8D">
        <w:fldChar w:fldCharType="separate"/>
      </w:r>
      <w:r w:rsidR="006E5ED0" w:rsidRPr="00135C8D">
        <w:rPr>
          <w:noProof/>
        </w:rPr>
        <w:t>[47]</w:t>
      </w:r>
      <w:r w:rsidR="0035035F" w:rsidRPr="00135C8D">
        <w:fldChar w:fldCharType="end"/>
      </w:r>
      <w:r w:rsidR="0035035F" w:rsidRPr="00135C8D">
        <w:t xml:space="preserve"> reported that</w:t>
      </w:r>
      <w:r w:rsidR="005D2BC9" w:rsidRPr="00135C8D">
        <w:t xml:space="preserve">, though ferrite undergoes more plastic deformation than austenite </w:t>
      </w:r>
      <w:r w:rsidR="00116576" w:rsidRPr="00135C8D">
        <w:t>at low and intermediate macroscopic strain,</w:t>
      </w:r>
      <w:r w:rsidR="0035035F" w:rsidRPr="00135C8D">
        <w:t xml:space="preserve"> the </w:t>
      </w:r>
      <w:r w:rsidR="00D34EF8" w:rsidRPr="00135C8D">
        <w:t xml:space="preserve">partitioning of </w:t>
      </w:r>
      <w:r w:rsidR="0035035F" w:rsidRPr="00135C8D">
        <w:t xml:space="preserve">plastic deformation </w:t>
      </w:r>
      <w:r w:rsidR="00C45604" w:rsidRPr="00135C8D">
        <w:t>from</w:t>
      </w:r>
      <w:r w:rsidR="0035035F" w:rsidRPr="00135C8D">
        <w:t xml:space="preserve"> ferrite and austenite behaves indifferently </w:t>
      </w:r>
      <w:r w:rsidR="00D34EF8" w:rsidRPr="00135C8D">
        <w:t xml:space="preserve">at high macroscopic strains. </w:t>
      </w:r>
      <w:r w:rsidR="00C45604" w:rsidRPr="00135C8D">
        <w:t xml:space="preserve">Therefore, during the loading process, </w:t>
      </w:r>
      <w:r w:rsidR="00116576" w:rsidRPr="00135C8D">
        <w:t xml:space="preserve">it can be proposed that </w:t>
      </w:r>
      <w:r w:rsidR="00C45604" w:rsidRPr="00135C8D">
        <w:t xml:space="preserve">the introduced plastic deformation can diminish the residual stress between the two phases from the as-quenched condition. </w:t>
      </w:r>
      <w:r w:rsidR="00D34EF8" w:rsidRPr="00135C8D">
        <w:t>Besides, a</w:t>
      </w:r>
      <w:r w:rsidR="00742DEB" w:rsidRPr="00135C8D">
        <w:t>s the mechanical properties of ferrite and austenite are close at the room temperature</w:t>
      </w:r>
      <w:r w:rsidR="00D34EF8" w:rsidRPr="00135C8D">
        <w:t xml:space="preserve"> </w:t>
      </w:r>
      <w:r w:rsidR="00D34EF8" w:rsidRPr="00135C8D">
        <w:fldChar w:fldCharType="begin"/>
      </w:r>
      <w:r w:rsidR="006E5ED0" w:rsidRPr="00135C8D">
        <w:instrText xml:space="preserve"> ADDIN EN.CITE &lt;EndNote&gt;&lt;Cite&gt;&lt;Author&gt;Johansson&lt;/Author&gt;&lt;Year&gt;1999&lt;/Year&gt;&lt;RecNum&gt;78&lt;/RecNum&gt;&lt;DisplayText&gt;[47, 48]&lt;/DisplayText&gt;&lt;record&gt;&lt;rec-number&gt;78&lt;/rec-number&gt;&lt;foreign-keys&gt;&lt;key app="EN" db-id="szapfewrpepx5fep50iv0ssozvafwxp99rve" timestamp="1393149107"&gt;78&lt;/key&gt;&lt;/foreign-keys&gt;&lt;ref-type name="Journal Article"&gt;17&lt;/ref-type&gt;&lt;contributors&gt;&lt;authors&gt;&lt;author&gt;Johansson, Johan&lt;/author&gt;&lt;author&gt;Odén, Magnus&lt;/author&gt;&lt;author&gt;Zeng, X-H&lt;/author&gt;&lt;/authors&gt;&lt;/contributors&gt;&lt;titles&gt;&lt;title&gt;Evolution of the residual stress state in a duplex stainless steel during loading&lt;/title&gt;&lt;secondary-title&gt;Acta Mater.&lt;/secondary-title&gt;&lt;/titles&gt;&lt;periodical&gt;&lt;full-title&gt;Acta Mater.&lt;/full-title&gt;&lt;/periodical&gt;&lt;pages&gt;2669-2684&lt;/pages&gt;&lt;volume&gt;47&lt;/volume&gt;&lt;number&gt;9&lt;/number&gt;&lt;dates&gt;&lt;year&gt;1999&lt;/year&gt;&lt;/dates&gt;&lt;isbn&gt;1359-6454&lt;/isbn&gt;&lt;urls&gt;&lt;/urls&gt;&lt;/record&gt;&lt;/Cite&gt;&lt;Cite&gt;&lt;Author&gt;Jia&lt;/Author&gt;&lt;Year&gt;2008&lt;/Year&gt;&lt;RecNum&gt;103&lt;/RecNum&gt;&lt;record&gt;&lt;rec-number&gt;103&lt;/rec-number&gt;&lt;foreign-keys&gt;&lt;key app="EN" db-id="szapfewrpepx5fep50iv0ssozvafwxp99rve" timestamp="1399543581"&gt;103&lt;/key&gt;&lt;/foreign-keys&gt;&lt;ref-type name="Journal Article"&gt;17&lt;/ref-type&gt;&lt;contributors&gt;&lt;authors&gt;&lt;author&gt;Jia, N&lt;/author&gt;&lt;author&gt;Lin Peng, R&lt;/author&gt;&lt;author&gt;Wang, YD&lt;/author&gt;&lt;author&gt;Johansson, Sten&lt;/author&gt;&lt;author&gt;Liaw, PK&lt;/author&gt;&lt;/authors&gt;&lt;/contributors&gt;&lt;titles&gt;&lt;title&gt;Micromechanical behavior and texture evolution of duplex stainless steel studied by neutron diffraction and self-consistent modeling&lt;/title&gt;&lt;secondary-title&gt;Acta Mater.&lt;/secondary-title&gt;&lt;/titles&gt;&lt;periodical&gt;&lt;full-title&gt;Acta Mater.&lt;/full-title&gt;&lt;/periodical&gt;&lt;pages&gt;782-793&lt;/pages&gt;&lt;volume&gt;56&lt;/volume&gt;&lt;number&gt;4&lt;/number&gt;&lt;dates&gt;&lt;year&gt;2008&lt;/year&gt;&lt;/dates&gt;&lt;isbn&gt;1359-6454&lt;/isbn&gt;&lt;urls&gt;&lt;/urls&gt;&lt;/record&gt;&lt;/Cite&gt;&lt;/EndNote&gt;</w:instrText>
      </w:r>
      <w:r w:rsidR="00D34EF8" w:rsidRPr="00135C8D">
        <w:fldChar w:fldCharType="separate"/>
      </w:r>
      <w:r w:rsidR="006E5ED0" w:rsidRPr="00135C8D">
        <w:rPr>
          <w:noProof/>
        </w:rPr>
        <w:t>[47, 48]</w:t>
      </w:r>
      <w:r w:rsidR="00D34EF8" w:rsidRPr="00135C8D">
        <w:fldChar w:fldCharType="end"/>
      </w:r>
      <w:r w:rsidR="00742DEB" w:rsidRPr="00135C8D">
        <w:t>,</w:t>
      </w:r>
      <w:r w:rsidR="00C45604" w:rsidRPr="00135C8D">
        <w:t xml:space="preserve"> the release of loading can result in a low residual stress state in samples with 10% and 15% pre-strain</w:t>
      </w:r>
      <w:r w:rsidR="00742DEB" w:rsidRPr="00135C8D">
        <w:t>.</w:t>
      </w:r>
      <w:r w:rsidR="00C45604" w:rsidRPr="00135C8D">
        <w:t xml:space="preserve"> Consequently, the source</w:t>
      </w:r>
      <w:r w:rsidR="00742DEB" w:rsidRPr="00135C8D">
        <w:t xml:space="preserve"> of dislocation multiplication is reduced </w:t>
      </w:r>
      <w:r w:rsidR="00742DEB" w:rsidRPr="00135C8D">
        <w:lastRenderedPageBreak/>
        <w:t>and resulting in a</w:t>
      </w:r>
      <w:r w:rsidR="00B1153C" w:rsidRPr="00135C8D">
        <w:t>n</w:t>
      </w:r>
      <w:r w:rsidR="00742DEB" w:rsidRPr="00135C8D">
        <w:t xml:space="preserve"> </w:t>
      </w:r>
      <w:r w:rsidR="00B1153C" w:rsidRPr="00135C8D">
        <w:t>equality</w:t>
      </w:r>
      <w:r w:rsidR="00742DEB" w:rsidRPr="00135C8D">
        <w:t xml:space="preserve"> of dislocation multiplication and annihilation</w:t>
      </w:r>
      <w:r w:rsidR="00681202" w:rsidRPr="00135C8D">
        <w:t xml:space="preserve"> in the samples with 10% and 15% pre-strain</w:t>
      </w:r>
      <w:r w:rsidR="00742DEB" w:rsidRPr="00135C8D">
        <w:t>.</w:t>
      </w:r>
    </w:p>
    <w:bookmarkEnd w:id="22"/>
    <w:bookmarkEnd w:id="23"/>
    <w:p w14:paraId="580E4ABE" w14:textId="5CEFBC8F" w:rsidR="00664F04" w:rsidRPr="00135C8D" w:rsidRDefault="00AE2344" w:rsidP="00664F04">
      <w:r w:rsidRPr="00135C8D">
        <w:t>T</w:t>
      </w:r>
      <w:r w:rsidR="00DB6358" w:rsidRPr="00135C8D">
        <w:t xml:space="preserve">he </w:t>
      </w:r>
      <w:r w:rsidR="00C72158" w:rsidRPr="00135C8D">
        <w:t>model</w:t>
      </w:r>
      <w:r w:rsidR="00DB6358" w:rsidRPr="00135C8D">
        <w:t xml:space="preserve"> of </w:t>
      </w:r>
      <w:r w:rsidR="00664F04" w:rsidRPr="00135C8D">
        <w:t xml:space="preserve">dynamic recovery </w:t>
      </w:r>
      <w:r w:rsidR="006C2634" w:rsidRPr="00135C8D">
        <w:t>c</w:t>
      </w:r>
      <w:r w:rsidR="00805C75" w:rsidRPr="00135C8D">
        <w:t>ould</w:t>
      </w:r>
      <w:r w:rsidR="00DB6358" w:rsidRPr="00135C8D">
        <w:t xml:space="preserve"> be applied here to depict the dislocation evolution </w:t>
      </w:r>
      <w:r w:rsidR="00664F04" w:rsidRPr="00135C8D">
        <w:t xml:space="preserve">in </w:t>
      </w:r>
      <w:r w:rsidRPr="00135C8D">
        <w:t xml:space="preserve">these </w:t>
      </w:r>
      <w:r w:rsidR="00664F04" w:rsidRPr="00135C8D">
        <w:t xml:space="preserve">samples </w:t>
      </w:r>
      <w:r w:rsidRPr="00135C8D">
        <w:t>as hydrogen is able to activate the dislocation movement.</w:t>
      </w:r>
      <w:r w:rsidR="00664F04" w:rsidRPr="00135C8D">
        <w:t xml:space="preserve"> </w:t>
      </w:r>
      <w:proofErr w:type="spellStart"/>
      <w:r w:rsidR="00664F04" w:rsidRPr="00135C8D">
        <w:t>Kocks</w:t>
      </w:r>
      <w:proofErr w:type="spellEnd"/>
      <w:r w:rsidR="00664F04" w:rsidRPr="00135C8D">
        <w:t xml:space="preserve"> and </w:t>
      </w:r>
      <w:proofErr w:type="spellStart"/>
      <w:r w:rsidR="00664F04" w:rsidRPr="00135C8D">
        <w:t>Mecking</w:t>
      </w:r>
      <w:proofErr w:type="spellEnd"/>
      <w:r w:rsidR="00664F04" w:rsidRPr="00135C8D">
        <w:t xml:space="preserve"> </w:t>
      </w:r>
      <w:r w:rsidR="00664F04" w:rsidRPr="00135C8D">
        <w:fldChar w:fldCharType="begin"/>
      </w:r>
      <w:r w:rsidR="006E5ED0" w:rsidRPr="00135C8D">
        <w:instrText xml:space="preserve"> ADDIN EN.CITE &lt;EndNote&gt;&lt;Cite&gt;&lt;Author&gt;Kocks&lt;/Author&gt;&lt;Year&gt;2003&lt;/Year&gt;&lt;RecNum&gt;609&lt;/RecNum&gt;&lt;DisplayText&gt;[49]&lt;/DisplayText&gt;&lt;record&gt;&lt;rec-number&gt;609&lt;/rec-number&gt;&lt;foreign-keys&gt;&lt;key app="EN" db-id="szapfewrpepx5fep50iv0ssozvafwxp99rve" timestamp="1489071058"&gt;609&lt;/key&gt;&lt;/foreign-keys&gt;&lt;ref-type name="Journal Article"&gt;17&lt;/ref-type&gt;&lt;contributors&gt;&lt;authors&gt;&lt;author&gt;Kocks, U. F.&lt;/author&gt;&lt;author&gt;Mecking, H.&lt;/author&gt;&lt;/authors&gt;&lt;/contributors&gt;&lt;titles&gt;&lt;title&gt;Physics and phenomenology of strain hardening: the FCC case&lt;/title&gt;&lt;secondary-title&gt;Prog. Mater. Sci.&lt;/secondary-title&gt;&lt;/titles&gt;&lt;periodical&gt;&lt;full-title&gt;Prog. Mater. Sci.&lt;/full-title&gt;&lt;/periodical&gt;&lt;pages&gt;171-273&lt;/pages&gt;&lt;volume&gt;48&lt;/volume&gt;&lt;number&gt;3&lt;/number&gt;&lt;dates&gt;&lt;year&gt;2003&lt;/year&gt;&lt;pub-dates&gt;&lt;date&gt;//&lt;/date&gt;&lt;/pub-dates&gt;&lt;/dates&gt;&lt;isbn&gt;0079-6425&lt;/isbn&gt;&lt;urls&gt;&lt;related-urls&gt;&lt;url&gt;http://www.sciencedirect.com/science/article/pii/S0079642502000038&lt;/url&gt;&lt;url&gt;http://ac.els-cdn.com/S0079642502000038/1-s2.0-S0079642502000038-main.pdf?_tid=d5a5b0a0-04d7-11e7-8540-00000aacb361&amp;amp;acdnat=1489071250_eb709a5c85b0e2fe6d823e1762b1b7ee&lt;/url&gt;&lt;/related-urls&gt;&lt;/urls&gt;&lt;electronic-resource-num&gt;http://dx.doi.org/10.1016/S0079-6425(02)00003-8&lt;/electronic-resource-num&gt;&lt;/record&gt;&lt;/Cite&gt;&lt;/EndNote&gt;</w:instrText>
      </w:r>
      <w:r w:rsidR="00664F04" w:rsidRPr="00135C8D">
        <w:fldChar w:fldCharType="separate"/>
      </w:r>
      <w:r w:rsidR="006E5ED0" w:rsidRPr="00135C8D">
        <w:rPr>
          <w:noProof/>
        </w:rPr>
        <w:t>[49]</w:t>
      </w:r>
      <w:r w:rsidR="00664F04" w:rsidRPr="00135C8D">
        <w:fldChar w:fldCharType="end"/>
      </w:r>
      <w:r w:rsidR="00664F04" w:rsidRPr="00135C8D">
        <w:t xml:space="preserve"> proposed a systematic model to evaluate dislocation density within conditions of varying temperature and strain. </w:t>
      </w:r>
      <w:r w:rsidR="00BB1C2A" w:rsidRPr="00135C8D">
        <w:t>C</w:t>
      </w:r>
      <w:r w:rsidR="00664F04" w:rsidRPr="00135C8D">
        <w:t>onsider</w:t>
      </w:r>
      <w:r w:rsidR="00BB1C2A" w:rsidRPr="00135C8D">
        <w:t>ing only</w:t>
      </w:r>
      <w:r w:rsidR="00664F04" w:rsidRPr="00135C8D">
        <w:t xml:space="preserve"> the strain effect, the net storage rate of dislocation can be written as </w:t>
      </w:r>
      <w:r w:rsidR="00664F04" w:rsidRPr="00135C8D">
        <w:fldChar w:fldCharType="begin">
          <w:fldData xml:space="preserve">PEVuZE5vdGU+PENpdGU+PEF1dGhvcj5Lb2NrczwvQXV0aG9yPjxZZWFyPjIwMDM8L1llYXI+PFJl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</w:fldData>
        </w:fldChar>
      </w:r>
      <w:r w:rsidR="006E5ED0" w:rsidRPr="00135C8D">
        <w:instrText xml:space="preserve"> ADDIN EN.CITE </w:instrText>
      </w:r>
      <w:r w:rsidR="006E5ED0" w:rsidRPr="00135C8D">
        <w:fldChar w:fldCharType="begin">
          <w:fldData xml:space="preserve">PEVuZE5vdGU+PENpdGU+PEF1dGhvcj5Lb2NrczwvQXV0aG9yPjxZZWFyPjIwMDM8L1llYXI+PFJl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</w:fldData>
        </w:fldChar>
      </w:r>
      <w:r w:rsidR="006E5ED0" w:rsidRPr="00135C8D">
        <w:instrText xml:space="preserve"> ADDIN EN.CITE.DATA </w:instrText>
      </w:r>
      <w:r w:rsidR="006E5ED0" w:rsidRPr="00135C8D">
        <w:fldChar w:fldCharType="end"/>
      </w:r>
      <w:r w:rsidR="00664F04" w:rsidRPr="00135C8D">
        <w:fldChar w:fldCharType="separate"/>
      </w:r>
      <w:r w:rsidR="006E5ED0" w:rsidRPr="00135C8D">
        <w:rPr>
          <w:noProof/>
        </w:rPr>
        <w:t>[49-51]</w:t>
      </w:r>
      <w:r w:rsidR="00664F04" w:rsidRPr="00135C8D">
        <w:fldChar w:fldCharType="end"/>
      </w:r>
      <w:r w:rsidR="005C627D" w:rsidRPr="00135C8D">
        <w:t>:</w:t>
      </w:r>
    </w:p>
    <w:p w14:paraId="37564413" w14:textId="77777777" w:rsidR="00664F04" w:rsidRPr="00135C8D" w:rsidRDefault="00135C8D" w:rsidP="00664F04">
      <m:oMath>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ρ</m:t>
                </m:r>
              </m:sub>
            </m:sSub>
          </m:num>
          <m:den>
            <m:sSub>
              <m:sSubPr>
                <m:ctrlPr>
                  <w:rPr>
                    <w:rFonts w:ascii="Cambria Math" w:hAnsi="Cambria Math"/>
                    <w:i/>
                  </w:rPr>
                </m:ctrlPr>
              </m:sSubPr>
              <m:e>
                <m:r>
                  <w:rPr>
                    <w:rFonts w:ascii="Cambria Math" w:hAnsi="Cambria Math"/>
                  </w:rPr>
                  <m:t>d</m:t>
                </m:r>
              </m:e>
              <m:sub>
                <m:r>
                  <w:rPr>
                    <w:rFonts w:ascii="Cambria Math" w:hAnsi="Cambria Math"/>
                  </w:rPr>
                  <m:t>ε</m:t>
                </m:r>
              </m:sub>
            </m:sSub>
          </m:den>
        </m:f>
        <m:r>
          <w:rPr>
            <w:rFonts w:ascii="Cambria Math" w:hAnsi="Cambria Math"/>
          </w:rPr>
          <m:t>=M(</m:t>
        </m:r>
        <m:sSub>
          <m:sSubPr>
            <m:ctrlPr>
              <w:rPr>
                <w:rFonts w:ascii="Cambria Math" w:hAnsi="Cambria Math"/>
                <w:i/>
              </w:rPr>
            </m:ctrlPr>
          </m:sSubPr>
          <m:e>
            <m:r>
              <w:rPr>
                <w:rFonts w:ascii="Cambria Math" w:hAnsi="Cambria Math"/>
              </w:rPr>
              <m:t>k</m:t>
            </m:r>
          </m:e>
          <m:sub>
            <m:r>
              <w:rPr>
                <w:rFonts w:ascii="Cambria Math" w:hAnsi="Cambria Math"/>
              </w:rPr>
              <m:t>1</m:t>
            </m:r>
          </m:sub>
        </m:sSub>
        <m:rad>
          <m:radPr>
            <m:degHide m:val="1"/>
            <m:ctrlPr>
              <w:rPr>
                <w:rFonts w:ascii="Cambria Math" w:hAnsi="Cambria Math"/>
                <w:i/>
              </w:rPr>
            </m:ctrlPr>
          </m:radPr>
          <m:deg/>
          <m:e>
            <m:r>
              <w:rPr>
                <w:rFonts w:ascii="Cambria Math" w:hAnsi="Cambria Math"/>
              </w:rPr>
              <m:t>ρ</m:t>
            </m:r>
          </m:e>
        </m:rad>
        <m:r>
          <w:rPr>
            <w:rFonts w:ascii="Cambria Math" w:hAnsi="Cambria Math"/>
          </w:rPr>
          <m:t>-</m:t>
        </m:r>
        <w:bookmarkStart w:id="24" w:name="OLE_LINK15"/>
        <w:bookmarkStart w:id="25" w:name="OLE_LINK16"/>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ρ</m:t>
        </m:r>
        <w:bookmarkEnd w:id="24"/>
        <w:bookmarkEnd w:id="25"/>
        <m:r>
          <w:rPr>
            <w:rFonts w:ascii="Cambria Math" w:hAnsi="Cambria Math"/>
          </w:rPr>
          <m:t>)</m:t>
        </m:r>
      </m:oMath>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r>
      <w:r w:rsidR="00664F04" w:rsidRPr="00135C8D">
        <w:tab/>
        <w:t>(8)</w:t>
      </w:r>
    </w:p>
    <w:p w14:paraId="037E59B5" w14:textId="2D2EC009" w:rsidR="00664F04" w:rsidRPr="00135C8D" w:rsidRDefault="00BB1C2A" w:rsidP="00664F04">
      <w:proofErr w:type="gramStart"/>
      <w:r w:rsidRPr="00135C8D">
        <w:t>where</w:t>
      </w:r>
      <w:proofErr w:type="gramEnd"/>
      <w:r w:rsidRPr="00135C8D">
        <w:t xml:space="preserve"> </w:t>
      </w:r>
      <w:r w:rsidR="00664F04" w:rsidRPr="00135C8D">
        <w:rPr>
          <w:i/>
        </w:rPr>
        <w:t xml:space="preserve">M </w:t>
      </w:r>
      <w:r w:rsidR="00664F04" w:rsidRPr="00135C8D">
        <w:t xml:space="preserve">is Taylor’s factor. </w:t>
      </w:r>
      <w:proofErr w:type="gramStart"/>
      <w:r w:rsidR="00664F04" w:rsidRPr="00135C8D">
        <w:rPr>
          <w:i/>
        </w:rPr>
        <w:t>k</w:t>
      </w:r>
      <w:r w:rsidR="00664F04" w:rsidRPr="00135C8D">
        <w:rPr>
          <w:i/>
          <w:vertAlign w:val="subscript"/>
        </w:rPr>
        <w:t>1</w:t>
      </w:r>
      <w:proofErr w:type="gramEnd"/>
      <w:r w:rsidR="00664F04" w:rsidRPr="00135C8D">
        <w:t xml:space="preserve"> is storage constant. </w:t>
      </w:r>
      <w:proofErr w:type="gramStart"/>
      <w:r w:rsidR="00664F04" w:rsidRPr="00135C8D">
        <w:rPr>
          <w:i/>
        </w:rPr>
        <w:t>k</w:t>
      </w:r>
      <w:r w:rsidR="00664F04" w:rsidRPr="00135C8D">
        <w:rPr>
          <w:i/>
          <w:vertAlign w:val="subscript"/>
        </w:rPr>
        <w:t>2</w:t>
      </w:r>
      <w:proofErr w:type="gramEnd"/>
      <w:r w:rsidR="00664F04" w:rsidRPr="00135C8D">
        <w:t xml:space="preserve"> is dynamic recovery constant which is proportional to the critical dislocation annihilation distance. Both </w:t>
      </w:r>
      <w:r w:rsidR="00664F04" w:rsidRPr="00135C8D">
        <w:rPr>
          <w:i/>
        </w:rPr>
        <w:t>k</w:t>
      </w:r>
      <w:r w:rsidR="00664F04" w:rsidRPr="00135C8D">
        <w:rPr>
          <w:i/>
          <w:vertAlign w:val="subscript"/>
        </w:rPr>
        <w:t xml:space="preserve">1 </w:t>
      </w:r>
      <w:r w:rsidR="00664F04" w:rsidRPr="00135C8D">
        <w:t xml:space="preserve">and </w:t>
      </w:r>
      <w:proofErr w:type="gramStart"/>
      <w:r w:rsidR="00664F04" w:rsidRPr="00135C8D">
        <w:rPr>
          <w:i/>
        </w:rPr>
        <w:t>k</w:t>
      </w:r>
      <w:r w:rsidR="00664F04" w:rsidRPr="00135C8D">
        <w:rPr>
          <w:i/>
          <w:vertAlign w:val="subscript"/>
        </w:rPr>
        <w:t>2</w:t>
      </w:r>
      <w:proofErr w:type="gramEnd"/>
      <w:r w:rsidR="00664F04" w:rsidRPr="00135C8D">
        <w:t xml:space="preserve"> are positive values. As </w:t>
      </w:r>
      <m:oMath>
        <m:sSub>
          <m:sSubPr>
            <m:ctrlPr>
              <w:rPr>
                <w:rFonts w:ascii="Cambria Math" w:hAnsi="Cambria Math"/>
                <w:i/>
              </w:rPr>
            </m:ctrlPr>
          </m:sSubPr>
          <m:e>
            <m:r>
              <w:rPr>
                <w:rFonts w:ascii="Cambria Math" w:hAnsi="Cambria Math"/>
              </w:rPr>
              <m:t>k</m:t>
            </m:r>
          </m:e>
          <m:sub>
            <m:r>
              <w:rPr>
                <w:rFonts w:ascii="Cambria Math" w:hAnsi="Cambria Math"/>
              </w:rPr>
              <m:t>2</m:t>
            </m:r>
          </m:sub>
        </m:sSub>
        <m:r>
          <w:rPr>
            <w:rFonts w:ascii="Cambria Math" w:hAnsi="Cambria Math"/>
          </w:rPr>
          <m:t>ρ</m:t>
        </m:r>
      </m:oMath>
      <w:r w:rsidR="00664F04" w:rsidRPr="00135C8D">
        <w:t xml:space="preserve"> possess</w:t>
      </w:r>
      <w:proofErr w:type="spellStart"/>
      <w:r w:rsidR="00575DA1" w:rsidRPr="00135C8D">
        <w:t>es</w:t>
      </w:r>
      <w:proofErr w:type="spellEnd"/>
      <w:r w:rsidR="00575DA1" w:rsidRPr="00135C8D">
        <w:t xml:space="preserve"> a</w:t>
      </w:r>
      <w:r w:rsidR="00664F04" w:rsidRPr="00135C8D">
        <w:t xml:space="preserve"> higher order of term </w:t>
      </w:r>
      <w:r w:rsidR="00664F04" w:rsidRPr="00135C8D">
        <w:rPr>
          <w:rFonts w:cs="Times New Roman"/>
          <w:i/>
        </w:rPr>
        <w:t>ρ</w:t>
      </w:r>
      <w:r w:rsidR="00664F04" w:rsidRPr="00135C8D">
        <w:t xml:space="preserve"> than</w:t>
      </w:r>
      <m:oMath>
        <m:sSub>
          <m:sSubPr>
            <m:ctrlPr>
              <w:rPr>
                <w:rFonts w:ascii="Cambria Math" w:hAnsi="Cambria Math"/>
                <w:i/>
              </w:rPr>
            </m:ctrlPr>
          </m:sSubPr>
          <m:e>
            <m:r>
              <w:rPr>
                <w:rFonts w:ascii="Cambria Math" w:hAnsi="Cambria Math"/>
              </w:rPr>
              <m:t xml:space="preserve"> k</m:t>
            </m:r>
          </m:e>
          <m:sub>
            <m:r>
              <w:rPr>
                <w:rFonts w:ascii="Cambria Math" w:hAnsi="Cambria Math"/>
              </w:rPr>
              <m:t>1</m:t>
            </m:r>
          </m:sub>
        </m:sSub>
        <m:rad>
          <m:radPr>
            <m:degHide m:val="1"/>
            <m:ctrlPr>
              <w:rPr>
                <w:rFonts w:ascii="Cambria Math" w:hAnsi="Cambria Math"/>
                <w:i/>
              </w:rPr>
            </m:ctrlPr>
          </m:radPr>
          <m:deg/>
          <m:e>
            <m:r>
              <w:rPr>
                <w:rFonts w:ascii="Cambria Math" w:hAnsi="Cambria Math"/>
              </w:rPr>
              <m:t>ρ</m:t>
            </m:r>
          </m:e>
        </m:rad>
      </m:oMath>
      <w:r w:rsidR="00664F04" w:rsidRPr="00135C8D">
        <w:t>, with increasing strain, the increas</w:t>
      </w:r>
      <w:r w:rsidR="00575DA1" w:rsidRPr="00135C8D">
        <w:t>e</w:t>
      </w:r>
      <w:r w:rsidR="00664F04" w:rsidRPr="00135C8D">
        <w:t xml:space="preserve"> of dislocation density tend</w:t>
      </w:r>
      <w:r w:rsidR="00575DA1" w:rsidRPr="00135C8D">
        <w:t>s</w:t>
      </w:r>
      <w:r w:rsidR="00664F04" w:rsidRPr="00135C8D">
        <w:t xml:space="preserve"> to slow down and finally achieve a </w:t>
      </w:r>
      <w:r w:rsidR="00D93D8F" w:rsidRPr="00135C8D">
        <w:t xml:space="preserve">dislocation </w:t>
      </w:r>
      <w:r w:rsidR="00664F04" w:rsidRPr="00135C8D">
        <w:t xml:space="preserve">saturated status. In </w:t>
      </w:r>
      <w:r w:rsidR="00575DA1" w:rsidRPr="00135C8D">
        <w:t xml:space="preserve">the </w:t>
      </w:r>
      <w:r w:rsidR="00664F04" w:rsidRPr="00135C8D">
        <w:t xml:space="preserve">present study, hydrogen </w:t>
      </w:r>
      <w:r w:rsidR="00575DA1" w:rsidRPr="00135C8D">
        <w:t xml:space="preserve">is shown to </w:t>
      </w:r>
      <w:r w:rsidR="00664F04" w:rsidRPr="00135C8D">
        <w:t>g</w:t>
      </w:r>
      <w:r w:rsidR="00575DA1" w:rsidRPr="00135C8D">
        <w:t>i</w:t>
      </w:r>
      <w:r w:rsidR="00664F04" w:rsidRPr="00135C8D">
        <w:t xml:space="preserve">ve rise </w:t>
      </w:r>
      <w:r w:rsidR="00575DA1" w:rsidRPr="00135C8D">
        <w:t>to an increase in</w:t>
      </w:r>
      <w:r w:rsidR="00664F04" w:rsidRPr="00135C8D">
        <w:t xml:space="preserve"> dislocation density in unstrained and 5% pre-strained samples</w:t>
      </w:r>
      <w:r w:rsidR="003C72EB" w:rsidRPr="00135C8D">
        <w:t>,</w:t>
      </w:r>
      <w:r w:rsidR="00664F04" w:rsidRPr="00135C8D">
        <w:t xml:space="preserve"> </w:t>
      </w:r>
      <w:r w:rsidR="003C72EB" w:rsidRPr="00135C8D">
        <w:t>but not after the application of</w:t>
      </w:r>
      <w:r w:rsidR="00664F04" w:rsidRPr="00135C8D">
        <w:t xml:space="preserve"> 10% and 15% pre-strain</w:t>
      </w:r>
      <w:r w:rsidR="003C72EB" w:rsidRPr="00135C8D">
        <w:t xml:space="preserve">, which is likely due to this </w:t>
      </w:r>
      <w:r w:rsidR="00664F04" w:rsidRPr="00135C8D">
        <w:t>dislocation saturation</w:t>
      </w:r>
      <w:r w:rsidR="003C72EB" w:rsidRPr="00135C8D">
        <w:t xml:space="preserve"> phenomenon</w:t>
      </w:r>
      <w:r w:rsidR="00664F04" w:rsidRPr="00135C8D">
        <w:t>.</w:t>
      </w:r>
    </w:p>
    <w:p w14:paraId="7C828DDC" w14:textId="77777777" w:rsidR="00135C8D" w:rsidRDefault="00135C8D" w:rsidP="00135C8D">
      <w:pPr>
        <w:keepNext/>
        <w:jc w:val="center"/>
      </w:pPr>
      <w:r>
        <w:rPr>
          <w:noProof/>
        </w:rPr>
        <w:lastRenderedPageBreak/>
        <w:drawing>
          <wp:inline distT="0" distB="0" distL="0" distR="0" wp14:anchorId="24C6EF08" wp14:editId="7ECCBACD">
            <wp:extent cx="5114925" cy="57053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20233" cy="5711261"/>
                    </a:xfrm>
                    <a:prstGeom prst="rect">
                      <a:avLst/>
                    </a:prstGeom>
                    <a:noFill/>
                  </pic:spPr>
                </pic:pic>
              </a:graphicData>
            </a:graphic>
          </wp:inline>
        </w:drawing>
      </w:r>
    </w:p>
    <w:p w14:paraId="37892E6D" w14:textId="77777777" w:rsidR="00135C8D" w:rsidRDefault="00135C8D" w:rsidP="00135C8D">
      <w:pPr>
        <w:pStyle w:val="Caption"/>
      </w:pPr>
      <w:r>
        <w:t xml:space="preserve">Figure </w:t>
      </w:r>
      <w:r>
        <w:fldChar w:fldCharType="begin"/>
      </w:r>
      <w:r>
        <w:instrText xml:space="preserve"> SEQ Figure \* ARABIC </w:instrText>
      </w:r>
      <w:r>
        <w:fldChar w:fldCharType="separate"/>
      </w:r>
      <w:r>
        <w:rPr>
          <w:noProof/>
        </w:rPr>
        <w:t>3</w:t>
      </w:r>
      <w:r>
        <w:rPr>
          <w:noProof/>
        </w:rPr>
        <w:fldChar w:fldCharType="end"/>
      </w:r>
      <w:r>
        <w:t xml:space="preserve"> Dislocation density in austenite (FCC) and ferrite (BCC) as a function of different pre-strain; Bank1 reveals the dislocation density calculated from the lattice plane normal to sample longitude direction; Bank 2 depicts dislocation density calculated from the lattice plane normal to sample transverse direction; overall dislocation density is calculated by averaging the values of dislocation density determined from Bank 1 and Bank 2.</w:t>
      </w:r>
    </w:p>
    <w:p w14:paraId="0F2753D2" w14:textId="77777777" w:rsidR="00135C8D" w:rsidRDefault="00135C8D" w:rsidP="00664F04"/>
    <w:p w14:paraId="5B4A3F9C" w14:textId="2209FEB6" w:rsidR="00664F04" w:rsidRPr="00135C8D" w:rsidRDefault="00830AAD" w:rsidP="00664F04">
      <w:bookmarkStart w:id="26" w:name="_GoBack"/>
      <w:bookmarkEnd w:id="26"/>
      <w:r w:rsidRPr="00135C8D">
        <w:t>In</w:t>
      </w:r>
      <w:r w:rsidR="00664F04" w:rsidRPr="00135C8D">
        <w:t xml:space="preserve"> summary, </w:t>
      </w:r>
      <w:r w:rsidR="00C10470" w:rsidRPr="00135C8D">
        <w:t xml:space="preserve">we reported </w:t>
      </w:r>
      <w:r w:rsidR="00664F04" w:rsidRPr="00135C8D">
        <w:t xml:space="preserve">hydrogen induced dislocation multiplication </w:t>
      </w:r>
      <w:r w:rsidR="00282814" w:rsidRPr="00135C8D">
        <w:t xml:space="preserve">in super duplex stainless steel </w:t>
      </w:r>
      <w:r w:rsidR="00664F04" w:rsidRPr="00135C8D">
        <w:t xml:space="preserve">is a function of pre-strain, where </w:t>
      </w:r>
      <w:r w:rsidR="00B611D4" w:rsidRPr="00135C8D">
        <w:t xml:space="preserve">multiplication of </w:t>
      </w:r>
      <w:r w:rsidR="00664F04" w:rsidRPr="00135C8D">
        <w:t xml:space="preserve">dislocation density </w:t>
      </w:r>
      <w:r w:rsidRPr="00135C8D">
        <w:t>manifests</w:t>
      </w:r>
      <w:r w:rsidR="00664F04" w:rsidRPr="00135C8D">
        <w:t xml:space="preserve"> in samples with less than 5% pre-strain. Such dislocation multiplication is impeded when pre-strain </w:t>
      </w:r>
      <w:r w:rsidR="00B5402B" w:rsidRPr="00135C8D">
        <w:t>reaches</w:t>
      </w:r>
      <w:r w:rsidR="00664F04" w:rsidRPr="00135C8D">
        <w:t xml:space="preserve"> </w:t>
      </w:r>
      <w:r w:rsidR="00B5402B" w:rsidRPr="00135C8D">
        <w:t>10</w:t>
      </w:r>
      <w:r w:rsidR="00664F04" w:rsidRPr="00135C8D">
        <w:t>%.</w:t>
      </w:r>
    </w:p>
    <w:p w14:paraId="4A77212F" w14:textId="77777777" w:rsidR="00664F04" w:rsidRPr="00135C8D" w:rsidRDefault="00664F04" w:rsidP="00664F04">
      <w:pPr>
        <w:pStyle w:val="Heading1"/>
      </w:pPr>
      <w:r w:rsidRPr="00135C8D">
        <w:lastRenderedPageBreak/>
        <w:t>Acknowledgement:</w:t>
      </w:r>
    </w:p>
    <w:p w14:paraId="5740E163" w14:textId="77777777" w:rsidR="00664F04" w:rsidRPr="00135C8D" w:rsidRDefault="00664F04" w:rsidP="00664F04">
      <w:pPr>
        <w:jc w:val="left"/>
      </w:pPr>
      <w:r w:rsidRPr="00135C8D">
        <w:t>The authors acknowledge the allocation of beam time (RB1620333) at ISIS, Rutherford Appleton Laboratory, funded by the Science and Technology Facilities Council. TWI Ltd., Cambridge is gratefully acknowledged for supplying samples.</w:t>
      </w:r>
    </w:p>
    <w:p w14:paraId="6F138095" w14:textId="77777777" w:rsidR="00664F04" w:rsidRPr="00135C8D" w:rsidRDefault="00664F04" w:rsidP="00CB2286">
      <w:pPr>
        <w:pStyle w:val="Heading1"/>
      </w:pPr>
      <w:r w:rsidRPr="00135C8D">
        <w:t>References</w:t>
      </w:r>
    </w:p>
    <w:p w14:paraId="0DD1E21E" w14:textId="77777777" w:rsidR="00135C8D" w:rsidRPr="00135C8D" w:rsidRDefault="00664F04" w:rsidP="00135C8D">
      <w:pPr>
        <w:pStyle w:val="EndNoteBibliography"/>
        <w:spacing w:after="0"/>
      </w:pPr>
      <w:r w:rsidRPr="00135C8D">
        <w:fldChar w:fldCharType="begin"/>
      </w:r>
      <w:r w:rsidRPr="00135C8D">
        <w:instrText xml:space="preserve"> ADDIN EN.REFLIST </w:instrText>
      </w:r>
      <w:r w:rsidRPr="00135C8D">
        <w:fldChar w:fldCharType="separate"/>
      </w:r>
      <w:r w:rsidR="00135C8D" w:rsidRPr="00135C8D">
        <w:t>[1] H. Bhadeshia, R. Honeycombe, Steels Microstructure and Properties, Elsevier, Oxford, 2006.</w:t>
      </w:r>
    </w:p>
    <w:p w14:paraId="6C842CDA" w14:textId="77777777" w:rsidR="00135C8D" w:rsidRPr="00135C8D" w:rsidRDefault="00135C8D" w:rsidP="00135C8D">
      <w:pPr>
        <w:pStyle w:val="EndNoteBibliography"/>
        <w:spacing w:after="0"/>
      </w:pPr>
      <w:r w:rsidRPr="00135C8D">
        <w:t>[2] X.Z. Liang, M.F. Dodge, W. Liang, H.B. Dong, Scr. Mater., 127 (2017) 45-48.</w:t>
      </w:r>
    </w:p>
    <w:p w14:paraId="4F545AC9" w14:textId="77777777" w:rsidR="00135C8D" w:rsidRPr="00135C8D" w:rsidRDefault="00135C8D" w:rsidP="00135C8D">
      <w:pPr>
        <w:pStyle w:val="EndNoteBibliography"/>
        <w:spacing w:after="0"/>
      </w:pPr>
      <w:r w:rsidRPr="00135C8D">
        <w:t>[3] H.L. Yi, J.H. Ryu, H.K.D.H. Bhadeshia, H.W. Yen, J.R. Yang, Scr. Mater., 65 (2011) 604-607.</w:t>
      </w:r>
    </w:p>
    <w:p w14:paraId="11EFF875" w14:textId="77777777" w:rsidR="00135C8D" w:rsidRPr="00135C8D" w:rsidRDefault="00135C8D" w:rsidP="00135C8D">
      <w:pPr>
        <w:pStyle w:val="EndNoteBibliography"/>
        <w:spacing w:after="0"/>
      </w:pPr>
      <w:r w:rsidRPr="00135C8D">
        <w:t>[4] T. Maki, T. Furuhara, K. Tsuzaki, ISIJ Int., 41 (2001) 571-579.</w:t>
      </w:r>
    </w:p>
    <w:p w14:paraId="39FB8FA6" w14:textId="77777777" w:rsidR="00135C8D" w:rsidRPr="00135C8D" w:rsidRDefault="00135C8D" w:rsidP="00135C8D">
      <w:pPr>
        <w:pStyle w:val="EndNoteBibliography"/>
        <w:spacing w:after="0"/>
      </w:pPr>
      <w:r w:rsidRPr="00135C8D">
        <w:t>[5] T. Furuhara, T. Maki, J. Mater. Sci., 40 (2005) 919-926.</w:t>
      </w:r>
    </w:p>
    <w:p w14:paraId="0082013D" w14:textId="77777777" w:rsidR="00135C8D" w:rsidRPr="00135C8D" w:rsidRDefault="00135C8D" w:rsidP="00135C8D">
      <w:pPr>
        <w:pStyle w:val="EndNoteBibliography"/>
        <w:spacing w:after="0"/>
      </w:pPr>
      <w:r w:rsidRPr="00135C8D">
        <w:t>[6] I.N. Bastos, S.S.M. Tavares, F. Dalard, R.P. Nogueira, Scr. Mater., 57 (2007) 913-916.</w:t>
      </w:r>
    </w:p>
    <w:p w14:paraId="2D7771FB" w14:textId="77777777" w:rsidR="00135C8D" w:rsidRPr="00135C8D" w:rsidRDefault="00135C8D" w:rsidP="00135C8D">
      <w:pPr>
        <w:pStyle w:val="EndNoteBibliography"/>
        <w:spacing w:after="0"/>
      </w:pPr>
      <w:r w:rsidRPr="00135C8D">
        <w:t>[7] K. Devendranath Ramkumar, D. Mishra, B. Ganesh Raj, M.K. Vignesh, G. Thiruvengatam, S.P. Sudharshan, N. Arivazhagan, N. Sivashanmugam, A.M. Rabel, Mater. Design, 66, Part A (2015) 356-365.</w:t>
      </w:r>
    </w:p>
    <w:p w14:paraId="7B8F363C" w14:textId="77777777" w:rsidR="00135C8D" w:rsidRPr="00135C8D" w:rsidRDefault="00135C8D" w:rsidP="00135C8D">
      <w:pPr>
        <w:pStyle w:val="EndNoteBibliography"/>
        <w:spacing w:after="0"/>
      </w:pPr>
      <w:r w:rsidRPr="00135C8D">
        <w:t>[8] G. Lothongkum, P. Wongpanya, S. Morito, T. Furuhara, T. Maki, Corros. Sci., 48 (2006) 137-153.</w:t>
      </w:r>
    </w:p>
    <w:p w14:paraId="3A89C64D" w14:textId="77777777" w:rsidR="00135C8D" w:rsidRPr="00135C8D" w:rsidRDefault="00135C8D" w:rsidP="00135C8D">
      <w:pPr>
        <w:pStyle w:val="EndNoteBibliography"/>
        <w:spacing w:after="0"/>
      </w:pPr>
      <w:r w:rsidRPr="00135C8D">
        <w:t>[9] H.K.D.H. Bhadeshia, ISIJ Int., 56 (2016) 24-36.</w:t>
      </w:r>
    </w:p>
    <w:p w14:paraId="78EF0BEA" w14:textId="77777777" w:rsidR="00135C8D" w:rsidRPr="00135C8D" w:rsidRDefault="00135C8D" w:rsidP="00135C8D">
      <w:pPr>
        <w:pStyle w:val="EndNoteBibliography"/>
        <w:spacing w:after="0"/>
      </w:pPr>
      <w:r w:rsidRPr="00135C8D">
        <w:t>[10] A. Elhoud, N. Renton, W. Deans, Int. J. of Hydrogen Energ., 35 (2010) 6455-6464.</w:t>
      </w:r>
    </w:p>
    <w:p w14:paraId="3E564207" w14:textId="77777777" w:rsidR="00135C8D" w:rsidRPr="00135C8D" w:rsidRDefault="00135C8D" w:rsidP="00135C8D">
      <w:pPr>
        <w:pStyle w:val="EndNoteBibliography"/>
        <w:spacing w:after="0"/>
      </w:pPr>
      <w:r w:rsidRPr="00135C8D">
        <w:t>[11] J. Song, W. Curtin, Nat. Mater., 12 (2013) 145-151.</w:t>
      </w:r>
    </w:p>
    <w:p w14:paraId="4EB7438D" w14:textId="77777777" w:rsidR="00135C8D" w:rsidRPr="00135C8D" w:rsidRDefault="00135C8D" w:rsidP="00135C8D">
      <w:pPr>
        <w:pStyle w:val="EndNoteBibliography"/>
        <w:spacing w:after="0"/>
      </w:pPr>
      <w:r w:rsidRPr="00135C8D">
        <w:t>[12] H.K.D.H. Bhadeshia, Prog. in Mater. Sci., 57 (2012) 268-435.</w:t>
      </w:r>
    </w:p>
    <w:p w14:paraId="18070CDE" w14:textId="77777777" w:rsidR="00135C8D" w:rsidRPr="00135C8D" w:rsidRDefault="00135C8D" w:rsidP="00135C8D">
      <w:pPr>
        <w:pStyle w:val="EndNoteBibliography"/>
        <w:spacing w:after="0"/>
      </w:pPr>
      <w:r w:rsidRPr="00135C8D">
        <w:t>[13] A. Bahrami, P. Woollin, in:  ASME 2010 29th International Conference on Ocean, Offshore and Arctic Engineering, American Society of Mechanical Engineers, 2010, pp. 13-22.</w:t>
      </w:r>
    </w:p>
    <w:p w14:paraId="14A8B54B" w14:textId="77777777" w:rsidR="00135C8D" w:rsidRPr="00135C8D" w:rsidRDefault="00135C8D" w:rsidP="00135C8D">
      <w:pPr>
        <w:pStyle w:val="EndNoteBibliography"/>
        <w:spacing w:after="0"/>
      </w:pPr>
      <w:r w:rsidRPr="00135C8D">
        <w:t>[14] A. Bahrami, A. Bourgeon, M. Cheaitani, in:  ASME 2011 30th International Conference on Ocean, Offshore and Arctic Engineering, American Society of Mechanical Engineers, 2011, pp. 93-103.</w:t>
      </w:r>
    </w:p>
    <w:p w14:paraId="5104FE37" w14:textId="77777777" w:rsidR="00135C8D" w:rsidRPr="00135C8D" w:rsidRDefault="00135C8D" w:rsidP="00135C8D">
      <w:pPr>
        <w:pStyle w:val="EndNoteBibliography"/>
        <w:spacing w:after="0"/>
      </w:pPr>
      <w:r w:rsidRPr="00135C8D">
        <w:t>[15] D.K. Han, Y.M. Kim, H.N. Han, H.K.D.H. Bhadeshia, D.-W. Suh, Scr. Mater., 80 (2014) 9-12.</w:t>
      </w:r>
    </w:p>
    <w:p w14:paraId="72AC9CA6" w14:textId="77777777" w:rsidR="00135C8D" w:rsidRPr="00135C8D" w:rsidRDefault="00135C8D" w:rsidP="00135C8D">
      <w:pPr>
        <w:pStyle w:val="EndNoteBibliography"/>
        <w:spacing w:after="0"/>
      </w:pPr>
      <w:r w:rsidRPr="00135C8D">
        <w:t>[16] Y.Z. Chen, H.P. Barth, M. Deutges, C. Borchers, F. Liu, R. Kirchheim, Scr. Mater., 68 (2013) 743-746.</w:t>
      </w:r>
    </w:p>
    <w:p w14:paraId="7395EBD1" w14:textId="77777777" w:rsidR="00135C8D" w:rsidRPr="00135C8D" w:rsidRDefault="00135C8D" w:rsidP="00135C8D">
      <w:pPr>
        <w:pStyle w:val="EndNoteBibliography"/>
        <w:spacing w:after="0"/>
      </w:pPr>
      <w:r w:rsidRPr="00135C8D">
        <w:t>[17] M. Deutges, H.P. Barth, Y. Chen, C. Borchers, R. Kirchheim, Acta Mater., 82 (2015) 266-274.</w:t>
      </w:r>
    </w:p>
    <w:p w14:paraId="6EAB20EA" w14:textId="77777777" w:rsidR="00135C8D" w:rsidRPr="00135C8D" w:rsidRDefault="00135C8D" w:rsidP="00135C8D">
      <w:pPr>
        <w:pStyle w:val="EndNoteBibliography"/>
        <w:spacing w:after="0"/>
      </w:pPr>
      <w:r w:rsidRPr="00135C8D">
        <w:t>[18] A. Barnoush, M. Zamanzade, H. Vehoff, Scr. Mater., 62 (2010) 242-245.</w:t>
      </w:r>
    </w:p>
    <w:p w14:paraId="35642086" w14:textId="77777777" w:rsidR="00135C8D" w:rsidRPr="00135C8D" w:rsidRDefault="00135C8D" w:rsidP="00135C8D">
      <w:pPr>
        <w:pStyle w:val="EndNoteBibliography"/>
        <w:spacing w:after="0"/>
      </w:pPr>
      <w:r w:rsidRPr="00135C8D">
        <w:t>[19] A. Barnoush, C. Bies, H. Vehoff, Journal of Materials Research, 24 (2009) 1105-1113.</w:t>
      </w:r>
    </w:p>
    <w:p w14:paraId="11BF2972" w14:textId="77777777" w:rsidR="00135C8D" w:rsidRPr="00135C8D" w:rsidRDefault="00135C8D" w:rsidP="00135C8D">
      <w:pPr>
        <w:pStyle w:val="EndNoteBibliography"/>
        <w:spacing w:after="0"/>
      </w:pPr>
      <w:r w:rsidRPr="00135C8D">
        <w:t>[20] A. Barnoush, H. Vehoff, Acta Mater., 58 (2010) 5274-5285.</w:t>
      </w:r>
    </w:p>
    <w:p w14:paraId="0B514FDF" w14:textId="77777777" w:rsidR="00135C8D" w:rsidRPr="00135C8D" w:rsidRDefault="00135C8D" w:rsidP="00135C8D">
      <w:pPr>
        <w:pStyle w:val="EndNoteBibliography"/>
        <w:spacing w:after="0"/>
      </w:pPr>
      <w:r w:rsidRPr="00135C8D">
        <w:t>[21] N. D’Souza, R. Beanland, C. Hayward, H.B. Dong, Acta Mater., 59 (2011) 1003-1013.</w:t>
      </w:r>
    </w:p>
    <w:p w14:paraId="53293C1B" w14:textId="77777777" w:rsidR="00135C8D" w:rsidRPr="00135C8D" w:rsidRDefault="00135C8D" w:rsidP="00135C8D">
      <w:pPr>
        <w:pStyle w:val="EndNoteBibliography"/>
        <w:spacing w:after="0"/>
      </w:pPr>
      <w:r w:rsidRPr="00135C8D">
        <w:t>[22] G.K.H. Pang, K.Z. Baba-Kishi, A. Patel, Ultramicroscopy, 81 (2000) 35-40.</w:t>
      </w:r>
    </w:p>
    <w:p w14:paraId="74F587D3" w14:textId="77777777" w:rsidR="00135C8D" w:rsidRPr="00135C8D" w:rsidRDefault="00135C8D" w:rsidP="00135C8D">
      <w:pPr>
        <w:pStyle w:val="EndNoteBibliography"/>
        <w:spacing w:after="0"/>
      </w:pPr>
      <w:r w:rsidRPr="00135C8D">
        <w:t>[23] M.F. Dodge, M.F. Gittos, H. Dong, S.Y. Zhang, S. Kabra, J.F. Kelleher, Mat. Sci. Eng. A, 627 (2015) 161-170.</w:t>
      </w:r>
    </w:p>
    <w:p w14:paraId="3B420209" w14:textId="77777777" w:rsidR="00135C8D" w:rsidRPr="00135C8D" w:rsidRDefault="00135C8D" w:rsidP="00135C8D">
      <w:pPr>
        <w:pStyle w:val="EndNoteBibliography"/>
        <w:spacing w:after="0"/>
      </w:pPr>
      <w:r w:rsidRPr="00135C8D">
        <w:t>[24] B. Abbey, S.Y. Zhang, M. Xie, X. Song, A.M. Korsunsky, Int. J. Mat. Res., 103 (2012) 234-241.</w:t>
      </w:r>
    </w:p>
    <w:p w14:paraId="47A3C4AD" w14:textId="77777777" w:rsidR="00135C8D" w:rsidRPr="00135C8D" w:rsidRDefault="00135C8D" w:rsidP="00135C8D">
      <w:pPr>
        <w:pStyle w:val="EndNoteBibliography"/>
        <w:spacing w:after="0"/>
      </w:pPr>
      <w:r w:rsidRPr="00135C8D">
        <w:t>[25] S. Van Petegem, J. Wagner, T. Panzner, M.V. Upadhyay, T.T.T. Trang, H. Van Swygenhoven, Acta Mater., 105 (2016) 404-416.</w:t>
      </w:r>
    </w:p>
    <w:p w14:paraId="1D5CFE70" w14:textId="77777777" w:rsidR="00135C8D" w:rsidRPr="00135C8D" w:rsidRDefault="00135C8D" w:rsidP="00135C8D">
      <w:pPr>
        <w:pStyle w:val="EndNoteBibliography"/>
        <w:spacing w:after="0"/>
      </w:pPr>
      <w:r w:rsidRPr="00135C8D">
        <w:t>[26] F. Christien, M.T.F. Telling, K.S. Knight, Scr. Mater., 68 (2013) 506-509.</w:t>
      </w:r>
    </w:p>
    <w:p w14:paraId="472842ED" w14:textId="77777777" w:rsidR="00135C8D" w:rsidRPr="00135C8D" w:rsidRDefault="00135C8D" w:rsidP="00135C8D">
      <w:pPr>
        <w:pStyle w:val="EndNoteBibliography"/>
        <w:spacing w:after="0"/>
      </w:pPr>
      <w:r w:rsidRPr="00135C8D">
        <w:t>[27] B. Abbey, S.Y. Zhang, W.J. Vorster, A.M. Korsunsky, Procedia Engineer., 1 (2009) 185-188.</w:t>
      </w:r>
    </w:p>
    <w:p w14:paraId="7FE63859" w14:textId="77777777" w:rsidR="00135C8D" w:rsidRPr="00135C8D" w:rsidRDefault="00135C8D" w:rsidP="00135C8D">
      <w:pPr>
        <w:pStyle w:val="EndNoteBibliography"/>
        <w:spacing w:after="0"/>
      </w:pPr>
      <w:r w:rsidRPr="00135C8D">
        <w:t>[28] D.M. Collins, N. D’Souza, C. Panwisawas, Scr. Mater., 131 (2017) 103-107.</w:t>
      </w:r>
    </w:p>
    <w:p w14:paraId="078DD33E" w14:textId="77777777" w:rsidR="00135C8D" w:rsidRPr="00135C8D" w:rsidRDefault="00135C8D" w:rsidP="00135C8D">
      <w:pPr>
        <w:pStyle w:val="EndNoteBibliography"/>
        <w:spacing w:after="0"/>
      </w:pPr>
      <w:r w:rsidRPr="00135C8D">
        <w:t>[29] T.L. Lee, J. Mi, S.L. Zhao, J.F. Fan, S.Y. Zhang, S. Kabra, P.S. Grant, Scr. Mater., 100 (2015) 82-85.</w:t>
      </w:r>
    </w:p>
    <w:p w14:paraId="445E9400" w14:textId="77777777" w:rsidR="00135C8D" w:rsidRPr="00135C8D" w:rsidRDefault="00135C8D" w:rsidP="00135C8D">
      <w:pPr>
        <w:pStyle w:val="EndNoteBibliography"/>
        <w:spacing w:after="0"/>
      </w:pPr>
      <w:r w:rsidRPr="00135C8D">
        <w:t>[30] E. Owczarek, T. Zakroczymski, Acta Mater., 48 (2000) 3059-3070.</w:t>
      </w:r>
    </w:p>
    <w:p w14:paraId="46C7796E" w14:textId="77777777" w:rsidR="00135C8D" w:rsidRPr="00135C8D" w:rsidRDefault="00135C8D" w:rsidP="00135C8D">
      <w:pPr>
        <w:pStyle w:val="EndNoteBibliography"/>
        <w:spacing w:after="0"/>
      </w:pPr>
      <w:r w:rsidRPr="00135C8D">
        <w:t>[31] V. Olden, A. Saai, L. Jemblie, R. Johnsen, Int. J. Hydrogen Energy, 39 (2014) 1156-1163.</w:t>
      </w:r>
    </w:p>
    <w:p w14:paraId="6D087048" w14:textId="77777777" w:rsidR="00135C8D" w:rsidRPr="00135C8D" w:rsidRDefault="00135C8D" w:rsidP="00135C8D">
      <w:pPr>
        <w:pStyle w:val="EndNoteBibliography"/>
        <w:spacing w:after="0"/>
      </w:pPr>
      <w:r w:rsidRPr="00135C8D">
        <w:t>[32] V. Olden, C. Thaulow, R. Johnsen, Mater. Design, 29 (2008) 1934-1948.</w:t>
      </w:r>
    </w:p>
    <w:p w14:paraId="32E8A2FB" w14:textId="77777777" w:rsidR="00135C8D" w:rsidRPr="00135C8D" w:rsidRDefault="00135C8D" w:rsidP="00135C8D">
      <w:pPr>
        <w:pStyle w:val="EndNoteBibliography"/>
        <w:spacing w:after="0"/>
      </w:pPr>
      <w:r w:rsidRPr="00135C8D">
        <w:t>[33] M. Daymond, L. Edwards, Neutron News, 15 (2004) 24-29.</w:t>
      </w:r>
    </w:p>
    <w:p w14:paraId="0FD84A28" w14:textId="77777777" w:rsidR="00135C8D" w:rsidRPr="00135C8D" w:rsidRDefault="00135C8D" w:rsidP="00135C8D">
      <w:pPr>
        <w:pStyle w:val="EndNoteBibliography"/>
        <w:spacing w:after="0"/>
      </w:pPr>
      <w:r w:rsidRPr="00135C8D">
        <w:lastRenderedPageBreak/>
        <w:t>[34] G.K. Williamson, R.E. Smallman, Philos. Mag., 1 (1956) 34-46.</w:t>
      </w:r>
    </w:p>
    <w:p w14:paraId="0EF9A868" w14:textId="77777777" w:rsidR="00135C8D" w:rsidRPr="00135C8D" w:rsidRDefault="00135C8D" w:rsidP="00135C8D">
      <w:pPr>
        <w:pStyle w:val="EndNoteBibliography"/>
        <w:spacing w:after="0"/>
      </w:pPr>
      <w:r w:rsidRPr="00135C8D">
        <w:t>[35] E.I. Galindo-Nava, P.E.J. Rivera-Díaz-del-Castillo, Acta Mater., 98 (2015) 81-93.</w:t>
      </w:r>
    </w:p>
    <w:p w14:paraId="219A7564" w14:textId="77777777" w:rsidR="00135C8D" w:rsidRPr="00135C8D" w:rsidRDefault="00135C8D" w:rsidP="00135C8D">
      <w:pPr>
        <w:pStyle w:val="EndNoteBibliography"/>
        <w:spacing w:after="0"/>
      </w:pPr>
      <w:r w:rsidRPr="00135C8D">
        <w:t>[36] B. Kim, E. Boucard, T. Sourmail, D. San Martín, N. Gey, P.E.J. Rivera-Díaz-del-Castillo, Acta Mater., 68 (2014) 169-178.</w:t>
      </w:r>
    </w:p>
    <w:p w14:paraId="49D1D2DB" w14:textId="77777777" w:rsidR="00135C8D" w:rsidRPr="00135C8D" w:rsidRDefault="00135C8D" w:rsidP="00135C8D">
      <w:pPr>
        <w:pStyle w:val="EndNoteBibliography"/>
        <w:spacing w:after="0"/>
      </w:pPr>
      <w:r w:rsidRPr="00135C8D">
        <w:t>[37] M. Shamma, E.a.N. Caspi, B. Anasori, B. Clausen, D.W. Brown, S.C. Vogel, V. Presser, S. Amini, O. Yeheskel, M.W. Barsoum, Acta Mater., 98 (2015) 51-63.</w:t>
      </w:r>
    </w:p>
    <w:p w14:paraId="4A1E0222" w14:textId="77777777" w:rsidR="00135C8D" w:rsidRPr="00135C8D" w:rsidRDefault="00135C8D" w:rsidP="00135C8D">
      <w:pPr>
        <w:pStyle w:val="EndNoteBibliography"/>
        <w:spacing w:after="0"/>
      </w:pPr>
      <w:r w:rsidRPr="00135C8D">
        <w:t>[38] F. Christien, M.T.F. Telling, K.S. Knight, R. Le Gall, Rev. Sci. Instrum., 86 (2015) 053901.</w:t>
      </w:r>
    </w:p>
    <w:p w14:paraId="71C822E2" w14:textId="77777777" w:rsidR="00135C8D" w:rsidRPr="00135C8D" w:rsidRDefault="00135C8D" w:rsidP="00135C8D">
      <w:pPr>
        <w:pStyle w:val="EndNoteBibliography"/>
        <w:spacing w:after="0"/>
      </w:pPr>
      <w:r w:rsidRPr="00135C8D">
        <w:t>[39] G.K. Williamson, W.H. Hall, Acta Metall., 1 (1953) 22-31.</w:t>
      </w:r>
    </w:p>
    <w:p w14:paraId="6469E46D" w14:textId="77777777" w:rsidR="00135C8D" w:rsidRPr="00135C8D" w:rsidRDefault="00135C8D" w:rsidP="00135C8D">
      <w:pPr>
        <w:pStyle w:val="EndNoteBibliography"/>
        <w:spacing w:after="0"/>
      </w:pPr>
      <w:r w:rsidRPr="00135C8D">
        <w:t>[40] E.A. Faulkner, Philos. Mag., 5 (1960) 519-521.</w:t>
      </w:r>
    </w:p>
    <w:p w14:paraId="4A11AB0F" w14:textId="77777777" w:rsidR="00135C8D" w:rsidRPr="00135C8D" w:rsidRDefault="00135C8D" w:rsidP="00135C8D">
      <w:pPr>
        <w:pStyle w:val="EndNoteBibliography"/>
        <w:spacing w:after="0"/>
      </w:pPr>
      <w:r w:rsidRPr="00135C8D">
        <w:t>[41] G.E. Dieter, D.J. Bacon, Mechanical metallurgy, McGraw-Hill New York, 1986.</w:t>
      </w:r>
    </w:p>
    <w:p w14:paraId="785F1E69" w14:textId="77777777" w:rsidR="00135C8D" w:rsidRPr="00135C8D" w:rsidRDefault="00135C8D" w:rsidP="00135C8D">
      <w:pPr>
        <w:pStyle w:val="EndNoteBibliography"/>
        <w:spacing w:after="0"/>
      </w:pPr>
      <w:r w:rsidRPr="00135C8D">
        <w:t>[42] C. Moreton-Smith, S. Johnston, F. Akeroyd, J. Neutron Res., 4 (1996) 41-47.</w:t>
      </w:r>
    </w:p>
    <w:p w14:paraId="5424DAA6" w14:textId="77777777" w:rsidR="00135C8D" w:rsidRPr="00135C8D" w:rsidRDefault="00135C8D" w:rsidP="00135C8D">
      <w:pPr>
        <w:pStyle w:val="EndNoteBibliography"/>
        <w:spacing w:after="0"/>
      </w:pPr>
      <w:r w:rsidRPr="00135C8D">
        <w:t>[43] E. Nes, K. Marthinsen, Y. Brechet, Scr. Mater., 47 (2002) 607-611.</w:t>
      </w:r>
    </w:p>
    <w:p w14:paraId="009CB294" w14:textId="77777777" w:rsidR="00135C8D" w:rsidRPr="00135C8D" w:rsidRDefault="00135C8D" w:rsidP="00135C8D">
      <w:pPr>
        <w:pStyle w:val="EndNoteBibliography"/>
        <w:spacing w:after="0"/>
      </w:pPr>
      <w:r w:rsidRPr="00135C8D">
        <w:t>[44] S. Harjo, Y. Tomota, M. Ono, Acta Mater., 47 (1998) 353-362.</w:t>
      </w:r>
    </w:p>
    <w:p w14:paraId="2096BB5F" w14:textId="77777777" w:rsidR="00135C8D" w:rsidRPr="00135C8D" w:rsidRDefault="00135C8D" w:rsidP="00135C8D">
      <w:pPr>
        <w:pStyle w:val="EndNoteBibliography"/>
        <w:spacing w:after="0"/>
      </w:pPr>
      <w:r w:rsidRPr="00135C8D">
        <w:t>[45] R. Kirchheim, Acta Mater., 55 (2007) 5139-5148.</w:t>
      </w:r>
    </w:p>
    <w:p w14:paraId="56A5541A" w14:textId="77777777" w:rsidR="00135C8D" w:rsidRPr="00135C8D" w:rsidRDefault="00135C8D" w:rsidP="00135C8D">
      <w:pPr>
        <w:pStyle w:val="EndNoteBibliography"/>
        <w:spacing w:after="0"/>
      </w:pPr>
      <w:r w:rsidRPr="00135C8D">
        <w:t>[46] A. Pundt, R. Kirchheim, Annu. Rev. Mater. Res., 36 (2006) 555-608.</w:t>
      </w:r>
    </w:p>
    <w:p w14:paraId="32B59286" w14:textId="77777777" w:rsidR="00135C8D" w:rsidRPr="00135C8D" w:rsidRDefault="00135C8D" w:rsidP="00135C8D">
      <w:pPr>
        <w:pStyle w:val="EndNoteBibliography"/>
        <w:spacing w:after="0"/>
      </w:pPr>
      <w:r w:rsidRPr="00135C8D">
        <w:t>[47] J. Johansson, M. Odén, X.-H. Zeng, Acta Mater., 47 (1999) 2669-2684.</w:t>
      </w:r>
    </w:p>
    <w:p w14:paraId="523127B3" w14:textId="77777777" w:rsidR="00135C8D" w:rsidRPr="00135C8D" w:rsidRDefault="00135C8D" w:rsidP="00135C8D">
      <w:pPr>
        <w:pStyle w:val="EndNoteBibliography"/>
        <w:spacing w:after="0"/>
      </w:pPr>
      <w:r w:rsidRPr="00135C8D">
        <w:t>[48] N. Jia, R. Lin Peng, Y. Wang, S. Johansson, P. Liaw, Acta Mater., 56 (2008) 782-793.</w:t>
      </w:r>
    </w:p>
    <w:p w14:paraId="48CCC273" w14:textId="77777777" w:rsidR="00135C8D" w:rsidRPr="00135C8D" w:rsidRDefault="00135C8D" w:rsidP="00135C8D">
      <w:pPr>
        <w:pStyle w:val="EndNoteBibliography"/>
        <w:spacing w:after="0"/>
      </w:pPr>
      <w:r w:rsidRPr="00135C8D">
        <w:t>[49] U.F. Kocks, H. Mecking, Prog. Mater. Sci., 48 (2003) 171-273.</w:t>
      </w:r>
    </w:p>
    <w:p w14:paraId="7C14EA40" w14:textId="77777777" w:rsidR="00135C8D" w:rsidRPr="00135C8D" w:rsidRDefault="00135C8D" w:rsidP="00135C8D">
      <w:pPr>
        <w:pStyle w:val="EndNoteBibliography"/>
        <w:spacing w:after="0"/>
      </w:pPr>
      <w:r w:rsidRPr="00135C8D">
        <w:t>[50] M. Delincé, Y. Bréchet, J.D. Embury, M.G.D. Geers, P.J. Jacques, T. Pardoen, Acta Mater., 55 (2007) 2337-2350.</w:t>
      </w:r>
    </w:p>
    <w:p w14:paraId="682A1872" w14:textId="77777777" w:rsidR="00135C8D" w:rsidRPr="00135C8D" w:rsidRDefault="00135C8D" w:rsidP="00135C8D">
      <w:pPr>
        <w:pStyle w:val="EndNoteBibliography"/>
      </w:pPr>
      <w:r w:rsidRPr="00135C8D">
        <w:t>[51] B. Devincre, T. Hoc, L. Kubin, Science, 320 (2008) 1745-1748.</w:t>
      </w:r>
    </w:p>
    <w:p w14:paraId="3519E766" w14:textId="405DC3B7" w:rsidR="00AF6B11" w:rsidRDefault="00664F04" w:rsidP="006E5ED0">
      <w:r w:rsidRPr="00135C8D">
        <w:fldChar w:fldCharType="end"/>
      </w:r>
    </w:p>
    <w:sectPr w:rsidR="00AF6B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45ABF"/>
    <w:multiLevelType w:val="hybridMultilevel"/>
    <w:tmpl w:val="2E3E5C2E"/>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EB1D80"/>
    <w:multiLevelType w:val="hybridMultilevel"/>
    <w:tmpl w:val="4AEE0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1E072D"/>
    <w:multiLevelType w:val="hybridMultilevel"/>
    <w:tmpl w:val="F4C84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45C6A"/>
    <w:multiLevelType w:val="multilevel"/>
    <w:tmpl w:val="C3063A7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2C328F4"/>
    <w:multiLevelType w:val="hybridMultilevel"/>
    <w:tmpl w:val="861083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cripta Materiali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664F04"/>
    <w:rsid w:val="00022980"/>
    <w:rsid w:val="00030ABB"/>
    <w:rsid w:val="00034A68"/>
    <w:rsid w:val="00053830"/>
    <w:rsid w:val="000571CE"/>
    <w:rsid w:val="00067C81"/>
    <w:rsid w:val="00097F1B"/>
    <w:rsid w:val="00097FBF"/>
    <w:rsid w:val="000A71DC"/>
    <w:rsid w:val="000B22E4"/>
    <w:rsid w:val="000B6A97"/>
    <w:rsid w:val="000D1DC1"/>
    <w:rsid w:val="00101B77"/>
    <w:rsid w:val="0010496A"/>
    <w:rsid w:val="00115428"/>
    <w:rsid w:val="00116576"/>
    <w:rsid w:val="00126894"/>
    <w:rsid w:val="00135C8D"/>
    <w:rsid w:val="001454BA"/>
    <w:rsid w:val="0016158B"/>
    <w:rsid w:val="00172319"/>
    <w:rsid w:val="00173C97"/>
    <w:rsid w:val="0017476F"/>
    <w:rsid w:val="001751A8"/>
    <w:rsid w:val="001C346E"/>
    <w:rsid w:val="001D730F"/>
    <w:rsid w:val="001E47FA"/>
    <w:rsid w:val="001F52C1"/>
    <w:rsid w:val="00200261"/>
    <w:rsid w:val="0020076C"/>
    <w:rsid w:val="00203360"/>
    <w:rsid w:val="002306F0"/>
    <w:rsid w:val="0026158E"/>
    <w:rsid w:val="00280DD3"/>
    <w:rsid w:val="00282814"/>
    <w:rsid w:val="00286F70"/>
    <w:rsid w:val="00293A43"/>
    <w:rsid w:val="002949AA"/>
    <w:rsid w:val="002D3027"/>
    <w:rsid w:val="003025F5"/>
    <w:rsid w:val="003074CA"/>
    <w:rsid w:val="003150A1"/>
    <w:rsid w:val="00332FDB"/>
    <w:rsid w:val="00333877"/>
    <w:rsid w:val="00340F6C"/>
    <w:rsid w:val="00342429"/>
    <w:rsid w:val="00345A61"/>
    <w:rsid w:val="0035035F"/>
    <w:rsid w:val="00361E81"/>
    <w:rsid w:val="0036424A"/>
    <w:rsid w:val="00373B39"/>
    <w:rsid w:val="00393349"/>
    <w:rsid w:val="003954CE"/>
    <w:rsid w:val="00396583"/>
    <w:rsid w:val="003A0031"/>
    <w:rsid w:val="003A3892"/>
    <w:rsid w:val="003B5156"/>
    <w:rsid w:val="003C72EB"/>
    <w:rsid w:val="003E26F5"/>
    <w:rsid w:val="00404798"/>
    <w:rsid w:val="004368BA"/>
    <w:rsid w:val="00436BB8"/>
    <w:rsid w:val="004403F1"/>
    <w:rsid w:val="004422EE"/>
    <w:rsid w:val="00443239"/>
    <w:rsid w:val="00451EF7"/>
    <w:rsid w:val="00457827"/>
    <w:rsid w:val="00467E29"/>
    <w:rsid w:val="004741B9"/>
    <w:rsid w:val="00492C1A"/>
    <w:rsid w:val="004A4D22"/>
    <w:rsid w:val="004D5FBB"/>
    <w:rsid w:val="004E41B2"/>
    <w:rsid w:val="004F2BAC"/>
    <w:rsid w:val="0052451D"/>
    <w:rsid w:val="005412CD"/>
    <w:rsid w:val="00555251"/>
    <w:rsid w:val="00573B1E"/>
    <w:rsid w:val="00575DA1"/>
    <w:rsid w:val="005C1C12"/>
    <w:rsid w:val="005C627D"/>
    <w:rsid w:val="005D14BA"/>
    <w:rsid w:val="005D1DF0"/>
    <w:rsid w:val="005D2BC9"/>
    <w:rsid w:val="005D6CE6"/>
    <w:rsid w:val="005E6021"/>
    <w:rsid w:val="005F673B"/>
    <w:rsid w:val="00614DB8"/>
    <w:rsid w:val="006331C5"/>
    <w:rsid w:val="00664F04"/>
    <w:rsid w:val="006773A2"/>
    <w:rsid w:val="00681202"/>
    <w:rsid w:val="0068791A"/>
    <w:rsid w:val="006B0EAA"/>
    <w:rsid w:val="006B508E"/>
    <w:rsid w:val="006C08E4"/>
    <w:rsid w:val="006C2634"/>
    <w:rsid w:val="006C29CB"/>
    <w:rsid w:val="006E27CD"/>
    <w:rsid w:val="006E5ED0"/>
    <w:rsid w:val="006E5EFA"/>
    <w:rsid w:val="006F4DB7"/>
    <w:rsid w:val="00706809"/>
    <w:rsid w:val="00712661"/>
    <w:rsid w:val="007328E7"/>
    <w:rsid w:val="00742DEB"/>
    <w:rsid w:val="00760E0F"/>
    <w:rsid w:val="007670BA"/>
    <w:rsid w:val="00770D00"/>
    <w:rsid w:val="007851E6"/>
    <w:rsid w:val="007B2977"/>
    <w:rsid w:val="007E71CC"/>
    <w:rsid w:val="007F18E3"/>
    <w:rsid w:val="00805C75"/>
    <w:rsid w:val="00813F3C"/>
    <w:rsid w:val="008151D2"/>
    <w:rsid w:val="00815F91"/>
    <w:rsid w:val="00822AD6"/>
    <w:rsid w:val="00830AAD"/>
    <w:rsid w:val="00841F07"/>
    <w:rsid w:val="008425AB"/>
    <w:rsid w:val="00850333"/>
    <w:rsid w:val="00852617"/>
    <w:rsid w:val="00852F18"/>
    <w:rsid w:val="00873EC2"/>
    <w:rsid w:val="00877245"/>
    <w:rsid w:val="0088319B"/>
    <w:rsid w:val="00886F32"/>
    <w:rsid w:val="00890996"/>
    <w:rsid w:val="008A24FA"/>
    <w:rsid w:val="008A3DD3"/>
    <w:rsid w:val="008A4B03"/>
    <w:rsid w:val="008A6027"/>
    <w:rsid w:val="008B68C6"/>
    <w:rsid w:val="008D3EEB"/>
    <w:rsid w:val="008E5E6C"/>
    <w:rsid w:val="008F6415"/>
    <w:rsid w:val="009030C3"/>
    <w:rsid w:val="00910E7D"/>
    <w:rsid w:val="00914D8E"/>
    <w:rsid w:val="009172DB"/>
    <w:rsid w:val="00933529"/>
    <w:rsid w:val="009445BD"/>
    <w:rsid w:val="009452FE"/>
    <w:rsid w:val="009810C2"/>
    <w:rsid w:val="0098441B"/>
    <w:rsid w:val="00987CDB"/>
    <w:rsid w:val="009941EE"/>
    <w:rsid w:val="009A79B3"/>
    <w:rsid w:val="009B375B"/>
    <w:rsid w:val="009D11CF"/>
    <w:rsid w:val="009E1AE4"/>
    <w:rsid w:val="009E2DE0"/>
    <w:rsid w:val="009E37D0"/>
    <w:rsid w:val="009E752D"/>
    <w:rsid w:val="009F1599"/>
    <w:rsid w:val="009F4AB2"/>
    <w:rsid w:val="00A073BF"/>
    <w:rsid w:val="00A247A0"/>
    <w:rsid w:val="00A55055"/>
    <w:rsid w:val="00A5693F"/>
    <w:rsid w:val="00A61E78"/>
    <w:rsid w:val="00A6656A"/>
    <w:rsid w:val="00A7057E"/>
    <w:rsid w:val="00A83858"/>
    <w:rsid w:val="00A86982"/>
    <w:rsid w:val="00AA6219"/>
    <w:rsid w:val="00AA6946"/>
    <w:rsid w:val="00AD0A2F"/>
    <w:rsid w:val="00AE2344"/>
    <w:rsid w:val="00AF50D1"/>
    <w:rsid w:val="00AF6B11"/>
    <w:rsid w:val="00B02B87"/>
    <w:rsid w:val="00B104A6"/>
    <w:rsid w:val="00B1153C"/>
    <w:rsid w:val="00B24516"/>
    <w:rsid w:val="00B36041"/>
    <w:rsid w:val="00B40E86"/>
    <w:rsid w:val="00B5402B"/>
    <w:rsid w:val="00B611D4"/>
    <w:rsid w:val="00B65BDC"/>
    <w:rsid w:val="00BA0F21"/>
    <w:rsid w:val="00BB1C2A"/>
    <w:rsid w:val="00BB63BA"/>
    <w:rsid w:val="00BE3300"/>
    <w:rsid w:val="00C04A47"/>
    <w:rsid w:val="00C10470"/>
    <w:rsid w:val="00C130BA"/>
    <w:rsid w:val="00C45604"/>
    <w:rsid w:val="00C551AA"/>
    <w:rsid w:val="00C676A0"/>
    <w:rsid w:val="00C72158"/>
    <w:rsid w:val="00CA24D5"/>
    <w:rsid w:val="00CB05BD"/>
    <w:rsid w:val="00CB2286"/>
    <w:rsid w:val="00CC1578"/>
    <w:rsid w:val="00CC4F94"/>
    <w:rsid w:val="00CC62A7"/>
    <w:rsid w:val="00CE0F28"/>
    <w:rsid w:val="00CE74BC"/>
    <w:rsid w:val="00CE752C"/>
    <w:rsid w:val="00D06CED"/>
    <w:rsid w:val="00D14960"/>
    <w:rsid w:val="00D153DB"/>
    <w:rsid w:val="00D15C66"/>
    <w:rsid w:val="00D34EF8"/>
    <w:rsid w:val="00D40E0E"/>
    <w:rsid w:val="00D52E47"/>
    <w:rsid w:val="00D65BA4"/>
    <w:rsid w:val="00D72A18"/>
    <w:rsid w:val="00D73F62"/>
    <w:rsid w:val="00D93D8F"/>
    <w:rsid w:val="00DA21C3"/>
    <w:rsid w:val="00DB33F3"/>
    <w:rsid w:val="00DB6358"/>
    <w:rsid w:val="00DC32E6"/>
    <w:rsid w:val="00DE0328"/>
    <w:rsid w:val="00E1249B"/>
    <w:rsid w:val="00E16487"/>
    <w:rsid w:val="00E20C97"/>
    <w:rsid w:val="00E43571"/>
    <w:rsid w:val="00E52EBF"/>
    <w:rsid w:val="00E86C80"/>
    <w:rsid w:val="00E95215"/>
    <w:rsid w:val="00EA4E1F"/>
    <w:rsid w:val="00EB4E32"/>
    <w:rsid w:val="00EC0C2C"/>
    <w:rsid w:val="00EE0669"/>
    <w:rsid w:val="00EE1828"/>
    <w:rsid w:val="00EE4254"/>
    <w:rsid w:val="00EE5153"/>
    <w:rsid w:val="00F0293B"/>
    <w:rsid w:val="00F27291"/>
    <w:rsid w:val="00F358E4"/>
    <w:rsid w:val="00F42611"/>
    <w:rsid w:val="00F44C80"/>
    <w:rsid w:val="00F600C9"/>
    <w:rsid w:val="00F91C9B"/>
    <w:rsid w:val="00F97063"/>
    <w:rsid w:val="00FA1704"/>
    <w:rsid w:val="00FA1AE1"/>
    <w:rsid w:val="00FB2643"/>
    <w:rsid w:val="00FC2EE2"/>
    <w:rsid w:val="00FC3C2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346F5"/>
  <w15:docId w15:val="{AC183377-E04E-4197-8AC7-37BF5C748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4F04"/>
    <w:pPr>
      <w:spacing w:line="480" w:lineRule="auto"/>
      <w:jc w:val="both"/>
    </w:pPr>
    <w:rPr>
      <w:rFonts w:ascii="Times New Roman" w:hAnsi="Times New Roman"/>
      <w:sz w:val="24"/>
    </w:rPr>
  </w:style>
  <w:style w:type="paragraph" w:styleId="Heading1">
    <w:name w:val="heading 1"/>
    <w:basedOn w:val="Normal"/>
    <w:next w:val="Normal"/>
    <w:link w:val="Heading1Char"/>
    <w:uiPriority w:val="9"/>
    <w:qFormat/>
    <w:rsid w:val="00664F04"/>
    <w:pPr>
      <w:keepNext/>
      <w:keepLines/>
      <w:spacing w:before="240" w:after="0"/>
      <w:outlineLvl w:val="0"/>
    </w:pPr>
    <w:rPr>
      <w:rFonts w:eastAsiaTheme="majorEastAsia" w:cstheme="majorBidi"/>
      <w:b/>
      <w:color w:val="000000" w:themeColor="text1"/>
      <w:sz w:val="28"/>
      <w:szCs w:val="32"/>
    </w:rPr>
  </w:style>
  <w:style w:type="paragraph" w:styleId="Heading2">
    <w:name w:val="heading 2"/>
    <w:basedOn w:val="Normal"/>
    <w:next w:val="Normal"/>
    <w:link w:val="Heading2Char"/>
    <w:uiPriority w:val="9"/>
    <w:unhideWhenUsed/>
    <w:qFormat/>
    <w:rsid w:val="00664F04"/>
    <w:pPr>
      <w:keepNext/>
      <w:keepLines/>
      <w:spacing w:before="40" w:after="0"/>
      <w:outlineLvl w:val="1"/>
    </w:pPr>
    <w:rPr>
      <w:rFonts w:eastAsiaTheme="majorEastAsia" w:cstheme="majorBidi"/>
      <w:b/>
      <w:color w:val="000000" w:themeColor="text1"/>
      <w:szCs w:val="26"/>
    </w:rPr>
  </w:style>
  <w:style w:type="paragraph" w:styleId="Heading3">
    <w:name w:val="heading 3"/>
    <w:basedOn w:val="Normal"/>
    <w:next w:val="Normal"/>
    <w:link w:val="Heading3Char"/>
    <w:uiPriority w:val="9"/>
    <w:unhideWhenUsed/>
    <w:qFormat/>
    <w:rsid w:val="00664F04"/>
    <w:pPr>
      <w:keepNext/>
      <w:keepLines/>
      <w:spacing w:before="40" w:after="0"/>
      <w:outlineLvl w:val="2"/>
    </w:pPr>
    <w:rPr>
      <w:rFonts w:eastAsiaTheme="majorEastAsia" w:cstheme="majorBidi"/>
      <w:b/>
      <w:color w:val="000000" w:themeColor="text1"/>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4F04"/>
    <w:rPr>
      <w:rFonts w:ascii="Times New Roman" w:eastAsiaTheme="majorEastAsia" w:hAnsi="Times New Roman" w:cstheme="majorBidi"/>
      <w:b/>
      <w:color w:val="000000" w:themeColor="text1"/>
      <w:sz w:val="28"/>
      <w:szCs w:val="32"/>
    </w:rPr>
  </w:style>
  <w:style w:type="character" w:customStyle="1" w:styleId="Heading2Char">
    <w:name w:val="Heading 2 Char"/>
    <w:basedOn w:val="DefaultParagraphFont"/>
    <w:link w:val="Heading2"/>
    <w:uiPriority w:val="9"/>
    <w:rsid w:val="00664F04"/>
    <w:rPr>
      <w:rFonts w:ascii="Times New Roman" w:eastAsiaTheme="majorEastAsia" w:hAnsi="Times New Roman" w:cstheme="majorBidi"/>
      <w:b/>
      <w:color w:val="000000" w:themeColor="text1"/>
      <w:sz w:val="24"/>
      <w:szCs w:val="26"/>
    </w:rPr>
  </w:style>
  <w:style w:type="character" w:customStyle="1" w:styleId="Heading3Char">
    <w:name w:val="Heading 3 Char"/>
    <w:basedOn w:val="DefaultParagraphFont"/>
    <w:link w:val="Heading3"/>
    <w:uiPriority w:val="9"/>
    <w:rsid w:val="00664F04"/>
    <w:rPr>
      <w:rFonts w:ascii="Times New Roman" w:eastAsiaTheme="majorEastAsia" w:hAnsi="Times New Roman" w:cstheme="majorBidi"/>
      <w:b/>
      <w:color w:val="000000" w:themeColor="text1"/>
      <w:sz w:val="24"/>
      <w:szCs w:val="24"/>
    </w:rPr>
  </w:style>
  <w:style w:type="table" w:styleId="TableGrid">
    <w:name w:val="Table Grid"/>
    <w:basedOn w:val="TableNormal"/>
    <w:uiPriority w:val="39"/>
    <w:rsid w:val="00664F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664F04"/>
    <w:pPr>
      <w:spacing w:after="0"/>
      <w:jc w:val="center"/>
    </w:pPr>
    <w:rPr>
      <w:rFonts w:ascii="Calibri" w:hAnsi="Calibri"/>
      <w:noProof/>
      <w:sz w:val="22"/>
    </w:rPr>
  </w:style>
  <w:style w:type="character" w:customStyle="1" w:styleId="EndNoteBibliographyTitleChar">
    <w:name w:val="EndNote Bibliography Title Char"/>
    <w:basedOn w:val="DefaultParagraphFont"/>
    <w:link w:val="EndNoteBibliographyTitle"/>
    <w:rsid w:val="00664F04"/>
    <w:rPr>
      <w:rFonts w:ascii="Calibri" w:hAnsi="Calibri"/>
      <w:noProof/>
    </w:rPr>
  </w:style>
  <w:style w:type="paragraph" w:customStyle="1" w:styleId="EndNoteBibliography">
    <w:name w:val="EndNote Bibliography"/>
    <w:basedOn w:val="Normal"/>
    <w:link w:val="EndNoteBibliographyChar"/>
    <w:rsid w:val="00664F04"/>
    <w:pPr>
      <w:spacing w:line="240" w:lineRule="auto"/>
    </w:pPr>
    <w:rPr>
      <w:rFonts w:ascii="Calibri" w:hAnsi="Calibri"/>
      <w:noProof/>
      <w:sz w:val="22"/>
    </w:rPr>
  </w:style>
  <w:style w:type="character" w:customStyle="1" w:styleId="EndNoteBibliographyChar">
    <w:name w:val="EndNote Bibliography Char"/>
    <w:basedOn w:val="DefaultParagraphFont"/>
    <w:link w:val="EndNoteBibliography"/>
    <w:rsid w:val="00664F04"/>
    <w:rPr>
      <w:rFonts w:ascii="Calibri" w:hAnsi="Calibri"/>
      <w:noProof/>
    </w:rPr>
  </w:style>
  <w:style w:type="paragraph" w:styleId="Caption">
    <w:name w:val="caption"/>
    <w:basedOn w:val="Normal"/>
    <w:next w:val="Normal"/>
    <w:uiPriority w:val="35"/>
    <w:unhideWhenUsed/>
    <w:qFormat/>
    <w:rsid w:val="00664F04"/>
    <w:pPr>
      <w:spacing w:after="200" w:line="240" w:lineRule="auto"/>
      <w:jc w:val="center"/>
    </w:pPr>
    <w:rPr>
      <w:iCs/>
      <w:color w:val="000000" w:themeColor="text1"/>
      <w:sz w:val="18"/>
      <w:szCs w:val="18"/>
    </w:rPr>
  </w:style>
  <w:style w:type="character" w:styleId="PlaceholderText">
    <w:name w:val="Placeholder Text"/>
    <w:basedOn w:val="DefaultParagraphFont"/>
    <w:uiPriority w:val="99"/>
    <w:semiHidden/>
    <w:rsid w:val="00664F04"/>
    <w:rPr>
      <w:color w:val="808080"/>
    </w:rPr>
  </w:style>
  <w:style w:type="paragraph" w:styleId="ListParagraph">
    <w:name w:val="List Paragraph"/>
    <w:basedOn w:val="Normal"/>
    <w:uiPriority w:val="34"/>
    <w:qFormat/>
    <w:rsid w:val="00664F04"/>
    <w:pPr>
      <w:ind w:left="720"/>
      <w:contextualSpacing/>
    </w:pPr>
  </w:style>
  <w:style w:type="paragraph" w:styleId="NoSpacing">
    <w:name w:val="No Spacing"/>
    <w:uiPriority w:val="1"/>
    <w:qFormat/>
    <w:rsid w:val="00664F04"/>
    <w:pPr>
      <w:spacing w:after="0" w:line="240" w:lineRule="auto"/>
      <w:jc w:val="both"/>
    </w:pPr>
    <w:rPr>
      <w:rFonts w:ascii="Times New Roman" w:hAnsi="Times New Roman"/>
      <w:b/>
      <w:sz w:val="24"/>
    </w:rPr>
  </w:style>
  <w:style w:type="paragraph" w:styleId="BalloonText">
    <w:name w:val="Balloon Text"/>
    <w:basedOn w:val="Normal"/>
    <w:link w:val="BalloonTextChar"/>
    <w:uiPriority w:val="99"/>
    <w:semiHidden/>
    <w:unhideWhenUsed/>
    <w:rsid w:val="00664F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4F04"/>
    <w:rPr>
      <w:rFonts w:ascii="Segoe UI" w:hAnsi="Segoe UI" w:cs="Segoe UI"/>
      <w:sz w:val="18"/>
      <w:szCs w:val="18"/>
    </w:rPr>
  </w:style>
  <w:style w:type="character" w:styleId="CommentReference">
    <w:name w:val="annotation reference"/>
    <w:basedOn w:val="DefaultParagraphFont"/>
    <w:uiPriority w:val="99"/>
    <w:semiHidden/>
    <w:unhideWhenUsed/>
    <w:rsid w:val="00AD0A2F"/>
    <w:rPr>
      <w:sz w:val="16"/>
      <w:szCs w:val="16"/>
    </w:rPr>
  </w:style>
  <w:style w:type="paragraph" w:styleId="CommentText">
    <w:name w:val="annotation text"/>
    <w:basedOn w:val="Normal"/>
    <w:link w:val="CommentTextChar"/>
    <w:uiPriority w:val="99"/>
    <w:unhideWhenUsed/>
    <w:rsid w:val="00AD0A2F"/>
    <w:pPr>
      <w:spacing w:line="240" w:lineRule="auto"/>
    </w:pPr>
    <w:rPr>
      <w:sz w:val="20"/>
      <w:szCs w:val="20"/>
    </w:rPr>
  </w:style>
  <w:style w:type="character" w:customStyle="1" w:styleId="CommentTextChar">
    <w:name w:val="Comment Text Char"/>
    <w:basedOn w:val="DefaultParagraphFont"/>
    <w:link w:val="CommentText"/>
    <w:uiPriority w:val="99"/>
    <w:rsid w:val="00AD0A2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D0A2F"/>
    <w:rPr>
      <w:b/>
      <w:bCs/>
    </w:rPr>
  </w:style>
  <w:style w:type="character" w:customStyle="1" w:styleId="CommentSubjectChar">
    <w:name w:val="Comment Subject Char"/>
    <w:basedOn w:val="CommentTextChar"/>
    <w:link w:val="CommentSubject"/>
    <w:uiPriority w:val="99"/>
    <w:semiHidden/>
    <w:rsid w:val="00AD0A2F"/>
    <w:rPr>
      <w:rFonts w:ascii="Times New Roman" w:hAnsi="Times New Roman"/>
      <w:b/>
      <w:bCs/>
      <w:sz w:val="20"/>
      <w:szCs w:val="20"/>
    </w:rPr>
  </w:style>
  <w:style w:type="paragraph" w:styleId="Revision">
    <w:name w:val="Revision"/>
    <w:hidden/>
    <w:uiPriority w:val="99"/>
    <w:semiHidden/>
    <w:rsid w:val="009D11CF"/>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EF1D249A.dotm</Template>
  <TotalTime>1</TotalTime>
  <Pages>13</Pages>
  <Words>7018</Words>
  <Characters>40009</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46934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Liang, Xingzhong</dc:creator>
  <cp:lastModifiedBy>Dong, Hong (Prof.)</cp:lastModifiedBy>
  <cp:revision>2</cp:revision>
  <dcterms:created xsi:type="dcterms:W3CDTF">2017-09-27T08:41:00Z</dcterms:created>
  <dcterms:modified xsi:type="dcterms:W3CDTF">2017-09-27T08:41:00Z</dcterms:modified>
</cp:coreProperties>
</file>