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81" w:rsidRDefault="00070179">
      <w:r>
        <w:t>20/02/14</w:t>
      </w:r>
    </w:p>
    <w:p w:rsidR="00070179" w:rsidRDefault="00070179"/>
    <w:p w:rsidR="00070179" w:rsidRDefault="00070179">
      <w:bookmarkStart w:id="0" w:name="_GoBack"/>
      <w:r>
        <w:rPr>
          <w:noProof/>
          <w:lang w:eastAsia="en-GB"/>
        </w:rPr>
        <w:drawing>
          <wp:inline distT="0" distB="0" distL="0" distR="0">
            <wp:extent cx="2721374" cy="3251200"/>
            <wp:effectExtent l="0" t="0" r="317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RSF1-GFP E and A Complex 2 15-02-20.tif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909" cy="325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701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179"/>
    <w:rsid w:val="00070179"/>
    <w:rsid w:val="00B23F6F"/>
    <w:rsid w:val="00E6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4578B97E.dotm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cml29</dc:creator>
  <cp:lastModifiedBy>cml29</cp:lastModifiedBy>
  <cp:revision>1</cp:revision>
  <dcterms:created xsi:type="dcterms:W3CDTF">2015-02-26T15:51:00Z</dcterms:created>
  <dcterms:modified xsi:type="dcterms:W3CDTF">2015-02-26T15:53:00Z</dcterms:modified>
</cp:coreProperties>
</file>