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878" w:rsidRDefault="00241878" w:rsidP="00B341C6">
      <w:pPr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</w:rPr>
        <w:t>Stimuli for Pattern Complexity Experiment</w:t>
      </w:r>
    </w:p>
    <w:p w:rsidR="00241878" w:rsidRDefault="00241878" w:rsidP="00B341C6">
      <w:pPr>
        <w:rPr>
          <w:rFonts w:ascii="Times New Roman" w:eastAsia="SimSun" w:hAnsi="Times New Roman" w:cs="Times New Roman"/>
        </w:rPr>
      </w:pPr>
    </w:p>
    <w:p w:rsidR="00241878" w:rsidRDefault="00241878" w:rsidP="00B341C6">
      <w:pPr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</w:rPr>
        <w:t>The words containing high and low complexity characters are shown in square brackets separated by a slash (/). An English translations of each sentence is given underneath.</w:t>
      </w:r>
    </w:p>
    <w:p w:rsidR="00241878" w:rsidRDefault="00241878" w:rsidP="00B341C6">
      <w:pPr>
        <w:rPr>
          <w:rFonts w:ascii="Times New Roman" w:eastAsia="SimSun" w:hAnsi="Times New Roman" w:cs="Times New Roman"/>
        </w:rPr>
      </w:pP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1. </w:t>
      </w:r>
      <w:proofErr w:type="gramStart"/>
      <w:r w:rsidRPr="00B341C6">
        <w:rPr>
          <w:rFonts w:ascii="Times New Roman" w:eastAsia="SimSun" w:hAnsi="Times New Roman" w:cs="Times New Roman"/>
        </w:rPr>
        <w:t>我昨天下班路过</w:t>
      </w:r>
      <w:r w:rsidRPr="00B341C6">
        <w:rPr>
          <w:rFonts w:ascii="Times New Roman" w:eastAsia="SimSun" w:hAnsi="Times New Roman" w:cs="Times New Roman"/>
        </w:rPr>
        <w:t>[</w:t>
      </w:r>
      <w:proofErr w:type="gramEnd"/>
      <w:r w:rsidRPr="00B341C6">
        <w:rPr>
          <w:rFonts w:ascii="Times New Roman" w:eastAsia="SimSun" w:hAnsi="Times New Roman" w:cs="Times New Roman"/>
        </w:rPr>
        <w:t>花园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教堂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后门时碰巧遇到了小张。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I happened to meet Xiao Zhang when I passed the back door of the [garden/church] after work yesterday.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2. </w:t>
      </w:r>
      <w:r w:rsidRPr="00B341C6">
        <w:rPr>
          <w:rFonts w:ascii="Times New Roman" w:eastAsia="SimSun" w:hAnsi="Times New Roman" w:cs="Times New Roman"/>
        </w:rPr>
        <w:t>校领导下令立即疏散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会场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教室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内的全体学生。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The school leader ordered an immediate evacuation of all the students in the [stadium/classroom].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3. </w:t>
      </w:r>
      <w:r w:rsidRPr="00B341C6">
        <w:rPr>
          <w:rFonts w:ascii="Times New Roman" w:eastAsia="SimSun" w:hAnsi="Times New Roman" w:cs="Times New Roman"/>
        </w:rPr>
        <w:t>工作人员正在准备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市民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摄影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艺术节的开幕式。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The staff are preparing for the opening ceremony of the [citizen/photography] arts festival.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4. </w:t>
      </w:r>
      <w:r w:rsidRPr="00B341C6">
        <w:rPr>
          <w:rFonts w:ascii="Times New Roman" w:eastAsia="SimSun" w:hAnsi="Times New Roman" w:cs="Times New Roman"/>
        </w:rPr>
        <w:t>此次输油管泄露对青岛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市区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海域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造成了严重污染。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The oil pipeline leak caused serious pollution to the Qingdao [city/sea area].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5. </w:t>
      </w:r>
      <w:r w:rsidRPr="00B341C6">
        <w:rPr>
          <w:rFonts w:ascii="Times New Roman" w:eastAsia="SimSun" w:hAnsi="Times New Roman" w:cs="Times New Roman"/>
        </w:rPr>
        <w:t>校长决定由教师代表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充当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推荐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演讲比赛的评委。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The headmaster decided that the teachers' representatives would [act as/recommend] judges in the speech contest.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6. </w:t>
      </w:r>
      <w:r w:rsidRPr="00B341C6">
        <w:rPr>
          <w:rFonts w:ascii="Times New Roman" w:eastAsia="SimSun" w:hAnsi="Times New Roman" w:cs="Times New Roman"/>
        </w:rPr>
        <w:t>盟军炸毁多座德国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机场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桥梁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以延缓敌人的反攻。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Allied forces bombed several German [airports/bridges] to delay the enemy's counterattack.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7. </w:t>
      </w:r>
      <w:r w:rsidRPr="00B341C6">
        <w:rPr>
          <w:rFonts w:ascii="Times New Roman" w:eastAsia="SimSun" w:hAnsi="Times New Roman" w:cs="Times New Roman"/>
        </w:rPr>
        <w:t>小王准备购买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书本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香烟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的钱被弟弟拿去上网了。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The money that Xiao Wang was about to buy [books/cigarettes] was taken by his brother to go to internet cafe.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8. </w:t>
      </w:r>
      <w:r w:rsidRPr="00B341C6">
        <w:rPr>
          <w:rFonts w:ascii="Times New Roman" w:eastAsia="SimSun" w:hAnsi="Times New Roman" w:cs="Times New Roman"/>
        </w:rPr>
        <w:t>老刘计划周末前往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西安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海南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参加战友儿子的婚礼。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Mr. Liu plans to travel to [Xi 'an/Hainan] this weekend to attend the wedding of the son of his comrade-in-arms.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9. </w:t>
      </w:r>
      <w:r w:rsidRPr="00B341C6">
        <w:rPr>
          <w:rFonts w:ascii="Times New Roman" w:eastAsia="SimSun" w:hAnsi="Times New Roman" w:cs="Times New Roman"/>
        </w:rPr>
        <w:t>这台雷达能够快速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识别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捕捉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敌军的无线电信号。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This radar can quickly [identify/ capture] the radio signals of the enemy.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10. </w:t>
      </w:r>
      <w:r w:rsidRPr="00B341C6">
        <w:rPr>
          <w:rFonts w:ascii="Times New Roman" w:eastAsia="SimSun" w:hAnsi="Times New Roman" w:cs="Times New Roman"/>
        </w:rPr>
        <w:t>团长指示即刻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合并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部署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两个营的兵力用于反攻。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The colonel directed the immediate [combination/deployment] of two battalions for the counter-offensive.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11. </w:t>
      </w:r>
      <w:r w:rsidRPr="00B341C6">
        <w:rPr>
          <w:rFonts w:ascii="Times New Roman" w:eastAsia="SimSun" w:hAnsi="Times New Roman" w:cs="Times New Roman"/>
        </w:rPr>
        <w:t>这项决定关系到整个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村庄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家族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今后的命运。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This decision concerns the future of the whole [village/family].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12. </w:t>
      </w:r>
      <w:r w:rsidRPr="00B341C6">
        <w:rPr>
          <w:rFonts w:ascii="Times New Roman" w:eastAsia="SimSun" w:hAnsi="Times New Roman" w:cs="Times New Roman"/>
        </w:rPr>
        <w:t>张书记在国际宾馆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会见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接待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了来访的韩国客人。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Secretary </w:t>
      </w:r>
      <w:proofErr w:type="spellStart"/>
      <w:r w:rsidRPr="00B341C6">
        <w:rPr>
          <w:rFonts w:ascii="Times New Roman" w:eastAsia="SimSun" w:hAnsi="Times New Roman" w:cs="Times New Roman"/>
        </w:rPr>
        <w:t>zhang</w:t>
      </w:r>
      <w:proofErr w:type="spellEnd"/>
      <w:r w:rsidRPr="00B341C6">
        <w:rPr>
          <w:rFonts w:ascii="Times New Roman" w:eastAsia="SimSun" w:hAnsi="Times New Roman" w:cs="Times New Roman"/>
        </w:rPr>
        <w:t xml:space="preserve"> [met/hosted] the visiting Korean guests at the international hotel.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13. </w:t>
      </w:r>
      <w:r w:rsidRPr="00B341C6">
        <w:rPr>
          <w:rFonts w:ascii="Times New Roman" w:eastAsia="SimSun" w:hAnsi="Times New Roman" w:cs="Times New Roman"/>
        </w:rPr>
        <w:t>消防队员指出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木材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酒精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保管不当极易引发火灾。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The firemen pointed out that improper storage of the [wood/alcohol] could easily cause a fire.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14. </w:t>
      </w:r>
      <w:r w:rsidRPr="00B341C6">
        <w:rPr>
          <w:rFonts w:ascii="Times New Roman" w:eastAsia="SimSun" w:hAnsi="Times New Roman" w:cs="Times New Roman"/>
        </w:rPr>
        <w:t>这项改革有助于调动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初中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城镇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教师的工作积极性。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This reform will help to motivate the [junior middle school/city] teachers.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15. </w:t>
      </w:r>
      <w:r w:rsidRPr="00B341C6">
        <w:rPr>
          <w:rFonts w:ascii="Times New Roman" w:eastAsia="SimSun" w:hAnsi="Times New Roman" w:cs="Times New Roman"/>
        </w:rPr>
        <w:t>小韩的这份稿件未能通过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市长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编辑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的最终审阅。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Xiao Han's draft did not go through the [mayor's/editor's] final review.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16. </w:t>
      </w:r>
      <w:r w:rsidRPr="00B341C6">
        <w:rPr>
          <w:rFonts w:ascii="Times New Roman" w:eastAsia="SimSun" w:hAnsi="Times New Roman" w:cs="Times New Roman"/>
        </w:rPr>
        <w:t>组委会安排来自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广西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新疆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的代表入住友谊宾馆。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The organizing committee arranged for the representatives from [Guangxi/Xinjiang] to stay in the Friendship Hotel.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17. </w:t>
      </w:r>
      <w:r w:rsidRPr="00B341C6">
        <w:rPr>
          <w:rFonts w:ascii="Times New Roman" w:eastAsia="SimSun" w:hAnsi="Times New Roman" w:cs="Times New Roman"/>
        </w:rPr>
        <w:t>医院领导正在和那位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女士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家属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协商赔偿事宜。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The hospital director is negotiating with the [lady/family] about compensation.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18. </w:t>
      </w:r>
      <w:r w:rsidRPr="00B341C6">
        <w:rPr>
          <w:rFonts w:ascii="Times New Roman" w:eastAsia="SimSun" w:hAnsi="Times New Roman" w:cs="Times New Roman"/>
        </w:rPr>
        <w:t>他的这篇论文试图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论证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推翻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吴教授提出的假说。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His paper attempted to [demonstrate/refute] the hypothesis given by professor </w:t>
      </w:r>
      <w:r w:rsidR="003D4BFB">
        <w:rPr>
          <w:rFonts w:ascii="Times New Roman" w:eastAsia="SimSun" w:hAnsi="Times New Roman" w:cs="Times New Roman" w:hint="eastAsia"/>
        </w:rPr>
        <w:t>W</w:t>
      </w:r>
      <w:r w:rsidRPr="00B341C6">
        <w:rPr>
          <w:rFonts w:ascii="Times New Roman" w:eastAsia="SimSun" w:hAnsi="Times New Roman" w:cs="Times New Roman"/>
        </w:rPr>
        <w:t>u.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19. </w:t>
      </w:r>
      <w:r w:rsidRPr="00B341C6">
        <w:rPr>
          <w:rFonts w:ascii="Times New Roman" w:eastAsia="SimSun" w:hAnsi="Times New Roman" w:cs="Times New Roman"/>
        </w:rPr>
        <w:t>每周的宗教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仪式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课程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都是由卡尔神父主持的。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Father Carl conducted the weekly religious [services/courses].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20. </w:t>
      </w:r>
      <w:r w:rsidRPr="00B341C6">
        <w:rPr>
          <w:rFonts w:ascii="Times New Roman" w:eastAsia="SimSun" w:hAnsi="Times New Roman" w:cs="Times New Roman"/>
        </w:rPr>
        <w:t>出版商对于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私人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领袖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回忆录这种题材很感兴趣。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Publishers are interested in such subjects as [personal/leader] memoirs.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21. </w:t>
      </w:r>
      <w:r w:rsidRPr="00B341C6">
        <w:rPr>
          <w:rFonts w:ascii="Times New Roman" w:eastAsia="SimSun" w:hAnsi="Times New Roman" w:cs="Times New Roman"/>
        </w:rPr>
        <w:t>李老师应邀前往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东方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湖南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卫视录制节目。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Teacher Li was invited to visit [</w:t>
      </w:r>
      <w:proofErr w:type="spellStart"/>
      <w:r w:rsidRPr="00B341C6">
        <w:rPr>
          <w:rFonts w:ascii="Times New Roman" w:eastAsia="SimSun" w:hAnsi="Times New Roman" w:cs="Times New Roman"/>
        </w:rPr>
        <w:t>Dongfang</w:t>
      </w:r>
      <w:proofErr w:type="spellEnd"/>
      <w:r w:rsidRPr="00B341C6">
        <w:rPr>
          <w:rFonts w:ascii="Times New Roman" w:eastAsia="SimSun" w:hAnsi="Times New Roman" w:cs="Times New Roman"/>
        </w:rPr>
        <w:t>/Hunan] TV for recording programs.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22. </w:t>
      </w:r>
      <w:r w:rsidRPr="00B341C6">
        <w:rPr>
          <w:rFonts w:ascii="Times New Roman" w:eastAsia="SimSun" w:hAnsi="Times New Roman" w:cs="Times New Roman"/>
        </w:rPr>
        <w:t>国际期货市场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玉米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钢铁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成交价连续多日下跌。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[Corn/Steel] prices on the international futures market fell for several days in a row.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23. </w:t>
      </w:r>
      <w:r w:rsidRPr="00B341C6">
        <w:rPr>
          <w:rFonts w:ascii="Times New Roman" w:eastAsia="SimSun" w:hAnsi="Times New Roman" w:cs="Times New Roman"/>
        </w:rPr>
        <w:t>邓处长曾参加过援助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山区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朝鲜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铁路建设的工作。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Director Deng has participated in the assistance [mountain area/North Korea] railway construction work.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24. </w:t>
      </w:r>
      <w:r w:rsidRPr="00B341C6">
        <w:rPr>
          <w:rFonts w:ascii="Times New Roman" w:eastAsia="SimSun" w:hAnsi="Times New Roman" w:cs="Times New Roman"/>
        </w:rPr>
        <w:t>这项旨在保障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队员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顾客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权利的措施即将实施。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The measures intended to protect the rights of the [players/customers] are being implemented.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25. </w:t>
      </w:r>
      <w:r w:rsidRPr="00B341C6">
        <w:rPr>
          <w:rFonts w:ascii="Times New Roman" w:eastAsia="SimSun" w:hAnsi="Times New Roman" w:cs="Times New Roman"/>
        </w:rPr>
        <w:t>昨天下午舞台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灯光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装置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突发故障导致彩排推迟。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The rehearsal was delayed yesterday afternoon due to a sudden breakdown of stage [light/device].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26. </w:t>
      </w:r>
      <w:r w:rsidRPr="00B341C6">
        <w:rPr>
          <w:rFonts w:ascii="Times New Roman" w:eastAsia="SimSun" w:hAnsi="Times New Roman" w:cs="Times New Roman"/>
        </w:rPr>
        <w:t>这次讲座的主题是数学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公式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模型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的物理学应用。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The subject of this lecture is the application of mathematical [formulas/models] to physics.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27. </w:t>
      </w:r>
      <w:r w:rsidRPr="00B341C6">
        <w:rPr>
          <w:rFonts w:ascii="Times New Roman" w:eastAsia="SimSun" w:hAnsi="Times New Roman" w:cs="Times New Roman"/>
        </w:rPr>
        <w:t>这家超市主要经营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进口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新鲜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水果和牛奶制品。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This supermarket mainly deals in [imported/fresh] fruit and milk products.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28. </w:t>
      </w:r>
      <w:r w:rsidRPr="00B341C6">
        <w:rPr>
          <w:rFonts w:ascii="Times New Roman" w:eastAsia="SimSun" w:hAnsi="Times New Roman" w:cs="Times New Roman"/>
        </w:rPr>
        <w:t>这台设备负责调节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电阻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热量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的部件出故障了。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There's something wrong with the component for adjusting the [resistance/heat] in this device.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29. </w:t>
      </w:r>
      <w:r w:rsidRPr="00B341C6">
        <w:rPr>
          <w:rFonts w:ascii="Times New Roman" w:eastAsia="SimSun" w:hAnsi="Times New Roman" w:cs="Times New Roman"/>
        </w:rPr>
        <w:t>皮尔爵士是英国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近代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秘密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警察制度的奠基人。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Sir Pierre was the founder of [modern/secret] British police system.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30. </w:t>
      </w:r>
      <w:r w:rsidRPr="00B341C6">
        <w:rPr>
          <w:rFonts w:ascii="Times New Roman" w:eastAsia="SimSun" w:hAnsi="Times New Roman" w:cs="Times New Roman"/>
        </w:rPr>
        <w:t>这支车队隶属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广州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铁路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快运集团第二分公司。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The team is affiliated with the 2nd Branch of [Guangzhou/Railway] Express Group.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31. </w:t>
      </w:r>
      <w:r w:rsidRPr="00B341C6">
        <w:rPr>
          <w:rFonts w:ascii="Times New Roman" w:eastAsia="SimSun" w:hAnsi="Times New Roman" w:cs="Times New Roman"/>
        </w:rPr>
        <w:t>该电影由两名法国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女子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贵族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的真实经历改编而成。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The film is based on the true experiences of two French [women/noblemen].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32. </w:t>
      </w:r>
      <w:r w:rsidRPr="00B341C6">
        <w:rPr>
          <w:rFonts w:ascii="Times New Roman" w:eastAsia="SimSun" w:hAnsi="Times New Roman" w:cs="Times New Roman"/>
        </w:rPr>
        <w:t>电站附近区域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阳光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辐射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过强不适合进行实验。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Too much [sunshine/radiation] around the power station is not suitable for experiments.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33. </w:t>
      </w:r>
      <w:r w:rsidRPr="00B341C6">
        <w:rPr>
          <w:rFonts w:ascii="Times New Roman" w:eastAsia="SimSun" w:hAnsi="Times New Roman" w:cs="Times New Roman"/>
        </w:rPr>
        <w:t>实验记录不包含初始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压力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强度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条件下的数据。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The experimental record does not contain data under initial [pressure/strength] conditions.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34. </w:t>
      </w:r>
      <w:r w:rsidRPr="00B341C6">
        <w:rPr>
          <w:rFonts w:ascii="Times New Roman" w:eastAsia="SimSun" w:hAnsi="Times New Roman" w:cs="Times New Roman"/>
        </w:rPr>
        <w:t>这份报告是根据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东北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销售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分部的数据汇总而成的。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The report is based on the data from the [northeast/sales] division.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35. </w:t>
      </w:r>
      <w:r w:rsidRPr="00B341C6">
        <w:rPr>
          <w:rFonts w:ascii="Times New Roman" w:eastAsia="SimSun" w:hAnsi="Times New Roman" w:cs="Times New Roman"/>
        </w:rPr>
        <w:t>这种违背基本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方针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原理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的做法应坚决予以纠正。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This violation of basic [guidelines/principles] should be resolutely corrected.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36. </w:t>
      </w:r>
      <w:proofErr w:type="gramStart"/>
      <w:r w:rsidRPr="00B341C6">
        <w:rPr>
          <w:rFonts w:ascii="Times New Roman" w:eastAsia="SimSun" w:hAnsi="Times New Roman" w:cs="Times New Roman"/>
        </w:rPr>
        <w:t>市委宣传部负责主办此次</w:t>
      </w:r>
      <w:r w:rsidRPr="00B341C6">
        <w:rPr>
          <w:rFonts w:ascii="Times New Roman" w:eastAsia="SimSun" w:hAnsi="Times New Roman" w:cs="Times New Roman"/>
        </w:rPr>
        <w:t>[</w:t>
      </w:r>
      <w:proofErr w:type="gramEnd"/>
      <w:r w:rsidRPr="00B341C6">
        <w:rPr>
          <w:rFonts w:ascii="Times New Roman" w:eastAsia="SimSun" w:hAnsi="Times New Roman" w:cs="Times New Roman"/>
        </w:rPr>
        <w:t>先进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道德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模范表彰大会。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Municipal publicity department is responsible for hosting the [advanced/moral] model recognition conference.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37. </w:t>
      </w:r>
      <w:r w:rsidRPr="00B341C6">
        <w:rPr>
          <w:rFonts w:ascii="Times New Roman" w:eastAsia="SimSun" w:hAnsi="Times New Roman" w:cs="Times New Roman"/>
        </w:rPr>
        <w:t>他提醒我不要对找回这些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文件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数据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报太大期望。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He reminded me not to expect too much of the recovery of the [documents/data].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38. </w:t>
      </w:r>
      <w:r w:rsidRPr="00B341C6">
        <w:rPr>
          <w:rFonts w:ascii="Times New Roman" w:eastAsia="SimSun" w:hAnsi="Times New Roman" w:cs="Times New Roman"/>
        </w:rPr>
        <w:t>这次会议聚集了各地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电子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新闻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出版领域的专家。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The conference brought together experts from all over the world in the field of [electronic/news] publishing.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39. </w:t>
      </w:r>
      <w:r w:rsidRPr="00B341C6">
        <w:rPr>
          <w:rFonts w:ascii="Times New Roman" w:eastAsia="SimSun" w:hAnsi="Times New Roman" w:cs="Times New Roman"/>
        </w:rPr>
        <w:t>这部小说描写了典型南方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农村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家庭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的日常生活。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This novel describes the everyday life of a typical southern [village/family].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40. </w:t>
      </w:r>
      <w:r w:rsidRPr="00B341C6">
        <w:rPr>
          <w:rFonts w:ascii="Times New Roman" w:eastAsia="SimSun" w:hAnsi="Times New Roman" w:cs="Times New Roman"/>
        </w:rPr>
        <w:t>这尊铜器的冶炼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年代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温度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成为了争论的焦点。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The smelting [age/temperature] of this bronze vessel became the focus of the argument.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41. </w:t>
      </w:r>
      <w:r w:rsidRPr="00B341C6">
        <w:rPr>
          <w:rFonts w:ascii="Times New Roman" w:eastAsia="SimSun" w:hAnsi="Times New Roman" w:cs="Times New Roman"/>
        </w:rPr>
        <w:t>讨论组的成员就如何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运用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理解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这套公式各抒己见。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The members of the discussion group had different views on how to [use/understand] the formula.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42. </w:t>
      </w:r>
      <w:r w:rsidRPr="00B341C6">
        <w:rPr>
          <w:rFonts w:ascii="Times New Roman" w:eastAsia="SimSun" w:hAnsi="Times New Roman" w:cs="Times New Roman"/>
        </w:rPr>
        <w:t>店长表示不管收益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多少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怎样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都要接下这笔生意。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The manager said he would take the business no matter [how much/how] the profit is.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43. </w:t>
      </w:r>
      <w:r w:rsidRPr="00B341C6">
        <w:rPr>
          <w:rFonts w:ascii="Times New Roman" w:eastAsia="SimSun" w:hAnsi="Times New Roman" w:cs="Times New Roman"/>
        </w:rPr>
        <w:t>下周五将召开企业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文化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管理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创新专题研讨会。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A seminar on corporate [cultural/management] innovation will be held next Friday.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44. </w:t>
      </w:r>
      <w:r w:rsidRPr="00B341C6">
        <w:rPr>
          <w:rFonts w:ascii="Times New Roman" w:eastAsia="SimSun" w:hAnsi="Times New Roman" w:cs="Times New Roman"/>
        </w:rPr>
        <w:t>这本书记载了一位罗马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王子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教皇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热衷绘画的故事。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This book tells the story of a Roman [prince/Pope] who loved painting.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45. </w:t>
      </w:r>
      <w:r w:rsidRPr="00B341C6">
        <w:rPr>
          <w:rFonts w:ascii="Times New Roman" w:eastAsia="SimSun" w:hAnsi="Times New Roman" w:cs="Times New Roman"/>
        </w:rPr>
        <w:t>探长仔细查看了留在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台阶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楼梯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上的几处脚印。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The inspector examined the footprints left on the [steps/stairs].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46. </w:t>
      </w:r>
      <w:r w:rsidRPr="00B341C6">
        <w:rPr>
          <w:rFonts w:ascii="Times New Roman" w:eastAsia="SimSun" w:hAnsi="Times New Roman" w:cs="Times New Roman"/>
        </w:rPr>
        <w:t>张老师下周将前往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大连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敦煌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博物馆参加学术会议。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Mr. Zhang will go to [Dalian/Dunhuang] museum to attend the academic conference next week.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47. </w:t>
      </w:r>
      <w:r w:rsidRPr="00B341C6">
        <w:rPr>
          <w:rFonts w:ascii="Times New Roman" w:eastAsia="SimSun" w:hAnsi="Times New Roman" w:cs="Times New Roman"/>
        </w:rPr>
        <w:t>侦查员利用虚假情报成功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收买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迷惑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了敌方的线人。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Investigators used fake information to [buy off/confuse] enemy informants.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48. </w:t>
      </w:r>
      <w:r w:rsidRPr="00B341C6">
        <w:rPr>
          <w:rFonts w:ascii="Times New Roman" w:eastAsia="SimSun" w:hAnsi="Times New Roman" w:cs="Times New Roman"/>
        </w:rPr>
        <w:t>老张没料到竟被这种无耻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小人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叛徒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出卖给了敌人。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Lao </w:t>
      </w:r>
      <w:r w:rsidR="003D4BFB">
        <w:rPr>
          <w:rFonts w:ascii="Times New Roman" w:eastAsia="SimSun" w:hAnsi="Times New Roman" w:cs="Times New Roman" w:hint="eastAsia"/>
        </w:rPr>
        <w:t>Z</w:t>
      </w:r>
      <w:r w:rsidRPr="00B341C6">
        <w:rPr>
          <w:rFonts w:ascii="Times New Roman" w:eastAsia="SimSun" w:hAnsi="Times New Roman" w:cs="Times New Roman"/>
        </w:rPr>
        <w:t>hang didn't expect to be betrayed to the enemy by such a shameless [man/traitor].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49. </w:t>
      </w:r>
      <w:r w:rsidRPr="00B341C6">
        <w:rPr>
          <w:rFonts w:ascii="Times New Roman" w:eastAsia="SimSun" w:hAnsi="Times New Roman" w:cs="Times New Roman"/>
        </w:rPr>
        <w:t>办案民警认定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阳台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路旁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那块松动的地砖就是凶器。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The police found that the loose tile on the [balcony/roadside] was the murder weapon.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50. </w:t>
      </w:r>
      <w:r w:rsidRPr="00B341C6">
        <w:rPr>
          <w:rFonts w:ascii="Times New Roman" w:eastAsia="SimSun" w:hAnsi="Times New Roman" w:cs="Times New Roman"/>
        </w:rPr>
        <w:t>这个景区尚未对游客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出入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流量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采取任何限制措施。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The scenic spot has not taken any measures to restrict the [access/amount] of tourists.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51. </w:t>
      </w:r>
      <w:r w:rsidRPr="00B341C6">
        <w:rPr>
          <w:rFonts w:ascii="Times New Roman" w:eastAsia="SimSun" w:hAnsi="Times New Roman" w:cs="Times New Roman"/>
        </w:rPr>
        <w:t>昨天下午奉命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打扫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搜索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弹药库的五名战士失踪了。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Five soldiers who were ordered to [clean/search] the ammunition depot yesterday afternoon went missing.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52. </w:t>
      </w:r>
      <w:r w:rsidRPr="00B341C6">
        <w:rPr>
          <w:rFonts w:ascii="Times New Roman" w:eastAsia="SimSun" w:hAnsi="Times New Roman" w:cs="Times New Roman"/>
        </w:rPr>
        <w:t>前线部队在收到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反击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撤退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命令前一直坚守阵地。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The front troops held their ground until they were ordered to [fight back/withdraw].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53. </w:t>
      </w:r>
      <w:r w:rsidRPr="00B341C6">
        <w:rPr>
          <w:rFonts w:ascii="Times New Roman" w:eastAsia="SimSun" w:hAnsi="Times New Roman" w:cs="Times New Roman"/>
        </w:rPr>
        <w:t>这家公司致力于将南方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大米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剧种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推广到华北地区。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This company is dedicated to promoting southern [rice/drama] to northern China.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54. </w:t>
      </w:r>
      <w:r w:rsidRPr="00B341C6">
        <w:rPr>
          <w:rFonts w:ascii="Times New Roman" w:eastAsia="SimSun" w:hAnsi="Times New Roman" w:cs="Times New Roman"/>
        </w:rPr>
        <w:t>这个独裁政府禁止外国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艺人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歌剧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在境内演出。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The authoritarian government banned foreign [artists/operas] from performing in the country.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55. </w:t>
      </w:r>
      <w:r w:rsidRPr="00B341C6">
        <w:rPr>
          <w:rFonts w:ascii="Times New Roman" w:eastAsia="SimSun" w:hAnsi="Times New Roman" w:cs="Times New Roman"/>
        </w:rPr>
        <w:t>密云水库目前只达到正常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水位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储量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的百分之七十。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The </w:t>
      </w:r>
      <w:proofErr w:type="spellStart"/>
      <w:r w:rsidRPr="00B341C6">
        <w:rPr>
          <w:rFonts w:ascii="Times New Roman" w:eastAsia="SimSun" w:hAnsi="Times New Roman" w:cs="Times New Roman"/>
        </w:rPr>
        <w:t>Miyun</w:t>
      </w:r>
      <w:proofErr w:type="spellEnd"/>
      <w:r w:rsidRPr="00B341C6">
        <w:rPr>
          <w:rFonts w:ascii="Times New Roman" w:eastAsia="SimSun" w:hAnsi="Times New Roman" w:cs="Times New Roman"/>
        </w:rPr>
        <w:t xml:space="preserve"> Reservoir is currently only about 70 percent of normal water [level/storage].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56. </w:t>
      </w:r>
      <w:r w:rsidRPr="00B341C6">
        <w:rPr>
          <w:rFonts w:ascii="Times New Roman" w:eastAsia="SimSun" w:hAnsi="Times New Roman" w:cs="Times New Roman"/>
        </w:rPr>
        <w:t>周北山先生很擅长这种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壮丽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清新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的绘画风格。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Mr. Zhou Beishan is good at this kind of [magnificent/fresh] style of painting.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57. </w:t>
      </w:r>
      <w:r w:rsidRPr="00B341C6">
        <w:rPr>
          <w:rFonts w:ascii="Times New Roman" w:eastAsia="SimSun" w:hAnsi="Times New Roman" w:cs="Times New Roman"/>
        </w:rPr>
        <w:t>许教授正在讲解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光电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增殖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效应的理论及其应用。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Professor Xu is explaining the theory and application of the [photoelectric/multiplier] effect.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58. </w:t>
      </w:r>
      <w:r w:rsidRPr="00B341C6">
        <w:rPr>
          <w:rFonts w:ascii="Times New Roman" w:eastAsia="SimSun" w:hAnsi="Times New Roman" w:cs="Times New Roman"/>
        </w:rPr>
        <w:t>我打算向老陈请教一些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专利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航海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方面的基础知识。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I'm going to ask Mr. Chen for some basic knowledge about [patents/sailing].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59. </w:t>
      </w:r>
      <w:r w:rsidRPr="00B341C6">
        <w:rPr>
          <w:rFonts w:ascii="Times New Roman" w:eastAsia="SimSun" w:hAnsi="Times New Roman" w:cs="Times New Roman"/>
        </w:rPr>
        <w:t>我还从没见过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牛奶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辣椒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搭配炸年糕的吃法。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>I've never seen [milk/chili] served with Fried rice cakes.</w:t>
      </w:r>
    </w:p>
    <w:p w:rsidR="00B341C6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60. </w:t>
      </w:r>
      <w:r w:rsidRPr="00B341C6">
        <w:rPr>
          <w:rFonts w:ascii="Times New Roman" w:eastAsia="SimSun" w:hAnsi="Times New Roman" w:cs="Times New Roman"/>
        </w:rPr>
        <w:t>那台磨损到无法</w:t>
      </w:r>
      <w:r w:rsidRPr="00B341C6">
        <w:rPr>
          <w:rFonts w:ascii="Times New Roman" w:eastAsia="SimSun" w:hAnsi="Times New Roman" w:cs="Times New Roman"/>
        </w:rPr>
        <w:t>[</w:t>
      </w:r>
      <w:r w:rsidRPr="00B341C6">
        <w:rPr>
          <w:rFonts w:ascii="Times New Roman" w:eastAsia="SimSun" w:hAnsi="Times New Roman" w:cs="Times New Roman"/>
        </w:rPr>
        <w:t>开动</w:t>
      </w:r>
      <w:r w:rsidRPr="00B341C6">
        <w:rPr>
          <w:rFonts w:ascii="Times New Roman" w:eastAsia="SimSun" w:hAnsi="Times New Roman" w:cs="Times New Roman"/>
        </w:rPr>
        <w:t>/</w:t>
      </w:r>
      <w:r w:rsidRPr="00B341C6">
        <w:rPr>
          <w:rFonts w:ascii="Times New Roman" w:eastAsia="SimSun" w:hAnsi="Times New Roman" w:cs="Times New Roman"/>
        </w:rPr>
        <w:t>维修</w:t>
      </w:r>
      <w:r w:rsidRPr="00B341C6">
        <w:rPr>
          <w:rFonts w:ascii="Times New Roman" w:eastAsia="SimSun" w:hAnsi="Times New Roman" w:cs="Times New Roman"/>
        </w:rPr>
        <w:t>]</w:t>
      </w:r>
      <w:r w:rsidRPr="00B341C6">
        <w:rPr>
          <w:rFonts w:ascii="Times New Roman" w:eastAsia="SimSun" w:hAnsi="Times New Roman" w:cs="Times New Roman"/>
        </w:rPr>
        <w:t>的机器将被拆解变卖。</w:t>
      </w:r>
    </w:p>
    <w:p w:rsidR="00FE2242" w:rsidRPr="00B341C6" w:rsidRDefault="00B341C6" w:rsidP="00B341C6">
      <w:pPr>
        <w:rPr>
          <w:rFonts w:ascii="Times New Roman" w:eastAsia="SimSun" w:hAnsi="Times New Roman" w:cs="Times New Roman"/>
        </w:rPr>
      </w:pPr>
      <w:r w:rsidRPr="00B341C6">
        <w:rPr>
          <w:rFonts w:ascii="Times New Roman" w:eastAsia="SimSun" w:hAnsi="Times New Roman" w:cs="Times New Roman"/>
        </w:rPr>
        <w:t xml:space="preserve">The </w:t>
      </w:r>
      <w:r w:rsidR="003D4BFB" w:rsidRPr="00B341C6">
        <w:rPr>
          <w:rFonts w:ascii="Times New Roman" w:eastAsia="SimSun" w:hAnsi="Times New Roman" w:cs="Times New Roman"/>
        </w:rPr>
        <w:t>worn-out</w:t>
      </w:r>
      <w:r w:rsidRPr="00B341C6">
        <w:rPr>
          <w:rFonts w:ascii="Times New Roman" w:eastAsia="SimSun" w:hAnsi="Times New Roman" w:cs="Times New Roman"/>
        </w:rPr>
        <w:t xml:space="preserve"> machine that cannot be [started/repaired] will be dismantled and sold.</w:t>
      </w:r>
    </w:p>
    <w:sectPr w:rsidR="00FE2242" w:rsidRPr="00B341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1C6"/>
    <w:rsid w:val="00241878"/>
    <w:rsid w:val="003D4BFB"/>
    <w:rsid w:val="008A31CB"/>
    <w:rsid w:val="00B341C6"/>
    <w:rsid w:val="00FE2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EF90A6-C491-4BA6-91E8-CE005DA1F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62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BCFAB6CE.dotm</Template>
  <TotalTime>1</TotalTime>
  <Pages>1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 Wang</dc:creator>
  <cp:keywords/>
  <dc:description/>
  <cp:lastModifiedBy>Paterson, Kevin (Prof.)</cp:lastModifiedBy>
  <cp:revision>2</cp:revision>
  <dcterms:created xsi:type="dcterms:W3CDTF">2019-02-18T13:10:00Z</dcterms:created>
  <dcterms:modified xsi:type="dcterms:W3CDTF">2019-02-18T13:10:00Z</dcterms:modified>
</cp:coreProperties>
</file>